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0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636" w:top="620" w:bottom="820" w:left="1000" w:right="1020"/>
        </w:sectPr>
      </w:pPr>
    </w:p>
    <w:p>
      <w:pPr>
        <w:pStyle w:val="Heading1"/>
        <w:spacing w:line="242" w:lineRule="auto" w:before="69"/>
        <w:ind w:left="1193" w:right="0" w:firstLine="1526"/>
        <w:jc w:val="left"/>
        <w:rPr>
          <w:b w:val="0"/>
          <w:bCs w:val="0"/>
        </w:rPr>
      </w:pPr>
      <w:r>
        <w:rPr>
          <w:spacing w:val="-1"/>
          <w:w w:val="100"/>
        </w:rPr>
        <w:t>CONSIGLIO</w:t>
      </w:r>
      <w:r>
        <w:rPr>
          <w:rFonts w:ascii="Times New Roman" w:hAnsi="Times New Roman" w:cs="Times New Roman" w:eastAsia="Times New Roman"/>
          <w:spacing w:val="-1"/>
          <w:w w:val="100"/>
        </w:rPr>
        <w:t> </w:t>
      </w:r>
      <w:r>
        <w:rPr>
          <w:spacing w:val="-1"/>
          <w:w w:val="100"/>
        </w:rPr>
        <w:t>DELL'UNION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EUROPEA</w:t>
      </w:r>
      <w:r>
        <w:rPr>
          <w:b w:val="0"/>
          <w:bCs w:val="0"/>
          <w:spacing w:val="0"/>
          <w:w w:val="100"/>
        </w:rPr>
      </w:r>
    </w:p>
    <w:p>
      <w:pPr>
        <w:spacing w:line="242" w:lineRule="auto" w:before="69"/>
        <w:ind w:left="1659" w:right="82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Bruxelles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lugli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2011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28.07)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13297/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820" w:left="1000" w:right="1020"/>
          <w:cols w:num="2" w:equalWidth="0">
            <w:col w:w="4103" w:space="40"/>
            <w:col w:w="5737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66" w:val="left" w:leader="none"/>
        </w:tabs>
        <w:spacing w:before="69"/>
        <w:ind w:left="13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single" w:color="000000"/>
        </w:rPr>
        <w:t>NOTA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31" w:val="left" w:leader="none"/>
        </w:tabs>
        <w:spacing w:before="41"/>
        <w:ind w:left="132" w:right="0"/>
        <w:jc w:val="left"/>
      </w:pP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Segretar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generale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31" w:val="left" w:leader="none"/>
        </w:tabs>
        <w:spacing w:before="41"/>
        <w:ind w:left="132" w:right="0"/>
        <w:jc w:val="left"/>
      </w:pPr>
      <w:r>
        <w:rPr>
          <w:b w:val="0"/>
          <w:bCs w:val="0"/>
          <w:spacing w:val="-2"/>
          <w:w w:val="100"/>
        </w:rPr>
        <w:t>alle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egaz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oni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31" w:val="left" w:leader="none"/>
        </w:tabs>
        <w:spacing w:line="313" w:lineRule="exact" w:before="12"/>
        <w:ind w:left="132" w:right="0"/>
        <w:jc w:val="left"/>
      </w:pPr>
      <w:r>
        <w:rPr/>
        <w:pict>
          <v:group style="position:absolute;margin-left:56.639999pt;margin-top:.883126pt;width:481.680008pt;height:.1pt;mso-position-horizontal-relative:page;mso-position-vertical-relative:paragraph;z-index:-578" coordorigin="1133,18" coordsize="9634,2">
            <v:shape style="position:absolute;left:1133;top:18;width:9634;height:2" coordorigin="1133,18" coordsize="9634,0" path="m1133,18l10766,18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  <w:position w:val="-3"/>
        </w:rPr>
        <w:t>Oggetto: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-2"/>
          <w:w w:val="100"/>
          <w:position w:val="0"/>
        </w:rPr>
        <w:t>Decisi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quadr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2009/299/GA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Consiglio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</w:t>
      </w:r>
      <w:r>
        <w:rPr>
          <w:b w:val="0"/>
          <w:bCs w:val="0"/>
          <w:spacing w:val="0"/>
          <w:w w:val="100"/>
          <w:position w:val="0"/>
        </w:rPr>
        <w:t>6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febbrai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2009,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42" w:lineRule="exact"/>
        <w:ind w:left="1832" w:right="0"/>
        <w:jc w:val="left"/>
      </w:pPr>
      <w:r>
        <w:rPr>
          <w:b w:val="0"/>
          <w:bCs w:val="0"/>
          <w:spacing w:val="-3"/>
          <w:w w:val="100"/>
        </w:rPr>
        <w:t>ch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2"/>
          <w:w w:val="100"/>
        </w:rPr>
        <w:t>dific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decisi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quadr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2002/584/GAI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2005/214/GAI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2006/783/GAI,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1832" w:right="0"/>
        <w:jc w:val="left"/>
      </w:pPr>
      <w:r>
        <w:rPr>
          <w:b w:val="0"/>
          <w:bCs w:val="0"/>
          <w:spacing w:val="-1"/>
          <w:w w:val="100"/>
        </w:rPr>
        <w:t>2008/909/GA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2008/947/GA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rafforzand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diritt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processual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 w:before="7"/>
        <w:ind w:left="1832" w:right="793"/>
        <w:jc w:val="left"/>
      </w:pPr>
      <w:r>
        <w:rPr>
          <w:b w:val="0"/>
          <w:bCs w:val="0"/>
          <w:spacing w:val="2"/>
          <w:w w:val="100"/>
        </w:rPr>
        <w:t>pro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uovend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l'applicazion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principi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reciproc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riconosciment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alle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decisi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pronunciat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assen</w:t>
      </w:r>
      <w:r>
        <w:rPr>
          <w:b w:val="0"/>
          <w:bCs w:val="0"/>
          <w:spacing w:val="3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dell'interessat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processo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31" w:val="left" w:leader="none"/>
          <w:tab w:pos="9775" w:val="left" w:leader="none"/>
        </w:tabs>
        <w:spacing w:line="271" w:lineRule="exact"/>
        <w:ind w:left="11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Versione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lidata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modello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mandato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d’arresto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europeo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before="69"/>
        <w:ind w:left="132" w:right="0"/>
        <w:jc w:val="left"/>
      </w:pPr>
      <w:r>
        <w:rPr/>
        <w:pict>
          <v:group style="position:absolute;margin-left:249.600006pt;margin-top:58.285126pt;width:96.000009pt;height:.1pt;mso-position-horizontal-relative:page;mso-position-vertical-relative:paragraph;z-index:-577" coordorigin="4992,1166" coordsize="1920,2">
            <v:shape style="position:absolute;left:4992;top:1166;width:1920;height:2" coordorigin="4992,1166" coordsize="1920,0" path="m4992,1166l6912,1166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5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alleg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delegazion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ers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cons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lidat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modell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mandat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d’arrest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europe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11" w:val="left" w:leader="none"/>
          <w:tab w:pos="9771" w:val="right" w:leader="none"/>
        </w:tabs>
        <w:spacing w:before="69"/>
        <w:ind w:left="132" w:right="0"/>
        <w:jc w:val="left"/>
      </w:pPr>
      <w:r>
        <w:rPr/>
        <w:pict>
          <v:group style="position:absolute;margin-left:55.200001pt;margin-top:.613123pt;width:485.040009pt;height:.1pt;mso-position-horizontal-relative:page;mso-position-vertical-relative:paragraph;z-index:-579" coordorigin="1104,12" coordsize="9701,2">
            <v:shape style="position:absolute;left:1104;top:12;width:9701;height:2" coordorigin="1104,12" coordsize="9701,0" path="m1104,12l10805,12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13297/</w:t>
      </w:r>
      <w:r>
        <w:rPr>
          <w:b w:val="0"/>
          <w:bCs w:val="0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MAS/fo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1</w:t>
      </w:r>
    </w:p>
    <w:p>
      <w:pPr>
        <w:spacing w:after="0"/>
        <w:jc w:val="left"/>
        <w:sectPr>
          <w:type w:val="continuous"/>
          <w:pgSz w:w="11900" w:h="16820"/>
          <w:pgMar w:top="620" w:bottom="820" w:left="1000" w:right="1020"/>
        </w:sectPr>
      </w:pPr>
    </w:p>
    <w:p>
      <w:pPr>
        <w:pStyle w:val="Heading1"/>
        <w:spacing w:before="76"/>
        <w:ind w:left="0" w:right="150"/>
        <w:jc w:val="right"/>
        <w:rPr>
          <w:b w:val="0"/>
          <w:bCs w:val="0"/>
        </w:rPr>
      </w:pPr>
      <w:r>
        <w:rPr>
          <w:w w:val="99"/>
        </w:rPr>
      </w:r>
      <w:r>
        <w:rPr>
          <w:spacing w:val="-1"/>
          <w:w w:val="95"/>
          <w:u w:val="thick" w:color="000000"/>
        </w:rPr>
        <w:t>ALLEGATO</w:t>
      </w:r>
      <w:r>
        <w:rPr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before="375"/>
        <w:ind w:left="2941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MANDAT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D'ARREST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EUROPE</w:t>
      </w:r>
      <w:r>
        <w:rPr>
          <w:rFonts w:ascii="Times New Roman" w:hAnsi="Times New Roman" w:cs="Times New Roman" w:eastAsia="Times New Roman"/>
          <w:b/>
          <w:bCs/>
          <w:spacing w:val="5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pStyle w:val="BodyText"/>
        <w:spacing w:line="360" w:lineRule="auto" w:before="549"/>
        <w:ind w:right="588"/>
        <w:jc w:val="left"/>
      </w:pP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mandat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è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stat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emess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un'autorit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giudiziari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competente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Chied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persona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3"/>
          <w:w w:val="100"/>
        </w:rPr>
        <w:t>menzi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appress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arrestat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consegnat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fin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dell'esercizi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dell'azi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dell'esecuzi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misur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sicurezz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libertà.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tabs>
          <w:tab w:pos="719" w:val="left" w:leader="none"/>
        </w:tabs>
        <w:spacing w:line="241" w:lineRule="auto"/>
        <w:ind w:left="719" w:right="699" w:hanging="567"/>
        <w:jc w:val="left"/>
      </w:pPr>
      <w:r>
        <w:rPr/>
        <w:pict>
          <v:group style="position:absolute;margin-left:56.639999pt;margin-top:-3.471253pt;width:144.240006pt;height:.1pt;mso-position-horizontal-relative:page;mso-position-vertical-relative:paragraph;z-index:-576" coordorigin="1133,-69" coordsize="2885,2">
            <v:shape style="position:absolute;left:1133;top:-69;width:2885;height:2" coordorigin="1133,-69" coordsize="2885,0" path="m1133,-69l4018,-69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6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present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mandat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dev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esser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redatt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tradott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dell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lingu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ufficial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dell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Stato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6"/>
          <w:w w:val="100"/>
          <w:position w:val="0"/>
        </w:rPr>
        <w:t>m</w:t>
      </w:r>
      <w:r>
        <w:rPr>
          <w:b w:val="0"/>
          <w:bCs w:val="0"/>
          <w:spacing w:val="1"/>
          <w:w w:val="100"/>
          <w:position w:val="0"/>
        </w:rPr>
        <w:t>embr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esecuz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noto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qualsias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altr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lingu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accettat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tal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Stato.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1" w:lineRule="auto"/>
        <w:jc w:val="left"/>
        <w:sectPr>
          <w:footerReference w:type="default" r:id="rId7"/>
          <w:pgSz w:w="11900" w:h="16820"/>
          <w:pgMar w:footer="971" w:header="0" w:top="104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7"/>
        <w:ind w:left="719" w:right="0" w:hanging="567"/>
        <w:jc w:val="left"/>
      </w:pPr>
      <w:r>
        <w:rPr>
          <w:b w:val="0"/>
          <w:bCs w:val="0"/>
          <w:spacing w:val="1"/>
          <w:w w:val="100"/>
        </w:rPr>
        <w:t>Infor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az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0"/>
          <w:w w:val="100"/>
        </w:rPr>
        <w:t>rela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all'iden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ricercata: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Cogno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2"/>
          <w:w w:val="100"/>
        </w:rPr>
        <w:t>No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2"/>
          <w:w w:val="100"/>
        </w:rPr>
        <w:t>e(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Cogno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nubile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caso: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Pseudonimi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1"/>
          <w:w w:val="100"/>
        </w:rPr>
        <w:t>caso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Sesso: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0"/>
          <w:w w:val="100"/>
        </w:rPr>
        <w:t>Naz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onal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tà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Data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nascita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Luog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nascita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Residenz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e/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indirizz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noto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noto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lingu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lingu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ricercat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comprende: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Segn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partic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la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2"/>
          <w:w w:val="100"/>
        </w:rPr>
        <w:t>i/descrizi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ricercata</w:t>
      </w:r>
      <w:r>
        <w:rPr>
          <w:b w:val="0"/>
          <w:bCs w:val="0"/>
          <w:spacing w:val="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left="719" w:right="238"/>
        <w:jc w:val="left"/>
      </w:pPr>
      <w:r>
        <w:rPr/>
        <w:pict>
          <v:group style="position:absolute;margin-left:50.470001pt;margin-top:111.473099pt;width:494.500026pt;height:176.500008pt;mso-position-horizontal-relative:page;mso-position-vertical-relative:paragraph;z-index:-574" coordorigin="1009,2229" coordsize="9890,3530">
            <v:group style="position:absolute;left:1018;top:2238;width:9874;height:2" coordorigin="1018,2238" coordsize="9874,2">
              <v:shape style="position:absolute;left:1018;top:2238;width:9874;height:2" coordorigin="1018,2238" coordsize="9874,0" path="m1018,2238l10891,2238e" filled="f" stroked="t" strokeweight=".82pt" strokecolor="#000000">
                <v:path arrowok="t"/>
              </v:shape>
            </v:group>
            <v:group style="position:absolute;left:1025;top:2240;width:2;height:3509" coordorigin="1025,2240" coordsize="2,3509">
              <v:shape style="position:absolute;left:1025;top:2240;width:2;height:3509" coordorigin="1025,2240" coordsize="0,3509" path="m1025,2240l1025,5749e" filled="f" stroked="t" strokeweight=".82pt" strokecolor="#000000">
                <v:path arrowok="t"/>
              </v:shape>
            </v:group>
            <v:group style="position:absolute;left:1018;top:5751;width:9874;height:2" coordorigin="1018,5751" coordsize="9874,2">
              <v:shape style="position:absolute;left:1018;top:5751;width:9874;height:2" coordorigin="1018,5751" coordsize="9874,0" path="m1018,5751l10891,5751e" filled="f" stroked="t" strokeweight=".82pt" strokecolor="#000000">
                <v:path arrowok="t"/>
              </v:shape>
            </v:group>
            <v:group style="position:absolute;left:10884;top:2240;width:2;height:3509" coordorigin="10884,2240" coordsize="2,3509">
              <v:shape style="position:absolute;left:10884;top:2240;width:2;height:3509" coordorigin="10884,2240" coordsize="0,3509" path="m10884,2240l10884,574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Fotografi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impront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digital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persona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sian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disponibil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possan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esser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trasmesse,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estrem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contattar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ottener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dat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profil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dati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posson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esser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comunica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stat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trasmessi)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88.116913pt;width:494.500026pt;height:374.260033pt;mso-position-horizontal-relative:page;mso-position-vertical-relative:paragraph;z-index:-575" coordorigin="1009,-7762" coordsize="9890,7485">
            <v:group style="position:absolute;left:1018;top:-7754;width:9874;height:2" coordorigin="1018,-7754" coordsize="9874,2">
              <v:shape style="position:absolute;left:1018;top:-7754;width:9874;height:2" coordorigin="1018,-7754" coordsize="9874,0" path="m1018,-7754l10891,-7754e" filled="f" stroked="t" strokeweight=".82pt" strokecolor="#000000">
                <v:path arrowok="t"/>
              </v:shape>
            </v:group>
            <v:group style="position:absolute;left:1025;top:-7752;width:2;height:7464" coordorigin="1025,-7752" coordsize="2,7464">
              <v:shape style="position:absolute;left:1025;top:-7752;width:2;height:7464" coordorigin="1025,-7752" coordsize="0,7464" path="m1025,-7752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7752;width:2;height:7464" coordorigin="10884,-7752" coordsize="2,7464">
              <v:shape style="position:absolute;left:10884;top:-7752;width:2;height:7464" coordorigin="10884,-7752" coordsize="0,7464" path="m10884,-7752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</w:rPr>
        <w:t>Decisi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sull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qual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bas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mandat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d'arrest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europeo: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Mandat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d'arrest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decisi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giudiziari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abbi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stess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forza:</w:t>
      </w:r>
      <w:r>
        <w:rPr>
          <w:b w:val="0"/>
          <w:bCs w:val="0"/>
          <w:spacing w:val="2"/>
          <w:w w:val="100"/>
        </w:rPr>
        <w:t>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po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1285" w:val="left" w:leader="none"/>
        </w:tabs>
        <w:ind w:left="71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entenz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esecu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5"/>
          <w:w w:val="100"/>
        </w:rPr>
        <w:t>iva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1328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1285" w:right="0"/>
        <w:jc w:val="left"/>
      </w:pP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1"/>
          <w:w w:val="100"/>
        </w:rPr>
        <w:t>er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0"/>
          <w:w w:val="100"/>
        </w:rPr>
        <w:t>ferimento: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spacing w:before="72"/>
        <w:ind w:right="0"/>
        <w:jc w:val="left"/>
      </w:pP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Indicazi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sull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durat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pena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1285" w:val="left" w:leader="none"/>
        </w:tabs>
        <w:spacing w:line="279" w:lineRule="auto"/>
        <w:ind w:left="1285" w:right="488" w:hanging="567"/>
        <w:jc w:val="left"/>
      </w:pPr>
      <w:r>
        <w:rPr>
          <w:b w:val="0"/>
          <w:bCs w:val="0"/>
          <w:spacing w:val="0"/>
          <w:w w:val="100"/>
        </w:rPr>
        <w:t>Durata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assim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misur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sicurezz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libert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previst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il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0"/>
          <w:w w:val="100"/>
        </w:rPr>
        <w:t>reato/i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1"/>
          <w:w w:val="100"/>
        </w:rPr>
        <w:t>reat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5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2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Durat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misur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sicurezz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privativ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libert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inflitta: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residu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scontare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4.213112pt;width:490.659999pt;height:354.34002pt;mso-position-horizontal-relative:page;mso-position-vertical-relative:paragraph;z-index:-572" coordorigin="1009,1084" coordsize="9813,7087">
            <v:group style="position:absolute;left:1018;top:1092;width:9797;height:2" coordorigin="1018,1092" coordsize="9797,2">
              <v:shape style="position:absolute;left:1018;top:1092;width:9797;height:2" coordorigin="1018,1092" coordsize="9797,0" path="m1018,1092l10814,1092e" filled="f" stroked="t" strokeweight=".82pt" strokecolor="#000000">
                <v:path arrowok="t"/>
              </v:shape>
            </v:group>
            <v:group style="position:absolute;left:1025;top:1095;width:2;height:7066" coordorigin="1025,1095" coordsize="2,7066">
              <v:shape style="position:absolute;left:1025;top:1095;width:2;height:7066" coordorigin="1025,1095" coordsize="0,7066" path="m1025,1095l1025,8160e" filled="f" stroked="t" strokeweight=".82pt" strokecolor="#000000">
                <v:path arrowok="t"/>
              </v:shape>
            </v:group>
            <v:group style="position:absolute;left:10807;top:1095;width:2;height:7066" coordorigin="10807,1095" coordsize="2,7066">
              <v:shape style="position:absolute;left:10807;top:1095;width:2;height:7066" coordorigin="10807,1095" coordsize="0,7066" path="m10807,1095l10807,8160e" filled="f" stroked="t" strokeweight=".82pt" strokecolor="#000000">
                <v:path arrowok="t"/>
              </v:shape>
            </v:group>
            <v:group style="position:absolute;left:1018;top:8163;width:9797;height:2" coordorigin="1018,8163" coordsize="9797,2">
              <v:shape style="position:absolute;left:1018;top:8163;width:9797;height:2" coordorigin="1018,8163" coordsize="9797,0" path="m1018,8163l10814,816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314" w:val="left" w:leader="none"/>
          <w:tab w:pos="963" w:val="left" w:leader="none"/>
        </w:tabs>
        <w:spacing w:line="359" w:lineRule="auto" w:before="69"/>
        <w:ind w:left="964" w:right="573" w:hanging="850"/>
        <w:jc w:val="left"/>
      </w:pPr>
      <w:r>
        <w:rPr/>
        <w:pict>
          <v:group style="position:absolute;margin-left:50.470001pt;margin-top:-265.956848pt;width:494.500026pt;height:230.499993pt;mso-position-horizontal-relative:page;mso-position-vertical-relative:paragraph;z-index:-573" coordorigin="1009,-5319" coordsize="9890,4610">
            <v:group style="position:absolute;left:1018;top:-5311;width:9874;height:2" coordorigin="1018,-5311" coordsize="9874,2">
              <v:shape style="position:absolute;left:1018;top:-5311;width:9874;height:2" coordorigin="1018,-5311" coordsize="9874,0" path="m1018,-5311l10891,-5311e" filled="f" stroked="t" strokeweight=".82pt" strokecolor="#000000">
                <v:path arrowok="t"/>
              </v:shape>
            </v:group>
            <v:group style="position:absolute;left:1025;top:-5309;width:2;height:4589" coordorigin="1025,-5309" coordsize="2,4589">
              <v:shape style="position:absolute;left:1025;top:-5309;width:2;height:4589" coordorigin="1025,-5309" coordsize="0,4589" path="m1025,-5309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309;width:2;height:4589" coordorigin="10884,-5309" coordsize="2,4589">
              <v:shape style="position:absolute;left:10884;top:-5309;width:2;height:4589" coordorigin="10884,-5309" coordsize="0,4589" path="m10884,-5309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  <w:u w:val="single" w:color="000000"/>
        </w:rPr>
        <w:t>Pregasi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indicare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l’interessato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è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comparso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processo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terminato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decisi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ne:</w:t>
      </w:r>
      <w:r>
        <w:rPr>
          <w:b w:val="0"/>
          <w:bCs w:val="0"/>
          <w:spacing w:val="-3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4"/>
        </w:numPr>
        <w:tabs>
          <w:tab w:pos="294" w:val="left" w:leader="none"/>
          <w:tab w:pos="1213" w:val="left" w:leader="none"/>
        </w:tabs>
        <w:spacing w:before="69"/>
        <w:ind w:left="964" w:right="0" w:hanging="850"/>
        <w:jc w:val="left"/>
      </w:pP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11"/>
          <w:w w:val="100"/>
          <w:u w:val="single" w:color="000000"/>
        </w:rPr>
        <w:t>ì,</w:t>
      </w:r>
      <w:r>
        <w:rPr>
          <w:b w:val="0"/>
          <w:bCs w:val="0"/>
          <w:spacing w:val="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l’interessato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è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comparso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processo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terminato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ne.</w:t>
      </w:r>
      <w:r>
        <w:rPr>
          <w:b w:val="0"/>
          <w:bCs w:val="0"/>
          <w:spacing w:val="-3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294" w:val="left" w:leader="none"/>
          <w:tab w:pos="1213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l’interessato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è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co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parso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processo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terminato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ne.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416" w:hanging="850"/>
        <w:jc w:val="left"/>
      </w:pPr>
      <w:r>
        <w:rPr>
          <w:b w:val="0"/>
          <w:bCs w:val="0"/>
          <w:spacing w:val="1"/>
          <w:w w:val="100"/>
          <w:u w:val="single" w:color="000000"/>
        </w:rPr>
        <w:t>Qua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2"/>
          <w:w w:val="100"/>
          <w:u w:val="single" w:color="000000"/>
        </w:rPr>
        <w:t>ora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s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contrassegnata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casella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2,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prega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confermare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l’esistenza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dei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7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u w:val="none"/>
        </w:rPr>
      </w:r>
      <w:r>
        <w:rPr>
          <w:b w:val="0"/>
          <w:bCs w:val="0"/>
          <w:spacing w:val="-7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seguen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3"/>
          <w:w w:val="100"/>
          <w:u w:val="single" w:color="000000"/>
        </w:rPr>
        <w:t>e</w:t>
      </w:r>
      <w:r>
        <w:rPr>
          <w:b w:val="0"/>
          <w:bCs w:val="0"/>
          <w:spacing w:val="-11"/>
          <w:w w:val="100"/>
          <w:u w:val="single" w:color="000000"/>
        </w:rPr>
        <w:t>le</w:t>
      </w:r>
      <w:r>
        <w:rPr>
          <w:b w:val="0"/>
          <w:bCs w:val="0"/>
          <w:spacing w:val="-5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men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i:</w:t>
      </w:r>
      <w:r>
        <w:rPr>
          <w:b w:val="0"/>
          <w:bCs w:val="0"/>
          <w:spacing w:val="-1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48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3.1a.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0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’interessato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è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stato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citato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(giorno/mese/anno)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è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quindi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stato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informato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luogo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fissa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per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processo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terminato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con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decisi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è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fatto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che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decisione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poteva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essere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emessa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in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caso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mancata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comparizi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giudizi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OPPURE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436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3.1b.</w:t>
      </w:r>
      <w:r>
        <w:rPr>
          <w:b w:val="0"/>
          <w:bCs w:val="0"/>
          <w:spacing w:val="22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2"/>
          <w:w w:val="100"/>
          <w:u w:val="single" w:color="000000"/>
        </w:rPr>
      </w:r>
      <w:r>
        <w:rPr>
          <w:b w:val="0"/>
          <w:bCs w:val="0"/>
          <w:spacing w:val="-3"/>
          <w:w w:val="100"/>
          <w:u w:val="single" w:color="000000"/>
        </w:rPr>
        <w:t>l’int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eressato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è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citato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è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fatto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informato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ufficialmente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altri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mezzi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della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luogo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fissa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per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il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processo</w:t>
      </w:r>
      <w:r>
        <w:rPr>
          <w:b w:val="0"/>
          <w:bCs w:val="0"/>
          <w:spacing w:val="-2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terminato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con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decisi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ne,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modo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tale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che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è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stabilito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inequivocabilmente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che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era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corrente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</w:t>
      </w:r>
      <w:r>
        <w:rPr>
          <w:b w:val="0"/>
          <w:bCs w:val="0"/>
          <w:spacing w:val="-2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processo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fissato,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è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informato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fatto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che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decisi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poteva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essere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emessa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caso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mancata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comparizi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giudizi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0" w:lineRule="auto"/>
        <w:jc w:val="left"/>
        <w:sectPr>
          <w:pgSz w:w="11900" w:h="16820"/>
          <w:pgMar w:header="0" w:footer="971" w:top="138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/>
        <w:pict>
          <v:group style="position:absolute;margin-left:50.470001pt;margin-top:55.910023pt;width:490.659999pt;height:602.499977pt;mso-position-horizontal-relative:page;mso-position-vertical-relative:page;z-index:-571" coordorigin="1009,1118" coordsize="9813,12050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2029" coordorigin="1025,1129" coordsize="2,12029">
              <v:shape style="position:absolute;left:1025;top:1129;width:2;height:12029" coordorigin="1025,1129" coordsize="0,12029" path="m1025,1129l1025,13158e" filled="f" stroked="t" strokeweight=".82pt" strokecolor="#000000">
                <v:path arrowok="t"/>
              </v:shape>
            </v:group>
            <v:group style="position:absolute;left:1018;top:13160;width:9797;height:2" coordorigin="1018,13160" coordsize="9797,2">
              <v:shape style="position:absolute;left:1018;top:13160;width:9797;height:2" coordorigin="1018,13160" coordsize="9797,0" path="m1018,13160l10814,13160e" filled="f" stroked="t" strokeweight=".82pt" strokecolor="#000000">
                <v:path arrowok="t"/>
              </v:shape>
            </v:group>
            <v:group style="position:absolute;left:10807;top:1129;width:2;height:12029" coordorigin="10807,1129" coordsize="2,12029">
              <v:shape style="position:absolute;left:10807;top:1129;width:2;height:12029" coordorigin="10807,1129" coordsize="0,12029" path="m10807,1129l10807,1315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OPPURE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314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essendo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corrente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data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fissata,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l’interessato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aveva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conferito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mandato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ad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difensore,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nominato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dall’interessato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dallo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Stato,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patrocinarlo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g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udiz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o,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è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effetti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patrocinato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giudizio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difensore;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OPPURE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38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6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  <w:u w:val="single" w:color="000000"/>
        </w:rPr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-3"/>
          <w:w w:val="100"/>
          <w:u w:val="single" w:color="000000"/>
        </w:rPr>
        <w:t>’int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eressato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ricevuto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notifica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(giorno/mese/anno)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ed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è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espressamente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informato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diritto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nuovo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processo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ricorso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appello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cui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l’interessato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diritto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partecipare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che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consente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2"/>
          <w:w w:val="100"/>
          <w:u w:val="single" w:color="000000"/>
        </w:rPr>
        <w:t>esaminare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il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meri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causa,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comprese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nuove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prove,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può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condurre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alla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6"/>
          <w:w w:val="100"/>
          <w:u w:val="single" w:color="000000"/>
        </w:rPr>
        <w:t>i</w:t>
      </w:r>
      <w:r>
        <w:rPr>
          <w:b w:val="0"/>
          <w:bCs w:val="0"/>
          <w:spacing w:val="-8"/>
          <w:w w:val="100"/>
          <w:u w:val="single" w:color="000000"/>
        </w:rPr>
        <w:t>fo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della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originaria,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tabs>
          <w:tab w:pos="2279" w:val="left" w:leader="none"/>
        </w:tabs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l'interessato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dichiarato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espressamente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opporsi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1"/>
          <w:w w:val="100"/>
          <w:u w:val="single" w:color="000000"/>
        </w:rPr>
        <w:t>ne;</w:t>
      </w:r>
      <w:r>
        <w:rPr>
          <w:b w:val="0"/>
          <w:bCs w:val="0"/>
          <w:spacing w:val="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OPPURE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2279" w:val="left" w:leader="none"/>
        </w:tabs>
        <w:spacing w:line="274" w:lineRule="exact" w:before="74"/>
        <w:ind w:left="2279" w:right="877" w:hanging="567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l'interessato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richiesto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nuovo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processo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presentato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ricorso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appello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entro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termine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stabilito;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84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OPPURE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  <w:u w:val="single" w:color="000000"/>
        </w:rPr>
      </w:r>
      <w:r>
        <w:rPr>
          <w:b w:val="0"/>
          <w:bCs w:val="0"/>
          <w:spacing w:val="-3"/>
          <w:w w:val="100"/>
          <w:u w:val="single" w:color="000000"/>
        </w:rPr>
        <w:t>l’int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eressato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ricevuto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la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n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tifica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decisi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ne,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ma</w:t>
      </w:r>
      <w:r>
        <w:rPr>
          <w:b w:val="0"/>
          <w:bCs w:val="0"/>
          <w:spacing w:val="-3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4"/>
        </w:numPr>
        <w:tabs>
          <w:tab w:pos="2663" w:val="left" w:leader="none"/>
        </w:tabs>
        <w:spacing w:line="274" w:lineRule="exact" w:before="74"/>
        <w:ind w:left="2663" w:right="614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l'interessato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riceverà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personalmente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notifica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tale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decisi</w:t>
      </w:r>
      <w:r>
        <w:rPr>
          <w:b w:val="0"/>
          <w:bCs w:val="0"/>
          <w:spacing w:val="7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senza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indugio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dopo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consegna,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4"/>
        </w:numPr>
        <w:tabs>
          <w:tab w:pos="2663" w:val="left" w:leader="none"/>
        </w:tabs>
        <w:spacing w:line="240" w:lineRule="auto" w:before="69"/>
        <w:ind w:left="2663" w:right="364" w:hanging="567"/>
        <w:jc w:val="left"/>
      </w:pPr>
      <w:r>
        <w:rPr>
          <w:b w:val="0"/>
          <w:bCs w:val="0"/>
          <w:spacing w:val="3"/>
          <w:w w:val="100"/>
          <w:u w:val="single" w:color="000000"/>
        </w:rPr>
        <w:t>al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mo</w:t>
      </w:r>
      <w:r>
        <w:rPr>
          <w:b w:val="0"/>
          <w:bCs w:val="0"/>
          <w:spacing w:val="-4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mento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della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notifica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della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ne,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l’interessato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sarà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espressamente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diritto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nuovo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processo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ricorso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appello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cui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l’interessato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diritto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partecipare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che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consente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esaminare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merito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della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causa,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comprese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nuove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prove,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che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può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condurre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alla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riforma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della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decisi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1"/>
          <w:w w:val="100"/>
          <w:u w:val="single" w:color="000000"/>
        </w:rPr>
        <w:t>ne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or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ginar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a,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4"/>
        </w:numPr>
        <w:tabs>
          <w:tab w:pos="2663" w:val="left" w:leader="none"/>
        </w:tabs>
        <w:spacing w:line="242" w:lineRule="auto" w:before="69"/>
        <w:ind w:left="2663" w:right="496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l'interessato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sarà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informato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termine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ent</w:t>
      </w:r>
      <w:r>
        <w:rPr>
          <w:b w:val="0"/>
          <w:bCs w:val="0"/>
          <w:spacing w:val="-6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cui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deve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richiedere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nuovo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processo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presentare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ricorso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appello,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che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sarà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di…giorni.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0"/>
          <w:numId w:val="4"/>
        </w:numPr>
        <w:tabs>
          <w:tab w:pos="294" w:val="left" w:leader="none"/>
          <w:tab w:pos="963" w:val="left" w:leader="none"/>
        </w:tabs>
        <w:spacing w:line="363" w:lineRule="auto" w:before="69"/>
        <w:ind w:left="964" w:right="484" w:hanging="850"/>
        <w:jc w:val="left"/>
      </w:pPr>
      <w:r>
        <w:rPr>
          <w:b w:val="0"/>
          <w:bCs w:val="0"/>
          <w:spacing w:val="1"/>
          <w:w w:val="100"/>
          <w:u w:val="single" w:color="000000"/>
        </w:rPr>
        <w:t>Qua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2"/>
          <w:w w:val="100"/>
          <w:u w:val="single" w:color="000000"/>
        </w:rPr>
        <w:t>ora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s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ano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contrassegnate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caselle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3.1b,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prega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di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specificare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7"/>
          <w:w w:val="100"/>
          <w:u w:val="single" w:color="000000"/>
        </w:rPr>
        <w:t>o</w:t>
      </w:r>
      <w:r>
        <w:rPr>
          <w:b w:val="0"/>
          <w:bCs w:val="0"/>
          <w:spacing w:val="-6"/>
          <w:w w:val="100"/>
          <w:u w:val="single" w:color="000000"/>
        </w:rPr>
        <w:t>me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9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u w:val="none"/>
        </w:rPr>
      </w:r>
      <w:r>
        <w:rPr>
          <w:b w:val="0"/>
          <w:bCs w:val="0"/>
          <w:spacing w:val="-9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sia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stata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soddisfatta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pertinente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condizi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ne: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</w:t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pgSz w:w="11900" w:h="16820"/>
          <w:pgMar w:header="0" w:footer="971" w:top="1180" w:bottom="1160" w:left="980" w:right="980"/>
        </w:sectPr>
      </w:pPr>
    </w:p>
    <w:p>
      <w:pPr>
        <w:spacing w:line="220" w:lineRule="exact" w:before="15"/>
        <w:rPr>
          <w:sz w:val="22"/>
          <w:szCs w:val="22"/>
        </w:rPr>
      </w:pPr>
      <w:r>
        <w:rPr/>
        <w:pict>
          <v:group style="position:absolute;margin-left:50.470001pt;margin-top:93.10997pt;width:494.500026pt;height:665.14003pt;mso-position-horizontal-relative:page;mso-position-vertical-relative:page;z-index:-570" coordorigin="1009,1862" coordsize="9890,13303">
            <v:group style="position:absolute;left:1018;top:1870;width:9874;height:2" coordorigin="1018,1870" coordsize="9874,2">
              <v:shape style="position:absolute;left:1018;top:1870;width:9874;height:2" coordorigin="1018,1870" coordsize="9874,0" path="m1018,1870l10891,1870e" filled="f" stroked="t" strokeweight=".82pt" strokecolor="#000000">
                <v:path arrowok="t"/>
              </v:shape>
            </v:group>
            <v:group style="position:absolute;left:1025;top:1873;width:2;height:13282" coordorigin="1025,1873" coordsize="2,13282">
              <v:shape style="position:absolute;left:1025;top:1873;width:2;height:13282" coordorigin="1025,1873" coordsize="0,13282" path="m1025,1873l1025,15154e" filled="f" stroked="t" strokeweight=".82pt" strokecolor="#000000">
                <v:path arrowok="t"/>
              </v:shape>
            </v:group>
            <v:group style="position:absolute;left:1018;top:15157;width:9874;height:2" coordorigin="1018,15157" coordsize="9874,2">
              <v:shape style="position:absolute;left:1018;top:15157;width:9874;height:2" coordorigin="1018,15157" coordsize="9874,0" path="m1018,15157l10891,15157e" filled="f" stroked="t" strokeweight=".82pt" strokecolor="#000000">
                <v:path arrowok="t"/>
              </v:shape>
            </v:group>
            <v:group style="position:absolute;left:10884;top:1873;width:2;height:13282" coordorigin="10884,1873" coordsize="2,13282">
              <v:shape style="position:absolute;left:10884;top:1873;width:2;height:13282" coordorigin="10884,1873" coordsize="0,13282" path="m10884,1873l10884,1515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22"/>
          <w:szCs w:val="22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>
          <w:b w:val="0"/>
          <w:bCs w:val="0"/>
          <w:spacing w:val="-2"/>
          <w:w w:val="100"/>
        </w:rPr>
        <w:t>Rea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present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mandat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è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emess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total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di:</w:t>
      </w:r>
      <w:r>
        <w:rPr>
          <w:b w:val="0"/>
          <w:bCs w:val="0"/>
          <w:spacing w:val="-1"/>
          <w:w w:val="100"/>
        </w:rPr>
        <w:t>.................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reati.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3" w:lineRule="auto"/>
        <w:ind w:right="431"/>
        <w:jc w:val="left"/>
      </w:pPr>
      <w:r>
        <w:rPr>
          <w:b w:val="0"/>
          <w:bCs w:val="0"/>
          <w:spacing w:val="-1"/>
          <w:w w:val="100"/>
        </w:rPr>
        <w:t>Descrizi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circostanz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reato/de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reati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compres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ment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(l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dat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l'ora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luog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il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2"/>
          <w:w w:val="100"/>
        </w:rPr>
        <w:t>grad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partec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paz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ricercata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9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Natur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qualificazi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giuridic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reato/de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disposizi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legge/codic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applicabili: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5"/>
        </w:numPr>
        <w:tabs>
          <w:tab w:pos="719" w:val="left" w:leader="none"/>
        </w:tabs>
        <w:spacing w:line="360" w:lineRule="auto"/>
        <w:ind w:left="719" w:right="205" w:hanging="567"/>
        <w:jc w:val="left"/>
      </w:pPr>
      <w:r>
        <w:rPr>
          <w:b w:val="0"/>
          <w:bCs w:val="0"/>
          <w:spacing w:val="-1"/>
          <w:w w:val="100"/>
        </w:rPr>
        <w:t>Contrassegnar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menzion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appropriata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qualor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tratt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pi</w:t>
      </w:r>
      <w:r>
        <w:rPr>
          <w:b w:val="0"/>
          <w:bCs w:val="0"/>
          <w:spacing w:val="0"/>
          <w:w w:val="100"/>
        </w:rPr>
        <w:t>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seguen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eat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quali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5"/>
          <w:w w:val="100"/>
        </w:rPr>
        <w:t>f</w:t>
      </w:r>
      <w:r>
        <w:rPr>
          <w:b w:val="0"/>
          <w:bCs w:val="0"/>
          <w:spacing w:val="-3"/>
          <w:w w:val="100"/>
        </w:rPr>
        <w:t>ini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dall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legg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emittent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puni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dett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misur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sicurezz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priva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libert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durat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massim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almen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anni: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partec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paz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un’organizzazi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criminale;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terror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9"/>
          <w:w w:val="100"/>
        </w:rPr>
        <w:t>o;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tratta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esser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umani;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8"/>
          <w:w w:val="100"/>
        </w:rPr>
        <w:t>f</w:t>
      </w:r>
      <w:r>
        <w:rPr>
          <w:b w:val="0"/>
          <w:bCs w:val="0"/>
          <w:spacing w:val="2"/>
          <w:w w:val="100"/>
        </w:rPr>
        <w:t>rutta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sessual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bambin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pornografi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infan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3"/>
          <w:w w:val="100"/>
        </w:rPr>
        <w:t>ile;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traffic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illecit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stupefacen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sostanz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psicotrope;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traffic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illecit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armi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munizi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3"/>
          <w:w w:val="100"/>
        </w:rPr>
        <w:t>espl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sivi;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corruz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1"/>
          <w:w w:val="100"/>
        </w:rPr>
        <w:t>one;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40" w:lineRule="auto" w:before="2"/>
        <w:ind w:left="719" w:right="224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frode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compres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frod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led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gl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interess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finanziar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-6"/>
          <w:w w:val="100"/>
        </w:rPr>
        <w:t>ni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europe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sens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della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convenzion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lugli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rela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tutel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degl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interess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finanziar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Comunità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europee;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ciclaggi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proven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eato;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falsificazi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5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5"/>
          <w:w w:val="100"/>
        </w:rPr>
        <w:t>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nete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mpres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contraffazion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dell’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uro;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criminali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2"/>
          <w:w w:val="100"/>
        </w:rPr>
        <w:t>informa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3"/>
          <w:w w:val="100"/>
        </w:rPr>
        <w:t>ica;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 w:before="7"/>
        <w:ind w:left="719" w:right="722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criminali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ambientale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compres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traffic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illecit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speci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animal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protett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traffico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illecit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speci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essenz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vegetal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protette;</w:t>
      </w:r>
      <w:r>
        <w:rPr>
          <w:b w:val="0"/>
          <w:bCs w:val="0"/>
          <w:spacing w:val="0"/>
          <w:w w:val="100"/>
        </w:rPr>
      </w:r>
    </w:p>
    <w:p>
      <w:pPr>
        <w:spacing w:after="0" w:line="274" w:lineRule="exact"/>
        <w:jc w:val="left"/>
        <w:sectPr>
          <w:pgSz w:w="11900" w:h="16820"/>
          <w:pgMar w:header="0" w:footer="971" w:top="1580" w:bottom="1160" w:left="980" w:right="980"/>
        </w:sectPr>
      </w:pPr>
    </w:p>
    <w:p>
      <w:pPr>
        <w:pStyle w:val="BodyText"/>
        <w:tabs>
          <w:tab w:pos="719" w:val="left" w:leader="none"/>
        </w:tabs>
        <w:spacing w:before="60"/>
        <w:ind w:right="0"/>
        <w:jc w:val="left"/>
      </w:pPr>
      <w:r>
        <w:rPr/>
        <w:pict>
          <v:group style="position:absolute;margin-left:50.470001pt;margin-top:55.910023pt;width:494.500026pt;height:161.140007pt;mso-position-horizontal-relative:page;mso-position-vertical-relative:page;z-index:-569" coordorigin="1009,1118" coordsize="9890,3223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3202" coordorigin="1025,1129" coordsize="2,3202">
              <v:shape style="position:absolute;left:1025;top:1129;width:2;height:3202" coordorigin="1025,1129" coordsize="0,3202" path="m1025,1129l1025,4330e" filled="f" stroked="t" strokeweight=".82pt" strokecolor="#000000">
                <v:path arrowok="t"/>
              </v:shape>
            </v:group>
            <v:group style="position:absolute;left:1018;top:4333;width:9874;height:2" coordorigin="1018,4333" coordsize="9874,2">
              <v:shape style="position:absolute;left:1018;top:4333;width:9874;height:2" coordorigin="1018,4333" coordsize="9874,0" path="m1018,4333l10891,4333e" filled="f" stroked="t" strokeweight=".82pt" strokecolor="#000000">
                <v:path arrowok="t"/>
              </v:shape>
            </v:group>
            <v:group style="position:absolute;left:10884;top:1129;width:2;height:3202" coordorigin="10884,1129" coordsize="2,3202">
              <v:shape style="position:absolute;left:10884;top:1129;width:2;height:3202" coordorigin="10884,1129" coordsize="0,3202" path="m10884,1129l10884,433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favoregg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ament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dell'ingress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soggiorn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illegali;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omicidi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2"/>
          <w:w w:val="100"/>
        </w:rPr>
        <w:t>ontar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oni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personali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gravi;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traffic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illecit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organ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tessut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umani;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rapimento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sequestr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pres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ostaggi;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razzism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xenofobia;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furti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1"/>
          <w:w w:val="100"/>
        </w:rPr>
        <w:t>organ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zzat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</w:r>
      <w:r>
        <w:rPr>
          <w:b w:val="0"/>
          <w:bCs w:val="0"/>
          <w:spacing w:val="-7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l'us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armi;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traffic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illecit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culturali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mpres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gl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oggett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4"/>
          <w:w w:val="100"/>
        </w:rPr>
        <w:t>’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iquariat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oper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d’arte;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truffa;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racke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estorsioni;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1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contraffazion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pirateri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materi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prodotti;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falsificazi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att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amministrativ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traffic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documen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0"/>
          <w:w w:val="100"/>
        </w:rPr>
        <w:t>f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7"/>
          <w:w w:val="100"/>
        </w:rPr>
        <w:t>s</w:t>
      </w:r>
      <w:r>
        <w:rPr>
          <w:b w:val="0"/>
          <w:bCs w:val="0"/>
          <w:spacing w:val="-6"/>
          <w:w w:val="100"/>
        </w:rPr>
        <w:t>i;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06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falsificazi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mezz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pagamento;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traffic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illeci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sostanz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ormonal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altr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fattor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crescita;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traffic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illecit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materi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nuclear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radioattive;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traffic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veic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3"/>
          <w:w w:val="100"/>
        </w:rPr>
        <w:t>ruba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i;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stupro;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incendi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so;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reat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1"/>
          <w:w w:val="100"/>
        </w:rPr>
        <w:t>ch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entran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mpetenz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giurisdizi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Cort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penal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internazi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nale;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rottamento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aereo/nave;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sabotagg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8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5"/>
        </w:numPr>
        <w:tabs>
          <w:tab w:pos="723" w:val="left" w:leader="none"/>
        </w:tabs>
        <w:spacing w:line="274" w:lineRule="exact"/>
        <w:ind w:left="724" w:right="904" w:hanging="572"/>
        <w:jc w:val="left"/>
      </w:pPr>
      <w:r>
        <w:rPr>
          <w:b w:val="0"/>
          <w:bCs w:val="0"/>
          <w:spacing w:val="-1"/>
          <w:w w:val="100"/>
        </w:rPr>
        <w:t>Descrizi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circostanziat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reato/de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reat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esulan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dall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fattispeci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enumerat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precedente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punto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I: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6" w:lineRule="exac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01.476898pt;width:494.500026pt;height:287.380028pt;mso-position-horizontal-relative:page;mso-position-vertical-relative:paragraph;z-index:-568" coordorigin="1009,-6030" coordsize="9890,5748">
            <v:group style="position:absolute;left:1018;top:-6021;width:9874;height:2" coordorigin="1018,-6021" coordsize="9874,2">
              <v:shape style="position:absolute;left:1018;top:-6021;width:9874;height:2" coordorigin="1018,-6021" coordsize="9874,0" path="m1018,-6021l10891,-6021e" filled="f" stroked="t" strokeweight=".82pt" strokecolor="#000000">
                <v:path arrowok="t"/>
              </v:shape>
            </v:group>
            <v:group style="position:absolute;left:1025;top:-6019;width:2;height:5726" coordorigin="1025,-6019" coordsize="2,5726">
              <v:shape style="position:absolute;left:1025;top:-6019;width:2;height:5726" coordorigin="1025,-6019" coordsize="0,5726" path="m1025,-6019l1025,-293e" filled="f" stroked="t" strokeweight=".82pt" strokecolor="#000000">
                <v:path arrowok="t"/>
              </v:shape>
            </v:group>
            <v:group style="position:absolute;left:1018;top:-290;width:9874;height:2" coordorigin="1018,-290" coordsize="9874,2">
              <v:shape style="position:absolute;left:1018;top:-290;width:9874;height:2" coordorigin="1018,-290" coordsize="9874,0" path="m1018,-290l10891,-290e" filled="f" stroked="t" strokeweight=".82pt" strokecolor="#000000">
                <v:path arrowok="t"/>
              </v:shape>
            </v:group>
            <v:group style="position:absolute;left:10884;top:-6019;width:2;height:5726" coordorigin="10884,-6019" coordsize="2,5726">
              <v:shape style="position:absolute;left:10884;top:-6019;width:2;height:5726" coordorigin="10884,-6019" coordsize="0,5726" path="m10884,-6019l10884,-29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6"/>
          <w:w w:val="100"/>
        </w:rPr>
        <w:t>Al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rcostanz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pertinen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6"/>
          <w:w w:val="100"/>
        </w:rPr>
        <w:t>(</w:t>
      </w:r>
      <w:r>
        <w:rPr>
          <w:b w:val="0"/>
          <w:bCs w:val="0"/>
          <w:spacing w:val="-5"/>
          <w:w w:val="100"/>
        </w:rPr>
        <w:t>fac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ativo):</w:t>
      </w:r>
      <w:r>
        <w:rPr>
          <w:b w:val="0"/>
          <w:bCs w:val="0"/>
          <w:spacing w:val="0"/>
          <w:w w:val="100"/>
        </w:rPr>
      </w:r>
    </w:p>
    <w:p>
      <w:pPr>
        <w:spacing w:line="288" w:lineRule="auto" w:before="74"/>
        <w:ind w:left="152" w:right="13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(N.B.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posson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esser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incluse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tal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sede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eventual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osservazion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relativ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all'extraterritorialità,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all'interruzion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termin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prescrizion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altr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conseguenz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reato)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</w:r>
    </w:p>
    <w:p>
      <w:pPr>
        <w:pStyle w:val="BodyText"/>
        <w:spacing w:before="26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205" w:right="0"/>
        <w:jc w:val="left"/>
      </w:pPr>
      <w:r>
        <w:rPr/>
        <w:pict>
          <v:group style="position:absolute;margin-left:50.470001pt;margin-top:37.413124pt;width:494.500026pt;height:173.139992pt;mso-position-horizontal-relative:page;mso-position-vertical-relative:paragraph;z-index:-566" coordorigin="1009,748" coordsize="9890,3463">
            <v:group style="position:absolute;left:1018;top:756;width:9874;height:2" coordorigin="1018,756" coordsize="9874,2">
              <v:shape style="position:absolute;left:1018;top:756;width:9874;height:2" coordorigin="1018,756" coordsize="9874,0" path="m1018,756l10891,756e" filled="f" stroked="t" strokeweight=".82pt" strokecolor="#000000">
                <v:path arrowok="t"/>
              </v:shape>
            </v:group>
            <v:group style="position:absolute;left:1025;top:759;width:2;height:3442" coordorigin="1025,759" coordsize="2,3442">
              <v:shape style="position:absolute;left:1025;top:759;width:2;height:3442" coordorigin="1025,759" coordsize="0,3442" path="m1025,759l1025,4200e" filled="f" stroked="t" strokeweight=".82pt" strokecolor="#000000">
                <v:path arrowok="t"/>
              </v:shape>
            </v:group>
            <v:group style="position:absolute;left:1018;top:4203;width:9874;height:2" coordorigin="1018,4203" coordsize="9874,2">
              <v:shape style="position:absolute;left:1018;top:4203;width:9874;height:2" coordorigin="1018,4203" coordsize="9874,0" path="m1018,4203l10891,4203e" filled="f" stroked="t" strokeweight=".82pt" strokecolor="#000000">
                <v:path arrowok="t"/>
              </v:shape>
            </v:group>
            <v:group style="position:absolute;left:10884;top:759;width:2;height:3442" coordorigin="10884,759" coordsize="2,3442">
              <v:shape style="position:absolute;left:10884;top:759;width:2;height:3442" coordorigin="10884,759" coordsize="0,3442" path="m10884,759l10884,420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242" w:lineRule="auto" w:before="69"/>
        <w:ind w:left="719" w:right="295" w:hanging="567"/>
        <w:jc w:val="left"/>
      </w:pPr>
      <w:r>
        <w:rPr/>
        <w:pict>
          <v:group style="position:absolute;margin-left:50.470001pt;margin-top:-102.036858pt;width:494.500026pt;height:88.179985pt;mso-position-horizontal-relative:page;mso-position-vertical-relative:paragraph;z-index:-567" coordorigin="1009,-2041" coordsize="9890,1764">
            <v:group style="position:absolute;left:1018;top:-2033;width:9874;height:2" coordorigin="1018,-2033" coordsize="9874,2">
              <v:shape style="position:absolute;left:1018;top:-2033;width:9874;height:2" coordorigin="1018,-2033" coordsize="9874,0" path="m1018,-2033l10891,-2033e" filled="f" stroked="t" strokeweight=".82pt" strokecolor="#000000">
                <v:path arrowok="t"/>
              </v:shape>
            </v:group>
            <v:group style="position:absolute;left:1025;top:-2030;width:2;height:1742" coordorigin="1025,-2030" coordsize="2,1742">
              <v:shape style="position:absolute;left:1025;top:-2030;width:2;height:1742" coordorigin="1025,-2030" coordsize="0,1742" path="m1025,-2030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2030;width:2;height:1742" coordorigin="10884,-2030" coordsize="2,1742">
              <v:shape style="position:absolute;left:10884;top:-2030;width:2;height:1742" coordorigin="10884,-2030" coordsize="0,1742" path="m10884,-2030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present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mandat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applic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anch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sequestr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consegn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ben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posson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essere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nece</w:t>
      </w:r>
      <w:r>
        <w:rPr>
          <w:b w:val="0"/>
          <w:bCs w:val="0"/>
          <w:spacing w:val="1"/>
          <w:w w:val="100"/>
        </w:rPr>
        <w:t>ssar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prova.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719" w:right="138"/>
        <w:jc w:val="left"/>
      </w:pP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present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mandat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applic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anch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sequestr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consegn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ben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stati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acquisi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dall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ricercat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seguit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reato: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Descrizi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ubicazi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de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ben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(s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noti):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1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240" w:lineRule="auto" w:before="71"/>
        <w:ind w:left="719" w:right="416" w:hanging="567"/>
        <w:jc w:val="left"/>
      </w:pP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reato/i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1"/>
          <w:w w:val="100"/>
        </w:rPr>
        <w:t>reat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bas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qua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mandat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d’arrest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europe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è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stat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emess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punibil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con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misur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sicurezz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priva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libert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vit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hann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comportato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l'inflizi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siffatt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misura: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6"/>
        </w:numPr>
        <w:tabs>
          <w:tab w:pos="719" w:val="left" w:leader="none"/>
        </w:tabs>
        <w:spacing w:line="240" w:lineRule="auto"/>
        <w:ind w:left="719" w:right="388" w:hanging="567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sistem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giudiziari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Stat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emittent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preved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evis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inflitt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richiest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pi</w:t>
      </w:r>
      <w:r>
        <w:rPr>
          <w:b w:val="0"/>
          <w:bCs w:val="0"/>
          <w:spacing w:val="0"/>
          <w:w w:val="100"/>
        </w:rPr>
        <w:t>ù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tard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dop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ann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affinch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misur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ques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no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2"/>
          <w:w w:val="100"/>
        </w:rPr>
        <w:t>sia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eseguita,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e/o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6"/>
        </w:numPr>
        <w:tabs>
          <w:tab w:pos="719" w:val="left" w:leader="none"/>
        </w:tabs>
        <w:spacing w:line="240" w:lineRule="auto"/>
        <w:ind w:left="719" w:right="353" w:hanging="567"/>
        <w:jc w:val="left"/>
      </w:pPr>
      <w:r>
        <w:rPr/>
        <w:pict>
          <v:group style="position:absolute;margin-left:50.470001pt;margin-top:91.553085pt;width:494.500026pt;height:295.300026pt;mso-position-horizontal-relative:page;mso-position-vertical-relative:paragraph;z-index:-564" coordorigin="1009,1831" coordsize="9890,5906">
            <v:group style="position:absolute;left:1018;top:1839;width:9874;height:2" coordorigin="1018,1839" coordsize="9874,2">
              <v:shape style="position:absolute;left:1018;top:1839;width:9874;height:2" coordorigin="1018,1839" coordsize="9874,0" path="m1018,1839l10891,1839e" filled="f" stroked="t" strokeweight=".82pt" strokecolor="#000000">
                <v:path arrowok="t"/>
              </v:shape>
            </v:group>
            <v:group style="position:absolute;left:1025;top:1842;width:2;height:5885" coordorigin="1025,1842" coordsize="2,5885">
              <v:shape style="position:absolute;left:1025;top:1842;width:2;height:5885" coordorigin="1025,1842" coordsize="0,5885" path="m1025,1842l1025,7726e" filled="f" stroked="t" strokeweight=".82pt" strokecolor="#000000">
                <v:path arrowok="t"/>
              </v:shape>
            </v:group>
            <v:group style="position:absolute;left:1018;top:7729;width:9874;height:2" coordorigin="1018,7729" coordsize="9874,2">
              <v:shape style="position:absolute;left:1018;top:7729;width:9874;height:2" coordorigin="1018,7729" coordsize="9874,0" path="m1018,7729l10891,7729e" filled="f" stroked="t" strokeweight=".82pt" strokecolor="#000000">
                <v:path arrowok="t"/>
              </v:shape>
            </v:group>
            <v:group style="position:absolute;left:10884;top:1842;width:2;height:5885" coordorigin="10884,1842" coordsize="2,5885">
              <v:shape style="position:absolute;left:10884;top:1842;width:2;height:5885" coordorigin="10884,1842" coordsize="0,5885" path="m10884,1842l10884,772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sistem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giudiziari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Stat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membr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emittent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preved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l'applicazi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misur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di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emenz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all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qual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diritt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virt</w:t>
      </w:r>
      <w:r>
        <w:rPr>
          <w:b w:val="0"/>
          <w:bCs w:val="0"/>
          <w:spacing w:val="0"/>
          <w:w w:val="100"/>
        </w:rPr>
        <w:t>ù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diritt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prass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Stat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membro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emittente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affinch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misur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2"/>
          <w:w w:val="100"/>
        </w:rPr>
        <w:t>ques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eseguita.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34.276886pt;width:494.500026pt;height:202.659966pt;mso-position-horizontal-relative:page;mso-position-vertical-relative:paragraph;z-index:-565" coordorigin="1009,-4686" coordsize="9890,4053">
            <v:group style="position:absolute;left:1018;top:-4677;width:9874;height:2" coordorigin="1018,-4677" coordsize="9874,2">
              <v:shape style="position:absolute;left:1018;top:-4677;width:9874;height:2" coordorigin="1018,-4677" coordsize="9874,0" path="m1018,-4677l10891,-4677e" filled="f" stroked="t" strokeweight=".82pt" strokecolor="#000000">
                <v:path arrowok="t"/>
              </v:shape>
            </v:group>
            <v:group style="position:absolute;left:1025;top:-4675;width:2;height:4032" coordorigin="1025,-4675" coordsize="2,4032">
              <v:shape style="position:absolute;left:1025;top:-4675;width:2;height:4032" coordorigin="1025,-4675" coordsize="0,4032" path="m1025,-4675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4675;width:2;height:4032" coordorigin="10884,-4675" coordsize="2,4032">
              <v:shape style="position:absolute;left:10884;top:-4675;width:2;height:4032" coordorigin="10884,-4675" coordsize="0,4032" path="m10884,-4675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Autor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udiziari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emess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mandato: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3"/>
          <w:w w:val="100"/>
        </w:rPr>
        <w:t>Den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minazi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ufficiale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5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2"/>
          <w:w w:val="100"/>
        </w:rPr>
        <w:t>No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rappresentant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0"/>
          <w:w w:val="100"/>
          <w:position w:val="0"/>
        </w:rPr>
        <w:t>: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Funz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2"/>
          <w:w w:val="100"/>
        </w:rPr>
        <w:t>(t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o/grado):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04" w:lineRule="auto"/>
        <w:ind w:left="719" w:right="0"/>
        <w:jc w:val="left"/>
      </w:pP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1"/>
          <w:w w:val="100"/>
        </w:rPr>
        <w:t>er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feriment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fascic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Ind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1"/>
          <w:w w:val="100"/>
        </w:rPr>
        <w:t>zzo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40" w:lineRule="exact" w:before="8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1"/>
          <w:w w:val="100"/>
        </w:rPr>
        <w:t>er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4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1"/>
          <w:w w:val="100"/>
        </w:rPr>
        <w:t>on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1"/>
          <w:w w:val="100"/>
        </w:rPr>
        <w:t>(cod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paese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(codic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città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69"/>
        <w:ind w:left="719" w:right="0"/>
        <w:jc w:val="left"/>
      </w:pP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1"/>
          <w:w w:val="100"/>
        </w:rPr>
        <w:t>er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fax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(codic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paese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(codic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città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il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9" w:lineRule="auto" w:before="2"/>
        <w:ind w:left="719" w:right="236"/>
        <w:jc w:val="left"/>
      </w:pPr>
      <w:r>
        <w:rPr>
          <w:b w:val="0"/>
          <w:bCs w:val="0"/>
          <w:spacing w:val="-1"/>
          <w:w w:val="100"/>
        </w:rPr>
        <w:t>Estrem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contattar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prend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necessari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disposizi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pratich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rela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5"/>
          <w:w w:val="100"/>
        </w:rPr>
        <w:t>ive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99"/>
        </w:rPr>
        <w:t> </w:t>
      </w:r>
      <w:r>
        <w:rPr>
          <w:b w:val="0"/>
          <w:bCs w:val="0"/>
          <w:spacing w:val="-1"/>
          <w:w w:val="100"/>
        </w:rPr>
        <w:t>all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consegna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4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before="78"/>
        <w:ind w:right="0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63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2"/>
          <w:w w:val="100"/>
          <w:position w:val="0"/>
        </w:rPr>
        <w:t>Nell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vari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versi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linguis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ich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far</w:t>
      </w:r>
      <w:r>
        <w:rPr>
          <w:b w:val="0"/>
          <w:bCs w:val="0"/>
          <w:spacing w:val="0"/>
          <w:w w:val="100"/>
          <w:position w:val="0"/>
        </w:rPr>
        <w:t>à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riferiment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"titolare</w:t>
      </w:r>
      <w:r>
        <w:rPr>
          <w:b w:val="0"/>
          <w:bCs w:val="0"/>
          <w:spacing w:val="0"/>
          <w:w w:val="100"/>
          <w:position w:val="0"/>
        </w:rPr>
        <w:t>"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dell'autorit</w:t>
      </w:r>
      <w:r>
        <w:rPr>
          <w:b w:val="0"/>
          <w:bCs w:val="0"/>
          <w:spacing w:val="0"/>
          <w:w w:val="100"/>
          <w:position w:val="0"/>
        </w:rPr>
        <w:t>à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giudiziaria.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79" w:lineRule="auto" w:before="69"/>
        <w:ind w:right="460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cas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designazi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un'autorit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central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trasmission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ricezi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amministrativ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manda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"/>
          <w:w w:val="100"/>
        </w:rPr>
        <w:t>'arrest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europei: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3"/>
          <w:w w:val="100"/>
        </w:rPr>
        <w:t>Den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minazi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dell'autorit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centrale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Person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contattare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cas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(titolo/grad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nome)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Ind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1"/>
          <w:w w:val="100"/>
        </w:rPr>
        <w:t>zzo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1"/>
          <w:w w:val="100"/>
        </w:rPr>
        <w:t>er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4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9"/>
          <w:w w:val="100"/>
        </w:rPr>
        <w:t>f</w:t>
      </w:r>
      <w:r>
        <w:rPr>
          <w:b w:val="0"/>
          <w:bCs w:val="0"/>
          <w:spacing w:val="1"/>
          <w:w w:val="100"/>
        </w:rPr>
        <w:t>on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1"/>
          <w:w w:val="100"/>
        </w:rPr>
        <w:t>(cod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paese)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(cod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della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tt</w:t>
      </w:r>
      <w:r>
        <w:rPr>
          <w:b w:val="0"/>
          <w:bCs w:val="0"/>
          <w:spacing w:val="-7"/>
          <w:w w:val="100"/>
        </w:rPr>
        <w:t>à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(...)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96" w:lineRule="auto" w:before="69"/>
        <w:ind w:left="719" w:right="0"/>
        <w:jc w:val="left"/>
      </w:pPr>
      <w:r>
        <w:rPr/>
        <w:pict>
          <v:group style="position:absolute;margin-left:50.470001pt;margin-top:71.483131pt;width:494.500026pt;height:174.82pt;mso-position-horizontal-relative:page;mso-position-vertical-relative:paragraph;z-index:-561" coordorigin="1009,1430" coordsize="9890,3496">
            <v:group style="position:absolute;left:1018;top:1438;width:9874;height:2" coordorigin="1018,1438" coordsize="9874,2">
              <v:shape style="position:absolute;left:1018;top:1438;width:9874;height:2" coordorigin="1018,1438" coordsize="9874,0" path="m1018,1438l10891,1438e" filled="f" stroked="t" strokeweight=".82pt" strokecolor="#000000">
                <v:path arrowok="t"/>
              </v:shape>
            </v:group>
            <v:group style="position:absolute;left:1025;top:1440;width:2;height:3475" coordorigin="1025,1440" coordsize="2,3475">
              <v:shape style="position:absolute;left:1025;top:1440;width:2;height:3475" coordorigin="1025,1440" coordsize="0,3475" path="m1025,1440l1025,4915e" filled="f" stroked="t" strokeweight=".82pt" strokecolor="#000000">
                <v:path arrowok="t"/>
              </v:shape>
            </v:group>
            <v:group style="position:absolute;left:1018;top:4918;width:9874;height:2" coordorigin="1018,4918" coordsize="9874,2">
              <v:shape style="position:absolute;left:1018;top:4918;width:9874;height:2" coordorigin="1018,4918" coordsize="9874,0" path="m1018,4918l10891,4918e" filled="f" stroked="t" strokeweight=".82pt" strokecolor="#000000">
                <v:path arrowok="t"/>
              </v:shape>
            </v:group>
            <v:group style="position:absolute;left:10884;top:1440;width:2;height:3475" coordorigin="10884,1440" coordsize="2,3475">
              <v:shape style="position:absolute;left:10884;top:1440;width:2;height:3475" coordorigin="10884,1440" coordsize="0,3475" path="m10884,1440l10884,4915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Nu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1"/>
          <w:w w:val="100"/>
        </w:rPr>
        <w:t>er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fax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(codic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paese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(codic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dell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città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il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74.116913pt;width:494.500026pt;height:242.500054pt;mso-position-horizontal-relative:page;mso-position-vertical-relative:paragraph;z-index:-562" coordorigin="1009,-5482" coordsize="9890,4850">
            <v:group style="position:absolute;left:1018;top:-5474;width:9874;height:2" coordorigin="1018,-5474" coordsize="9874,2">
              <v:shape style="position:absolute;left:1018;top:-5474;width:9874;height:2" coordorigin="1018,-5474" coordsize="9874,0" path="m1018,-5474l10891,-5474e" filled="f" stroked="t" strokeweight=".82pt" strokecolor="#000000">
                <v:path arrowok="t"/>
              </v:shape>
            </v:group>
            <v:group style="position:absolute;left:1025;top:-5472;width:2;height:4829" coordorigin="1025,-5472" coordsize="2,4829">
              <v:shape style="position:absolute;left:1025;top:-5472;width:2;height:4829" coordorigin="1025,-5472" coordsize="0,4829" path="m1025,-5472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472;width:2;height:4829" coordorigin="10884,-5472" coordsize="2,4829">
              <v:shape style="position:absolute;left:10884;top:-5472;width:2;height:4829" coordorigin="10884,-5472" coordsize="0,4829" path="m10884,-5472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dell'autor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udiziari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emittent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e/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su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rappresentante: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Cogno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right="0"/>
        <w:jc w:val="left"/>
      </w:pPr>
      <w:r>
        <w:rPr>
          <w:b w:val="0"/>
          <w:bCs w:val="0"/>
          <w:spacing w:val="-2"/>
          <w:w w:val="100"/>
        </w:rPr>
        <w:t>Funzi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0"/>
          <w:w w:val="100"/>
        </w:rPr>
        <w:t>(titolo/grado)</w:t>
      </w:r>
      <w:r>
        <w:rPr>
          <w:b w:val="0"/>
          <w:bCs w:val="0"/>
          <w:spacing w:val="-6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0"/>
          <w:w w:val="100"/>
        </w:rPr>
        <w:t>Data:</w:t>
      </w:r>
      <w:r>
        <w:rPr>
          <w:b w:val="0"/>
          <w:bCs w:val="0"/>
          <w:spacing w:val="-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28.479996pt;margin-top:78.11512pt;width:138.000023pt;height:.1pt;mso-position-horizontal-relative:page;mso-position-vertical-relative:paragraph;z-index:-560" coordorigin="4570,1562" coordsize="2760,2">
            <v:shape style="position:absolute;left:4570;top:1562;width:2760;height:2" coordorigin="4570,1562" coordsize="2760,0" path="m4570,1562l7330,1562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Timbr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ufficial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disponibile):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8.599976pt;margin-top:796.715881pt;width:20.920744pt;height:20pt;mso-position-horizontal-relative:page;mso-position-vertical-relative:page;z-index:-579" type="#_x0000_t202" filled="f" stroked="f">
          <v:textbox inset="0,0,0,0">
            <w:txbxContent>
              <w:p>
                <w:pPr>
                  <w:spacing w:line="388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IT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78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77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65.848381pt;height:28.4pt;mso-position-horizontal-relative:page;mso-position-vertical-relative:page;z-index:-576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ALLEGATO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9.320007pt;margin-top:785.223938pt;width:51.284081pt;height:14pt;mso-position-horizontal-relative:page;mso-position-vertical-relative:page;z-index:-575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3"/>
                    <w:w w:val="100"/>
                  </w:rPr>
                  <w:t>c</w:t>
                </w:r>
                <w:r>
                  <w:rPr>
                    <w:b w:val="0"/>
                    <w:bCs w:val="0"/>
                    <w:spacing w:val="-11"/>
                    <w:w w:val="100"/>
                  </w:rPr>
                  <w:t>i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p/CIP</w:t>
                </w:r>
                <w:r>
                  <w:rPr>
                    <w:b w:val="0"/>
                    <w:bCs w:val="0"/>
                    <w:spacing w:val="5"/>
                    <w:w w:val="100"/>
                  </w:rPr>
                  <w:t>/</w:t>
                </w:r>
                <w:r>
                  <w:rPr>
                    <w:b w:val="0"/>
                    <w:bCs w:val="0"/>
                    <w:spacing w:val="-8"/>
                    <w:w w:val="100"/>
                  </w:rPr>
                  <w:t>fo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8.599976pt;margin-top:785.223938pt;width:21.960023pt;height:31.491957pt;mso-position-horizontal-relative:page;mso-position-vertical-relative:page;z-index:-574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119" w:right="0"/>
                  <w:jc w:val="center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20" w:firstLine="0"/>
                  <w:jc w:val="center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IT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73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1"/>
      <w:numFmt w:val="upperRoman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4"/>
      <w:numFmt w:val="lowerLetter"/>
      <w:lvlText w:val="%1)"/>
      <w:lvlJc w:val="left"/>
      <w:pPr>
        <w:ind w:hanging="20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9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GEN</dc:title>
  <dcterms:created xsi:type="dcterms:W3CDTF">2014-11-19T09:16:51Z</dcterms:created>
  <dcterms:modified xsi:type="dcterms:W3CDTF">2014-11-19T09:16:51Z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2012-09-13T00:00:00Z</vt:filetime>
  </property>
  <property fmtid="{D5CDD505-2E9C-101B-9397-08002B2CF9AE}" pid="3" name="LastSaved">
    <vt:filetime>2014-11-19T00:00:00Z</vt:filetime>
  </property>
</Properties>
</file>