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2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971" w:top="620" w:bottom="1160" w:left="980" w:right="980"/>
          <w:pgNumType w:start="1"/>
        </w:sectPr>
      </w:pPr>
    </w:p>
    <w:p>
      <w:pPr>
        <w:pStyle w:val="Heading1"/>
        <w:spacing w:line="242" w:lineRule="auto" w:before="69"/>
        <w:ind w:left="2024" w:right="0" w:firstLine="1473"/>
        <w:jc w:val="left"/>
        <w:rPr>
          <w:b w:val="0"/>
          <w:bCs w:val="0"/>
        </w:rPr>
      </w:pPr>
      <w:r>
        <w:rPr>
          <w:spacing w:val="-1"/>
          <w:w w:val="100"/>
        </w:rPr>
        <w:t>SVET</w:t>
      </w:r>
      <w:r>
        <w:rPr>
          <w:rFonts w:ascii="Times New Roman" w:hAnsi="Times New Roman" w:cs="Times New Roman" w:eastAsia="Times New Roman"/>
          <w:spacing w:val="-1"/>
          <w:w w:val="100"/>
        </w:rPr>
        <w:t> </w:t>
      </w:r>
      <w:r>
        <w:rPr>
          <w:spacing w:val="-1"/>
          <w:w w:val="100"/>
        </w:rPr>
        <w:t>EVROPSK</w:t>
      </w:r>
      <w:r>
        <w:rPr>
          <w:spacing w:val="0"/>
          <w:w w:val="100"/>
        </w:rPr>
        <w:t>E</w:t>
      </w:r>
      <w:r>
        <w:rPr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pacing w:val="-12"/>
          <w:w w:val="100"/>
        </w:rPr>
      </w:r>
      <w:r>
        <w:rPr>
          <w:spacing w:val="-1"/>
          <w:w w:val="100"/>
        </w:rPr>
        <w:t>UNIJE</w:t>
      </w:r>
      <w:r>
        <w:rPr>
          <w:b w:val="0"/>
          <w:bCs w:val="0"/>
          <w:spacing w:val="0"/>
          <w:w w:val="100"/>
        </w:rPr>
      </w:r>
    </w:p>
    <w:p>
      <w:pPr>
        <w:spacing w:line="242" w:lineRule="auto" w:before="69"/>
        <w:ind w:left="1657" w:right="116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Bruselj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27.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julij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2011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(28.07)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1160" w:left="980" w:right="980"/>
          <w:cols w:num="2" w:equalWidth="0">
            <w:col w:w="4124" w:space="40"/>
            <w:col w:w="5776"/>
          </w:cols>
        </w:sectPr>
      </w:pP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786" w:val="left" w:leader="none"/>
        </w:tabs>
        <w:spacing w:before="69"/>
        <w:ind w:left="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  <w:u w:val="single" w:color="000000"/>
        </w:rPr>
        <w:t>DOPIS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tabs>
          <w:tab w:pos="1851" w:val="left" w:leader="none"/>
        </w:tabs>
        <w:spacing w:line="275" w:lineRule="auto" w:before="41"/>
        <w:ind w:right="6140"/>
        <w:jc w:val="left"/>
      </w:pPr>
      <w:r>
        <w:rPr/>
        <w:pict>
          <v:group style="position:absolute;margin-left:56.639999pt;margin-top:32.573116pt;width:481.680008pt;height:.1pt;mso-position-horizontal-relative:page;mso-position-vertical-relative:paragraph;z-index:-576" coordorigin="1133,651" coordsize="9634,2">
            <v:shape style="position:absolute;left:1133;top:651;width:9634;height:2" coordorigin="1133,651" coordsize="9634,0" path="m1133,651l10766,651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Pošiljatel</w:t>
      </w:r>
      <w:r>
        <w:rPr>
          <w:b w:val="0"/>
          <w:bCs w:val="0"/>
          <w:spacing w:val="-6"/>
          <w:w w:val="100"/>
        </w:rPr>
        <w:t>j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generaln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sekretariat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2"/>
          <w:w w:val="100"/>
        </w:rPr>
        <w:t>Pre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2"/>
          <w:w w:val="100"/>
        </w:rPr>
        <w:t>emni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egacije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</w:tabs>
        <w:spacing w:line="285" w:lineRule="exact"/>
        <w:ind w:right="0"/>
        <w:jc w:val="left"/>
      </w:pPr>
      <w:r>
        <w:rPr>
          <w:b w:val="0"/>
          <w:bCs w:val="0"/>
          <w:spacing w:val="-1"/>
          <w:w w:val="100"/>
          <w:position w:val="-3"/>
        </w:rPr>
        <w:t>Zadeva</w:t>
      </w:r>
      <w:r>
        <w:rPr>
          <w:b w:val="0"/>
          <w:bCs w:val="0"/>
          <w:spacing w:val="0"/>
          <w:w w:val="100"/>
          <w:position w:val="-3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-3"/>
        </w:rPr>
        <w:tab/>
      </w:r>
      <w:r>
        <w:rPr>
          <w:b w:val="0"/>
          <w:bCs w:val="0"/>
          <w:spacing w:val="-1"/>
          <w:w w:val="100"/>
          <w:position w:val="0"/>
        </w:rPr>
        <w:t>Okvirn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skle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Svet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2009/299/PN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dn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26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februarj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42" w:lineRule="exact"/>
        <w:ind w:left="1852" w:right="0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spre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mb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okvirni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sklep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2002/584/PNZ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2005/214/PNZ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2006/783/PNZ,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1852" w:right="0"/>
        <w:jc w:val="left"/>
      </w:pPr>
      <w:r>
        <w:rPr>
          <w:b w:val="0"/>
          <w:bCs w:val="0"/>
          <w:spacing w:val="-1"/>
          <w:w w:val="100"/>
        </w:rPr>
        <w:t>2008/909/PN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2008/947/PN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zarad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krepitv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procesni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pravi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ose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ter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 w:before="7"/>
        <w:ind w:left="1852" w:right="280"/>
        <w:jc w:val="left"/>
      </w:pPr>
      <w:r>
        <w:rPr>
          <w:b w:val="0"/>
          <w:bCs w:val="0"/>
          <w:spacing w:val="-1"/>
          <w:w w:val="100"/>
        </w:rPr>
        <w:t>spodbujanj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uporab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načel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vzajemneg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priznavanj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odločb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izdani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7"/>
          <w:w w:val="100"/>
        </w:rPr>
        <w:t>o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3"/>
          <w:w w:val="100"/>
        </w:rPr>
        <w:t>nj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odsotnosti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-1"/>
          <w:w w:val="100"/>
        </w:rPr>
        <w:t>zadevn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osebe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  <w:tab w:pos="9795" w:val="left" w:leader="none"/>
        </w:tabs>
        <w:spacing w:before="33"/>
        <w:ind w:left="13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prečiščena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različica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obrazca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ev</w:t>
      </w:r>
      <w:r>
        <w:rPr>
          <w:b w:val="0"/>
          <w:bCs w:val="0"/>
          <w:spacing w:val="0"/>
          <w:w w:val="100"/>
          <w:u w:val="single" w:color="000000"/>
        </w:rPr>
        <w:t>r</w:t>
      </w:r>
      <w:r>
        <w:rPr>
          <w:b w:val="0"/>
          <w:bCs w:val="0"/>
          <w:spacing w:val="1"/>
          <w:w w:val="100"/>
          <w:u w:val="single" w:color="000000"/>
        </w:rPr>
        <w:t>opski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nalog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prije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je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225.600006pt;margin-top:58.525116pt;width:144.000014pt;height:.1pt;mso-position-horizontal-relative:page;mso-position-vertical-relative:paragraph;z-index:-575" coordorigin="4512,1171" coordsize="2880,2">
            <v:shape style="position:absolute;left:4512;top:1171;width:2880;height:2" coordorigin="4512,1171" coordsize="2880,0" path="m4512,1171l7392,1171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prilog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pošiljam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prečiščen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različic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obrazc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evropsk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nalo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prijetje.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Heading1"/>
        <w:spacing w:before="74"/>
        <w:ind w:left="0" w:right="148"/>
        <w:jc w:val="right"/>
        <w:rPr>
          <w:b w:val="0"/>
          <w:bCs w:val="0"/>
        </w:rPr>
      </w:pPr>
      <w:r>
        <w:rPr>
          <w:w w:val="99"/>
        </w:rPr>
      </w:r>
      <w:r>
        <w:rPr>
          <w:spacing w:val="-1"/>
          <w:w w:val="95"/>
          <w:u w:val="thick" w:color="000000"/>
        </w:rPr>
        <w:t>PRILOGA</w:t>
      </w:r>
      <w:r>
        <w:rPr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78"/>
        <w:ind w:left="3042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EVROPSK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NALO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G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PRIJETJ</w:t>
      </w:r>
      <w:r>
        <w:rPr>
          <w:rFonts w:ascii="Times New Roman" w:hAnsi="Times New Roman" w:cs="Times New Roman" w:eastAsia="Times New Roman"/>
          <w:b/>
          <w:bCs/>
          <w:spacing w:val="3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580"/>
        <w:jc w:val="left"/>
      </w:pP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nalo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izda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pristojn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pravosodn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organ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Zahteva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prije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naveden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eb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njen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predajo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zaradi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uvedb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kazenskeg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postopk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izvrši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kazn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zapor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ukrepa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vezaneg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odvzem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prostosti.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line="241" w:lineRule="auto" w:before="78"/>
        <w:ind w:left="719" w:right="703" w:hanging="567"/>
        <w:jc w:val="left"/>
      </w:pPr>
      <w:r>
        <w:rPr/>
        <w:pict>
          <v:group style="position:absolute;margin-left:56.639999pt;margin-top:.428747pt;width:144.240006pt;height:.1pt;mso-position-horizontal-relative:page;mso-position-vertical-relative:paragraph;z-index:-574" coordorigin="1133,9" coordsize="2885,2">
            <v:shape style="position:absolute;left:1133;top:9;width:2885;height:2" coordorigin="1133,9" coordsize="2885,0" path="m1133,9l4018,9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2"/>
          <w:w w:val="100"/>
          <w:position w:val="0"/>
        </w:rPr>
        <w:t>"T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nalo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mor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bi</w:t>
      </w:r>
      <w:r>
        <w:rPr>
          <w:b w:val="0"/>
          <w:bCs w:val="0"/>
          <w:spacing w:val="10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6"/>
          <w:w w:val="100"/>
          <w:position w:val="0"/>
        </w:rPr>
        <w:t>na</w:t>
      </w:r>
      <w:r>
        <w:rPr>
          <w:b w:val="0"/>
          <w:bCs w:val="0"/>
          <w:spacing w:val="4"/>
          <w:w w:val="100"/>
          <w:position w:val="0"/>
        </w:rPr>
        <w:t>p</w:t>
      </w:r>
      <w:r>
        <w:rPr>
          <w:b w:val="0"/>
          <w:bCs w:val="0"/>
          <w:spacing w:val="-1"/>
          <w:w w:val="100"/>
          <w:position w:val="0"/>
        </w:rPr>
        <w:t>isa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al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prevede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eneg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izme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uradni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jeziko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držav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članice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izvršiteljice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č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držav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znana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al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kater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</w:t>
      </w:r>
      <w:r>
        <w:rPr>
          <w:b w:val="0"/>
          <w:bCs w:val="0"/>
          <w:spacing w:val="8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0"/>
        </w:rPr>
      </w:r>
      <w:r>
        <w:rPr>
          <w:b w:val="0"/>
          <w:bCs w:val="0"/>
          <w:spacing w:val="-3"/>
          <w:w w:val="100"/>
          <w:position w:val="0"/>
        </w:rPr>
        <w:t>drug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1"/>
          <w:w w:val="100"/>
          <w:position w:val="0"/>
        </w:rPr>
        <w:t>j</w:t>
      </w:r>
      <w:r>
        <w:rPr>
          <w:b w:val="0"/>
          <w:bCs w:val="0"/>
          <w:spacing w:val="1"/>
          <w:w w:val="100"/>
          <w:position w:val="0"/>
        </w:rPr>
        <w:t>ezik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1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držav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sprejema."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1" w:lineRule="auto"/>
        <w:jc w:val="left"/>
        <w:sectPr>
          <w:footerReference w:type="default" r:id="rId7"/>
          <w:pgSz w:w="11900" w:h="16820"/>
          <w:pgMar w:footer="971" w:header="0" w:top="1320" w:bottom="1160" w:left="980" w:right="98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7"/>
        <w:ind w:left="719" w:right="0" w:hanging="567"/>
        <w:jc w:val="left"/>
      </w:pPr>
      <w:r>
        <w:rPr>
          <w:b w:val="0"/>
          <w:bCs w:val="0"/>
          <w:spacing w:val="0"/>
          <w:w w:val="100"/>
        </w:rPr>
        <w:t>Podatki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den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2"/>
          <w:w w:val="100"/>
        </w:rPr>
        <w:t>et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zahtevan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osebe: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187"/>
        <w:jc w:val="both"/>
      </w:pP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81" w:right="187"/>
        <w:jc w:val="both"/>
      </w:pPr>
      <w:r>
        <w:rPr>
          <w:b w:val="0"/>
          <w:bCs w:val="0"/>
          <w:spacing w:val="1"/>
          <w:w w:val="100"/>
        </w:rPr>
        <w:t>Ro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stn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ime(na)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187"/>
        <w:jc w:val="both"/>
      </w:pPr>
      <w:r>
        <w:rPr>
          <w:b w:val="0"/>
          <w:bCs w:val="0"/>
          <w:spacing w:val="-1"/>
          <w:w w:val="100"/>
        </w:rPr>
        <w:t>Deklišk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priime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uporablja)</w:t>
      </w:r>
      <w:r>
        <w:rPr>
          <w:b w:val="0"/>
          <w:bCs w:val="0"/>
          <w:spacing w:val="1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187"/>
        <w:jc w:val="both"/>
      </w:pPr>
      <w:r>
        <w:rPr>
          <w:b w:val="0"/>
          <w:bCs w:val="0"/>
          <w:spacing w:val="-1"/>
          <w:w w:val="100"/>
        </w:rPr>
        <w:t>Vzdevk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uporab</w:t>
      </w:r>
      <w:r>
        <w:rPr>
          <w:b w:val="0"/>
          <w:bCs w:val="0"/>
          <w:spacing w:val="-2"/>
          <w:w w:val="100"/>
        </w:rPr>
        <w:t>lja)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187"/>
        <w:jc w:val="both"/>
      </w:pPr>
      <w:r>
        <w:rPr>
          <w:b w:val="0"/>
          <w:bCs w:val="0"/>
          <w:spacing w:val="1"/>
          <w:w w:val="100"/>
        </w:rPr>
        <w:t>Spo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187"/>
        <w:jc w:val="both"/>
      </w:pPr>
      <w:r>
        <w:rPr>
          <w:b w:val="0"/>
          <w:bCs w:val="0"/>
          <w:spacing w:val="0"/>
          <w:w w:val="100"/>
        </w:rPr>
        <w:t>Državljanstvo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187"/>
        <w:jc w:val="both"/>
      </w:pPr>
      <w:r>
        <w:rPr>
          <w:b w:val="0"/>
          <w:bCs w:val="0"/>
          <w:spacing w:val="0"/>
          <w:w w:val="100"/>
        </w:rPr>
        <w:t>Datum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rojstva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187"/>
        <w:jc w:val="both"/>
      </w:pPr>
      <w:r>
        <w:rPr>
          <w:b w:val="0"/>
          <w:bCs w:val="0"/>
          <w:spacing w:val="-2"/>
          <w:w w:val="100"/>
        </w:rPr>
        <w:t>Kra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7"/>
          <w:w w:val="100"/>
        </w:rPr>
        <w:t>js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3"/>
          <w:w w:val="100"/>
        </w:rPr>
        <w:t>va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187"/>
        <w:jc w:val="both"/>
      </w:pPr>
      <w:r>
        <w:rPr>
          <w:b w:val="0"/>
          <w:bCs w:val="0"/>
          <w:spacing w:val="-2"/>
          <w:w w:val="100"/>
        </w:rPr>
        <w:t>Prebivališč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in/al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znan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nasl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6"/>
          <w:w w:val="100"/>
        </w:rPr>
        <w:t>v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187"/>
        <w:jc w:val="both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4122"/>
        <w:jc w:val="both"/>
      </w:pPr>
      <w:r>
        <w:rPr>
          <w:b w:val="0"/>
          <w:bCs w:val="0"/>
          <w:spacing w:val="-1"/>
          <w:w w:val="100"/>
        </w:rPr>
        <w:t>Jezik(i)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zahtevan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oseb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razum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znano):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187"/>
        <w:jc w:val="both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187"/>
        <w:jc w:val="both"/>
      </w:pPr>
      <w:r>
        <w:rPr>
          <w:b w:val="0"/>
          <w:bCs w:val="0"/>
          <w:spacing w:val="-1"/>
          <w:w w:val="100"/>
        </w:rPr>
        <w:t>Prepoznavn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znamenja/opi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zahtevan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osebe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187"/>
        <w:jc w:val="both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/>
        <w:ind w:left="719" w:right="252"/>
        <w:jc w:val="both"/>
      </w:pPr>
      <w:r>
        <w:rPr/>
        <w:pict>
          <v:group style="position:absolute;margin-left:50.470001pt;margin-top:111.473129pt;width:494.500026pt;height:193.540001pt;mso-position-horizontal-relative:page;mso-position-vertical-relative:paragraph;z-index:-572" coordorigin="1009,2229" coordsize="9890,3871">
            <v:group style="position:absolute;left:1018;top:2238;width:9874;height:2" coordorigin="1018,2238" coordsize="9874,2">
              <v:shape style="position:absolute;left:1018;top:2238;width:9874;height:2" coordorigin="1018,2238" coordsize="9874,0" path="m1018,2238l10891,2238e" filled="f" stroked="t" strokeweight=".82pt" strokecolor="#000000">
                <v:path arrowok="t"/>
              </v:shape>
            </v:group>
            <v:group style="position:absolute;left:1025;top:2240;width:2;height:3850" coordorigin="1025,2240" coordsize="2,3850">
              <v:shape style="position:absolute;left:1025;top:2240;width:2;height:3850" coordorigin="1025,2240" coordsize="0,3850" path="m1025,2240l1025,6090e" filled="f" stroked="t" strokeweight=".82pt" strokecolor="#000000">
                <v:path arrowok="t"/>
              </v:shape>
            </v:group>
            <v:group style="position:absolute;left:1018;top:6092;width:9874;height:2" coordorigin="1018,6092" coordsize="9874,2">
              <v:shape style="position:absolute;left:1018;top:6092;width:9874;height:2" coordorigin="1018,6092" coordsize="9874,0" path="m1018,6092l10891,6092e" filled="f" stroked="t" strokeweight=".82pt" strokecolor="#000000">
                <v:path arrowok="t"/>
              </v:shape>
            </v:group>
            <v:group style="position:absolute;left:10884;top:2240;width:2;height:3850" coordorigin="10884,2240" coordsize="2,3850">
              <v:shape style="position:absolute;left:10884;top:2240;width:2;height:3850" coordorigin="10884,2240" coordsize="0,3850" path="m10884,2240l10884,609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Fotografij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prstn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odtis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zahtevan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osebe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8"/>
          <w:w w:val="100"/>
        </w:rPr>
        <w:t>z</w:t>
      </w:r>
      <w:r>
        <w:rPr>
          <w:b w:val="0"/>
          <w:bCs w:val="0"/>
          <w:spacing w:val="-1"/>
          <w:w w:val="100"/>
        </w:rPr>
        <w:t>nan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lahk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posredujejo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podate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osebi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mogoč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kontaktirati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priskrbij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1"/>
          <w:w w:val="100"/>
        </w:rPr>
        <w:t>podatk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ali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profi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DN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dokazi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4"/>
          <w:w w:val="100"/>
        </w:rPr>
        <w:t>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8"/>
          <w:w w:val="100"/>
        </w:rPr>
        <w:t>lj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venda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nis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bil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vključeni)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88.836914pt;width:494.500026pt;height:374.740013pt;mso-position-horizontal-relative:page;mso-position-vertical-relative:paragraph;z-index:-573" coordorigin="1009,-7777" coordsize="9890,7495">
            <v:group style="position:absolute;left:1018;top:-7769;width:9874;height:2" coordorigin="1018,-7769" coordsize="9874,2">
              <v:shape style="position:absolute;left:1018;top:-7769;width:9874;height:2" coordorigin="1018,-7769" coordsize="9874,0" path="m1018,-7769l10891,-7769e" filled="f" stroked="t" strokeweight=".82pt" strokecolor="#000000">
                <v:path arrowok="t"/>
              </v:shape>
            </v:group>
            <v:group style="position:absolute;left:1025;top:-7766;width:2;height:7474" coordorigin="1025,-7766" coordsize="2,7474">
              <v:shape style="position:absolute;left:1025;top:-7766;width:2;height:7474" coordorigin="1025,-7766" coordsize="0,7474" path="m1025,-7766l1025,-293e" filled="f" stroked="t" strokeweight=".82pt" strokecolor="#000000">
                <v:path arrowok="t"/>
              </v:shape>
            </v:group>
            <v:group style="position:absolute;left:1018;top:-290;width:9874;height:2" coordorigin="1018,-290" coordsize="9874,2">
              <v:shape style="position:absolute;left:1018;top:-290;width:9874;height:2" coordorigin="1018,-290" coordsize="9874,0" path="m1018,-290l10891,-290e" filled="f" stroked="t" strokeweight=".82pt" strokecolor="#000000">
                <v:path arrowok="t"/>
              </v:shape>
            </v:group>
            <v:group style="position:absolute;left:10884;top:-7766;width:2;height:7474" coordorigin="10884,-7766" coordsize="2,7474">
              <v:shape style="position:absolute;left:10884;top:-7766;width:2;height:7474" coordorigin="10884,-7766" coordsize="0,7474" path="m10884,-7766l10884,-29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Od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1"/>
          <w:w w:val="100"/>
        </w:rPr>
        <w:t>očba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podlag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kater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izda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nalog: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1"/>
          <w:w w:val="100"/>
        </w:rPr>
        <w:t>Na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prije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6"/>
          <w:w w:val="100"/>
        </w:rPr>
        <w:t>s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dn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odločb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enaki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učinkom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0"/>
          <w:w w:val="100"/>
        </w:rPr>
        <w:t>Vrsta: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1285" w:val="left" w:leader="none"/>
        </w:tabs>
        <w:ind w:left="719" w:right="0"/>
        <w:jc w:val="left"/>
      </w:pPr>
      <w:r>
        <w:rPr>
          <w:b w:val="0"/>
          <w:bCs w:val="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Izvršljiv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sodba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..............</w:t>
      </w:r>
      <w:r>
        <w:rPr>
          <w:b w:val="0"/>
          <w:bCs w:val="0"/>
          <w:spacing w:val="-4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</w:t>
      </w:r>
    </w:p>
    <w:p>
      <w:pPr>
        <w:pStyle w:val="BodyText"/>
        <w:spacing w:before="74"/>
        <w:ind w:left="1285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</w:t>
      </w:r>
    </w:p>
    <w:p>
      <w:pPr>
        <w:pStyle w:val="BodyText"/>
        <w:spacing w:before="74"/>
        <w:ind w:left="1285" w:right="0"/>
        <w:jc w:val="left"/>
      </w:pPr>
      <w:r>
        <w:rPr>
          <w:b w:val="0"/>
          <w:bCs w:val="0"/>
          <w:spacing w:val="-1"/>
          <w:w w:val="100"/>
        </w:rPr>
        <w:t>Referenčn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-1"/>
          <w:w w:val="100"/>
        </w:rPr>
        <w:t>številka: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0"/>
        <w:ind w:left="719" w:right="0"/>
        <w:jc w:val="left"/>
      </w:pPr>
      <w:r>
        <w:rPr>
          <w:b w:val="0"/>
          <w:bCs w:val="0"/>
          <w:spacing w:val="0"/>
          <w:w w:val="100"/>
        </w:rPr>
        <w:t>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</w:t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>
          <w:b w:val="0"/>
          <w:bCs w:val="0"/>
          <w:spacing w:val="0"/>
          <w:w w:val="100"/>
        </w:rPr>
        <w:t>Podatki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trajan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kazensk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sankcije: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347" w:val="left" w:leader="none"/>
        </w:tabs>
        <w:spacing w:line="283" w:lineRule="auto"/>
        <w:ind w:left="1285" w:right="852" w:hanging="567"/>
        <w:jc w:val="left"/>
      </w:pPr>
      <w:r>
        <w:rPr>
          <w:b w:val="0"/>
          <w:bCs w:val="0"/>
          <w:spacing w:val="1"/>
          <w:w w:val="100"/>
        </w:rPr>
        <w:t>Na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daljš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predpisan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kaze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zapor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pripora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lahk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izreč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obravnavano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kazniv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ejanje/dejanja: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30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1"/>
          <w:w w:val="100"/>
        </w:rPr>
        <w:t>Tra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anj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predpisan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kazn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zapor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pripora: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1"/>
          <w:w w:val="100"/>
        </w:rPr>
        <w:t>Tra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anj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š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neprestan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kazni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/>
        <w:pict>
          <v:group style="position:absolute;margin-left:50.470001pt;margin-top:53.973122pt;width:490.659999pt;height:320.019997pt;mso-position-horizontal-relative:page;mso-position-vertical-relative:paragraph;z-index:-570" coordorigin="1009,1079" coordsize="9813,6400">
            <v:group style="position:absolute;left:1018;top:1088;width:9797;height:2" coordorigin="1018,1088" coordsize="9797,2">
              <v:shape style="position:absolute;left:1018;top:1088;width:9797;height:2" coordorigin="1018,1088" coordsize="9797,0" path="m1018,1088l10814,1088e" filled="f" stroked="t" strokeweight=".82pt" strokecolor="#000000">
                <v:path arrowok="t"/>
              </v:shape>
            </v:group>
            <v:group style="position:absolute;left:1025;top:1090;width:2;height:6379" coordorigin="1025,1090" coordsize="2,6379">
              <v:shape style="position:absolute;left:1025;top:1090;width:2;height:6379" coordorigin="1025,1090" coordsize="0,6379" path="m1025,1090l1025,7469e" filled="f" stroked="t" strokeweight=".82pt" strokecolor="#000000">
                <v:path arrowok="t"/>
              </v:shape>
            </v:group>
            <v:group style="position:absolute;left:10807;top:1090;width:2;height:6379" coordorigin="10807,1090" coordsize="2,6379">
              <v:shape style="position:absolute;left:10807;top:1090;width:2;height:6379" coordorigin="10807,1090" coordsize="0,6379" path="m10807,1090l10807,7469e" filled="f" stroked="t" strokeweight=".82pt" strokecolor="#000000">
                <v:path arrowok="t"/>
              </v:shape>
            </v:group>
            <v:group style="position:absolute;left:1018;top:7472;width:9797;height:2" coordorigin="1018,7472" coordsize="9797,2">
              <v:shape style="position:absolute;left:1018;top:7472;width:9797;height:2" coordorigin="1018,7472" coordsize="9797,0" path="m1018,7472l10814,7472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96" w:val="left" w:leader="none"/>
          <w:tab w:pos="963" w:val="left" w:leader="none"/>
        </w:tabs>
        <w:spacing w:before="69"/>
        <w:ind w:left="396" w:right="0" w:hanging="283"/>
        <w:jc w:val="left"/>
      </w:pPr>
      <w:r>
        <w:rPr/>
        <w:pict>
          <v:group style="position:absolute;margin-left:50.470001pt;margin-top:-267.15686pt;width:494.500026pt;height:231.700005pt;mso-position-horizontal-relative:page;mso-position-vertical-relative:paragraph;z-index:-571" coordorigin="1009,-5343" coordsize="9890,4634">
            <v:group style="position:absolute;left:1018;top:-5335;width:9874;height:2" coordorigin="1018,-5335" coordsize="9874,2">
              <v:shape style="position:absolute;left:1018;top:-5335;width:9874;height:2" coordorigin="1018,-5335" coordsize="9874,0" path="m1018,-5335l10891,-5335e" filled="f" stroked="t" strokeweight=".82pt" strokecolor="#000000">
                <v:path arrowok="t"/>
              </v:shape>
            </v:group>
            <v:group style="position:absolute;left:1025;top:-5333;width:2;height:4613" coordorigin="1025,-5333" coordsize="2,4613">
              <v:shape style="position:absolute;left:1025;top:-5333;width:2;height:4613" coordorigin="1025,-5333" coordsize="0,4613" path="m1025,-5333l1025,-720e" filled="f" stroked="t" strokeweight=".82pt" strokecolor="#000000">
                <v:path arrowok="t"/>
              </v:shape>
            </v:group>
            <v:group style="position:absolute;left:1018;top:-717;width:9874;height:2" coordorigin="1018,-717" coordsize="9874,2">
              <v:shape style="position:absolute;left:1018;top:-717;width:9874;height:2" coordorigin="1018,-717" coordsize="9874,0" path="m1018,-717l10891,-717e" filled="f" stroked="t" strokeweight=".82pt" strokecolor="#000000">
                <v:path arrowok="t"/>
              </v:shape>
            </v:group>
            <v:group style="position:absolute;left:10884;top:-5333;width:2;height:4613" coordorigin="10884,-5333" coordsize="2,4613">
              <v:shape style="position:absolute;left:10884;top:-5333;width:2;height:4613" coordorigin="10884,-5333" coordsize="0,4613" path="m10884,-5333l10884,-7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  <w:u w:val="single" w:color="000000"/>
        </w:rPr>
        <w:t>Navedite,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oseba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navzoča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je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nju,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zaključilo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z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odločbo: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before="69"/>
        <w:ind w:left="964" w:right="0" w:hanging="850"/>
        <w:jc w:val="left"/>
      </w:pPr>
      <w:r>
        <w:rPr>
          <w:b w:val="0"/>
          <w:bCs w:val="0"/>
          <w:spacing w:val="-2"/>
          <w:w w:val="100"/>
          <w:u w:val="single" w:color="000000"/>
        </w:rPr>
        <w:t>Da,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oseba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je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bila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navzoča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je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nju,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ki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zaključ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lo</w:t>
      </w:r>
      <w:r>
        <w:rPr>
          <w:b w:val="0"/>
          <w:bCs w:val="0"/>
          <w:spacing w:val="1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z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od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očbo.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before="69"/>
        <w:ind w:left="294" w:right="0" w:hanging="180"/>
        <w:jc w:val="left"/>
      </w:pPr>
      <w:r>
        <w:rPr>
          <w:b w:val="0"/>
          <w:bCs w:val="0"/>
          <w:spacing w:val="-2"/>
          <w:w w:val="100"/>
          <w:u w:val="single" w:color="000000"/>
        </w:rPr>
        <w:t>Ne,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oseba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bila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navzoča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je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nju,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ki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zaključilo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z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odločbo.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59" w:lineRule="auto" w:before="69"/>
        <w:ind w:left="964" w:right="516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Če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odkljukali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lje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točko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zgoraj,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prosimo,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potrdite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obstoj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naslednjih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-11"/>
          <w:w w:val="100"/>
          <w:u w:val="single" w:color="000000"/>
        </w:rPr>
        <w:t>mo</w:t>
      </w:r>
      <w:r>
        <w:rPr>
          <w:b w:val="0"/>
          <w:bCs w:val="0"/>
          <w:spacing w:val="-47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žnost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: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512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3.1a.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oseba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osebno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vabljena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dne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…..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(dan/mesec/leto)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in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ako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obveščena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predvidenem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datumu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kraju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je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nja,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ki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zaključilo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z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odločbo,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bila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obveščena,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odločba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lahko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izreče,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če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sojenja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udeleži;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2"/>
          <w:w w:val="100"/>
          <w:u w:val="single" w:color="000000"/>
        </w:rPr>
        <w:t>ALI</w:t>
      </w:r>
      <w:r>
        <w:rPr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348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3.1b.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oseba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osebno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vabljena,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temveč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kako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drugače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dejansko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uradno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obv</w:t>
      </w:r>
      <w:r>
        <w:rPr>
          <w:b w:val="0"/>
          <w:bCs w:val="0"/>
          <w:spacing w:val="3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ščena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predvidenem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datumu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kraju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je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nja,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zaključilo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z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2"/>
          <w:w w:val="100"/>
          <w:u w:val="single" w:color="000000"/>
        </w:rPr>
        <w:t>od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očbo,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sicer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tako,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mogoče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nedvoumno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sklepa</w:t>
      </w:r>
      <w:r>
        <w:rPr>
          <w:b w:val="0"/>
          <w:bCs w:val="0"/>
          <w:spacing w:val="8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i,</w:t>
      </w:r>
      <w:r>
        <w:rPr>
          <w:b w:val="0"/>
          <w:bCs w:val="0"/>
          <w:spacing w:val="7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bila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zadevna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oseba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seznanjena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z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načrtovanim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sojenjem,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obveščena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bila,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odločba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lahko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izreče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tudi,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če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sojenja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udeleži;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40" w:lineRule="auto"/>
        <w:jc w:val="left"/>
        <w:sectPr>
          <w:pgSz w:w="11900" w:h="16820"/>
          <w:pgMar w:header="0" w:footer="971" w:top="1380" w:bottom="1160" w:left="980" w:right="980"/>
        </w:sectPr>
      </w:pPr>
    </w:p>
    <w:p>
      <w:pPr>
        <w:pStyle w:val="BodyText"/>
        <w:spacing w:before="60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2"/>
          <w:w w:val="100"/>
          <w:u w:val="single" w:color="000000"/>
        </w:rPr>
        <w:t>ALI</w:t>
      </w:r>
      <w:r>
        <w:rPr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425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3.2.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oseba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seznanjena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z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načrtovanim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je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njem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pooblastila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pravnega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zastopn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ka,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ki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imenovala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sama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imenovala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država,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zastopa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3"/>
          <w:w w:val="100"/>
          <w:u w:val="single" w:color="000000"/>
        </w:rPr>
        <w:t>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so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je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nju,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ta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zastopnik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je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nju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dejansko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zastopal;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2"/>
          <w:w w:val="100"/>
          <w:u w:val="single" w:color="000000"/>
        </w:rPr>
        <w:t>ALI</w:t>
      </w:r>
      <w:r>
        <w:rPr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91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3.3.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  <w:u w:val="single" w:color="000000"/>
        </w:rPr>
      </w:r>
      <w:r>
        <w:rPr>
          <w:b w:val="0"/>
          <w:bCs w:val="0"/>
          <w:spacing w:val="-2"/>
          <w:w w:val="100"/>
          <w:u w:val="single" w:color="000000"/>
        </w:rPr>
        <w:t>osebi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odločba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vročena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dne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(dan/mesec/leto)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izrecno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obveščena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pravici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ponovnega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je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nja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pritožbe,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kateri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pravico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sode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ovat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3"/>
          <w:w w:val="100"/>
          <w:u w:val="single" w:color="000000"/>
        </w:rPr>
        <w:t>ki</w:t>
      </w:r>
      <w:r>
        <w:rPr>
          <w:b w:val="0"/>
          <w:bCs w:val="0"/>
          <w:spacing w:val="-15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ogoča,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vsebina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zadeve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skupaj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z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novimi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dokazi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ponovno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preuč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lahko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privede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spreme</w:t>
      </w:r>
      <w:r>
        <w:rPr>
          <w:b w:val="0"/>
          <w:bCs w:val="0"/>
          <w:spacing w:val="-6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be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prvotne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od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očbe,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2279" w:val="left" w:leader="none"/>
        </w:tabs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izrecno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izjavila,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izpodbija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odločbe;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2"/>
          <w:w w:val="100"/>
          <w:u w:val="single" w:color="000000"/>
        </w:rPr>
        <w:t>ALI</w:t>
      </w:r>
      <w:r>
        <w:rPr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1900" w:h="16820"/>
          <w:pgMar w:header="0" w:footer="971" w:top="1180" w:bottom="1160" w:left="980" w:right="980"/>
        </w:sectPr>
      </w:pPr>
    </w:p>
    <w:p>
      <w:pPr>
        <w:spacing w:line="140" w:lineRule="exact" w:before="1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0" w:right="0"/>
        <w:jc w:val="right"/>
      </w:pPr>
      <w:r>
        <w:rPr>
          <w:b w:val="0"/>
          <w:bCs w:val="0"/>
        </w:rPr>
      </w:r>
      <w:r>
        <w:rPr>
          <w:b w:val="0"/>
          <w:bCs w:val="0"/>
          <w:spacing w:val="-2"/>
          <w:w w:val="100"/>
          <w:u w:val="single" w:color="000000"/>
        </w:rPr>
        <w:t>ALI</w:t>
      </w:r>
      <w:r>
        <w:rPr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999" w:val="left" w:leader="none"/>
        </w:tabs>
        <w:spacing w:line="242" w:lineRule="auto" w:before="69"/>
        <w:ind w:left="1000" w:right="1070" w:hanging="567"/>
        <w:jc w:val="left"/>
      </w:pPr>
      <w:r>
        <w:rPr/>
        <w:br w:type="column"/>
      </w: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99"/>
          <w:u w:val="single" w:color="000000"/>
        </w:rPr>
        <w:t>oseba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ustreznem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roku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ni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zahtevala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ponovnega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sojenja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ali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ni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vl</w:t>
      </w:r>
      <w:r>
        <w:rPr>
          <w:b w:val="0"/>
          <w:bCs w:val="0"/>
          <w:spacing w:val="7"/>
          <w:w w:val="99"/>
          <w:u w:val="single" w:color="000000"/>
        </w:rPr>
        <w:t>o</w:t>
      </w:r>
      <w:r>
        <w:rPr>
          <w:b w:val="0"/>
          <w:bCs w:val="0"/>
          <w:spacing w:val="-2"/>
          <w:w w:val="99"/>
          <w:u w:val="single" w:color="000000"/>
        </w:rPr>
        <w:t>žila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3"/>
          <w:w w:val="100"/>
          <w:u w:val="single" w:color="000000"/>
        </w:rPr>
        <w:t>pr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tožbe;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42" w:lineRule="auto"/>
        <w:jc w:val="left"/>
        <w:sectPr>
          <w:type w:val="continuous"/>
          <w:pgSz w:w="11900" w:h="16820"/>
          <w:pgMar w:top="620" w:bottom="1160" w:left="980" w:right="980"/>
          <w:cols w:num="2" w:equalWidth="0">
            <w:col w:w="1240" w:space="40"/>
            <w:col w:w="8660"/>
          </w:cols>
        </w:sectPr>
      </w:pPr>
    </w:p>
    <w:p>
      <w:pPr>
        <w:spacing w:line="110" w:lineRule="exact" w:before="3"/>
        <w:rPr>
          <w:sz w:val="11"/>
          <w:szCs w:val="11"/>
        </w:rPr>
      </w:pPr>
      <w:r>
        <w:rPr/>
        <w:pict>
          <v:group style="position:absolute;margin-left:50.470001pt;margin-top:55.910023pt;width:490.659999pt;height:582.579979pt;mso-position-horizontal-relative:page;mso-position-vertical-relative:page;z-index:-569" coordorigin="1009,1118" coordsize="9813,11652">
            <v:group style="position:absolute;left:1018;top:1126;width:9797;height:2" coordorigin="1018,1126" coordsize="9797,2">
              <v:shape style="position:absolute;left:1018;top:1126;width:9797;height:2" coordorigin="1018,1126" coordsize="9797,0" path="m1018,1126l10814,1126e" filled="f" stroked="t" strokeweight=".82pt" strokecolor="#000000">
                <v:path arrowok="t"/>
              </v:shape>
            </v:group>
            <v:group style="position:absolute;left:1025;top:1129;width:2;height:11630" coordorigin="1025,1129" coordsize="2,11630">
              <v:shape style="position:absolute;left:1025;top:1129;width:2;height:11630" coordorigin="1025,1129" coordsize="0,11630" path="m1025,1129l1025,12759e" filled="f" stroked="t" strokeweight=".82pt" strokecolor="#000000">
                <v:path arrowok="t"/>
              </v:shape>
            </v:group>
            <v:group style="position:absolute;left:1018;top:12762;width:9797;height:2" coordorigin="1018,12762" coordsize="9797,2">
              <v:shape style="position:absolute;left:1018;top:12762;width:9797;height:2" coordorigin="1018,12762" coordsize="9797,0" path="m1018,12762l10814,12762e" filled="f" stroked="t" strokeweight=".82pt" strokecolor="#000000">
                <v:path arrowok="t"/>
              </v:shape>
            </v:group>
            <v:group style="position:absolute;left:10807;top:1129;width:2;height:11630" coordorigin="10807,1129" coordsize="2,11630">
              <v:shape style="position:absolute;left:10807;top:1129;width:2;height:11630" coordorigin="10807,1129" coordsize="0,11630" path="m10807,1129l10807,1275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3.4.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1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osebi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odločba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bila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osebno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vročena,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ampak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before="69"/>
        <w:ind w:left="2663" w:right="0" w:hanging="567"/>
        <w:jc w:val="left"/>
      </w:pPr>
      <w:r>
        <w:rPr>
          <w:b w:val="0"/>
          <w:bCs w:val="0"/>
          <w:spacing w:val="0"/>
          <w:w w:val="100"/>
          <w:u w:val="single" w:color="000000"/>
        </w:rPr>
        <w:t>bo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osebi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od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očba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osebno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vročena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nemud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predaji,</w:t>
      </w:r>
      <w:r>
        <w:rPr>
          <w:b w:val="0"/>
          <w:bCs w:val="0"/>
          <w:spacing w:val="6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in</w:t>
      </w:r>
      <w:r>
        <w:rPr>
          <w:b w:val="0"/>
          <w:bCs w:val="0"/>
          <w:spacing w:val="-5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39" w:lineRule="auto" w:before="69"/>
        <w:ind w:left="2663" w:right="363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bo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oseba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vročitvi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odločbe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izrecno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obveščena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pravici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ponovnega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sojenja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pritožbe,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kateri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pravico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sodelovati,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7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goča,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vsebina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zadeve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skupaj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z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novimi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dokazi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ponovno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preuči,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lahko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privede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spremembe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prvot</w:t>
      </w:r>
      <w:r>
        <w:rPr>
          <w:b w:val="0"/>
          <w:bCs w:val="0"/>
          <w:spacing w:val="-7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od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očbe,</w:t>
      </w:r>
      <w:r>
        <w:rPr>
          <w:b w:val="0"/>
          <w:bCs w:val="0"/>
          <w:spacing w:val="5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8"/>
          <w:w w:val="100"/>
          <w:u w:val="single" w:color="000000"/>
        </w:rPr>
      </w:r>
      <w:r>
        <w:rPr>
          <w:b w:val="0"/>
          <w:bCs w:val="0"/>
          <w:spacing w:val="-6"/>
          <w:w w:val="100"/>
          <w:u w:val="single" w:color="000000"/>
        </w:rPr>
        <w:t>in</w:t>
      </w:r>
      <w:r>
        <w:rPr>
          <w:b w:val="0"/>
          <w:bCs w:val="0"/>
          <w:spacing w:val="-5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74" w:lineRule="exact" w:before="74"/>
        <w:ind w:left="2663" w:right="204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bo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oseba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obveščena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roku,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katerem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mora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zahtevati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ponovno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sojenje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ali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se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pr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3"/>
          <w:w w:val="100"/>
          <w:u w:val="single" w:color="000000"/>
        </w:rPr>
        <w:t>tož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5"/>
          <w:w w:val="100"/>
          <w:u w:val="single" w:color="000000"/>
        </w:rPr>
        <w:t>ti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znaša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…..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dni.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59" w:lineRule="auto" w:before="69"/>
        <w:ind w:left="964" w:right="248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Če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odkljukali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lje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točko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3.1b,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3.2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3.3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zgoraj,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prosimo,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navedete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informacije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te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kako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0"/>
          <w:w w:val="100"/>
          <w:u w:val="single" w:color="000000"/>
        </w:rPr>
        <w:t>j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bil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izp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lnjen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zadevni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</w:t>
      </w:r>
      <w:r>
        <w:rPr>
          <w:b w:val="0"/>
          <w:bCs w:val="0"/>
          <w:spacing w:val="3"/>
          <w:w w:val="100"/>
          <w:u w:val="single" w:color="000000"/>
        </w:rPr>
        <w:t>ogo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0"/>
          <w:w w:val="100"/>
          <w:u w:val="single" w:color="000000"/>
        </w:rPr>
        <w:t>: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1"/>
        <w:ind w:left="719" w:right="0" w:hanging="567"/>
        <w:jc w:val="left"/>
      </w:pPr>
      <w:r>
        <w:rPr/>
        <w:pict>
          <v:group style="position:absolute;margin-left:50.470001pt;margin-top:72.470016pt;width:494.500026pt;height:596.019982pt;mso-position-horizontal-relative:page;mso-position-vertical-relative:page;z-index:-568" coordorigin="1009,1449" coordsize="9890,11920">
            <v:group style="position:absolute;left:1018;top:1458;width:9874;height:2" coordorigin="1018,1458" coordsize="9874,2">
              <v:shape style="position:absolute;left:1018;top:1458;width:9874;height:2" coordorigin="1018,1458" coordsize="9874,0" path="m1018,1458l10891,1458e" filled="f" stroked="t" strokeweight=".82pt" strokecolor="#000000">
                <v:path arrowok="t"/>
              </v:shape>
            </v:group>
            <v:group style="position:absolute;left:1025;top:1460;width:2;height:11899" coordorigin="1025,1460" coordsize="2,11899">
              <v:shape style="position:absolute;left:1025;top:1460;width:2;height:11899" coordorigin="1025,1460" coordsize="0,11899" path="m1025,1460l1025,13359e" filled="f" stroked="t" strokeweight=".82pt" strokecolor="#000000">
                <v:path arrowok="t"/>
              </v:shape>
            </v:group>
            <v:group style="position:absolute;left:1018;top:13362;width:9874;height:2" coordorigin="1018,13362" coordsize="9874,2">
              <v:shape style="position:absolute;left:1018;top:13362;width:9874;height:2" coordorigin="1018,13362" coordsize="9874,0" path="m1018,13362l10891,13362e" filled="f" stroked="t" strokeweight=".82pt" strokecolor="#000000">
                <v:path arrowok="t"/>
              </v:shape>
            </v:group>
            <v:group style="position:absolute;left:10884;top:1460;width:2;height:11899" coordorigin="10884,1460" coordsize="2,11899">
              <v:shape style="position:absolute;left:10884;top:1460;width:2;height:11899" coordorigin="10884,1460" coordsize="0,11899" path="m10884,1460l10884,1335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Kazniv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dejanja: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nalo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nanaš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skupno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..................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….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kaznivi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dejanj.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59" w:lineRule="auto"/>
        <w:ind w:right="297"/>
        <w:jc w:val="left"/>
      </w:pPr>
      <w:r>
        <w:rPr>
          <w:b w:val="0"/>
          <w:bCs w:val="0"/>
          <w:spacing w:val="2"/>
          <w:w w:val="100"/>
        </w:rPr>
        <w:t>Op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okoliščin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kateri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je/s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bilo/bil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storjeno/storjen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kazniv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dejanje/kaz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iv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dejanja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vključno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čas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kraje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stopnj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vpletenost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zahtevan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oseb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kazniv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dejanje/dejanja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9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</w:t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3" w:lineRule="auto"/>
        <w:ind w:right="1140"/>
        <w:jc w:val="left"/>
      </w:pPr>
      <w:r>
        <w:rPr>
          <w:b w:val="0"/>
          <w:bCs w:val="0"/>
          <w:spacing w:val="-1"/>
          <w:w w:val="100"/>
        </w:rPr>
        <w:t>Narav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zakonsk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klasifikacij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kazniveg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dejanja/kaznivi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dejan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9"/>
          <w:w w:val="100"/>
        </w:rPr>
      </w:r>
      <w:r>
        <w:rPr>
          <w:b w:val="0"/>
          <w:bCs w:val="0"/>
          <w:spacing w:val="-1"/>
          <w:w w:val="100"/>
        </w:rPr>
        <w:t>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veljavn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zakonska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2"/>
          <w:w w:val="100"/>
        </w:rPr>
        <w:t>do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očba/predpis: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9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</w:t>
      </w:r>
      <w:r>
        <w:rPr>
          <w:b w:val="0"/>
          <w:bCs w:val="0"/>
          <w:spacing w:val="1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</w:t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81" w:val="left" w:leader="none"/>
        </w:tabs>
        <w:spacing w:line="360" w:lineRule="auto"/>
        <w:ind w:left="719" w:right="251" w:hanging="567"/>
        <w:jc w:val="left"/>
      </w:pPr>
      <w:r>
        <w:rPr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primerno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odkljuka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eneg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ve</w:t>
      </w:r>
      <w:r>
        <w:rPr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kaznivi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dejanj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kazniv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prav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države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3"/>
          <w:w w:val="100"/>
        </w:rPr>
        <w:t>č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nic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izdajateljic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zarad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kazn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zapor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ukrepa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vezaneg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odvze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prostost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najmanj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tre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let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kako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opredelujej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zakon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držav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članic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izdajateljice: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3"/>
          <w:w w:val="100"/>
        </w:rPr>
        <w:t>pr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padnos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kriminaln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združbi,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teror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ze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trgovin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ljudmi,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spoln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izkoriščanj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otr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otrošk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pornografija,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nedov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ljen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trgovin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prepovedanim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drogam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psihotropnim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snovmi,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nedov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ljen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trgovin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orožjem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streliv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razstrelivi,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3"/>
        <w:ind w:right="0"/>
        <w:jc w:val="left"/>
      </w:pPr>
      <w:r>
        <w:rPr/>
        <w:pict>
          <v:group style="position:absolute;margin-left:50.470001pt;margin-top:76.549973pt;width:494.500026pt;height:396.820031pt;mso-position-horizontal-relative:page;mso-position-vertical-relative:page;z-index:-567" coordorigin="1009,1531" coordsize="9890,7936">
            <v:group style="position:absolute;left:1018;top:1539;width:9874;height:2" coordorigin="1018,1539" coordsize="9874,2">
              <v:shape style="position:absolute;left:1018;top:1539;width:9874;height:2" coordorigin="1018,1539" coordsize="9874,0" path="m1018,1539l10891,1539e" filled="f" stroked="t" strokeweight=".82pt" strokecolor="#000000">
                <v:path arrowok="t"/>
              </v:shape>
            </v:group>
            <v:group style="position:absolute;left:1025;top:1542;width:2;height:7915" coordorigin="1025,1542" coordsize="2,7915">
              <v:shape style="position:absolute;left:1025;top:1542;width:2;height:7915" coordorigin="1025,1542" coordsize="0,7915" path="m1025,1542l1025,9457e" filled="f" stroked="t" strokeweight=".82pt" strokecolor="#000000">
                <v:path arrowok="t"/>
              </v:shape>
            </v:group>
            <v:group style="position:absolute;left:1018;top:9459;width:9874;height:2" coordorigin="1018,9459" coordsize="9874,2">
              <v:shape style="position:absolute;left:1018;top:9459;width:9874;height:2" coordorigin="1018,9459" coordsize="9874,0" path="m1018,9459l10891,9459e" filled="f" stroked="t" strokeweight=".82pt" strokecolor="#000000">
                <v:path arrowok="t"/>
              </v:shape>
            </v:group>
            <v:group style="position:absolute;left:10884;top:1542;width:2;height:7915" coordorigin="10884,1542" coordsize="2,7915">
              <v:shape style="position:absolute;left:10884;top:1542;width:2;height:7915" coordorigin="10884,1542" coordsize="0,7915" path="m10884,1542l10884,9457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korupcija,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spacing w:line="359" w:lineRule="auto"/>
        <w:ind w:left="719" w:right="619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goljufije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vključn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tis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imi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škodij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finančni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intereso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Evropski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skup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2"/>
          <w:w w:val="100"/>
        </w:rPr>
        <w:t>ost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smislu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nvencij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26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julij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199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zašči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finančni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intereso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Evropski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skupnosti;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pranj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pranj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prihodko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kaznivi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dejanj;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ponare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-1"/>
          <w:w w:val="100"/>
        </w:rPr>
        <w:t>anj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denarja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vključn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eurom,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kazniv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dejanja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povezan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uporab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računalniški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sistemov;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spacing w:line="359" w:lineRule="auto"/>
        <w:ind w:left="719" w:right="847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kazniv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dejanj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zope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okolje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vključn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nedovoljen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trgovin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ogroženim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živalskimi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vrstam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ogroženim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ras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linskim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vrstam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sortami,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ogočan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nezakoniteg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vstop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bivanja,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posebn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hud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telesn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poškodba;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nedov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ljen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trgovanj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čl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veškim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1"/>
          <w:w w:val="100"/>
        </w:rPr>
        <w:t>organ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3"/>
          <w:w w:val="100"/>
        </w:rPr>
        <w:t>kivi,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ugrabitev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protiprave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odvze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prostost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jemanj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talcev,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ras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ze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ksen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3"/>
          <w:w w:val="100"/>
        </w:rPr>
        <w:t>bija,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organ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ra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oborože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rop,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nedov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ljen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trgovin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kulturnim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dobrinami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vključn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starinam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umetniškim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deli,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prevara;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izsiljevanj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od</w:t>
      </w:r>
      <w:r>
        <w:rPr>
          <w:b w:val="0"/>
          <w:bCs w:val="0"/>
          <w:spacing w:val="-1"/>
          <w:w w:val="100"/>
        </w:rPr>
        <w:t>eruštvo,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ponare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-1"/>
          <w:w w:val="100"/>
        </w:rPr>
        <w:t>anj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neupravičen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uporab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proizvodov;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ponare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-1"/>
          <w:w w:val="100"/>
        </w:rPr>
        <w:t>anj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upravni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dokumento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trgovanj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njimi;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6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ponare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-1"/>
          <w:w w:val="100"/>
        </w:rPr>
        <w:t>anj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plačilni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sredstev,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nedov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ljen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trgovin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hormonskim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snovm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drugim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pospeševalc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ras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11"/>
          <w:w w:val="100"/>
        </w:rPr>
        <w:t>i,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nedov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ljen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trgovin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je</w:t>
      </w:r>
      <w:r>
        <w:rPr>
          <w:b w:val="0"/>
          <w:bCs w:val="0"/>
          <w:spacing w:val="-1"/>
          <w:w w:val="100"/>
        </w:rPr>
        <w:t>drskim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radioak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ivnim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snovmi;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trgovin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ukradenim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vozili,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posils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vo,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pož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g,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kazniv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dejanja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sodij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pristojnos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Mednarodneg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kazenskeg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sodišča,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prot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pravn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ugrabite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letal/ladij,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sabotaža.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ind w:left="719" w:right="0" w:hanging="567"/>
        <w:jc w:val="left"/>
      </w:pPr>
      <w:r>
        <w:rPr>
          <w:b w:val="0"/>
          <w:bCs w:val="0"/>
          <w:spacing w:val="-1"/>
          <w:w w:val="100"/>
        </w:rPr>
        <w:t>Podrobe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opi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kazniveg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dejanja/kaznivi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dejanj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ni(so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zajeto/zajet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oddelk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87.796906pt;width:494.500026pt;height:273.700035pt;mso-position-horizontal-relative:page;mso-position-vertical-relative:paragraph;z-index:-566" coordorigin="1009,-5756" coordsize="9890,5474">
            <v:group style="position:absolute;left:1018;top:-5748;width:9874;height:2" coordorigin="1018,-5748" coordsize="9874,2">
              <v:shape style="position:absolute;left:1018;top:-5748;width:9874;height:2" coordorigin="1018,-5748" coordsize="9874,0" path="m1018,-5748l10891,-5748e" filled="f" stroked="t" strokeweight=".82pt" strokecolor="#000000">
                <v:path arrowok="t"/>
              </v:shape>
            </v:group>
            <v:group style="position:absolute;left:1025;top:-5745;width:2;height:5453" coordorigin="1025,-5745" coordsize="2,5453">
              <v:shape style="position:absolute;left:1025;top:-5745;width:2;height:5453" coordorigin="1025,-5745" coordsize="0,5453" path="m1025,-5745l1025,-293e" filled="f" stroked="t" strokeweight=".82pt" strokecolor="#000000">
                <v:path arrowok="t"/>
              </v:shape>
            </v:group>
            <v:group style="position:absolute;left:1018;top:-290;width:9874;height:2" coordorigin="1018,-290" coordsize="9874,2">
              <v:shape style="position:absolute;left:1018;top:-290;width:9874;height:2" coordorigin="1018,-290" coordsize="9874,0" path="m1018,-290l10891,-290e" filled="f" stroked="t" strokeweight=".82pt" strokecolor="#000000">
                <v:path arrowok="t"/>
              </v:shape>
            </v:group>
            <v:group style="position:absolute;left:10884;top:-5745;width:2;height:5453" coordorigin="10884,-5745" coordsize="2,5453">
              <v:shape style="position:absolute;left:10884;top:-5745;width:2;height:5453" coordorigin="10884,-5745" coordsize="0,5453" path="m10884,-5745l10884,-29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Drug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okoliščine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pomembn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zadev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(neobveze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podatek):</w:t>
      </w:r>
      <w:r>
        <w:rPr>
          <w:b w:val="0"/>
          <w:bCs w:val="0"/>
          <w:spacing w:val="0"/>
          <w:w w:val="100"/>
        </w:rPr>
      </w:r>
    </w:p>
    <w:p>
      <w:pPr>
        <w:spacing w:line="283" w:lineRule="auto" w:before="74"/>
        <w:ind w:left="152" w:right="98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single" w:color="000000"/>
        </w:rPr>
        <w:t>Opomba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5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5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u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lahk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o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navedej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o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dejstv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o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eksteritorialnosti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prekinitv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zastaranj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al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druge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posledic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10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kaznivi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h</w:t>
      </w:r>
      <w:r>
        <w:rPr>
          <w:rFonts w:ascii="Times New Roman" w:hAnsi="Times New Roman" w:cs="Times New Roman" w:eastAsia="Times New Roman"/>
          <w:b w:val="0"/>
          <w:bCs w:val="0"/>
          <w:i/>
          <w:spacing w:val="-10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dejanj)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  <w:u w:val="none"/>
        </w:rPr>
      </w:r>
    </w:p>
    <w:p>
      <w:pPr>
        <w:pStyle w:val="BodyText"/>
        <w:spacing w:before="30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50"/>
        <w:ind w:right="0"/>
        <w:jc w:val="left"/>
      </w:pPr>
      <w:r>
        <w:rPr/>
        <w:pict>
          <v:group style="position:absolute;margin-left:50.470001pt;margin-top:36.453114pt;width:494.500026pt;height:159.459999pt;mso-position-horizontal-relative:page;mso-position-vertical-relative:paragraph;z-index:-564" coordorigin="1009,729" coordsize="9890,3189">
            <v:group style="position:absolute;left:1018;top:737;width:9874;height:2" coordorigin="1018,737" coordsize="9874,2">
              <v:shape style="position:absolute;left:1018;top:737;width:9874;height:2" coordorigin="1018,737" coordsize="9874,0" path="m1018,737l10891,737e" filled="f" stroked="t" strokeweight=".82pt" strokecolor="#000000">
                <v:path arrowok="t"/>
              </v:shape>
            </v:group>
            <v:group style="position:absolute;left:1025;top:740;width:2;height:3168" coordorigin="1025,740" coordsize="2,3168">
              <v:shape style="position:absolute;left:1025;top:740;width:2;height:3168" coordorigin="1025,740" coordsize="0,3168" path="m1025,740l1025,3908e" filled="f" stroked="t" strokeweight=".82pt" strokecolor="#000000">
                <v:path arrowok="t"/>
              </v:shape>
            </v:group>
            <v:group style="position:absolute;left:1018;top:3910;width:9874;height:2" coordorigin="1018,3910" coordsize="9874,2">
              <v:shape style="position:absolute;left:1018;top:3910;width:9874;height:2" coordorigin="1018,3910" coordsize="9874,0" path="m1018,3910l10891,3910e" filled="f" stroked="t" strokeweight=".82pt" strokecolor="#000000">
                <v:path arrowok="t"/>
              </v:shape>
            </v:group>
            <v:group style="position:absolute;left:10884;top:740;width:2;height:3168" coordorigin="10884,740" coordsize="2,3168">
              <v:shape style="position:absolute;left:10884;top:740;width:2;height:3168" coordorigin="10884,740" coordsize="0,3168" path="m10884,740l10884,390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100.836876pt;width:494.500026pt;height:86.980004pt;mso-position-horizontal-relative:page;mso-position-vertical-relative:paragraph;z-index:-565" coordorigin="1009,-2017" coordsize="9890,1740">
            <v:group style="position:absolute;left:1018;top:-2009;width:9874;height:2" coordorigin="1018,-2009" coordsize="9874,2">
              <v:shape style="position:absolute;left:1018;top:-2009;width:9874;height:2" coordorigin="1018,-2009" coordsize="9874,0" path="m1018,-2009l10891,-2009e" filled="f" stroked="t" strokeweight=".82pt" strokecolor="#000000">
                <v:path arrowok="t"/>
              </v:shape>
            </v:group>
            <v:group style="position:absolute;left:1025;top:-2006;width:2;height:1718" coordorigin="1025,-2006" coordsize="2,1718">
              <v:shape style="position:absolute;left:1025;top:-2006;width:2;height:1718" coordorigin="1025,-2006" coordsize="0,1718" path="m1025,-2006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2006;width:2;height:1718" coordorigin="10884,-2006" coordsize="2,1718">
              <v:shape style="position:absolute;left:10884;top:-2006;width:2;height:1718" coordorigin="10884,-2006" coordsize="0,1718" path="m10884,-2006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nalo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zajem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tud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zase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izročite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lastnine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potrebuj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dokaz: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4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4" w:lineRule="exact"/>
        <w:ind w:left="719" w:right="214"/>
        <w:jc w:val="left"/>
      </w:pP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nalo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zajem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tud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zase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izročite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lastnine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zahtevan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oseb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pridobil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kaznivim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anjem: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2"/>
          <w:w w:val="100"/>
        </w:rPr>
        <w:t>Op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označb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lastnin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kraj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kje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nahaja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znano):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1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2" w:lineRule="auto" w:before="71"/>
        <w:ind w:left="719" w:right="564" w:hanging="567"/>
        <w:jc w:val="left"/>
      </w:pPr>
      <w:r>
        <w:rPr>
          <w:b w:val="0"/>
          <w:bCs w:val="0"/>
          <w:spacing w:val="-1"/>
          <w:w w:val="100"/>
        </w:rPr>
        <w:t>Kazniv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dejanje/dejanja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zarad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katerega/kateri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nalo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odrejen/izdan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kazniv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rtni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1"/>
          <w:w w:val="100"/>
        </w:rPr>
        <w:t>zaporo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2"/>
          <w:w w:val="100"/>
        </w:rPr>
        <w:t>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dos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tni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ukrep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vezani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odvze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prostosti: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2" w:lineRule="auto"/>
        <w:ind w:left="719" w:right="513" w:hanging="567"/>
        <w:jc w:val="left"/>
      </w:pPr>
      <w:r>
        <w:rPr>
          <w:b w:val="0"/>
          <w:bCs w:val="0"/>
          <w:spacing w:val="-1"/>
          <w:w w:val="100"/>
        </w:rPr>
        <w:t>pravn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siste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držav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članic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izdajateljic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dopušč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revizij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odmerjen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kazn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ukrep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3"/>
          <w:w w:val="100"/>
        </w:rPr>
        <w:t>na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2"/>
          <w:w w:val="100"/>
        </w:rPr>
        <w:t>zahtev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vsa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namen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kaze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ukre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izvršita,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in/ali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215" w:hanging="567"/>
        <w:jc w:val="left"/>
      </w:pPr>
      <w:r>
        <w:rPr/>
        <w:pict>
          <v:group style="position:absolute;margin-left:50.470001pt;margin-top:91.553146pt;width:494.500026pt;height:282.339989pt;mso-position-horizontal-relative:page;mso-position-vertical-relative:paragraph;z-index:-562" coordorigin="1009,1831" coordsize="9890,5647">
            <v:group style="position:absolute;left:1018;top:1839;width:9874;height:2" coordorigin="1018,1839" coordsize="9874,2">
              <v:shape style="position:absolute;left:1018;top:1839;width:9874;height:2" coordorigin="1018,1839" coordsize="9874,0" path="m1018,1839l10891,1839e" filled="f" stroked="t" strokeweight=".82pt" strokecolor="#000000">
                <v:path arrowok="t"/>
              </v:shape>
            </v:group>
            <v:group style="position:absolute;left:1025;top:1842;width:2;height:5626" coordorigin="1025,1842" coordsize="2,5626">
              <v:shape style="position:absolute;left:1025;top:1842;width:2;height:5626" coordorigin="1025,1842" coordsize="0,5626" path="m1025,1842l1025,7467e" filled="f" stroked="t" strokeweight=".82pt" strokecolor="#000000">
                <v:path arrowok="t"/>
              </v:shape>
            </v:group>
            <v:group style="position:absolute;left:1018;top:7470;width:9874;height:2" coordorigin="1018,7470" coordsize="9874,2">
              <v:shape style="position:absolute;left:1018;top:7470;width:9874;height:2" coordorigin="1018,7470" coordsize="9874,0" path="m1018,7470l10891,7470e" filled="f" stroked="t" strokeweight=".82pt" strokecolor="#000000">
                <v:path arrowok="t"/>
              </v:shape>
            </v:group>
            <v:group style="position:absolute;left:10884;top:1842;width:2;height:5626" coordorigin="10884,1842" coordsize="2,5626">
              <v:shape style="position:absolute;left:10884;top:1842;width:2;height:5626" coordorigin="10884,1842" coordsize="0,5626" path="m10884,1842l10884,7467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pravn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siste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držav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člani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izdajateljic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dopušč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uporab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ukrep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pomil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2"/>
          <w:w w:val="100"/>
        </w:rPr>
        <w:t>ve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kater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je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oseb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upravičen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zakon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praks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držav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članic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izdajateljice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namen</w:t>
      </w:r>
      <w:r>
        <w:rPr>
          <w:b w:val="0"/>
          <w:bCs w:val="0"/>
          <w:spacing w:val="7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kazen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ukre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izvršita.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06.91684pt;width:494.500026pt;height:175.05999pt;mso-position-horizontal-relative:page;mso-position-vertical-relative:paragraph;z-index:-563" coordorigin="1009,-4138" coordsize="9890,3501">
            <v:group style="position:absolute;left:1018;top:-4130;width:9874;height:2" coordorigin="1018,-4130" coordsize="9874,2">
              <v:shape style="position:absolute;left:1018;top:-4130;width:9874;height:2" coordorigin="1018,-4130" coordsize="9874,0" path="m1018,-4130l10891,-4130e" filled="f" stroked="t" strokeweight=".82pt" strokecolor="#000000">
                <v:path arrowok="t"/>
              </v:shape>
            </v:group>
            <v:group style="position:absolute;left:1025;top:-4128;width:2;height:3480" coordorigin="1025,-4128" coordsize="2,3480">
              <v:shape style="position:absolute;left:1025;top:-4128;width:2;height:3480" coordorigin="1025,-4128" coordsize="0,3480" path="m1025,-4128l1025,-648e" filled="f" stroked="t" strokeweight=".82pt" strokecolor="#000000">
                <v:path arrowok="t"/>
              </v:shape>
            </v:group>
            <v:group style="position:absolute;left:1018;top:-645;width:9874;height:2" coordorigin="1018,-645" coordsize="9874,2">
              <v:shape style="position:absolute;left:1018;top:-645;width:9874;height:2" coordorigin="1018,-645" coordsize="9874,0" path="m1018,-645l10891,-645e" filled="f" stroked="t" strokeweight=".82pt" strokecolor="#000000">
                <v:path arrowok="t"/>
              </v:shape>
            </v:group>
            <v:group style="position:absolute;left:10884;top:-4128;width:2;height:3480" coordorigin="10884,-4128" coordsize="2,3480">
              <v:shape style="position:absolute;left:10884;top:-4128;width:2;height:3480" coordorigin="10884,-4128" coordsize="0,3480" path="m10884,-4128l10884,-64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2"/>
          <w:w w:val="100"/>
        </w:rPr>
        <w:t>Pravosodn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organ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izda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nalog: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578" w:lineRule="auto" w:before="79"/>
        <w:ind w:left="719" w:right="187"/>
        <w:jc w:val="both"/>
      </w:pPr>
      <w:r>
        <w:rPr>
          <w:b w:val="0"/>
          <w:bCs w:val="0"/>
          <w:spacing w:val="-1"/>
          <w:w w:val="100"/>
        </w:rPr>
        <w:t>Uradn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ime:</w:t>
      </w:r>
      <w:r>
        <w:rPr>
          <w:b w:val="0"/>
          <w:bCs w:val="0"/>
          <w:spacing w:val="0"/>
          <w:w w:val="100"/>
        </w:rPr>
        <w:t>…</w:t>
      </w:r>
      <w:r>
        <w:rPr>
          <w:b w:val="0"/>
          <w:bCs w:val="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1"/>
          <w:w w:val="100"/>
        </w:rPr>
        <w:t>ime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njegoveg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predstavnik</w:t>
      </w:r>
      <w:r>
        <w:rPr>
          <w:b w:val="0"/>
          <w:bCs w:val="0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10"/>
          <w:w w:val="100"/>
          <w:position w:val="0"/>
        </w:rPr>
        <w:t>:</w:t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71" w:lineRule="exact"/>
        <w:ind w:left="719" w:right="187"/>
        <w:jc w:val="both"/>
      </w:pPr>
      <w:r>
        <w:rPr>
          <w:b w:val="0"/>
          <w:bCs w:val="0"/>
          <w:spacing w:val="4"/>
          <w:w w:val="100"/>
        </w:rPr>
        <w:t>N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-1"/>
          <w:w w:val="100"/>
        </w:rPr>
        <w:t>ego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1"/>
          <w:w w:val="100"/>
        </w:rPr>
        <w:t>ža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0"/>
          <w:w w:val="100"/>
        </w:rPr>
        <w:t>(naziv/stopnja)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187"/>
        <w:jc w:val="both"/>
      </w:pPr>
      <w:r>
        <w:rPr>
          <w:b w:val="0"/>
          <w:bCs w:val="0"/>
          <w:spacing w:val="-1"/>
          <w:w w:val="100"/>
        </w:rPr>
        <w:t>Št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primera/zadev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…..</w:t>
      </w:r>
      <w:r>
        <w:rPr>
          <w:b w:val="0"/>
          <w:bCs w:val="0"/>
          <w:spacing w:val="18"/>
          <w:w w:val="100"/>
        </w:rPr>
        <w:t>…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187"/>
        <w:jc w:val="both"/>
      </w:pPr>
      <w:r>
        <w:rPr>
          <w:b w:val="0"/>
          <w:bCs w:val="0"/>
          <w:spacing w:val="-2"/>
          <w:w w:val="100"/>
        </w:rPr>
        <w:t>Nasl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v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04" w:lineRule="auto"/>
        <w:ind w:left="719" w:right="187"/>
        <w:jc w:val="both"/>
      </w:pP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št.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(mednarodn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klicn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številk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države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(številk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omrežn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skupine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Faks.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(klicn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številk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države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(klicn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številk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mesta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-----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---------------------------------</w:t>
      </w:r>
      <w:r>
        <w:rPr>
          <w:b w:val="0"/>
          <w:bCs w:val="0"/>
          <w:spacing w:val="-4"/>
          <w:w w:val="100"/>
        </w:rPr>
        <w:t>-</w:t>
      </w:r>
      <w:r>
        <w:rPr>
          <w:b w:val="0"/>
          <w:bCs w:val="0"/>
          <w:spacing w:val="2"/>
          <w:w w:val="100"/>
        </w:rPr>
        <w:t>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pošt</w:t>
      </w:r>
      <w:r>
        <w:rPr>
          <w:b w:val="0"/>
          <w:bCs w:val="0"/>
          <w:spacing w:val="-7"/>
          <w:w w:val="100"/>
        </w:rPr>
        <w:t>a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"/>
        <w:ind w:left="719" w:right="187"/>
        <w:jc w:val="both"/>
      </w:pP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aktn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oseba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kater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opravij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potrebn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praktičn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dogovor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predaji</w:t>
      </w:r>
      <w:r>
        <w:rPr>
          <w:b w:val="0"/>
          <w:bCs w:val="0"/>
          <w:spacing w:val="18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spacing w:before="78"/>
        <w:ind w:right="0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61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različn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jezikovn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različic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vključen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navedb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pooblaščen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osebe.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83" w:lineRule="auto" w:before="69"/>
        <w:ind w:right="363"/>
        <w:jc w:val="left"/>
      </w:pPr>
      <w:r>
        <w:rPr>
          <w:b w:val="0"/>
          <w:bCs w:val="0"/>
          <w:spacing w:val="-1"/>
          <w:w w:val="100"/>
        </w:rPr>
        <w:t>Kada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centraln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orga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odgovore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administrativn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pošiljanj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prejemanj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evropskeg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naloga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prije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6"/>
          <w:w w:val="100"/>
        </w:rPr>
        <w:t>je: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Nazi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centr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lneg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organa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aktn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oseba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obstaj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(naziv/p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1"/>
          <w:w w:val="100"/>
        </w:rPr>
        <w:t>ža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ime)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-2"/>
          <w:w w:val="100"/>
        </w:rPr>
        <w:t>Nasl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v: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št.: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(mednar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dn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klicn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številk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države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(številk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omrežn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skupine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74"/>
        <w:ind w:left="719" w:right="0"/>
        <w:jc w:val="left"/>
      </w:pPr>
      <w:r>
        <w:rPr/>
        <w:pict>
          <v:group style="position:absolute;margin-left:50.470001pt;margin-top:72.693123pt;width:494.500026pt;height:176.980004pt;mso-position-horizontal-relative:page;mso-position-vertical-relative:paragraph;z-index:-559" coordorigin="1009,1454" coordsize="9890,3540">
            <v:group style="position:absolute;left:1018;top:1462;width:9874;height:2" coordorigin="1018,1462" coordsize="9874,2">
              <v:shape style="position:absolute;left:1018;top:1462;width:9874;height:2" coordorigin="1018,1462" coordsize="9874,0" path="m1018,1462l10891,1462e" filled="f" stroked="t" strokeweight=".82pt" strokecolor="#000000">
                <v:path arrowok="t"/>
              </v:shape>
            </v:group>
            <v:group style="position:absolute;left:1025;top:1464;width:2;height:3518" coordorigin="1025,1464" coordsize="2,3518">
              <v:shape style="position:absolute;left:1025;top:1464;width:2;height:3518" coordorigin="1025,1464" coordsize="0,3518" path="m1025,1464l1025,4983e" filled="f" stroked="t" strokeweight=".82pt" strokecolor="#000000">
                <v:path arrowok="t"/>
              </v:shape>
            </v:group>
            <v:group style="position:absolute;left:1018;top:4985;width:9874;height:2" coordorigin="1018,4985" coordsize="9874,2">
              <v:shape style="position:absolute;left:1018;top:4985;width:9874;height:2" coordorigin="1018,4985" coordsize="9874,0" path="m1018,4985l10891,4985e" filled="f" stroked="t" strokeweight=".82pt" strokecolor="#000000">
                <v:path arrowok="t"/>
              </v:shape>
            </v:group>
            <v:group style="position:absolute;left:10884;top:1464;width:2;height:3518" coordorigin="10884,1464" coordsize="2,3518">
              <v:shape style="position:absolute;left:10884;top:1464;width:2;height:3518" coordorigin="10884,1464" coordsize="0,3518" path="m10884,1464l10884,498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Št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faksa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(mednarodn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klicn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številk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države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(številk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omrežn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skupine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19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pošta: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277.956909pt;width:494.500026pt;height:246.34002pt;mso-position-horizontal-relative:page;mso-position-vertical-relative:paragraph;z-index:-560" coordorigin="1009,-5559" coordsize="9890,4927">
            <v:group style="position:absolute;left:1018;top:-5551;width:9874;height:2" coordorigin="1018,-5551" coordsize="9874,2">
              <v:shape style="position:absolute;left:1018;top:-5551;width:9874;height:2" coordorigin="1018,-5551" coordsize="9874,0" path="m1018,-5551l10891,-5551e" filled="f" stroked="t" strokeweight=".82pt" strokecolor="#000000">
                <v:path arrowok="t"/>
              </v:shape>
            </v:group>
            <v:group style="position:absolute;left:1025;top:-5549;width:2;height:4906" coordorigin="1025,-5549" coordsize="2,4906">
              <v:shape style="position:absolute;left:1025;top:-5549;width:2;height:4906" coordorigin="1025,-5549" coordsize="0,4906" path="m1025,-5549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5549;width:2;height:4906" coordorigin="10884,-5549" coordsize="2,4906">
              <v:shape style="position:absolute;left:10884;top:-5549;width:2;height:4906" coordorigin="10884,-5549" coordsize="0,4906" path="m10884,-5549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1"/>
          <w:w w:val="100"/>
        </w:rPr>
        <w:t>Podp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pravosodneg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organa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izda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nalog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in/al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njegoveg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predstavnika: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e: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</w:t>
      </w:r>
      <w:r>
        <w:rPr>
          <w:b w:val="0"/>
          <w:bCs w:val="0"/>
          <w:spacing w:val="-1"/>
          <w:w w:val="100"/>
        </w:rPr>
        <w:t>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right="0"/>
        <w:jc w:val="left"/>
      </w:pPr>
      <w:r>
        <w:rPr>
          <w:b w:val="0"/>
          <w:bCs w:val="0"/>
          <w:spacing w:val="4"/>
          <w:w w:val="100"/>
        </w:rPr>
        <w:t>N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-1"/>
          <w:w w:val="100"/>
        </w:rPr>
        <w:t>ego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1"/>
          <w:w w:val="100"/>
        </w:rPr>
        <w:t>ža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0"/>
          <w:w w:val="100"/>
        </w:rPr>
        <w:t>(naziv/stopnja)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Datu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225.600006pt;margin-top:89.395119pt;width:144.000014pt;height:.1pt;mso-position-horizontal-relative:page;mso-position-vertical-relative:paragraph;z-index:-558" coordorigin="4512,1788" coordsize="2880,2">
            <v:shape style="position:absolute;left:4512;top:1788;width:2880;height:2" coordorigin="4512,1788" coordsize="2880,0" path="m4512,1788l7392,1788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2"/>
          <w:w w:val="100"/>
        </w:rPr>
        <w:t>Uradn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žig(č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8"/>
          <w:w w:val="100"/>
        </w:rPr>
        <w:t>lj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)</w:t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76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85.223938pt;width:47.357989pt;height:14pt;mso-position-horizontal-relative:page;mso-position-vertical-relative:page;z-index:-575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4.600006pt;margin-top:785.223938pt;width:41.745954pt;height:14pt;mso-position-horizontal-relative:page;mso-position-vertical-relative:page;z-index:-574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3"/>
                    <w:w w:val="100"/>
                  </w:rPr>
                  <w:t>vm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</w:t>
                </w:r>
                <w:r>
                  <w:rPr>
                    <w:b w:val="0"/>
                    <w:bCs w:val="0"/>
                    <w:spacing w:val="1"/>
                    <w:w w:val="100"/>
                  </w:rPr>
                  <w:t>--</w:t>
                </w:r>
                <w:r>
                  <w:rPr>
                    <w:b w:val="0"/>
                    <w:bCs w:val="0"/>
                    <w:spacing w:val="2"/>
                    <w:w w:val="100"/>
                  </w:rPr>
                  <w:t>/tu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5.479980pt;margin-top:785.223938pt;width:25.080017pt;height:31.491957pt;mso-position-horizontal-relative:page;mso-position-vertical-relative:page;z-index:-573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0" w:right="40"/>
                  <w:jc w:val="righ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0" w:right="38" w:firstLine="0"/>
                  <w:jc w:val="righ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1"/>
                    <w:w w:val="100"/>
                    <w:sz w:val="36"/>
                    <w:szCs w:val="36"/>
                  </w:rPr>
                  <w:t>SL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72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71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54.120958pt;height:28.4pt;mso-position-horizontal-relative:page;mso-position-vertical-relative:page;z-index:-570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PRILOGA</w:t>
                </w:r>
              </w:p>
            </w:txbxContent>
          </v:textbox>
          <w10:wrap type="none"/>
        </v:shape>
      </w:pict>
    </w:r>
    <w:r>
      <w:rPr/>
      <w:pict>
        <v:shape style="position:absolute;margin-left:404.600006pt;margin-top:785.223938pt;width:41.745954pt;height:14pt;mso-position-horizontal-relative:page;mso-position-vertical-relative:page;z-index:-569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3"/>
                    <w:w w:val="100"/>
                  </w:rPr>
                  <w:t>vm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</w:t>
                </w:r>
                <w:r>
                  <w:rPr>
                    <w:b w:val="0"/>
                    <w:bCs w:val="0"/>
                    <w:spacing w:val="1"/>
                    <w:w w:val="100"/>
                  </w:rPr>
                  <w:t>--</w:t>
                </w:r>
                <w:r>
                  <w:rPr>
                    <w:b w:val="0"/>
                    <w:bCs w:val="0"/>
                    <w:spacing w:val="2"/>
                    <w:w w:val="100"/>
                  </w:rPr>
                  <w:t>/tu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5.479980pt;margin-top:785.223938pt;width:25.080017pt;height:31.491957pt;mso-position-horizontal-relative:page;mso-position-vertical-relative:page;z-index:-568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221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1"/>
                    <w:w w:val="100"/>
                    <w:sz w:val="36"/>
                    <w:szCs w:val="36"/>
                  </w:rPr>
                  <w:t>SL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67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hanging="629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(%1)"/>
      <w:lvlJc w:val="left"/>
      <w:pPr>
        <w:ind w:hanging="567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7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GEN</dc:title>
  <dcterms:created xsi:type="dcterms:W3CDTF">2014-11-19T09:24:00Z</dcterms:created>
  <dcterms:modified xsi:type="dcterms:W3CDTF">2014-11-19T09:24:00Z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2012-09-15T00:00:00Z</vt:filetime>
  </property>
  <property fmtid="{D5CDD505-2E9C-101B-9397-08002B2CF9AE}" pid="3" name="LastSaved">
    <vt:filetime>2014-11-19T00:00:00Z</vt:filetime>
  </property>
</Properties>
</file>