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333" w:right="0" w:firstLine="1708"/>
        <w:jc w:val="left"/>
        <w:rPr>
          <w:b w:val="0"/>
          <w:bCs w:val="0"/>
        </w:rPr>
      </w:pPr>
      <w:r>
        <w:rPr>
          <w:spacing w:val="0"/>
          <w:w w:val="100"/>
        </w:rPr>
        <w:t>KUNSILL</w:t>
      </w:r>
      <w:r>
        <w:rPr>
          <w:rFonts w:ascii="Times New Roman" w:hAnsi="Times New Roman" w:cs="Times New Roman" w:eastAsia="Times New Roman"/>
          <w:spacing w:val="0"/>
          <w:w w:val="100"/>
        </w:rPr>
        <w:t> </w:t>
      </w:r>
      <w:r>
        <w:rPr>
          <w:spacing w:val="-2"/>
          <w:w w:val="100"/>
        </w:rPr>
        <w:t>TAL</w:t>
      </w:r>
      <w:r>
        <w:rPr>
          <w:spacing w:val="1"/>
          <w:w w:val="100"/>
        </w:rPr>
        <w:t>-</w:t>
      </w:r>
      <w:r>
        <w:rPr>
          <w:spacing w:val="-1"/>
          <w:w w:val="100"/>
        </w:rPr>
        <w:t>UNJON</w:t>
      </w:r>
      <w:r>
        <w:rPr>
          <w:spacing w:val="0"/>
          <w:w w:val="100"/>
        </w:rPr>
        <w:t>I</w:t>
      </w:r>
      <w:r>
        <w:rPr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pacing w:val="-12"/>
          <w:w w:val="100"/>
        </w:rPr>
      </w:r>
      <w:r>
        <w:rPr>
          <w:spacing w:val="-1"/>
          <w:w w:val="100"/>
        </w:rPr>
        <w:t>EWROPEA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2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Brussell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'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Lulj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2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2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2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2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5" w:space="40"/>
            <w:col w:w="5775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minn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Segretar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Ġenerali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2"/>
          <w:w w:val="100"/>
        </w:rPr>
        <w:t>lil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egazz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onijiet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313" w:lineRule="exact" w:before="12"/>
        <w:ind w:right="0"/>
        <w:jc w:val="left"/>
      </w:pPr>
      <w:r>
        <w:rPr/>
        <w:pict>
          <v:group style="position:absolute;margin-left:56.639999pt;margin-top:.883126pt;width:481.680008pt;height:.1pt;mso-position-horizontal-relative:page;mso-position-vertical-relative:paragraph;z-index:-578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  <w:position w:val="-3"/>
        </w:rPr>
        <w:t>Su</w:t>
      </w:r>
      <w:r>
        <w:rPr>
          <w:b w:val="0"/>
          <w:bCs w:val="0"/>
          <w:spacing w:val="1"/>
          <w:w w:val="100"/>
          <w:position w:val="-3"/>
        </w:rPr>
        <w:t>ġġett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1"/>
          <w:w w:val="100"/>
          <w:position w:val="0"/>
        </w:rPr>
        <w:t>ċiż</w:t>
      </w:r>
      <w:r>
        <w:rPr>
          <w:b w:val="0"/>
          <w:bCs w:val="0"/>
          <w:spacing w:val="-1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oni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Qafas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ta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6"/>
          <w:w w:val="100"/>
          <w:position w:val="0"/>
        </w:rPr>
        <w:t>-</w:t>
      </w:r>
      <w:r>
        <w:rPr>
          <w:b w:val="0"/>
          <w:bCs w:val="0"/>
          <w:spacing w:val="-6"/>
          <w:w w:val="100"/>
          <w:position w:val="0"/>
        </w:rPr>
        <w:t>K</w:t>
      </w:r>
      <w:r>
        <w:rPr>
          <w:b w:val="0"/>
          <w:bCs w:val="0"/>
          <w:spacing w:val="4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nsil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</w:t>
      </w:r>
      <w:r>
        <w:rPr>
          <w:b w:val="0"/>
          <w:bCs w:val="0"/>
          <w:spacing w:val="0"/>
          <w:w w:val="100"/>
          <w:position w:val="0"/>
        </w:rPr>
        <w:t>/</w:t>
      </w:r>
      <w:r>
        <w:rPr>
          <w:b w:val="0"/>
          <w:bCs w:val="0"/>
          <w:spacing w:val="1"/>
          <w:w w:val="100"/>
          <w:position w:val="0"/>
        </w:rPr>
        <w:t>ĠA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ta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</w:t>
      </w:r>
      <w:r>
        <w:rPr>
          <w:b w:val="0"/>
          <w:bCs w:val="0"/>
          <w:spacing w:val="0"/>
          <w:w w:val="100"/>
          <w:position w:val="0"/>
        </w:rPr>
        <w:t>'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Fra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1852" w:right="0"/>
        <w:jc w:val="left"/>
      </w:pP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enda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ż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onijiet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Kwadru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2002/584/ĠAI,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2005/214/ĠAI,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2006/783/ĠAI,</w:t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0"/>
          <w:w w:val="100"/>
        </w:rPr>
        <w:t>2008/909/</w:t>
      </w:r>
      <w:r>
        <w:rPr>
          <w:b w:val="0"/>
          <w:bCs w:val="0"/>
          <w:spacing w:val="-1"/>
          <w:w w:val="100"/>
        </w:rPr>
        <w:t>ĠA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2008/947/ĠAI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b'hek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issaħħa</w:t>
      </w:r>
      <w:r>
        <w:rPr>
          <w:b w:val="0"/>
          <w:bCs w:val="0"/>
          <w:spacing w:val="0"/>
          <w:w w:val="100"/>
        </w:rPr>
        <w:t>ħ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id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3"/>
          <w:w w:val="100"/>
        </w:rPr>
        <w:t>dr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ttijiet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ċedural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ta'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289"/>
        <w:jc w:val="left"/>
      </w:pPr>
      <w:r>
        <w:rPr>
          <w:b w:val="0"/>
          <w:bCs w:val="0"/>
          <w:spacing w:val="-1"/>
          <w:w w:val="100"/>
        </w:rPr>
        <w:t>persuni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trawwe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applikazzj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prin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pju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konoxximen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reċiprok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gward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ż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onijiet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5"/>
          <w:w w:val="100"/>
        </w:rPr>
        <w:t>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5"/>
          <w:w w:val="100"/>
        </w:rPr>
        <w:t>f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assenza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persuna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1"/>
          <w:w w:val="100"/>
        </w:rPr>
        <w:t>ċernat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kawża.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line="271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Verżjoni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lidata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-8"/>
          <w:w w:val="100"/>
          <w:u w:val="single" w:color="000000"/>
        </w:rPr>
        <w:t>fo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ula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mandat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ta'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arrest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Ewropew.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255.600006pt;margin-top:79.165131pt;width:84.000008pt;height:.1pt;mso-position-horizontal-relative:page;mso-position-vertical-relative:paragraph;z-index:-577" coordorigin="5112,1583" coordsize="1680,2">
            <v:shape style="position:absolute;left:5112;top:1583;width:1680;height:2" coordorigin="5112,1583" coordsize="1680,0" path="m5112,1583l6792,15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delegazzj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isib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mehmuż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verżj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konsolidat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ul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arres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Ewropew.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50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ANNESS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93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MA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NDA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'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ARRES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EWROPE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60"/>
        <w:jc w:val="left"/>
      </w:pPr>
      <w:r>
        <w:rPr>
          <w:b w:val="0"/>
          <w:bCs w:val="0"/>
          <w:spacing w:val="-2"/>
          <w:w w:val="100"/>
        </w:rPr>
        <w:t>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2"/>
          <w:w w:val="100"/>
        </w:rPr>
        <w:t>ħar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min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awtori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ġud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zzjarj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kompeten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msemmija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haw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arrestat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kkonsenjat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għal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iskopijie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1"/>
          <w:w w:val="100"/>
        </w:rPr>
        <w:t>twett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prosekuzzjon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kriminal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eżekuzzj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od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detenzjoni.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320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76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2"/>
          <w:w w:val="100"/>
          <w:position w:val="0"/>
        </w:rPr>
        <w:t>Da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6"/>
          <w:w w:val="100"/>
          <w:position w:val="0"/>
        </w:rPr>
        <w:t>-</w:t>
      </w:r>
      <w:r>
        <w:rPr>
          <w:b w:val="0"/>
          <w:bCs w:val="0"/>
          <w:spacing w:val="-2"/>
          <w:w w:val="100"/>
          <w:position w:val="0"/>
        </w:rPr>
        <w:t>manda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iri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j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4"/>
          <w:w w:val="100"/>
          <w:position w:val="0"/>
        </w:rPr>
        <w:t>ġ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miktub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tradott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f'waħd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mi</w:t>
      </w:r>
      <w:r>
        <w:rPr>
          <w:b w:val="0"/>
          <w:bCs w:val="0"/>
          <w:spacing w:val="-6"/>
          <w:w w:val="100"/>
          <w:position w:val="0"/>
        </w:rPr>
        <w:t>l</w:t>
      </w:r>
      <w:r>
        <w:rPr>
          <w:b w:val="0"/>
          <w:bCs w:val="0"/>
          <w:spacing w:val="6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lingw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uff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8"/>
          <w:w w:val="100"/>
          <w:position w:val="0"/>
        </w:rPr>
        <w:t>ċ</w:t>
      </w:r>
      <w:r>
        <w:rPr>
          <w:b w:val="0"/>
          <w:bCs w:val="0"/>
          <w:spacing w:val="-6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ali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ta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0"/>
          <w:w w:val="100"/>
          <w:position w:val="0"/>
        </w:rPr>
        <w:t>Istat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ta'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eżekuzzj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ni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2"/>
          <w:w w:val="100"/>
          <w:position w:val="0"/>
        </w:rPr>
        <w:t>Ista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huw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ma</w:t>
      </w:r>
      <w:r>
        <w:rPr>
          <w:b w:val="0"/>
          <w:bCs w:val="0"/>
          <w:spacing w:val="4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ħruf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kwalunkw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2"/>
          <w:w w:val="100"/>
          <w:position w:val="0"/>
        </w:rPr>
        <w:t>ingw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ħr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aċċettat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min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6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0"/>
          <w:w w:val="100"/>
          <w:position w:val="0"/>
        </w:rPr>
        <w:t>Istat.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dwar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identità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luba: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(Ismijiet):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xebba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fej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applikabbli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Psewdonimi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fej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applikabbli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Sess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Nazzj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nalità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1"/>
          <w:w w:val="100"/>
        </w:rPr>
        <w:t>twel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7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-1"/>
          <w:w w:val="100"/>
        </w:rPr>
        <w:t>twelid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Residenz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u/</w:t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indiriz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2"/>
          <w:w w:val="100"/>
        </w:rPr>
        <w:t>ħruf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Lingwa/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tifhe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(jek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"/>
          <w:w w:val="100"/>
        </w:rPr>
        <w:t>ħruf):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Marki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-1"/>
          <w:w w:val="100"/>
        </w:rPr>
        <w:t>dis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ivi/deskrizzj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3"/>
          <w:w w:val="100"/>
        </w:rPr>
        <w:t>ba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230"/>
        <w:jc w:val="left"/>
      </w:pPr>
      <w:r>
        <w:rPr/>
        <w:pict>
          <v:group style="position:absolute;margin-left:50.470001pt;margin-top:111.473129pt;width:494.500026pt;height:176.980004pt;mso-position-horizontal-relative:page;mso-position-vertical-relative:paragraph;z-index:-574" coordorigin="1009,2229" coordsize="9890,3540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518" coordorigin="1025,2240" coordsize="2,3518">
              <v:shape style="position:absolute;left:1025;top:2240;width:2;height:3518" coordorigin="1025,2240" coordsize="0,3518" path="m1025,2240l1025,5758e" filled="f" stroked="t" strokeweight=".82pt" strokecolor="#000000">
                <v:path arrowok="t"/>
              </v:shape>
            </v:group>
            <v:group style="position:absolute;left:1018;top:5761;width:9874;height:2" coordorigin="1018,5761" coordsize="9874,2">
              <v:shape style="position:absolute;left:1018;top:5761;width:9874;height:2" coordorigin="1018,5761" coordsize="9874,0" path="m1018,5761l10891,5761e" filled="f" stroked="t" strokeweight=".82pt" strokecolor="#000000">
                <v:path arrowok="t"/>
              </v:shape>
            </v:group>
            <v:group style="position:absolute;left:10884;top:2240;width:2;height:3518" coordorigin="10884,2240" coordsize="2,3518">
              <v:shape style="position:absolute;left:10884;top:2240;width:2;height:3518" coordorigin="10884,2240" coordsize="0,3518" path="m10884,2240l10884,57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trat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ark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swaba'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luba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disponibbl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jistg</w:t>
      </w:r>
      <w:r>
        <w:rPr>
          <w:b w:val="0"/>
          <w:bCs w:val="0"/>
          <w:spacing w:val="-4"/>
          <w:w w:val="100"/>
        </w:rPr>
        <w:t>ħ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5"/>
          <w:w w:val="100"/>
        </w:rPr>
        <w:t>jin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bagħtu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jew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dettalji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kuntatt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tri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kkuntatt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bie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tinkise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infor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2"/>
          <w:w w:val="100"/>
        </w:rPr>
        <w:t>azz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jew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tad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(fej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evidenza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sta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2"/>
          <w:w w:val="100"/>
        </w:rPr>
        <w:t>ħat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iżd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ġiet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inkluża)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8.836914pt;width:494.500026pt;height:374.740013pt;mso-position-horizontal-relative:page;mso-position-vertical-relative:paragraph;z-index:-575" coordorigin="1009,-7777" coordsize="9890,7495">
            <v:group style="position:absolute;left:1018;top:-7769;width:9874;height:2" coordorigin="1018,-7769" coordsize="9874,2">
              <v:shape style="position:absolute;left:1018;top:-7769;width:9874;height:2" coordorigin="1018,-7769" coordsize="9874,0" path="m1018,-7769l10891,-7769e" filled="f" stroked="t" strokeweight=".82pt" strokecolor="#000000">
                <v:path arrowok="t"/>
              </v:shape>
            </v:group>
            <v:group style="position:absolute;left:1025;top:-7766;width:2;height:7474" coordorigin="1025,-7766" coordsize="2,7474">
              <v:shape style="position:absolute;left:1025;top:-7766;width:2;height:7474" coordorigin="1025,-7766" coordsize="0,7474" path="m1025,-7766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7766;width:2;height:7474" coordorigin="10884,-7766" coordsize="2,7474">
              <v:shape style="position:absolute;left:10884;top:-7766;width:2;height:7474" coordorigin="10884,-7766" coordsize="0,7474" path="m10884,-7766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ċiż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fuqh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huw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bbaża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mandat: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ċiż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ġudizzjarj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għandh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istes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effet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infurzabbli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</w:t>
      </w:r>
      <w:r>
        <w:rPr>
          <w:b w:val="0"/>
          <w:bCs w:val="0"/>
          <w:spacing w:val="3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1"/>
          <w:w w:val="100"/>
        </w:rPr>
        <w:t>Referenza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2"/>
          <w:w w:val="100"/>
        </w:rPr>
        <w:t>Indikazzj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dwa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2"/>
          <w:w w:val="100"/>
        </w:rPr>
        <w:t>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sentenza: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671" w:hanging="567"/>
        <w:jc w:val="left"/>
      </w:pPr>
      <w:r>
        <w:rPr>
          <w:b w:val="0"/>
          <w:bCs w:val="0"/>
          <w:spacing w:val="1"/>
          <w:w w:val="100"/>
        </w:rPr>
        <w:t>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massimu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kustodj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ordn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detenzj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tista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imposta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ħa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reat(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1"/>
          <w:w w:val="100"/>
        </w:rPr>
        <w:t>Tu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kustodj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ordn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detenzjoni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imposta: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2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2"/>
          <w:w w:val="100"/>
        </w:rPr>
        <w:t>ħa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tri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skontata: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333.939995pt;mso-position-horizontal-relative:page;mso-position-vertical-relative:paragraph;z-index:-572" coordorigin="1009,1079" coordsize="9813,6679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6658" coordorigin="1025,1090" coordsize="2,6658">
              <v:shape style="position:absolute;left:1025;top:1090;width:2;height:6658" coordorigin="1025,1090" coordsize="0,6658" path="m1025,1090l1025,7748e" filled="f" stroked="t" strokeweight=".82pt" strokecolor="#000000">
                <v:path arrowok="t"/>
              </v:shape>
            </v:group>
            <v:group style="position:absolute;left:10807;top:1090;width:2;height:6658" coordorigin="10807,1090" coordsize="2,6658">
              <v:shape style="position:absolute;left:10807;top:1090;width:2;height:6658" coordorigin="10807,1090" coordsize="0,6658" path="m10807,1090l10807,7748e" filled="f" stroked="t" strokeweight=".82pt" strokecolor="#000000">
                <v:path arrowok="t"/>
              </v:shape>
            </v:group>
            <v:group style="position:absolute;left:1018;top:7750;width:9797;height:2" coordorigin="1018,7750" coordsize="9797,2">
              <v:shape style="position:absolute;left:1018;top:7750;width:9797;height:2" coordorigin="1018,7750" coordsize="9797,0" path="m1018,7750l10814,775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96" w:val="left" w:leader="none"/>
          <w:tab w:pos="963" w:val="left" w:leader="none"/>
        </w:tabs>
        <w:spacing w:before="69"/>
        <w:ind w:left="396" w:right="0" w:hanging="283"/>
        <w:jc w:val="left"/>
      </w:pPr>
      <w:r>
        <w:rPr/>
        <w:pict>
          <v:group style="position:absolute;margin-left:50.470001pt;margin-top:-267.15686pt;width:494.500026pt;height:231.700005pt;mso-position-horizontal-relative:page;mso-position-vertical-relative:paragraph;z-index:-573" coordorigin="1009,-5343" coordsize="9890,4634">
            <v:group style="position:absolute;left:1018;top:-5335;width:9874;height:2" coordorigin="1018,-5335" coordsize="9874,2">
              <v:shape style="position:absolute;left:1018;top:-5335;width:9874;height:2" coordorigin="1018,-5335" coordsize="9874,0" path="m1018,-5335l10891,-5335e" filled="f" stroked="t" strokeweight=".82pt" strokecolor="#000000">
                <v:path arrowok="t"/>
              </v:shape>
            </v:group>
            <v:group style="position:absolute;left:1025;top:-5333;width:2;height:4613" coordorigin="1025,-5333" coordsize="2,4613">
              <v:shape style="position:absolute;left:1025;top:-5333;width:2;height:4613" coordorigin="1025,-5333" coordsize="0,4613" path="m1025,-533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33;width:2;height:4613" coordorigin="10884,-5333" coordsize="2,4613">
              <v:shape style="position:absolute;left:10884;top:-5333;width:2;height:4613" coordorigin="10884,-5333" coordsize="0,4613" path="m10884,-533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  <w:u w:val="single" w:color="000000"/>
        </w:rPr>
        <w:t>Indika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jekk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dehri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x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kawża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wasslet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għad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1"/>
          <w:w w:val="100"/>
          <w:u w:val="single" w:color="000000"/>
        </w:rPr>
        <w:t>oni: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2"/>
          <w:w w:val="100"/>
          <w:u w:val="single" w:color="000000"/>
        </w:rPr>
        <w:t>Iva,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dehret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7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kawża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wasslet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għa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Le,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persuna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dehri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x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kawża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wasslet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għad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565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Jekk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immarkajt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kaxxa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ħt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1"/>
          <w:w w:val="100"/>
          <w:u w:val="single" w:color="000000"/>
        </w:rPr>
        <w:t>punt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2,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-1"/>
          <w:w w:val="100"/>
          <w:u w:val="single" w:color="000000"/>
        </w:rPr>
        <w:t>ekk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</w:t>
      </w:r>
      <w:r>
        <w:rPr>
          <w:b w:val="0"/>
          <w:bCs w:val="0"/>
          <w:spacing w:val="-5"/>
          <w:w w:val="100"/>
          <w:u w:val="single" w:color="000000"/>
        </w:rPr>
        <w:t>ħ</w:t>
      </w:r>
      <w:r>
        <w:rPr>
          <w:b w:val="0"/>
          <w:bCs w:val="0"/>
          <w:spacing w:val="1"/>
          <w:w w:val="100"/>
          <w:u w:val="single" w:color="000000"/>
        </w:rPr>
        <w:t>ġbok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kkonferma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eżistenza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ta'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wieħed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mil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pun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segwen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i:</w:t>
      </w:r>
      <w:r>
        <w:rPr>
          <w:b w:val="0"/>
          <w:bCs w:val="0"/>
          <w:spacing w:val="-1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289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persuna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enet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kkonvokata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(jum/xahar/sen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-1"/>
          <w:w w:val="100"/>
          <w:u w:val="single" w:color="000000"/>
        </w:rPr>
        <w:t>ħaldaqstant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infurmata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post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skedati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kawża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wasslet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għa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3"/>
          <w:w w:val="100"/>
          <w:u w:val="single" w:color="000000"/>
        </w:rPr>
        <w:t>ċ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2"/>
          <w:w w:val="100"/>
          <w:u w:val="single" w:color="000000"/>
        </w:rPr>
        <w:t>oni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enet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infurmata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7"/>
          <w:w w:val="100"/>
          <w:u w:val="single" w:color="000000"/>
        </w:rPr>
        <w:t>is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3"/>
          <w:w w:val="100"/>
          <w:u w:val="single" w:color="000000"/>
        </w:rPr>
        <w:t>a'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ingħata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deċiżjoni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jekk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id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hi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x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għal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kawża;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JEW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4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5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kenitx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ikkonvokata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iżda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b'mezzi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oħrajn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tassew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ċeviet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informazzjoni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uff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ċjali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post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skedati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kawża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wasslet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-3"/>
          <w:w w:val="100"/>
          <w:u w:val="single" w:color="000000"/>
        </w:rPr>
        <w:t>ħa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oni,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b'tali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ġie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stabbilit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inekwiv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kabbilment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kienet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konxja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kawża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skedata,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kienet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infurmata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ista'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tingħata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3"/>
          <w:w w:val="100"/>
          <w:u w:val="single" w:color="000000"/>
        </w:rPr>
        <w:t>ċ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jekk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hija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tidhirx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g</w:t>
      </w:r>
      <w:r>
        <w:rPr>
          <w:b w:val="0"/>
          <w:bCs w:val="0"/>
          <w:spacing w:val="-5"/>
          <w:w w:val="100"/>
          <w:u w:val="single" w:color="000000"/>
        </w:rPr>
        <w:t>ħ</w:t>
      </w:r>
      <w:r>
        <w:rPr>
          <w:b w:val="0"/>
          <w:bCs w:val="0"/>
          <w:spacing w:val="2"/>
          <w:w w:val="100"/>
          <w:u w:val="single" w:color="000000"/>
        </w:rPr>
        <w:t>al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1"/>
          <w:w w:val="100"/>
          <w:u w:val="single" w:color="000000"/>
        </w:rPr>
        <w:t>kawża;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JEW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65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konxja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kawża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skedata,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persuna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konsulent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legali,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appuntat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persuna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ko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ċernata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jew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mil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Istat,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biex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jiddefendiha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kawża,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kienet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fatt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ġiet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difiża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minn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dak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2"/>
          <w:w w:val="100"/>
          <w:u w:val="single" w:color="000000"/>
        </w:rPr>
        <w:t>konsu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fi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kawża;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J</w:t>
      </w:r>
      <w:r>
        <w:rPr>
          <w:b w:val="0"/>
          <w:bCs w:val="0"/>
          <w:spacing w:val="2"/>
          <w:w w:val="100"/>
          <w:u w:val="single" w:color="000000"/>
        </w:rPr>
        <w:t>EW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69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persuna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innotifikata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fi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(ju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5"/>
          <w:w w:val="100"/>
          <w:u w:val="single" w:color="000000"/>
        </w:rPr>
        <w:t>/</w:t>
      </w:r>
      <w:r>
        <w:rPr>
          <w:b w:val="0"/>
          <w:bCs w:val="0"/>
          <w:spacing w:val="-6"/>
          <w:w w:val="100"/>
          <w:u w:val="single" w:color="000000"/>
        </w:rPr>
        <w:t>x</w:t>
      </w:r>
      <w:r>
        <w:rPr>
          <w:b w:val="0"/>
          <w:bCs w:val="0"/>
          <w:spacing w:val="-1"/>
          <w:w w:val="100"/>
          <w:u w:val="single" w:color="000000"/>
        </w:rPr>
        <w:t>ahar/sena)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kienet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infur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espressament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dwar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3"/>
          <w:w w:val="100"/>
          <w:u w:val="single" w:color="000000"/>
        </w:rPr>
        <w:t>dr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5"/>
          <w:w w:val="100"/>
          <w:u w:val="single" w:color="000000"/>
        </w:rPr>
        <w:t>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</w:t>
      </w:r>
      <w:r>
        <w:rPr>
          <w:b w:val="0"/>
          <w:bCs w:val="0"/>
          <w:spacing w:val="-2"/>
          <w:w w:val="100"/>
          <w:u w:val="single" w:color="000000"/>
        </w:rPr>
        <w:t>ħal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kawża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ġdid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jew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appell,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fih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hija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</w:t>
      </w:r>
      <w:r>
        <w:rPr>
          <w:b w:val="0"/>
          <w:bCs w:val="0"/>
          <w:spacing w:val="-1"/>
          <w:w w:val="100"/>
          <w:u w:val="single" w:color="000000"/>
        </w:rPr>
        <w:t>ħandha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li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ppart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3"/>
          <w:w w:val="100"/>
          <w:u w:val="single" w:color="000000"/>
        </w:rPr>
        <w:t>ċ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pa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jippermettu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jiġu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eżamina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mil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2"/>
          <w:w w:val="100"/>
          <w:u w:val="single" w:color="000000"/>
        </w:rPr>
        <w:t>ġd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 w:before="7"/>
        <w:ind w:left="2096" w:right="16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mer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ta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każ,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inklużi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provi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ġodda,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jistgħu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jwasslu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biex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3"/>
          <w:w w:val="100"/>
          <w:u w:val="single" w:color="000000"/>
        </w:rPr>
        <w:t>inbidel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3"/>
          <w:w w:val="100"/>
          <w:u w:val="single" w:color="000000"/>
        </w:rPr>
        <w:t>ċ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2"/>
          <w:w w:val="100"/>
          <w:u w:val="single" w:color="000000"/>
        </w:rPr>
        <w:t>oni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or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ġinali,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persuna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kjarat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espressament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ikkontestax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din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1"/>
          <w:w w:val="100"/>
          <w:u w:val="single" w:color="000000"/>
        </w:rPr>
        <w:t>oni;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JEW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95"/>
          <w:u w:val="single" w:color="000000"/>
        </w:rPr>
        <w:t>JEW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28" w:val="left" w:leader="none"/>
        </w:tabs>
        <w:spacing w:line="274" w:lineRule="exact" w:before="74"/>
        <w:ind w:left="928" w:right="926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w w:val="99"/>
          <w:u w:val="single" w:color="000000"/>
        </w:rPr>
        <w:t>i</w:t>
      </w:r>
      <w:r>
        <w:rPr>
          <w:b w:val="0"/>
          <w:bCs w:val="0"/>
          <w:spacing w:val="-10"/>
          <w:w w:val="99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99"/>
          <w:u w:val="single" w:color="000000"/>
        </w:rPr>
        <w:t>persuna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ma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talbi</w:t>
      </w:r>
      <w:r>
        <w:rPr>
          <w:b w:val="0"/>
          <w:bCs w:val="0"/>
          <w:spacing w:val="9"/>
          <w:w w:val="99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x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kawża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2"/>
          <w:w w:val="99"/>
          <w:u w:val="single" w:color="000000"/>
        </w:rPr>
        <w:t>mil</w:t>
      </w:r>
      <w:r>
        <w:rPr>
          <w:b w:val="0"/>
          <w:bCs w:val="0"/>
          <w:spacing w:val="-5"/>
          <w:w w:val="99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2"/>
          <w:w w:val="99"/>
          <w:u w:val="single" w:color="000000"/>
        </w:rPr>
        <w:t>ġd</w:t>
      </w:r>
      <w:r>
        <w:rPr>
          <w:b w:val="0"/>
          <w:bCs w:val="0"/>
          <w:spacing w:val="-10"/>
          <w:w w:val="99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jew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appell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fi</w:t>
      </w:r>
      <w:r>
        <w:rPr>
          <w:b w:val="0"/>
          <w:bCs w:val="0"/>
          <w:spacing w:val="-5"/>
          <w:w w:val="99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99"/>
          <w:u w:val="single" w:color="000000"/>
        </w:rPr>
        <w:t>perijodu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ta'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żmien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applik</w:t>
      </w:r>
      <w:r>
        <w:rPr>
          <w:b w:val="0"/>
          <w:bCs w:val="0"/>
          <w:spacing w:val="0"/>
          <w:w w:val="100"/>
          <w:u w:val="single" w:color="000000"/>
        </w:rPr>
        <w:t>abbli;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311" w:space="40"/>
            <w:col w:w="8589"/>
          </w:cols>
        </w:sectPr>
      </w:pPr>
    </w:p>
    <w:p>
      <w:pPr>
        <w:spacing w:line="100" w:lineRule="exact" w:before="8"/>
        <w:rPr>
          <w:sz w:val="10"/>
          <w:szCs w:val="10"/>
        </w:rPr>
      </w:pPr>
      <w:r>
        <w:rPr/>
        <w:pict>
          <v:group style="position:absolute;margin-left:50.470001pt;margin-top:55.910023pt;width:490.659999pt;height:602.499977pt;mso-position-horizontal-relative:page;mso-position-vertical-relative:page;z-index:-571" coordorigin="1009,1118" coordsize="9813,12050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029" coordorigin="1025,1129" coordsize="2,12029">
              <v:shape style="position:absolute;left:1025;top:1129;width:2;height:12029" coordorigin="1025,1129" coordsize="0,12029" path="m1025,1129l1025,13158e" filled="f" stroked="t" strokeweight=".82pt" strokecolor="#000000">
                <v:path arrowok="t"/>
              </v:shape>
            </v:group>
            <v:group style="position:absolute;left:1018;top:13160;width:9797;height:2" coordorigin="1018,13160" coordsize="9797,2">
              <v:shape style="position:absolute;left:1018;top:13160;width:9797;height:2" coordorigin="1018,13160" coordsize="9797,0" path="m1018,13160l10814,13160e" filled="f" stroked="t" strokeweight=".82pt" strokecolor="#000000">
                <v:path arrowok="t"/>
              </v:shape>
            </v:group>
            <v:group style="position:absolute;left:10807;top:1129;width:2;height:12029" coordorigin="10807,1129" coordsize="2,12029">
              <v:shape style="position:absolute;left:10807;top:1129;width:2;height:12029" coordorigin="10807,1129" coordsize="0,12029" path="m10807,1129l10807,131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ġietx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notifikata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3"/>
          <w:w w:val="100"/>
          <w:u w:val="single" w:color="000000"/>
        </w:rPr>
        <w:t>ċ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1"/>
          <w:w w:val="100"/>
          <w:u w:val="single" w:color="000000"/>
        </w:rPr>
        <w:t>oni,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żda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311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tkun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innotifikata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b'din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mingħajr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dewmien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konsenja;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274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meta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notifikata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persuna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tkun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infurmata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espressam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6"/>
          <w:w w:val="100"/>
          <w:u w:val="single" w:color="000000"/>
        </w:rPr>
        <w:t>nt</w:t>
      </w:r>
      <w:r>
        <w:rPr>
          <w:b w:val="0"/>
          <w:bCs w:val="0"/>
          <w:spacing w:val="-5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99"/>
          <w:u w:val="none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dwar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3"/>
          <w:w w:val="100"/>
          <w:u w:val="single" w:color="000000"/>
        </w:rPr>
        <w:t>dr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tt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ta</w:t>
      </w:r>
      <w:r>
        <w:rPr>
          <w:b w:val="0"/>
          <w:bCs w:val="0"/>
          <w:spacing w:val="-1"/>
          <w:w w:val="100"/>
          <w:u w:val="single" w:color="000000"/>
        </w:rPr>
        <w:t>g</w:t>
      </w:r>
      <w:r>
        <w:rPr>
          <w:b w:val="0"/>
          <w:bCs w:val="0"/>
          <w:spacing w:val="-2"/>
          <w:w w:val="100"/>
          <w:u w:val="single" w:color="000000"/>
        </w:rPr>
        <w:t>ħha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għal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kawża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ġdid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jew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appell,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fih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hija</w:t>
      </w:r>
      <w:r>
        <w:rPr>
          <w:b w:val="0"/>
          <w:bCs w:val="0"/>
          <w:spacing w:val="-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-2"/>
          <w:w w:val="100"/>
          <w:u w:val="single" w:color="000000"/>
        </w:rPr>
        <w:t>ħandha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3"/>
          <w:w w:val="100"/>
          <w:u w:val="single" w:color="000000"/>
        </w:rPr>
        <w:t>dr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tippart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-6"/>
          <w:w w:val="100"/>
          <w:u w:val="single" w:color="000000"/>
        </w:rPr>
        <w:t>ċi</w:t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jippermetti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jiġu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eżamina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mil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ġdid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6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mer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każ,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inkluża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evidenza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ġd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jistgħu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jwasslu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biex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tinbidel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1"/>
          <w:w w:val="100"/>
          <w:u w:val="single" w:color="000000"/>
        </w:rPr>
        <w:t>ċiż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oni</w:t>
      </w:r>
      <w:r>
        <w:rPr>
          <w:b w:val="0"/>
          <w:bCs w:val="0"/>
          <w:spacing w:val="-20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or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ġinali;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488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rsuna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tkun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infurmata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perijodu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2"/>
          <w:w w:val="100"/>
          <w:u w:val="single" w:color="000000"/>
        </w:rPr>
        <w:t>ż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żmien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fih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hija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għandha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ob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kawża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ġdid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jew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appell,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jkun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jiem.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1103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Jekk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immarkajt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kaxxa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ħt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punt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jew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fuq,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jekk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</w:t>
      </w:r>
      <w:r>
        <w:rPr>
          <w:b w:val="0"/>
          <w:bCs w:val="0"/>
          <w:spacing w:val="-5"/>
          <w:w w:val="100"/>
          <w:u w:val="single" w:color="000000"/>
        </w:rPr>
        <w:t>ħ</w:t>
      </w:r>
      <w:r>
        <w:rPr>
          <w:b w:val="0"/>
          <w:bCs w:val="0"/>
          <w:spacing w:val="1"/>
          <w:w w:val="100"/>
          <w:u w:val="single" w:color="000000"/>
        </w:rPr>
        <w:t>ġbok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pprovdi</w:t>
      </w:r>
      <w:r>
        <w:rPr>
          <w:b w:val="0"/>
          <w:bCs w:val="0"/>
          <w:spacing w:val="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99"/>
          <w:u w:val="none"/>
        </w:rPr>
        <w:t> 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2"/>
          <w:w w:val="100"/>
          <w:u w:val="single" w:color="000000"/>
        </w:rPr>
        <w:t>azz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oni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dwar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kif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ġiet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ssod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sfatta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2"/>
          <w:w w:val="100"/>
          <w:u w:val="single" w:color="000000"/>
        </w:rPr>
        <w:t>ko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1"/>
          <w:w w:val="100"/>
          <w:u w:val="single" w:color="000000"/>
        </w:rPr>
        <w:t>dizzjoni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levan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i:</w:t>
      </w:r>
      <w:r>
        <w:rPr>
          <w:b w:val="0"/>
          <w:bCs w:val="0"/>
          <w:spacing w:val="-1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575.379982pt;mso-position-horizontal-relative:page;mso-position-vertical-relative:page;z-index:-570" coordorigin="1009,1449" coordsize="9890,11508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1486" coordorigin="1025,1460" coordsize="2,11486">
              <v:shape style="position:absolute;left:1025;top:1460;width:2;height:11486" coordorigin="1025,1460" coordsize="0,11486" path="m1025,1460l1025,12946e" filled="f" stroked="t" strokeweight=".82pt" strokecolor="#000000">
                <v:path arrowok="t"/>
              </v:shape>
            </v:group>
            <v:group style="position:absolute;left:1018;top:12949;width:9874;height:2" coordorigin="1018,12949" coordsize="9874,2">
              <v:shape style="position:absolute;left:1018;top:12949;width:9874;height:2" coordorigin="1018,12949" coordsize="9874,0" path="m1018,12949l10891,12949e" filled="f" stroked="t" strokeweight=".82pt" strokecolor="#000000">
                <v:path arrowok="t"/>
              </v:shape>
            </v:group>
            <v:group style="position:absolute;left:10884;top:1460;width:2;height:11486" coordorigin="10884,1460" coordsize="2,11486">
              <v:shape style="position:absolute;left:10884;top:1460;width:2;height:11486" coordorigin="10884,1460" coordsize="0,11486" path="m10884,1460l10884,1294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Rea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"/>
          <w:w w:val="100"/>
        </w:rPr>
        <w:t>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jirrigward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b'k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ll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reati.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0"/>
        <w:jc w:val="left"/>
      </w:pPr>
      <w:r>
        <w:rPr>
          <w:b w:val="0"/>
          <w:bCs w:val="0"/>
          <w:spacing w:val="0"/>
          <w:w w:val="100"/>
        </w:rPr>
        <w:t>Deskr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ċ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rkostanzi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6"/>
          <w:w w:val="100"/>
        </w:rPr>
        <w:t>fih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twetta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twettq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reat(i)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inklu</w:t>
      </w:r>
      <w:r>
        <w:rPr>
          <w:b w:val="0"/>
          <w:bCs w:val="0"/>
          <w:spacing w:val="0"/>
          <w:w w:val="100"/>
        </w:rPr>
        <w:t>ż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3"/>
          <w:w w:val="100"/>
        </w:rPr>
        <w:t>ħin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-6"/>
          <w:w w:val="100"/>
        </w:rPr>
        <w:t>il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post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grad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part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ċipazzjon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fi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reat(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mil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luba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Natur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klassifikazzj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reat(i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3"/>
          <w:w w:val="100"/>
        </w:rPr>
        <w:t>kod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ċi/dispoż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statutor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applikabbli: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249" w:hanging="567"/>
        <w:jc w:val="left"/>
      </w:pPr>
      <w:r>
        <w:rPr>
          <w:b w:val="0"/>
          <w:bCs w:val="0"/>
          <w:spacing w:val="-1"/>
          <w:w w:val="100"/>
        </w:rPr>
        <w:t>Jek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huw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applikabbli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immark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ħe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akta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rea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7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ġejji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punibbl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b'sentenz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kustodj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detenzjon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massim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mil</w:t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qa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sni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kif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iddefini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1"/>
          <w:w w:val="100"/>
        </w:rPr>
        <w:t>ġijie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part</w:t>
      </w:r>
      <w:r>
        <w:rPr>
          <w:b w:val="0"/>
          <w:bCs w:val="0"/>
          <w:spacing w:val="-1"/>
          <w:w w:val="100"/>
        </w:rPr>
        <w:t>eċipazzjon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f'organizzazzj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kriminali;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żmu;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bnedmin;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2"/>
          <w:w w:val="100"/>
        </w:rPr>
        <w:t>rutta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sesswal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tfa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pornografij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-1"/>
          <w:w w:val="100"/>
        </w:rPr>
        <w:t>al;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drogi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narkotiċ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tanzi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psikotrop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ċi;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f'armi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munizzj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splussivi;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3"/>
        <w:ind w:right="0"/>
        <w:jc w:val="left"/>
      </w:pPr>
      <w:r>
        <w:rPr/>
        <w:pict>
          <v:group style="position:absolute;margin-left:50.470001pt;margin-top:76.549973pt;width:494.500026pt;height:417.460015pt;mso-position-horizontal-relative:page;mso-position-vertical-relative:page;z-index:-569" coordorigin="1009,1531" coordsize="9890,8349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8328" coordorigin="1025,1542" coordsize="2,8328">
              <v:shape style="position:absolute;left:1025;top:1542;width:2;height:8328" coordorigin="1025,1542" coordsize="0,8328" path="m1025,1542l1025,9870e" filled="f" stroked="t" strokeweight=".82pt" strokecolor="#000000">
                <v:path arrowok="t"/>
              </v:shape>
            </v:group>
            <v:group style="position:absolute;left:1018;top:9872;width:9874;height:2" coordorigin="1018,9872" coordsize="9874,2">
              <v:shape style="position:absolute;left:1018;top:9872;width:9874;height:2" coordorigin="1018,9872" coordsize="9874,0" path="m1018,9872l10891,9872e" filled="f" stroked="t" strokeweight=".82pt" strokecolor="#000000">
                <v:path arrowok="t"/>
              </v:shape>
            </v:group>
            <v:group style="position:absolute;left:10884;top:1542;width:2;height:8328" coordorigin="10884,1542" coordsize="2,8328">
              <v:shape style="position:absolute;left:10884;top:1542;width:2;height:8328" coordorigin="10884,1542" coordsize="0,8328" path="m10884,1542l10884,98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korruzz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177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frod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inkluż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taffettw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eress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finanzjarj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ajie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Ewrope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fsira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nvenzj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Lulj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dwa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protezzjoni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2"/>
          <w:w w:val="100"/>
        </w:rPr>
        <w:t>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finanzjarji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ajiet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Ewropej;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launderin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flu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ġejji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muni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inkluż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euro;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konness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informatika;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157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2"/>
          <w:w w:val="100"/>
        </w:rPr>
        <w:t>ambjentali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inklu</w:t>
      </w:r>
      <w:r>
        <w:rPr>
          <w:b w:val="0"/>
          <w:bCs w:val="0"/>
          <w:spacing w:val="0"/>
          <w:w w:val="100"/>
        </w:rPr>
        <w:t>ż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speċ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annimal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-7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perikl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inqerd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varjetajie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pjan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7"/>
          <w:w w:val="100"/>
        </w:rPr>
        <w:t>h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fi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periko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2"/>
          <w:w w:val="100"/>
        </w:rPr>
        <w:t>jinqerdu;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5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ċil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tazz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dħul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residenz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mhu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awtorizza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qtil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offiż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grav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fu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persuna;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kumme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ċ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illeċit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f'organ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tessu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ni;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persuni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restrizzj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illega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ġġi;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razz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żm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ksenofobija;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ser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organizza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uż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armi;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f'ben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kulturali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inkluż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antikitajie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xogħlijie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-12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arti;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frodi;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qer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estorsjoni;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piraterij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prodotti;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a'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doku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mministrattiv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traffikar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ħhom;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mezz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pagament;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f'sustanz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ormonal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affarijie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oħr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jippromwov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2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iżvilupp;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f'mater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2"/>
          <w:w w:val="100"/>
        </w:rPr>
        <w:t>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nukleari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radj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attivi;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traffika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f'vettur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misruqin;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stupru;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ħru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2"/>
          <w:w w:val="100"/>
        </w:rPr>
        <w:t>ar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u;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3"/>
          <w:w w:val="100"/>
        </w:rPr>
        <w:t>jaq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2"/>
          <w:w w:val="100"/>
        </w:rPr>
        <w:t>ħ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fi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4"/>
          <w:w w:val="100"/>
        </w:rPr>
        <w:t>ko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petenza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Qort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iminal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Internazzj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nali;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qbi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illegal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1"/>
          <w:w w:val="100"/>
        </w:rPr>
        <w:t>ġenj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ru/ta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3"/>
          <w:w w:val="100"/>
        </w:rPr>
        <w:t>imen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sabot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ġġ.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ind w:left="719" w:right="0" w:hanging="384"/>
        <w:jc w:val="left"/>
      </w:pPr>
      <w:r>
        <w:rPr>
          <w:b w:val="0"/>
          <w:bCs w:val="0"/>
          <w:spacing w:val="0"/>
          <w:w w:val="100"/>
        </w:rPr>
        <w:t>Deskr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onijiet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ħa</w:t>
      </w:r>
      <w:r>
        <w:rPr>
          <w:b w:val="0"/>
          <w:bCs w:val="0"/>
          <w:spacing w:val="0"/>
          <w:w w:val="100"/>
        </w:rPr>
        <w:t>ħ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reat(i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mhu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rt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6"/>
          <w:w w:val="100"/>
        </w:rPr>
        <w:t>bi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taqsim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fuq: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796906pt;width:494.500026pt;height:273.700035pt;mso-position-horizontal-relative:page;mso-position-vertical-relative:paragraph;z-index:-568" coordorigin="1009,-5756" coordsize="9890,5474">
            <v:group style="position:absolute;left:1018;top:-5748;width:9874;height:2" coordorigin="1018,-5748" coordsize="9874,2">
              <v:shape style="position:absolute;left:1018;top:-5748;width:9874;height:2" coordorigin="1018,-5748" coordsize="9874,0" path="m1018,-5748l10891,-5748e" filled="f" stroked="t" strokeweight=".82pt" strokecolor="#000000">
                <v:path arrowok="t"/>
              </v:shape>
            </v:group>
            <v:group style="position:absolute;left:1025;top:-5745;width:2;height:5453" coordorigin="1025,-5745" coordsize="2,5453">
              <v:shape style="position:absolute;left:1025;top:-5745;width:2;height:5453" coordorigin="1025,-5745" coordsize="0,5453" path="m1025,-5745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5745;width:2;height:5453" coordorigin="10884,-5745" coordsize="2,5453">
              <v:shape style="position:absolute;left:10884;top:-5745;width:2;height:5453" coordorigin="10884,-5745" coordsize="0,5453" path="m10884,-5745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rkostanzi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oħr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rilevan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għal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ż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(informazzj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fakultattiva):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74"/>
        <w:ind w:left="152" w:right="26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jista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'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jkopr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rimark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13"/>
          <w:w w:val="100"/>
          <w:sz w:val="24"/>
          <w:szCs w:val="24"/>
          <w:u w:val="none"/>
        </w:rPr>
        <w:t>w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extra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4"/>
          <w:szCs w:val="24"/>
          <w:u w:val="none"/>
        </w:rPr>
        <w:t>-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territorjalità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interruzzjon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'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perijod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'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limitazzjon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ta'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żmie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u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konsegwenz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oħr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4"/>
          <w:szCs w:val="24"/>
          <w:u w:val="none"/>
        </w:rPr>
        <w:t>-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reat)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73.139992pt;mso-position-horizontal-relative:page;mso-position-vertical-relative:paragraph;z-index:-566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69"/>
        <w:ind w:left="719" w:right="292" w:hanging="567"/>
        <w:jc w:val="left"/>
      </w:pPr>
      <w:r>
        <w:rPr/>
        <w:pict>
          <v:group style="position:absolute;margin-left:50.470001pt;margin-top:-100.836876pt;width:494.500026pt;height:86.980004pt;mso-position-horizontal-relative:page;mso-position-vertical-relative:paragraph;z-index:-567" coordorigin="1009,-2017" coordsize="9890,1740">
            <v:group style="position:absolute;left:1018;top:-2009;width:9874;height:2" coordorigin="1018,-2009" coordsize="9874,2">
              <v:shape style="position:absolute;left:1018;top:-2009;width:9874;height:2" coordorigin="1018,-2009" coordsize="9874,0" path="m1018,-2009l10891,-2009e" filled="f" stroked="t" strokeweight=".82pt" strokecolor="#000000">
                <v:path arrowok="t"/>
              </v:shape>
            </v:group>
            <v:group style="position:absolute;left:1025;top:-2006;width:2;height:1718" coordorigin="1025,-2006" coordsize="2,1718">
              <v:shape style="position:absolute;left:1025;top:-2006;width:2;height:1718" coordorigin="1025,-2006" coordsize="0,1718" path="m1025,-2006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06;width:2;height:1718" coordorigin="10884,-2006" coordsize="2,1718">
              <v:shape style="position:absolute;left:10884;top:-2006;width:2;height:1718" coordorigin="10884,-2006" coordsize="0,1718" path="m10884,-2006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jirrigward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wkol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sekwestru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konsenj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proprjet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7"/>
          <w:w w:val="100"/>
        </w:rPr>
        <w:t>is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tku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eġa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ħal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evidenza: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289"/>
        <w:jc w:val="left"/>
      </w:pPr>
      <w:r>
        <w:rPr>
          <w:b w:val="0"/>
          <w:bCs w:val="0"/>
          <w:spacing w:val="-2"/>
          <w:w w:val="100"/>
        </w:rPr>
        <w:t>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jir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igward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wkol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sekwestru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konsenja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propr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miksub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mil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persuna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mi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lub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ħala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riżultat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reat: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Deskr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propr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et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-post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2"/>
          <w:w w:val="100"/>
        </w:rPr>
        <w:t>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0"/>
          <w:w w:val="100"/>
        </w:rPr>
        <w:t>ħruf):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739" w:hanging="567"/>
        <w:jc w:val="left"/>
      </w:pPr>
      <w:r>
        <w:rPr>
          <w:b w:val="0"/>
          <w:bCs w:val="0"/>
          <w:spacing w:val="1"/>
          <w:w w:val="100"/>
        </w:rPr>
        <w:t>Ir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reat(i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abbaż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nħare</w:t>
      </w:r>
      <w:r>
        <w:rPr>
          <w:b w:val="0"/>
          <w:bCs w:val="0"/>
          <w:spacing w:val="0"/>
          <w:w w:val="100"/>
        </w:rPr>
        <w:t>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hu(ma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punibbl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wassal(w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sslu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ħal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sentenz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5"/>
          <w:w w:val="100"/>
        </w:rPr>
        <w:t>ħ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kustodj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għomo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detenzjoni: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177" w:hanging="567"/>
        <w:jc w:val="left"/>
      </w:pP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sistema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legali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ippermett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ssi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reviżj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miżur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impost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fu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talb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mil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inqa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2"/>
          <w:w w:val="100"/>
        </w:rPr>
        <w:t>ħa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pien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miżura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ġi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eżegwita,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2"/>
          <w:w w:val="100"/>
        </w:rPr>
        <w:t>u/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ew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49" w:hanging="567"/>
        <w:jc w:val="left"/>
      </w:pPr>
      <w:r>
        <w:rPr/>
        <w:pict>
          <v:group style="position:absolute;margin-left:50.470001pt;margin-top:91.553085pt;width:494.500026pt;height:298.900017pt;mso-position-horizontal-relative:page;mso-position-vertical-relative:paragraph;z-index:-564" coordorigin="1009,1831" coordsize="9890,5978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957" coordorigin="1025,1842" coordsize="2,5957">
              <v:shape style="position:absolute;left:1025;top:1842;width:2;height:5957" coordorigin="1025,1842" coordsize="0,5957" path="m1025,1842l1025,7798e" filled="f" stroked="t" strokeweight=".82pt" strokecolor="#000000">
                <v:path arrowok="t"/>
              </v:shape>
            </v:group>
            <v:group style="position:absolute;left:1018;top:7801;width:9874;height:2" coordorigin="1018,7801" coordsize="9874,2">
              <v:shape style="position:absolute;left:1018;top:7801;width:9874;height:2" coordorigin="1018,7801" coordsize="9874,0" path="m1018,7801l10891,7801e" filled="f" stroked="t" strokeweight=".82pt" strokecolor="#000000">
                <v:path arrowok="t"/>
              </v:shape>
            </v:group>
            <v:group style="position:absolute;left:10884;top:1842;width:2;height:5957" coordorigin="10884,1842" coordsize="2,5957">
              <v:shape style="position:absolute;left:10884;top:1842;width:2;height:5957" coordorigin="10884,1842" coordsize="0,5957" path="m10884,1842l10884,77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sistema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legali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ippermett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applikazzj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miżur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klemenza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hij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ħalih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taħ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6"/>
          <w:w w:val="100"/>
        </w:rPr>
        <w:t>li</w:t>
      </w:r>
      <w:r>
        <w:rPr>
          <w:b w:val="0"/>
          <w:bCs w:val="0"/>
          <w:spacing w:val="-1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2"/>
          <w:w w:val="100"/>
        </w:rPr>
        <w:t>pratt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ħa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pien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miżur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ġi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eżegwita.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0.836884pt;width:494.500026pt;height:188.739983pt;mso-position-horizontal-relative:page;mso-position-vertical-relative:paragraph;z-index:-565" coordorigin="1009,-4417" coordsize="9890,3775">
            <v:group style="position:absolute;left:1018;top:-4409;width:9874;height:2" coordorigin="1018,-4409" coordsize="9874,2">
              <v:shape style="position:absolute;left:1018;top:-4409;width:9874;height:2" coordorigin="1018,-4409" coordsize="9874,0" path="m1018,-4409l10891,-4409e" filled="f" stroked="t" strokeweight=".82pt" strokecolor="#000000">
                <v:path arrowok="t"/>
              </v:shape>
            </v:group>
            <v:group style="position:absolute;left:1025;top:-4406;width:2;height:3754" coordorigin="1025,-4406" coordsize="2,3754">
              <v:shape style="position:absolute;left:1025;top:-4406;width:2;height:3754" coordorigin="1025,-4406" coordsize="0,3754" path="m1025,-4406l1025,-653e" filled="f" stroked="t" strokeweight=".82pt" strokecolor="#000000">
                <v:path arrowok="t"/>
              </v:shape>
            </v:group>
            <v:group style="position:absolute;left:1018;top:-650;width:9874;height:2" coordorigin="1018,-650" coordsize="9874,2">
              <v:shape style="position:absolute;left:1018;top:-650;width:9874;height:2" coordorigin="1018,-650" coordsize="9874,0" path="m1018,-650l10891,-650e" filled="f" stroked="t" strokeweight=".82pt" strokecolor="#000000">
                <v:path arrowok="t"/>
              </v:shape>
            </v:group>
            <v:group style="position:absolute;left:10884;top:-4406;width:2;height:3754" coordorigin="10884,-4406" coordsize="2,3754">
              <v:shape style="position:absolute;left:10884;top:-4406;width:2;height:3754" coordorigin="10884,-4406" coordsize="0,3754" path="m10884,-4406l10884,-65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awtor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ġudizzjarj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ħarġe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mandat: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1"/>
          <w:w w:val="100"/>
        </w:rPr>
        <w:t>uff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ċjali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rappreżentant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tagħha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4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Poż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2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(t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u/grad):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Referenza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fajl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zz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Nru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(kod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pajjiż)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(kod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aż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żona/ta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belt)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(...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>
          <w:b w:val="0"/>
          <w:bCs w:val="0"/>
          <w:spacing w:val="1"/>
          <w:w w:val="100"/>
        </w:rPr>
        <w:t>Nr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Fax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(kod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pajjiż)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(kod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"/>
          <w:w w:val="100"/>
        </w:rPr>
        <w:t>ż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żona/ta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belt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ettron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83" w:lineRule="auto" w:before="2"/>
        <w:ind w:left="719" w:right="187"/>
        <w:jc w:val="left"/>
      </w:pPr>
      <w:r>
        <w:rPr>
          <w:b w:val="0"/>
          <w:bCs w:val="0"/>
          <w:spacing w:val="0"/>
          <w:w w:val="100"/>
        </w:rPr>
        <w:t>Dettalji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ta'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kuntatt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ġ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kkuntatt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bie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isir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arra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ġamen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prattiċi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ħ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ġa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0"/>
          <w:w w:val="100"/>
        </w:rPr>
        <w:t>għal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konsenja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566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63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Fi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6"/>
          <w:w w:val="100"/>
          <w:position w:val="0"/>
        </w:rPr>
        <w:t>-</w:t>
      </w:r>
      <w:r>
        <w:rPr>
          <w:b w:val="0"/>
          <w:bCs w:val="0"/>
          <w:spacing w:val="-2"/>
          <w:w w:val="100"/>
          <w:position w:val="0"/>
        </w:rPr>
        <w:t>verżj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nijie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lingwis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3"/>
          <w:w w:val="100"/>
          <w:position w:val="0"/>
        </w:rPr>
        <w:t>ċ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differen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se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tiġ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inkluż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referenz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għa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0"/>
          <w:w w:val="100"/>
          <w:position w:val="0"/>
        </w:rPr>
        <w:t>"detentur"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ta</w:t>
      </w:r>
      <w:r>
        <w:rPr>
          <w:b w:val="0"/>
          <w:bCs w:val="0"/>
          <w:spacing w:val="-10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1"/>
          <w:w w:val="100"/>
          <w:position w:val="0"/>
        </w:rPr>
        <w:t>awtor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tà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ġud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zzjarja.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565"/>
        <w:jc w:val="left"/>
      </w:pPr>
      <w:r>
        <w:rPr>
          <w:b w:val="0"/>
          <w:bCs w:val="0"/>
          <w:spacing w:val="-1"/>
          <w:w w:val="100"/>
        </w:rPr>
        <w:t>Met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awtorit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3"/>
          <w:w w:val="100"/>
        </w:rPr>
        <w:t>ċen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ral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tku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in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0"/>
          <w:w w:val="100"/>
        </w:rPr>
        <w:t>ħatat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responsabbilt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ħa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-1"/>
          <w:w w:val="100"/>
        </w:rPr>
        <w:t>trasmissj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2"/>
          <w:w w:val="100"/>
        </w:rPr>
        <w:t>ċezzj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ni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0"/>
          <w:w w:val="100"/>
        </w:rPr>
        <w:t>amministrattiva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manda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arres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Ewropej: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awtor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ċentrali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Persun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kuntatt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applikabbl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itolu/gra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isem)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zz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Nru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(kod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pajjiż)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(kod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"/>
          <w:w w:val="100"/>
        </w:rPr>
        <w:t>ż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żona/ta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belt)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(...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123pt;width:494.500026pt;height:176.980004pt;mso-position-horizontal-relative:page;mso-position-vertical-relative:paragraph;z-index:-561" coordorigin="1009,1454" coordsize="9890,3540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518" coordorigin="1025,1464" coordsize="2,3518">
              <v:shape style="position:absolute;left:1025;top:1464;width:2;height:3518" coordorigin="1025,1464" coordsize="0,3518" path="m1025,1464l1025,4983e" filled="f" stroked="t" strokeweight=".82pt" strokecolor="#000000">
                <v:path arrowok="t"/>
              </v:shape>
            </v:group>
            <v:group style="position:absolute;left:1018;top:4985;width:9874;height:2" coordorigin="1018,4985" coordsize="9874,2">
              <v:shape style="position:absolute;left:1018;top:4985;width:9874;height:2" coordorigin="1018,4985" coordsize="9874,0" path="m1018,4985l10891,4985e" filled="f" stroked="t" strokeweight=".82pt" strokecolor="#000000">
                <v:path arrowok="t"/>
              </v:shape>
            </v:group>
            <v:group style="position:absolute;left:10884;top:1464;width:2;height:3518" coordorigin="10884,1464" coordsize="2,3518">
              <v:shape style="position:absolute;left:10884;top:1464;width:2;height:3518" coordorigin="10884,1464" coordsize="0,3518" path="m10884,1464l10884,49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Nr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(kod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pajjiż)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(kod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ċ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"/>
          <w:w w:val="100"/>
        </w:rPr>
        <w:t>ż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żona/ta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belt)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(...)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zz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elettron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7.956909pt;width:494.500026pt;height:246.34002pt;mso-position-horizontal-relative:page;mso-position-vertical-relative:paragraph;z-index:-562" coordorigin="1009,-5559" coordsize="9890,4927">
            <v:group style="position:absolute;left:1018;top:-5551;width:9874;height:2" coordorigin="1018,-5551" coordsize="9874,2">
              <v:shape style="position:absolute;left:1018;top:-5551;width:9874;height:2" coordorigin="1018,-5551" coordsize="9874,0" path="m1018,-5551l10891,-5551e" filled="f" stroked="t" strokeweight=".82pt" strokecolor="#000000">
                <v:path arrowok="t"/>
              </v:shape>
            </v:group>
            <v:group style="position:absolute;left:1025;top:-5549;width:2;height:4906" coordorigin="1025,-5549" coordsize="2,4906">
              <v:shape style="position:absolute;left:1025;top:-5549;width:2;height:4906" coordorigin="1025,-5549" coordsize="0,4906" path="m1025,-554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549;width:2;height:4906" coordorigin="10884,-5549" coordsize="2,4906">
              <v:shape style="position:absolute;left:10884;top:-5549;width:2;height:4906" coordorigin="10884,-5549" coordsize="0,4906" path="m10884,-554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awtor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ġud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zzjarj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emitten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6"/>
          <w:w w:val="100"/>
        </w:rPr>
        <w:t>u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-1"/>
          <w:w w:val="100"/>
        </w:rPr>
        <w:t>rappreżentan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tagħha: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Ise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2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right="0"/>
        <w:jc w:val="left"/>
      </w:pPr>
      <w:r>
        <w:rPr>
          <w:b w:val="0"/>
          <w:bCs w:val="0"/>
          <w:spacing w:val="1"/>
          <w:w w:val="100"/>
        </w:rPr>
        <w:t>Poż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zz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2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(t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u/grad):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Data: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89.395119pt;width:84.000008pt;height:.1pt;mso-position-horizontal-relative:page;mso-position-vertical-relative:paragraph;z-index:-560" coordorigin="5112,1788" coordsize="1680,2">
            <v:shape style="position:absolute;left:5112;top:1788;width:1680;height:2" coordorigin="5112,1788" coordsize="1680,0" path="m5112,1788l6792,1788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Timbr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uff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1"/>
          <w:w w:val="100"/>
        </w:rPr>
        <w:t>ċjal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-1"/>
          <w:w w:val="100"/>
        </w:rPr>
        <w:t>ek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disponibbli)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8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7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85.223938pt;width:97.835975pt;height:14pt;mso-position-horizontal-relative:page;mso-position-vertical-relative:page;z-index:-57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erc/ERC/ba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4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46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gp/LB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279999pt;margin-top:785.223938pt;width:32.279999pt;height:31.491957pt;mso-position-horizontal-relative:page;mso-position-vertical-relative:page;z-index:-575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4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4"/>
                    <w:w w:val="95"/>
                    <w:sz w:val="36"/>
                    <w:szCs w:val="36"/>
                  </w:rPr>
                  <w:t>MT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3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8.483786pt;height:28.4pt;mso-position-horizontal-relative:page;mso-position-vertical-relative:page;z-index:-57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ANNESS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85.223938pt;width:97.835975pt;height:14pt;mso-position-horizontal-relative:page;mso-position-vertical-relative:page;z-index:-57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erc/ERC/ba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4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46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gp/LB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279999pt;margin-top:785.223938pt;width:32.279999pt;height:31.491957pt;mso-position-horizontal-relative:page;mso-position-vertical-relative:page;z-index:-570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365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5"/>
                    <w:w w:val="100"/>
                    <w:sz w:val="36"/>
                    <w:szCs w:val="36"/>
                  </w:rPr>
                  <w:t>MT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hanging="567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2014-11-19T09:19:20Z</dcterms:created>
  <dcterms:modified xsi:type="dcterms:W3CDTF">2014-11-19T09:19:20Z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2014-11-19T00:00:00Z</vt:filetime>
  </property>
</Properties>
</file>