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412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4.00807pt;height:56.64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type w:val="continuous"/>
          <w:pgSz w:w="11900" w:h="16820"/>
          <w:pgMar w:footer="971" w:top="620" w:bottom="1160" w:left="980" w:right="980"/>
          <w:pgNumType w:start="1"/>
        </w:sectPr>
      </w:pPr>
    </w:p>
    <w:p>
      <w:pPr>
        <w:pStyle w:val="Heading1"/>
        <w:spacing w:line="242" w:lineRule="auto" w:before="69"/>
        <w:ind w:left="810" w:right="0" w:firstLine="1780"/>
        <w:jc w:val="left"/>
        <w:rPr>
          <w:b w:val="0"/>
          <w:bCs w:val="0"/>
        </w:rPr>
      </w:pPr>
      <w:r>
        <w:rPr>
          <w:spacing w:val="0"/>
          <w:w w:val="95"/>
        </w:rPr>
        <w:t>ΣΥΜΒΟΥΛΙΟ</w:t>
      </w:r>
      <w:r>
        <w:rPr>
          <w:rFonts w:ascii="Times New Roman" w:hAnsi="Times New Roman" w:cs="Times New Roman" w:eastAsia="Times New Roman"/>
          <w:spacing w:val="0"/>
          <w:w w:val="99"/>
        </w:rPr>
        <w:t> </w:t>
      </w:r>
      <w:r>
        <w:rPr>
          <w:spacing w:val="0"/>
          <w:w w:val="100"/>
        </w:rPr>
        <w:t>ΤΗΣ</w:t>
      </w:r>
      <w:r>
        <w:rPr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pacing w:val="-14"/>
          <w:w w:val="100"/>
        </w:rPr>
      </w:r>
      <w:r>
        <w:rPr>
          <w:spacing w:val="0"/>
          <w:w w:val="100"/>
        </w:rPr>
        <w:t>ΕΥΡΩΠΑΪΚΗΣ</w:t>
      </w:r>
      <w:r>
        <w:rPr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pacing w:val="-14"/>
          <w:w w:val="100"/>
        </w:rPr>
      </w:r>
      <w:r>
        <w:rPr>
          <w:spacing w:val="0"/>
          <w:w w:val="100"/>
        </w:rPr>
        <w:t>ΕΝΩΣΗΣ</w:t>
      </w:r>
      <w:r>
        <w:rPr>
          <w:b w:val="0"/>
          <w:bCs w:val="0"/>
          <w:spacing w:val="0"/>
          <w:w w:val="100"/>
        </w:rPr>
      </w:r>
    </w:p>
    <w:p>
      <w:pPr>
        <w:spacing w:line="242" w:lineRule="auto" w:before="69"/>
        <w:ind w:left="1659" w:right="13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0"/>
          <w:w w:val="100"/>
        </w:rPr>
        <w:br w:type="column"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Βρυξέλλες,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Ιουλίο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υ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2011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(OR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en)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13297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/11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COPE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89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4" w:lineRule="exact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EUROJUS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before="2"/>
        <w:ind w:left="16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20"/>
          <w:pgMar w:top="620" w:bottom="1160" w:left="980" w:right="980"/>
          <w:cols w:num="2" w:equalWidth="0">
            <w:col w:w="4122" w:space="40"/>
            <w:col w:w="5778"/>
          </w:cols>
        </w:sectPr>
      </w:pPr>
    </w:p>
    <w:p>
      <w:pPr>
        <w:spacing w:line="170" w:lineRule="exact" w:before="10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786" w:val="left" w:leader="none"/>
        </w:tabs>
        <w:spacing w:before="69"/>
        <w:ind w:left="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ΣΗΜΕΙΩΜΑ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Γενική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Γραμματείας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προς</w:t>
      </w:r>
      <w:r>
        <w:rPr>
          <w:b w:val="0"/>
          <w:bCs w:val="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τι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-1"/>
          <w:w w:val="100"/>
        </w:rPr>
        <w:t>αντιπροσωπίες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851" w:val="left" w:leader="none"/>
        </w:tabs>
        <w:spacing w:line="233" w:lineRule="auto" w:before="18"/>
        <w:ind w:left="1852" w:right="206" w:hanging="1700"/>
        <w:jc w:val="left"/>
      </w:pPr>
      <w:r>
        <w:rPr/>
        <w:pict>
          <v:group style="position:absolute;margin-left:56.639999pt;margin-top:.880642pt;width:481.680008pt;height:.1pt;mso-position-horizontal-relative:page;mso-position-vertical-relative:paragraph;z-index:-556" coordorigin="1133,18" coordsize="9634,2">
            <v:shape style="position:absolute;left:1133;top:18;width:9634;height:2" coordorigin="1133,18" coordsize="9634,0" path="m1133,18l10766,18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  <w:position w:val="-3"/>
        </w:rPr>
        <w:t>Θέμα</w:t>
      </w:r>
      <w:r>
        <w:rPr>
          <w:b w:val="0"/>
          <w:bCs w:val="0"/>
          <w:spacing w:val="0"/>
          <w:w w:val="100"/>
          <w:position w:val="-3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-3"/>
        </w:rPr>
        <w:tab/>
      </w:r>
      <w:r>
        <w:rPr>
          <w:b w:val="0"/>
          <w:bCs w:val="0"/>
          <w:spacing w:val="-1"/>
          <w:w w:val="100"/>
          <w:position w:val="0"/>
        </w:rPr>
        <w:t>Απόφαση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πλαίσι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2009/299/ΔΕ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Συμβουλίο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26η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Φεβρουαρίο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2009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γι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τροποποίησ</w:t>
      </w:r>
      <w:r>
        <w:rPr>
          <w:b w:val="0"/>
          <w:bCs w:val="0"/>
          <w:spacing w:val="0"/>
          <w:w w:val="100"/>
          <w:position w:val="0"/>
        </w:rPr>
        <w:t>η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αποφάσεω</w:t>
      </w:r>
      <w:r>
        <w:rPr>
          <w:b w:val="0"/>
          <w:bCs w:val="0"/>
          <w:spacing w:val="1"/>
          <w:w w:val="100"/>
          <w:position w:val="0"/>
        </w:rPr>
        <w:t>ν</w:t>
      </w:r>
      <w:r>
        <w:rPr>
          <w:b w:val="0"/>
          <w:bCs w:val="0"/>
          <w:spacing w:val="1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πλαισίω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2002/584/ΔΕΥ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2005/214/ΔΕΥ,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2006/783/ΔΕΥ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2008/909/ΔΕ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2008/947/ΔΕΥ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κατοχύρωση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δι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του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τρόπο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αυτού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δικονομικώ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δικαιωμάτω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προσώπω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προώθηση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εφαρμογή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αρχή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αμοιβαία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2"/>
          <w:w w:val="100"/>
          <w:position w:val="0"/>
        </w:rPr>
        <w:t>α</w:t>
      </w:r>
      <w:r>
        <w:rPr>
          <w:b w:val="0"/>
          <w:bCs w:val="0"/>
          <w:spacing w:val="-1"/>
          <w:w w:val="100"/>
          <w:position w:val="0"/>
        </w:rPr>
        <w:t>ναγνώριση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αποφάσεω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εκδίδονται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ερήμη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ενδιαφερομένο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προσώπο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στ</w:t>
      </w:r>
      <w:r>
        <w:rPr>
          <w:b w:val="0"/>
          <w:bCs w:val="0"/>
          <w:spacing w:val="0"/>
          <w:w w:val="100"/>
          <w:position w:val="0"/>
        </w:rPr>
        <w:t>η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δίκη</w:t>
      </w:r>
      <w:r>
        <w:rPr>
          <w:b w:val="0"/>
          <w:bCs w:val="0"/>
          <w:spacing w:val="0"/>
          <w:w w:val="100"/>
          <w:position w:val="0"/>
        </w:rPr>
        <w:t>.</w:t>
      </w:r>
    </w:p>
    <w:p>
      <w:pPr>
        <w:pStyle w:val="BodyText"/>
        <w:tabs>
          <w:tab w:pos="1914" w:val="left" w:leader="none"/>
          <w:tab w:pos="9795" w:val="left" w:leader="none"/>
        </w:tabs>
        <w:spacing w:before="4"/>
        <w:ind w:left="138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Ενοποιημένη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μορφή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εντύπου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ευρωπαϊκού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εντάλματος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σύλληψη</w:t>
      </w:r>
      <w:r>
        <w:rPr>
          <w:b w:val="0"/>
          <w:bCs w:val="0"/>
          <w:spacing w:val="1"/>
          <w:w w:val="100"/>
          <w:u w:val="single" w:color="000000"/>
        </w:rPr>
        <w:t>ς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 w:before="69"/>
        <w:ind w:right="988"/>
        <w:jc w:val="left"/>
      </w:pPr>
      <w:r>
        <w:rPr/>
        <w:pict>
          <v:group style="position:absolute;margin-left:234.479996pt;margin-top:79.165131pt;width:126.000012pt;height:.1pt;mso-position-horizontal-relative:page;mso-position-vertical-relative:paragraph;z-index:-555" coordorigin="4690,1583" coordsize="2520,2">
            <v:shape style="position:absolute;left:4690;top:1583;width:2520;height:2" coordorigin="4690,1583" coordsize="2520,0" path="m4690,1583l7210,1583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Επισυνάπτετα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αντιπροσωπίε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ενοποιημέν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κείμεν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εντύπο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ευρωπαϊκού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εντάλματο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0"/>
          <w:w w:val="100"/>
        </w:rPr>
      </w:r>
      <w:r>
        <w:rPr>
          <w:b w:val="0"/>
          <w:bCs w:val="0"/>
          <w:spacing w:val="-1"/>
          <w:w w:val="100"/>
        </w:rPr>
        <w:t>σύλληψη</w:t>
      </w:r>
      <w:r>
        <w:rPr>
          <w:b w:val="0"/>
          <w:bCs w:val="0"/>
          <w:spacing w:val="0"/>
          <w:w w:val="100"/>
        </w:rPr>
        <w:t>ς.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left"/>
        <w:sectPr>
          <w:type w:val="continuous"/>
          <w:pgSz w:w="11900" w:h="16820"/>
          <w:pgMar w:top="620" w:bottom="1160" w:left="980" w:right="980"/>
        </w:sectPr>
      </w:pPr>
    </w:p>
    <w:p>
      <w:pPr>
        <w:pStyle w:val="Heading1"/>
        <w:spacing w:before="74"/>
        <w:ind w:left="0" w:right="148"/>
        <w:jc w:val="right"/>
        <w:rPr>
          <w:b w:val="0"/>
          <w:bCs w:val="0"/>
        </w:rPr>
      </w:pPr>
      <w:r>
        <w:rPr>
          <w:w w:val="99"/>
        </w:rPr>
      </w:r>
      <w:r>
        <w:rPr>
          <w:spacing w:val="0"/>
          <w:w w:val="95"/>
          <w:u w:val="thick" w:color="000000"/>
        </w:rPr>
        <w:t>ΠΑΡΑΡΤΗΜΑ</w:t>
      </w:r>
      <w:r>
        <w:rPr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8"/>
        <w:ind w:left="2807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ΕΥΡΩΠΑΪΚ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Ο</w:t>
      </w:r>
      <w:r>
        <w:rPr>
          <w:rFonts w:ascii="Times New Roman" w:hAnsi="Times New Roman" w:cs="Times New Roman" w:eastAsia="Times New Roman"/>
          <w:b/>
          <w:bCs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3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ΕΝΤΑΛΜ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Α</w:t>
      </w:r>
      <w:r>
        <w:rPr>
          <w:rFonts w:ascii="Times New Roman" w:hAnsi="Times New Roman" w:cs="Times New Roman" w:eastAsia="Times New Roman"/>
          <w:b/>
          <w:bCs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2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ΣΥΛΛΗΨΗ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Σ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258"/>
        <w:jc w:val="left"/>
      </w:pP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παρό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ένταλμ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έχε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εκδοθε</w:t>
      </w:r>
      <w:r>
        <w:rPr>
          <w:b w:val="0"/>
          <w:bCs w:val="0"/>
          <w:spacing w:val="0"/>
          <w:w w:val="100"/>
        </w:rPr>
        <w:t>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αρμόδι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δικαστικ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αρχή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Ζητ</w:t>
      </w:r>
      <w:r>
        <w:rPr>
          <w:b w:val="0"/>
          <w:bCs w:val="0"/>
          <w:spacing w:val="0"/>
          <w:w w:val="100"/>
        </w:rPr>
        <w:t>ώ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σύλληψ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παράδοση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προσώπο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αναφέρετα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κατωτέρ</w:t>
      </w:r>
      <w:r>
        <w:rPr>
          <w:b w:val="0"/>
          <w:bCs w:val="0"/>
          <w:spacing w:val="0"/>
          <w:w w:val="100"/>
        </w:rPr>
        <w:t>ω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σκοπ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άσκησ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ποινική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δίωξη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εκτέλεση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ποινής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μέτρο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ασφαλεία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στερητικο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ελευθερίας.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719" w:val="left" w:leader="none"/>
        </w:tabs>
        <w:spacing w:line="240" w:lineRule="auto" w:before="78"/>
        <w:ind w:left="719" w:right="229" w:hanging="567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54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Τ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παρό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ένταλμ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πρέπε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ν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είνα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1"/>
          <w:w w:val="100"/>
          <w:position w:val="0"/>
        </w:rPr>
        <w:t>δ</w:t>
      </w:r>
      <w:r>
        <w:rPr>
          <w:b w:val="0"/>
          <w:bCs w:val="0"/>
          <w:spacing w:val="-1"/>
          <w:w w:val="100"/>
          <w:position w:val="0"/>
        </w:rPr>
        <w:t>ιατυπωμέν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ή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μεταφρασμέν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</w:t>
      </w:r>
      <w:r>
        <w:rPr>
          <w:b w:val="0"/>
          <w:bCs w:val="0"/>
          <w:spacing w:val="0"/>
          <w:w w:val="100"/>
          <w:position w:val="0"/>
        </w:rPr>
        <w:t>ε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μί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απ</w:t>
      </w:r>
      <w:r>
        <w:rPr>
          <w:b w:val="0"/>
          <w:bCs w:val="0"/>
          <w:spacing w:val="0"/>
          <w:w w:val="100"/>
          <w:position w:val="0"/>
        </w:rPr>
        <w:t>ό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τι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επίσημες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γλώσσε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το</w:t>
      </w:r>
      <w:r>
        <w:rPr>
          <w:b w:val="0"/>
          <w:bCs w:val="0"/>
          <w:spacing w:val="0"/>
          <w:w w:val="100"/>
          <w:position w:val="0"/>
        </w:rPr>
        <w:t>υ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κράτου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μέλου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εκτέλεσης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εά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κράτο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αυτ</w:t>
      </w:r>
      <w:r>
        <w:rPr>
          <w:b w:val="0"/>
          <w:bCs w:val="0"/>
          <w:spacing w:val="0"/>
          <w:w w:val="100"/>
          <w:position w:val="0"/>
        </w:rPr>
        <w:t>ό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είνα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γνωστό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ή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</w:t>
      </w:r>
      <w:r>
        <w:rPr>
          <w:b w:val="0"/>
          <w:bCs w:val="0"/>
          <w:spacing w:val="0"/>
          <w:w w:val="100"/>
          <w:position w:val="0"/>
        </w:rPr>
        <w:t>ε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οποιαδήποτε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άλλ</w:t>
      </w:r>
      <w:r>
        <w:rPr>
          <w:b w:val="0"/>
          <w:bCs w:val="0"/>
          <w:spacing w:val="0"/>
          <w:w w:val="100"/>
          <w:position w:val="0"/>
        </w:rPr>
        <w:t>η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γλώσσ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δέχετα</w:t>
      </w:r>
      <w:r>
        <w:rPr>
          <w:b w:val="0"/>
          <w:bCs w:val="0"/>
          <w:spacing w:val="0"/>
          <w:w w:val="100"/>
          <w:position w:val="0"/>
        </w:rPr>
        <w:t>ι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</w:t>
      </w:r>
      <w:r>
        <w:rPr>
          <w:b w:val="0"/>
          <w:bCs w:val="0"/>
          <w:spacing w:val="0"/>
          <w:w w:val="100"/>
          <w:position w:val="0"/>
        </w:rPr>
        <w:t>ο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κράτο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αυτό.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footerReference w:type="default" r:id="rId7"/>
          <w:pgSz w:w="11900" w:h="16820"/>
          <w:pgMar w:footer="971" w:header="0" w:top="1320" w:bottom="1160" w:left="980" w:right="980"/>
          <w:pgNumType w:start="2"/>
        </w:sectPr>
      </w:pPr>
    </w:p>
    <w:p>
      <w:pPr>
        <w:pStyle w:val="BodyText"/>
        <w:tabs>
          <w:tab w:pos="719" w:val="left" w:leader="none"/>
        </w:tabs>
        <w:spacing w:line="300" w:lineRule="auto" w:before="72"/>
        <w:ind w:left="719" w:right="189" w:hanging="567"/>
        <w:jc w:val="left"/>
      </w:pPr>
      <w:r>
        <w:rPr>
          <w:b w:val="0"/>
          <w:bCs w:val="0"/>
          <w:spacing w:val="0"/>
          <w:w w:val="100"/>
        </w:rPr>
        <w:t>(α)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Πληροφορίε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σχετικέ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ταυτότητ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καταζητουμένου: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Επώνυμο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before="2"/>
        <w:ind w:left="719" w:right="0"/>
        <w:jc w:val="left"/>
      </w:pPr>
      <w:r>
        <w:rPr>
          <w:b w:val="0"/>
          <w:bCs w:val="0"/>
          <w:spacing w:val="0"/>
          <w:w w:val="100"/>
        </w:rPr>
        <w:t>Όνομα(τα):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Γένος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υπάρχει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Ψευδώνυμα,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εάν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υπάρχουν</w:t>
      </w:r>
      <w:r>
        <w:rPr>
          <w:b w:val="0"/>
          <w:bCs w:val="0"/>
          <w:spacing w:val="-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Φύλο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19" w:right="0"/>
        <w:jc w:val="left"/>
      </w:pPr>
      <w:r>
        <w:rPr>
          <w:b w:val="0"/>
          <w:bCs w:val="0"/>
          <w:spacing w:val="-1"/>
          <w:w w:val="100"/>
        </w:rPr>
        <w:t>Ιθαγένεια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Ημερομηνία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γέννησης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0"/>
          <w:w w:val="100"/>
        </w:rPr>
        <w:t>Τόπος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γέννησης:</w:t>
      </w:r>
      <w:r>
        <w:rPr>
          <w:b w:val="0"/>
          <w:bCs w:val="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7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Κατοικί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(κα</w:t>
      </w:r>
      <w:r>
        <w:rPr>
          <w:b w:val="0"/>
          <w:bCs w:val="0"/>
          <w:spacing w:val="-3"/>
          <w:w w:val="100"/>
        </w:rPr>
        <w:t>ι</w:t>
      </w:r>
      <w:r>
        <w:rPr>
          <w:b w:val="0"/>
          <w:bCs w:val="0"/>
          <w:spacing w:val="0"/>
          <w:w w:val="100"/>
        </w:rPr>
        <w:t>/ή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γνωστή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διεύθυνση)</w:t>
      </w:r>
      <w:r>
        <w:rPr>
          <w:b w:val="0"/>
          <w:bCs w:val="0"/>
          <w:spacing w:val="19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19" w:right="0"/>
        <w:jc w:val="left"/>
      </w:pPr>
      <w:r>
        <w:rPr>
          <w:b w:val="0"/>
          <w:bCs w:val="0"/>
          <w:spacing w:val="-1"/>
          <w:w w:val="100"/>
        </w:rPr>
        <w:t>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είνα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γνωστό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γλώσσ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γλώσσε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οποίε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κατανοε</w:t>
      </w:r>
      <w:r>
        <w:rPr>
          <w:b w:val="0"/>
          <w:bCs w:val="0"/>
          <w:spacing w:val="0"/>
          <w:w w:val="100"/>
        </w:rPr>
        <w:t>ί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καταζητούμενος: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Διακριτικ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γνωρίσματα/περιγραφ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καταζητουμένου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719" w:right="353"/>
        <w:jc w:val="left"/>
      </w:pPr>
      <w:r>
        <w:rPr/>
        <w:pict>
          <v:group style="position:absolute;margin-left:50.470001pt;margin-top:125.393112pt;width:494.500026pt;height:174.58001pt;mso-position-horizontal-relative:page;mso-position-vertical-relative:paragraph;z-index:-552" coordorigin="1009,2508" coordsize="9890,3492">
            <v:group style="position:absolute;left:1018;top:2516;width:9874;height:2" coordorigin="1018,2516" coordsize="9874,2">
              <v:shape style="position:absolute;left:1018;top:2516;width:9874;height:2" coordorigin="1018,2516" coordsize="9874,0" path="m1018,2516l10891,2516e" filled="f" stroked="t" strokeweight=".82pt" strokecolor="#000000">
                <v:path arrowok="t"/>
              </v:shape>
            </v:group>
            <v:group style="position:absolute;left:1025;top:2518;width:2;height:3470" coordorigin="1025,2518" coordsize="2,3470">
              <v:shape style="position:absolute;left:1025;top:2518;width:2;height:3470" coordorigin="1025,2518" coordsize="0,3470" path="m1025,2518l1025,5989e" filled="f" stroked="t" strokeweight=".82pt" strokecolor="#000000">
                <v:path arrowok="t"/>
              </v:shape>
            </v:group>
            <v:group style="position:absolute;left:1018;top:5991;width:9874;height:2" coordorigin="1018,5991" coordsize="9874,2">
              <v:shape style="position:absolute;left:1018;top:5991;width:9874;height:2" coordorigin="1018,5991" coordsize="9874,0" path="m1018,5991l10891,5991e" filled="f" stroked="t" strokeweight=".82pt" strokecolor="#000000">
                <v:path arrowok="t"/>
              </v:shape>
            </v:group>
            <v:group style="position:absolute;left:10884;top:2518;width:2;height:3470" coordorigin="10884,2518" coordsize="2,3470">
              <v:shape style="position:absolute;left:10884;top:2518;width:2;height:3470" coordorigin="10884,2518" coordsize="0,3470" path="m10884,2518l10884,598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Φωτογραφί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δακτυλικ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αποτυπώματ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καταζητουμένο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υπάρχου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μπορούν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διαβιβασθού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στοιχεί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επικοινωνία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προσώπο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οποί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πρέπε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υπάρξει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επαφ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ληφθού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αυτέ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ο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πληροφορίε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προφί</w:t>
      </w:r>
      <w:r>
        <w:rPr>
          <w:b w:val="0"/>
          <w:bCs w:val="0"/>
          <w:spacing w:val="0"/>
          <w:w w:val="100"/>
        </w:rPr>
        <w:t>λ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DN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στοιχεί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αυτ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μπορούν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διαβιβασθού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αλλ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δε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έχου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συμπεριληφθεί):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69"/>
        <w:ind w:right="0"/>
        <w:jc w:val="left"/>
      </w:pPr>
      <w:r>
        <w:rPr/>
        <w:pict>
          <v:group style="position:absolute;margin-left:50.470001pt;margin-top:-400.116913pt;width:494.500026pt;height:386.260033pt;mso-position-horizontal-relative:page;mso-position-vertical-relative:paragraph;z-index:-553" coordorigin="1009,-8002" coordsize="9890,7725">
            <v:group style="position:absolute;left:1018;top:-7994;width:9874;height:2" coordorigin="1018,-7994" coordsize="9874,2">
              <v:shape style="position:absolute;left:1018;top:-7994;width:9874;height:2" coordorigin="1018,-7994" coordsize="9874,0" path="m1018,-7994l10891,-7994e" filled="f" stroked="t" strokeweight=".82pt" strokecolor="#000000">
                <v:path arrowok="t"/>
              </v:shape>
            </v:group>
            <v:group style="position:absolute;left:1025;top:-7992;width:2;height:7704" coordorigin="1025,-7992" coordsize="2,7704">
              <v:shape style="position:absolute;left:1025;top:-7992;width:2;height:7704" coordorigin="1025,-7992" coordsize="0,7704" path="m1025,-799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7992;width:2;height:7704" coordorigin="10884,-7992" coordsize="2,7704">
              <v:shape style="position:absolute;left:10884;top:-7992;width:2;height:7704" coordorigin="10884,-7992" coordsize="0,7704" path="m10884,-799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(β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Απόφασ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επ</w:t>
      </w:r>
      <w:r>
        <w:rPr>
          <w:b w:val="0"/>
          <w:bCs w:val="0"/>
          <w:spacing w:val="0"/>
          <w:w w:val="100"/>
        </w:rPr>
        <w:t>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οποία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βασίζετα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ένταλμ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σύλλη</w:t>
      </w:r>
      <w:r>
        <w:rPr>
          <w:b w:val="0"/>
          <w:bCs w:val="0"/>
          <w:spacing w:val="-3"/>
          <w:w w:val="100"/>
        </w:rPr>
        <w:t>ψ</w:t>
      </w:r>
      <w:r>
        <w:rPr>
          <w:b w:val="0"/>
          <w:bCs w:val="0"/>
          <w:spacing w:val="0"/>
          <w:w w:val="100"/>
        </w:rPr>
        <w:t>ης: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1285" w:val="left" w:leader="none"/>
        </w:tabs>
        <w:ind w:left="1285" w:right="0" w:hanging="567"/>
        <w:jc w:val="left"/>
      </w:pPr>
      <w:r>
        <w:rPr>
          <w:b w:val="0"/>
          <w:bCs w:val="0"/>
          <w:spacing w:val="-1"/>
          <w:w w:val="100"/>
        </w:rPr>
        <w:t>Ένταλμ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σύλληψη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δικαστικ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απόφασ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έχε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ίδι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ισχύ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0"/>
          <w:w w:val="100"/>
        </w:rPr>
        <w:t>Τύπος: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285" w:val="left" w:leader="none"/>
        </w:tabs>
        <w:ind w:left="719" w:right="0"/>
        <w:jc w:val="left"/>
      </w:pPr>
      <w:r>
        <w:rPr>
          <w:b w:val="0"/>
          <w:bCs w:val="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Εκτελε</w:t>
      </w:r>
      <w:r>
        <w:rPr>
          <w:b w:val="0"/>
          <w:bCs w:val="0"/>
          <w:spacing w:val="0"/>
          <w:w w:val="100"/>
        </w:rPr>
        <w:t>στή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απόφαση: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</w:t>
      </w:r>
    </w:p>
    <w:p>
      <w:pPr>
        <w:pStyle w:val="BodyText"/>
        <w:spacing w:before="69"/>
        <w:ind w:left="1285" w:right="0"/>
        <w:jc w:val="left"/>
      </w:pPr>
      <w:r>
        <w:rPr>
          <w:b w:val="0"/>
          <w:bCs w:val="0"/>
          <w:spacing w:val="-1"/>
          <w:w w:val="100"/>
        </w:rPr>
        <w:t>Στοιχεία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</w:t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59"/>
        <w:ind w:right="0"/>
        <w:jc w:val="left"/>
      </w:pPr>
      <w:r>
        <w:rPr>
          <w:b w:val="0"/>
          <w:bCs w:val="0"/>
          <w:spacing w:val="0"/>
          <w:w w:val="100"/>
        </w:rPr>
        <w:t>(γ)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Ενδείξει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διάρκει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ποινής: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2"/>
        </w:numPr>
        <w:tabs>
          <w:tab w:pos="1285" w:val="left" w:leader="none"/>
        </w:tabs>
        <w:spacing w:line="281" w:lineRule="auto"/>
        <w:ind w:left="1285" w:right="460" w:hanging="567"/>
        <w:jc w:val="left"/>
      </w:pPr>
      <w:r>
        <w:rPr>
          <w:b w:val="0"/>
          <w:bCs w:val="0"/>
          <w:spacing w:val="-1"/>
          <w:w w:val="100"/>
        </w:rPr>
        <w:t>Μέγιστ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διάρκει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στερητική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ποινή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στερητικο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της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μέτρο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ασφαλεία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μπορε</w:t>
      </w:r>
      <w:r>
        <w:rPr>
          <w:b w:val="0"/>
          <w:bCs w:val="0"/>
          <w:spacing w:val="0"/>
          <w:w w:val="100"/>
        </w:rPr>
        <w:t>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επιβληθε</w:t>
      </w:r>
      <w:r>
        <w:rPr>
          <w:b w:val="0"/>
          <w:bCs w:val="0"/>
          <w:spacing w:val="0"/>
          <w:w w:val="100"/>
        </w:rPr>
        <w:t>ί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την(τις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διαπραχθείσα(ες)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αξιόποινη(ες)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0"/>
          <w:w w:val="100"/>
        </w:rPr>
        <w:t>πράξη(εις):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3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1285" w:val="left" w:leader="none"/>
        </w:tabs>
        <w:spacing w:line="283" w:lineRule="auto"/>
        <w:ind w:left="1285" w:right="804" w:hanging="567"/>
        <w:jc w:val="left"/>
      </w:pPr>
      <w:r>
        <w:rPr>
          <w:b w:val="0"/>
          <w:bCs w:val="0"/>
          <w:spacing w:val="-1"/>
          <w:w w:val="100"/>
        </w:rPr>
        <w:t>Διάρκει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επιβληθείσα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στερητική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ποινή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επιβληθέντος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στερητικο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μέτρο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ασφαλείας: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85" w:right="0"/>
        <w:jc w:val="left"/>
      </w:pPr>
      <w:r>
        <w:rPr>
          <w:b w:val="0"/>
          <w:bCs w:val="0"/>
          <w:spacing w:val="-1"/>
          <w:w w:val="100"/>
        </w:rPr>
        <w:t>Υπόλοιπ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π</w:t>
      </w:r>
      <w:r>
        <w:rPr>
          <w:b w:val="0"/>
          <w:bCs w:val="0"/>
          <w:spacing w:val="-1"/>
          <w:w w:val="100"/>
        </w:rPr>
        <w:t>ρο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έκτισ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ποινής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/>
        <w:pict>
          <v:group style="position:absolute;margin-left:50.470001pt;margin-top:54.213112pt;width:490.659999pt;height:402.579995pt;mso-position-horizontal-relative:page;mso-position-vertical-relative:paragraph;z-index:-550" coordorigin="1009,1084" coordsize="9813,8052">
            <v:group style="position:absolute;left:1018;top:1092;width:9797;height:2" coordorigin="1018,1092" coordsize="9797,2">
              <v:shape style="position:absolute;left:1018;top:1092;width:9797;height:2" coordorigin="1018,1092" coordsize="9797,0" path="m1018,1092l10814,1092e" filled="f" stroked="t" strokeweight=".82pt" strokecolor="#000000">
                <v:path arrowok="t"/>
              </v:shape>
            </v:group>
            <v:group style="position:absolute;left:1025;top:1095;width:2;height:8030" coordorigin="1025,1095" coordsize="2,8030">
              <v:shape style="position:absolute;left:1025;top:1095;width:2;height:8030" coordorigin="1025,1095" coordsize="0,8030" path="m1025,1095l1025,9125e" filled="f" stroked="t" strokeweight=".82pt" strokecolor="#000000">
                <v:path arrowok="t"/>
              </v:shape>
            </v:group>
            <v:group style="position:absolute;left:10807;top:1095;width:2;height:8030" coordorigin="10807,1095" coordsize="2,8030">
              <v:shape style="position:absolute;left:10807;top:1095;width:2;height:8030" coordorigin="10807,1095" coordsize="0,8030" path="m10807,1095l10807,9125e" filled="f" stroked="t" strokeweight=".82pt" strokecolor="#000000">
                <v:path arrowok="t"/>
              </v:shape>
            </v:group>
            <v:group style="position:absolute;left:1018;top:9128;width:9797;height:2" coordorigin="1018,9128" coordsize="9797,2">
              <v:shape style="position:absolute;left:1018;top:9128;width:9797;height:2" coordorigin="1018,9128" coordsize="9797,0" path="m1018,9128l10814,912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963" w:val="left" w:leader="none"/>
        </w:tabs>
        <w:spacing w:line="359" w:lineRule="auto" w:before="69"/>
        <w:ind w:left="964" w:right="729" w:hanging="850"/>
        <w:jc w:val="left"/>
      </w:pPr>
      <w:r>
        <w:rPr/>
        <w:pict>
          <v:group style="position:absolute;margin-left:50.470001pt;margin-top:-290.67688pt;width:494.500026pt;height:255.220024pt;mso-position-horizontal-relative:page;mso-position-vertical-relative:paragraph;z-index:-551" coordorigin="1009,-5814" coordsize="9890,5104">
            <v:group style="position:absolute;left:1018;top:-5805;width:9874;height:2" coordorigin="1018,-5805" coordsize="9874,2">
              <v:shape style="position:absolute;left:1018;top:-5805;width:9874;height:2" coordorigin="1018,-5805" coordsize="9874,0" path="m1018,-5805l10891,-5805e" filled="f" stroked="t" strokeweight=".82pt" strokecolor="#000000">
                <v:path arrowok="t"/>
              </v:shape>
            </v:group>
            <v:group style="position:absolute;left:1025;top:-5803;width:2;height:5083" coordorigin="1025,-5803" coordsize="2,5083">
              <v:shape style="position:absolute;left:1025;top:-5803;width:2;height:5083" coordorigin="1025,-5803" coordsize="0,5083" path="m1025,-5803l1025,-720e" filled="f" stroked="t" strokeweight=".82pt" strokecolor="#000000">
                <v:path arrowok="t"/>
              </v:shape>
            </v:group>
            <v:group style="position:absolute;left:1018;top:-717;width:9874;height:2" coordorigin="1018,-717" coordsize="9874,2">
              <v:shape style="position:absolute;left:1018;top:-717;width:9874;height:2" coordorigin="1018,-717" coordsize="9874,0" path="m1018,-717l10891,-717e" filled="f" stroked="t" strokeweight=".82pt" strokecolor="#000000">
                <v:path arrowok="t"/>
              </v:shape>
            </v:group>
            <v:group style="position:absolute;left:10884;top:-5803;width:2;height:5083" coordorigin="10884,-5803" coordsize="2,5083">
              <v:shape style="position:absolute;left:10884;top:-5803;width:2;height:5083" coordorigin="10884,-5803" coordsize="0,5083" path="m10884,-5803l10884,-72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1"/>
          <w:w w:val="100"/>
          <w:u w:val="single" w:color="000000"/>
        </w:rPr>
        <w:t>(δ)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Αναφέρετε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εάν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εμφανίστηκε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αυτοπροσώπως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οδήγησε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έκδοση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απόφασης: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3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369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Ναι,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εμφανίστηκε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αυτοπροσώπως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οδήγησε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έκδοση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4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-4"/>
          <w:w w:val="100"/>
          <w:u w:val="none"/>
        </w:rPr>
      </w:r>
      <w:r>
        <w:rPr>
          <w:b w:val="0"/>
          <w:bCs w:val="0"/>
          <w:spacing w:val="0"/>
          <w:w w:val="100"/>
          <w:u w:val="single" w:color="000000"/>
        </w:rPr>
        <w:t>απόφασης.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numPr>
          <w:ilvl w:val="0"/>
          <w:numId w:val="3"/>
        </w:numPr>
        <w:tabs>
          <w:tab w:pos="294" w:val="left" w:leader="none"/>
          <w:tab w:pos="1213" w:val="left" w:leader="none"/>
        </w:tabs>
        <w:spacing w:line="359" w:lineRule="auto" w:before="69"/>
        <w:ind w:left="964" w:right="388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Όχι,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εμφανίστ</w:t>
      </w:r>
      <w:r>
        <w:rPr>
          <w:b w:val="0"/>
          <w:bCs w:val="0"/>
          <w:spacing w:val="-1"/>
          <w:w w:val="100"/>
          <w:u w:val="single" w:color="000000"/>
        </w:rPr>
        <w:t>ηκε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αυτοπροσώπως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οδήγησε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έκδοση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3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3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απόφασης.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0"/>
          <w:numId w:val="3"/>
        </w:numPr>
        <w:tabs>
          <w:tab w:pos="294" w:val="left" w:leader="none"/>
          <w:tab w:pos="963" w:val="left" w:leader="none"/>
        </w:tabs>
        <w:spacing w:before="69"/>
        <w:ind w:left="294" w:right="0" w:hanging="180"/>
        <w:jc w:val="left"/>
      </w:pPr>
      <w:r>
        <w:rPr>
          <w:b w:val="0"/>
          <w:bCs w:val="0"/>
          <w:spacing w:val="-1"/>
          <w:w w:val="100"/>
          <w:u w:val="single" w:color="000000"/>
        </w:rPr>
        <w:t>Εάν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σημειώσατε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τετραγωνίδιο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σημείο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2,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παρακαλείσθε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διευκρινίσετε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εάν: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11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3.1α.</w:t>
      </w:r>
      <w:r>
        <w:rPr>
          <w:b w:val="0"/>
          <w:bCs w:val="0"/>
          <w:spacing w:val="1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κλητεύθηκε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αυτοπροσώπως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στις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(ημέρα/μήνας/έτος)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κλήτευση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ενημερώθηκε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σχετικά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προγραμματισμένη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ημερομηνία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τόπο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διεξαγωγής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οδήγησε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έκδοση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αποφάσεως,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είχε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ενημερωθεί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σχετικά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γεγονός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ότι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μπορεί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εκδοθεί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σε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περίπτωση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εμφανιστεί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δίκη·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07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3.1β.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κλητεύθη</w:t>
      </w:r>
      <w:r>
        <w:rPr>
          <w:b w:val="0"/>
          <w:bCs w:val="0"/>
          <w:spacing w:val="-1"/>
          <w:w w:val="100"/>
          <w:u w:val="single" w:color="000000"/>
        </w:rPr>
        <w:t>κε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αυτοπροσώπως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αλλά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είχε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δι’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άλλων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μέσων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ενημερωθεί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πραγματικά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επισήμως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για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προγραμματισμένη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ημερομηνία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τόπο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διεξαγωγής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οδήγησε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έκδοση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αποφάσεως,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κατά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τρόπον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ώστε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αποδεικνύεται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σαφώς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ότι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τελούσε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γνώσει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1"/>
          <w:w w:val="100"/>
          <w:u w:val="single" w:color="000000"/>
        </w:rPr>
        <w:t>προ</w:t>
      </w:r>
      <w:r>
        <w:rPr>
          <w:b w:val="0"/>
          <w:bCs w:val="0"/>
          <w:spacing w:val="-1"/>
          <w:w w:val="100"/>
          <w:u w:val="single" w:color="000000"/>
        </w:rPr>
        <w:t>γ</w:t>
      </w:r>
      <w:r>
        <w:rPr>
          <w:b w:val="0"/>
          <w:bCs w:val="0"/>
          <w:spacing w:val="-1"/>
          <w:w w:val="100"/>
          <w:u w:val="single" w:color="000000"/>
        </w:rPr>
        <w:t>ραμματισμένης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δίκης,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είχε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ενημερωθεί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σχετικά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γεγονός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ότι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μπορεί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εκδοθεί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περίπτωση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εμφανιστεί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δίκη·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40" w:lineRule="auto"/>
        <w:jc w:val="left"/>
        <w:sectPr>
          <w:pgSz w:w="11900" w:h="16820"/>
          <w:pgMar w:header="0" w:footer="971" w:top="1340" w:bottom="1160" w:left="980" w:right="980"/>
        </w:sectPr>
      </w:pPr>
    </w:p>
    <w:p>
      <w:pPr>
        <w:pStyle w:val="BodyText"/>
        <w:spacing w:before="60"/>
        <w:ind w:left="964" w:right="0"/>
        <w:jc w:val="left"/>
      </w:pPr>
      <w:r>
        <w:rPr/>
        <w:pict>
          <v:group style="position:absolute;margin-left:50.470001pt;margin-top:55.910023pt;width:490.659999pt;height:630.099984pt;mso-position-horizontal-relative:page;mso-position-vertical-relative:page;z-index:-549" coordorigin="1009,1118" coordsize="9813,12602">
            <v:group style="position:absolute;left:1018;top:1126;width:9797;height:2" coordorigin="1018,1126" coordsize="9797,2">
              <v:shape style="position:absolute;left:1018;top:1126;width:9797;height:2" coordorigin="1018,1126" coordsize="9797,0" path="m1018,1126l10814,1126e" filled="f" stroked="t" strokeweight=".82pt" strokecolor="#000000">
                <v:path arrowok="t"/>
              </v:shape>
            </v:group>
            <v:group style="position:absolute;left:1025;top:1129;width:2;height:12581" coordorigin="1025,1129" coordsize="2,12581">
              <v:shape style="position:absolute;left:1025;top:1129;width:2;height:12581" coordorigin="1025,1129" coordsize="0,12581" path="m1025,1129l1025,13710e" filled="f" stroked="t" strokeweight=".82pt" strokecolor="#000000">
                <v:path arrowok="t"/>
              </v:shape>
            </v:group>
            <v:group style="position:absolute;left:1018;top:13712;width:9797;height:2" coordorigin="1018,13712" coordsize="9797,2">
              <v:shape style="position:absolute;left:1018;top:13712;width:9797;height:2" coordorigin="1018,13712" coordsize="9797,0" path="m1018,13712l10814,13712e" filled="f" stroked="t" strokeweight=".82pt" strokecolor="#000000">
                <v:path arrowok="t"/>
              </v:shape>
            </v:group>
            <v:group style="position:absolute;left:10807;top:1129;width:2;height:12581" coordorigin="10807,1129" coordsize="2,12581">
              <v:shape style="position:absolute;left:10807;top:1129;width:2;height:12581" coordorigin="10807,1129" coordsize="0,12581" path="m10807,1129l10807,1371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306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3.2.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ενδιαφερόμενο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τελούσε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γνώσει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προγραμματισμένης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δίκης,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είχε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δώσει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εντολή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δικηγόρο,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4"/>
          <w:w w:val="100"/>
          <w:u w:val="single" w:color="000000"/>
        </w:rPr>
        <w:t>ο</w:t>
      </w:r>
      <w:r>
        <w:rPr>
          <w:b w:val="0"/>
          <w:bCs w:val="0"/>
          <w:spacing w:val="-7"/>
          <w:w w:val="100"/>
          <w:u w:val="single" w:color="000000"/>
        </w:rPr>
        <w:t>π</w:t>
      </w:r>
      <w:r>
        <w:rPr>
          <w:b w:val="0"/>
          <w:bCs w:val="0"/>
          <w:spacing w:val="0"/>
          <w:w w:val="100"/>
          <w:u w:val="single" w:color="000000"/>
        </w:rPr>
        <w:t>οίον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διόρισε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είτε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το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ενδιαφερόμενο</w:t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είτε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κράτος,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τον/την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εκπροσωπήσει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δίκη,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εκπροσωπήθηκε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όντως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αυτόν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δικηγόρο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</w:t>
      </w:r>
      <w:r>
        <w:rPr>
          <w:b w:val="0"/>
          <w:bCs w:val="0"/>
          <w:spacing w:val="-2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single" w:color="000000"/>
        </w:rPr>
        <w:t>·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tabs>
          <w:tab w:pos="1530" w:val="left" w:leader="none"/>
        </w:tabs>
        <w:spacing w:line="240" w:lineRule="auto" w:before="69"/>
        <w:ind w:left="2096" w:right="205" w:hanging="1133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3.3.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u w:val="single" w:color="000000"/>
        </w:rPr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επεδόθη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στις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…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(ημέρα/μήνας/έτος)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ενημερώθηκε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ρητά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για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δικαίωμά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</w:t>
      </w:r>
      <w:r>
        <w:rPr>
          <w:b w:val="0"/>
          <w:bCs w:val="0"/>
          <w:spacing w:val="-1"/>
          <w:w w:val="100"/>
          <w:u w:val="single" w:color="000000"/>
        </w:rPr>
        <w:t>αστεί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νέου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ή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ασκήσει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ένδικο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μέσο,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όπου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δικαιούται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παρίσταται,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ουσία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υπόθεσης,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περιλαμβανομένων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νέων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αποδεικτικών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στοιχείων,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επανεξεταστεί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δίκη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μπορεί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οδηγήσει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ανατροπή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αρχικής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απόφασης,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2279" w:val="left" w:leader="none"/>
        </w:tabs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δήλωσε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ρητώς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ότι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αμφισβητεί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αυτή·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1712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79" w:val="left" w:leader="none"/>
        </w:tabs>
        <w:spacing w:line="242" w:lineRule="auto" w:before="69"/>
        <w:ind w:left="2279" w:right="623" w:hanging="567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έχει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ζητήσει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δικαστεί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νέου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ή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ασκήσει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ένδικο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εντός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ισχύουσας</w:t>
      </w:r>
      <w:r>
        <w:rPr>
          <w:b w:val="0"/>
          <w:bCs w:val="0"/>
          <w:spacing w:val="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προθεσμίας·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4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530" w:val="left" w:leader="none"/>
        </w:tabs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b w:val="0"/>
          <w:bCs w:val="0"/>
          <w:spacing w:val="0"/>
          <w:w w:val="100"/>
          <w:u w:val="single" w:color="000000"/>
        </w:rPr>
        <w:t>3.4.</w:t>
      </w:r>
      <w:r>
        <w:rPr>
          <w:b w:val="0"/>
          <w:bCs w:val="0"/>
          <w:spacing w:val="0"/>
          <w:w w:val="100"/>
          <w:u w:val="single" w:color="000000"/>
        </w:rPr>
        <w:t>  </w:t>
      </w:r>
      <w:r>
        <w:rPr>
          <w:b w:val="0"/>
          <w:bCs w:val="0"/>
          <w:spacing w:val="1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2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επιδόθηκε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προσωπικώς,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αλλά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line="242" w:lineRule="auto" w:before="69"/>
        <w:ind w:left="2663" w:right="1175" w:hanging="567"/>
        <w:jc w:val="left"/>
      </w:pP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επιδοθεί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προσωπικώς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αμελλητί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μετά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παρά</w:t>
      </w:r>
      <w:r>
        <w:rPr>
          <w:b w:val="0"/>
          <w:bCs w:val="0"/>
          <w:spacing w:val="0"/>
          <w:w w:val="100"/>
          <w:u w:val="single" w:color="000000"/>
        </w:rPr>
        <w:t>δοσή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του·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line="240" w:lineRule="auto" w:before="69"/>
        <w:ind w:left="2663" w:right="268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όταν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επιδοθεί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ενημερωθεί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ρητά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για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δικαίωμά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δικαστεί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νέου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ή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ασκήσει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ένδικο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μέσο,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εκδίκαση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του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4"/>
          <w:w w:val="100"/>
          <w:u w:val="single" w:color="000000"/>
        </w:rPr>
        <w:t>ο</w:t>
      </w:r>
      <w:r>
        <w:rPr>
          <w:b w:val="0"/>
          <w:bCs w:val="0"/>
          <w:spacing w:val="-7"/>
          <w:w w:val="100"/>
          <w:u w:val="single" w:color="000000"/>
        </w:rPr>
        <w:t>π</w:t>
      </w:r>
      <w:r>
        <w:rPr>
          <w:b w:val="0"/>
          <w:bCs w:val="0"/>
          <w:spacing w:val="-1"/>
          <w:w w:val="100"/>
          <w:u w:val="single" w:color="000000"/>
        </w:rPr>
        <w:t>οίου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δικαιούται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παρίσταται,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δε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ουσία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υπόθεσης,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περιλαμβανομένων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νέων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αποδεικτικών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στοιχείων,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επανεξεταστεί,</w:t>
      </w:r>
      <w:r>
        <w:rPr>
          <w:b w:val="0"/>
          <w:bCs w:val="0"/>
          <w:spacing w:val="-1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δίκη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μπορεί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οδηγήσει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σε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ανατροπή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της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αρχικής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απόφασης·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και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numPr>
          <w:ilvl w:val="1"/>
          <w:numId w:val="3"/>
        </w:numPr>
        <w:tabs>
          <w:tab w:pos="2663" w:val="left" w:leader="none"/>
        </w:tabs>
        <w:spacing w:line="274" w:lineRule="exact" w:before="74"/>
        <w:ind w:left="2663" w:right="402" w:hanging="567"/>
        <w:jc w:val="left"/>
      </w:pP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πρόσωπο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ενημερωθεί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για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την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προθεσμία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στην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οποία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μπορεί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ζητήσει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επανεκδίκαση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ή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ασκήσει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ένδικο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μέσο,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οποία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θα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είναι</w:t>
      </w:r>
      <w:r>
        <w:rPr>
          <w:b w:val="0"/>
          <w:bCs w:val="0"/>
          <w:spacing w:val="-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6" w:lineRule="exact"/>
        <w:ind w:left="2663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ημέρες.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3"/>
        </w:numPr>
        <w:tabs>
          <w:tab w:pos="294" w:val="left" w:leader="none"/>
          <w:tab w:pos="963" w:val="left" w:leader="none"/>
        </w:tabs>
        <w:spacing w:line="363" w:lineRule="auto" w:before="69"/>
        <w:ind w:left="964" w:right="475" w:hanging="850"/>
        <w:jc w:val="left"/>
      </w:pPr>
      <w:r>
        <w:rPr>
          <w:b w:val="0"/>
          <w:bCs w:val="0"/>
          <w:spacing w:val="-1"/>
          <w:w w:val="100"/>
          <w:u w:val="single" w:color="000000"/>
        </w:rPr>
        <w:t>Εάν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σημειώσατε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τετραγ</w:t>
      </w:r>
      <w:r>
        <w:rPr>
          <w:b w:val="0"/>
          <w:bCs w:val="0"/>
          <w:spacing w:val="0"/>
          <w:w w:val="100"/>
          <w:u w:val="single" w:color="000000"/>
        </w:rPr>
        <w:t>ω</w:t>
      </w:r>
      <w:r>
        <w:rPr>
          <w:b w:val="0"/>
          <w:bCs w:val="0"/>
          <w:spacing w:val="-1"/>
          <w:w w:val="100"/>
          <w:u w:val="single" w:color="000000"/>
        </w:rPr>
        <w:t>νίδιο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στο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σημείο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3.1β,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3.2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ή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3.3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ανωτέρω,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παρακαλείσθε</w:t>
      </w:r>
      <w:r>
        <w:rPr>
          <w:b w:val="0"/>
          <w:bCs w:val="0"/>
          <w:spacing w:val="-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να</w:t>
      </w:r>
      <w:r>
        <w:rPr>
          <w:b w:val="0"/>
          <w:bCs w:val="0"/>
          <w:spacing w:val="-1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-1"/>
          <w:w w:val="100"/>
          <w:u w:val="single" w:color="000000"/>
        </w:rPr>
        <w:t>αναφέρετε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πληροφορίες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για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τρόπο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με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τον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οποίο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έχει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εκπληρωθεί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ο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σχετικός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όρος:</w:t>
      </w:r>
      <w:r>
        <w:rPr>
          <w:b w:val="0"/>
          <w:bCs w:val="0"/>
          <w:spacing w:val="-1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before="69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964" w:right="0"/>
        <w:jc w:val="left"/>
      </w:pPr>
      <w:r>
        <w:rPr>
          <w:b w:val="0"/>
          <w:bCs w:val="0"/>
        </w:rPr>
      </w:r>
      <w:r>
        <w:rPr>
          <w:b w:val="0"/>
          <w:bCs w:val="0"/>
          <w:spacing w:val="0"/>
          <w:w w:val="100"/>
          <w:u w:val="single" w:color="000000"/>
        </w:rPr>
        <w:t>………………………………………………………………………………………………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20"/>
          <w:pgMar w:header="0" w:footer="971" w:top="118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1"/>
        <w:ind w:right="0"/>
        <w:jc w:val="left"/>
      </w:pPr>
      <w:r>
        <w:rPr/>
        <w:pict>
          <v:group style="position:absolute;margin-left:50.470001pt;margin-top:72.470016pt;width:494.500026pt;height:692.739983pt;mso-position-horizontal-relative:page;mso-position-vertical-relative:page;z-index:-548" coordorigin="1009,1449" coordsize="9890,13855">
            <v:group style="position:absolute;left:1018;top:1458;width:9874;height:2" coordorigin="1018,1458" coordsize="9874,2">
              <v:shape style="position:absolute;left:1018;top:1458;width:9874;height:2" coordorigin="1018,1458" coordsize="9874,0" path="m1018,1458l10891,1458e" filled="f" stroked="t" strokeweight=".82pt" strokecolor="#000000">
                <v:path arrowok="t"/>
              </v:shape>
            </v:group>
            <v:group style="position:absolute;left:1025;top:1460;width:2;height:13834" coordorigin="1025,1460" coordsize="2,13834">
              <v:shape style="position:absolute;left:1025;top:1460;width:2;height:13834" coordorigin="1025,1460" coordsize="0,13834" path="m1025,1460l1025,15294e" filled="f" stroked="t" strokeweight=".82pt" strokecolor="#000000">
                <v:path arrowok="t"/>
              </v:shape>
            </v:group>
            <v:group style="position:absolute;left:1018;top:15296;width:9874;height:2" coordorigin="1018,15296" coordsize="9874,2">
              <v:shape style="position:absolute;left:1018;top:15296;width:9874;height:2" coordorigin="1018,15296" coordsize="9874,0" path="m1018,15296l10891,15296e" filled="f" stroked="t" strokeweight=".82pt" strokecolor="#000000">
                <v:path arrowok="t"/>
              </v:shape>
            </v:group>
            <v:group style="position:absolute;left:10884;top:1460;width:2;height:13834" coordorigin="10884,1460" coordsize="2,13834">
              <v:shape style="position:absolute;left:10884;top:1460;width:2;height:13834" coordorigin="10884,1460" coordsize="0,13834" path="m10884,1460l10884,15294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(ε)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Αξιόποινε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πράξεις: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παρό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έντα</w:t>
      </w:r>
      <w:r>
        <w:rPr>
          <w:b w:val="0"/>
          <w:bCs w:val="0"/>
          <w:spacing w:val="-2"/>
          <w:w w:val="100"/>
        </w:rPr>
        <w:t>λ</w:t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συνδέετα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συνολικ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με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.................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αξιόποινε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πράξεις.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3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53"/>
        <w:jc w:val="left"/>
      </w:pPr>
      <w:r>
        <w:rPr>
          <w:b w:val="0"/>
          <w:bCs w:val="0"/>
          <w:spacing w:val="-1"/>
          <w:w w:val="100"/>
        </w:rPr>
        <w:t>Περιγραφ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περιστάσεω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τέλεση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της(των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αξιόποινης(ων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πράξης(εων)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όπου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συμπεριλαμβάνοντα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χρόνο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ημερομηνί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ώρα)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τόπος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καθώ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βαθμό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συμμετοχής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καταζητουμένο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στ</w:t>
      </w:r>
      <w:r>
        <w:rPr>
          <w:b w:val="0"/>
          <w:bCs w:val="0"/>
          <w:spacing w:val="-1"/>
          <w:w w:val="100"/>
        </w:rPr>
        <w:t>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(στις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αξιόποιν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(ες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πράξ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(εις)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3" w:lineRule="auto"/>
        <w:ind w:right="172"/>
        <w:jc w:val="left"/>
      </w:pPr>
      <w:r>
        <w:rPr>
          <w:b w:val="0"/>
          <w:bCs w:val="0"/>
          <w:spacing w:val="-1"/>
          <w:w w:val="100"/>
        </w:rPr>
        <w:t>Φύσ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νομικό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χαρακτηρισμό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της(των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αξιόποινης(ων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πράξης(εων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εφαρμοστέ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νομική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διάταξη/κώδικας: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9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................................................................................................................................................................</w:t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19" w:val="left" w:leader="none"/>
        </w:tabs>
        <w:spacing w:line="360" w:lineRule="auto"/>
        <w:ind w:left="719" w:right="172" w:hanging="567"/>
        <w:jc w:val="left"/>
      </w:pPr>
      <w:r>
        <w:rPr>
          <w:b w:val="0"/>
          <w:bCs w:val="0"/>
          <w:spacing w:val="-1"/>
          <w:w w:val="100"/>
        </w:rPr>
        <w:t>Σημειώστ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ενδεχομένω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«Χ</w:t>
      </w:r>
      <w:r>
        <w:rPr>
          <w:b w:val="0"/>
          <w:bCs w:val="0"/>
          <w:spacing w:val="0"/>
          <w:w w:val="100"/>
        </w:rPr>
        <w:t>»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πρόκειτα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περισσότερε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ακόλουθες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αξιόπο</w:t>
      </w:r>
      <w:r>
        <w:rPr>
          <w:b w:val="0"/>
          <w:bCs w:val="0"/>
          <w:spacing w:val="-3"/>
          <w:w w:val="100"/>
        </w:rPr>
        <w:t>ι</w:t>
      </w:r>
      <w:r>
        <w:rPr>
          <w:b w:val="0"/>
          <w:bCs w:val="0"/>
          <w:spacing w:val="-1"/>
          <w:w w:val="100"/>
        </w:rPr>
        <w:t>νε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πράξει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τιμωρούντα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μέγιστ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στερητικ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ποιν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μέγιστο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στερητικ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μέτρ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ασφαλεία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τουλάχιστο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ετώ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όπω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ορίζοντα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δίκαιο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κράτου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μέλου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έκδοση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εντάλματος: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συμμετοχ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εγκληματικ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οργάνωση,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τρομ</w:t>
      </w:r>
      <w:r>
        <w:rPr>
          <w:b w:val="0"/>
          <w:bCs w:val="0"/>
          <w:spacing w:val="4"/>
          <w:w w:val="100"/>
        </w:rPr>
        <w:t>ο</w:t>
      </w:r>
      <w:r>
        <w:rPr>
          <w:b w:val="0"/>
          <w:bCs w:val="0"/>
          <w:spacing w:val="-1"/>
          <w:w w:val="100"/>
        </w:rPr>
        <w:t>κρατία,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εμπορία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ανθρώπων,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σεξουαλικ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εκμετάλλευσ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παιδιώ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παιδικ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πορνογραφία,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παράνομη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διακίνηση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ναρκωτικών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ψυχοτρόπων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ουσιών,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παράνομ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διακίνησ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όπλων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πυρομαχικώ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εκρηκτικών,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δωροδοκία,</w:t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απάτη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συμπεριλαμβανομένη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απάτη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σ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β</w:t>
      </w:r>
      <w:r>
        <w:rPr>
          <w:b w:val="0"/>
          <w:bCs w:val="0"/>
          <w:spacing w:val="-2"/>
          <w:w w:val="100"/>
        </w:rPr>
        <w:t>ά</w:t>
      </w:r>
      <w:r>
        <w:rPr>
          <w:b w:val="0"/>
          <w:bCs w:val="0"/>
          <w:spacing w:val="-1"/>
          <w:w w:val="100"/>
        </w:rPr>
        <w:t>ρο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οικονομικώ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συμφερόντω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των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719" w:right="153"/>
        <w:jc w:val="left"/>
      </w:pPr>
      <w:r>
        <w:rPr>
          <w:b w:val="0"/>
          <w:bCs w:val="0"/>
          <w:spacing w:val="-1"/>
          <w:w w:val="100"/>
        </w:rPr>
        <w:t>Ευρωπαϊκώ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Κοινοτήτω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κατ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έννοι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σύμβαση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26η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Ιουλίο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199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σχετικ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με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προστασί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οικονομικώ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συμφερόντω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Ευρωπαϊκώ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Κοινοτήτων,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νομιμοποίησ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προϊόντω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εγκλήματος,</w:t>
      </w:r>
      <w:r>
        <w:rPr>
          <w:b w:val="0"/>
          <w:bCs w:val="0"/>
          <w:spacing w:val="0"/>
          <w:w w:val="100"/>
        </w:rPr>
      </w:r>
    </w:p>
    <w:p>
      <w:pPr>
        <w:spacing w:after="0" w:line="276" w:lineRule="exact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pStyle w:val="BodyText"/>
        <w:tabs>
          <w:tab w:pos="719" w:val="left" w:leader="none"/>
        </w:tabs>
        <w:spacing w:before="60"/>
        <w:ind w:right="0"/>
        <w:jc w:val="left"/>
      </w:pPr>
      <w:r>
        <w:rPr/>
        <w:pict>
          <v:group style="position:absolute;margin-left:50.470001pt;margin-top:55.910023pt;width:494.500026pt;height:243.939995pt;mso-position-horizontal-relative:page;mso-position-vertical-relative:page;z-index:-547" coordorigin="1009,1118" coordsize="9890,4879">
            <v:group style="position:absolute;left:1018;top:1126;width:9874;height:2" coordorigin="1018,1126" coordsize="9874,2">
              <v:shape style="position:absolute;left:1018;top:1126;width:9874;height:2" coordorigin="1018,1126" coordsize="9874,0" path="m1018,1126l10891,1126e" filled="f" stroked="t" strokeweight=".82pt" strokecolor="#000000">
                <v:path arrowok="t"/>
              </v:shape>
            </v:group>
            <v:group style="position:absolute;left:1025;top:1129;width:2;height:4858" coordorigin="1025,1129" coordsize="2,4858">
              <v:shape style="position:absolute;left:1025;top:1129;width:2;height:4858" coordorigin="1025,1129" coordsize="0,4858" path="m1025,1129l1025,5986e" filled="f" stroked="t" strokeweight=".82pt" strokecolor="#000000">
                <v:path arrowok="t"/>
              </v:shape>
            </v:group>
            <v:group style="position:absolute;left:1018;top:5989;width:9874;height:2" coordorigin="1018,5989" coordsize="9874,2">
              <v:shape style="position:absolute;left:1018;top:5989;width:9874;height:2" coordorigin="1018,5989" coordsize="9874,0" path="m1018,5989l10891,5989e" filled="f" stroked="t" strokeweight=".82pt" strokecolor="#000000">
                <v:path arrowok="t"/>
              </v:shape>
            </v:group>
            <v:group style="position:absolute;left:10884;top:1129;width:2;height:4858" coordorigin="10884,1129" coordsize="2,4858">
              <v:shape style="position:absolute;left:10884;top:1129;width:2;height:4858" coordorigin="10884,1129" coordsize="0,4858" path="m10884,1129l10884,598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παραχάραξη,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περιλαμβανομένης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κιβδηλεία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ευρώ,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εγκληματικότητ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στο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</w:rPr>
      </w:r>
      <w:r>
        <w:rPr>
          <w:b w:val="0"/>
          <w:bCs w:val="0"/>
          <w:spacing w:val="-1"/>
          <w:w w:val="100"/>
        </w:rPr>
        <w:t>κυβερνοχώρο,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εγκλήματ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κατ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περιβάλλοντος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συμπεριλαμβανομένο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παρανόμο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εμπορίου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 w:before="7"/>
        <w:ind w:left="719" w:right="0"/>
        <w:jc w:val="left"/>
      </w:pPr>
      <w:r>
        <w:rPr>
          <w:b w:val="0"/>
          <w:bCs w:val="0"/>
          <w:spacing w:val="-1"/>
          <w:w w:val="100"/>
        </w:rPr>
        <w:t>απειλουμένω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ζωικώ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ειδώ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παρανόμο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εμπορίο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απειλουμένω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φυτικώ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ειδώ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και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φυτικώ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ποικιλιών,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παροχή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βο</w:t>
      </w:r>
      <w:r>
        <w:rPr>
          <w:b w:val="0"/>
          <w:bCs w:val="0"/>
          <w:spacing w:val="-1"/>
          <w:w w:val="100"/>
        </w:rPr>
        <w:t>ήθεια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παράνομ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είσοδ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διαμονή,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ανθρωποκτονί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</w:t>
      </w:r>
      <w:r>
        <w:rPr>
          <w:b w:val="0"/>
          <w:bCs w:val="0"/>
          <w:spacing w:val="0"/>
          <w:w w:val="100"/>
        </w:rPr>
        <w:t>κ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προθέσεως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βαρεί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σωματικ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βλάβη,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παράνομ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εμπόρι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ανθρωπίνω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-1"/>
          <w:w w:val="100"/>
        </w:rPr>
        <w:t>οργάνω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ιστών,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απαγωγή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παράνομ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κατακράτησ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ομηρία,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ρατσισμό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ξενοφοβία,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οργανωμένε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ένοπλε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κλοπές,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 w:before="7"/>
        <w:ind w:left="719" w:right="205" w:hanging="567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παράν</w:t>
      </w:r>
      <w:r>
        <w:rPr>
          <w:b w:val="0"/>
          <w:bCs w:val="0"/>
          <w:spacing w:val="4"/>
          <w:w w:val="100"/>
        </w:rPr>
        <w:t>ο</w:t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διακίνησ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πολιτιστικώ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αγαθών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συμπεριλαμβανομένω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αρχαιοτήτω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των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έργω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τέχνης,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υπεξαίρεση,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εξαναγκασμέν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έναντ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παρανόμο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περιουσιακο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οφέλου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προστασία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εκβίαση,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719" w:val="left" w:leader="none"/>
        </w:tabs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παράνομ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απομίμησ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πειρατεί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προϊόντων,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πλαστογραφί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δημοσίω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εγγρά</w:t>
      </w:r>
      <w:r>
        <w:rPr>
          <w:b w:val="0"/>
          <w:bCs w:val="0"/>
          <w:spacing w:val="0"/>
          <w:w w:val="100"/>
        </w:rPr>
        <w:t>φ</w:t>
      </w:r>
      <w:r>
        <w:rPr>
          <w:b w:val="0"/>
          <w:bCs w:val="0"/>
          <w:spacing w:val="-1"/>
          <w:w w:val="100"/>
        </w:rPr>
        <w:t>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εμπορί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πλαστών,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060" w:bottom="1160" w:left="980" w:right="980"/>
        </w:sectPr>
      </w:pPr>
    </w:p>
    <w:p>
      <w:pPr>
        <w:pStyle w:val="BodyText"/>
        <w:tabs>
          <w:tab w:pos="719" w:val="left" w:leader="none"/>
        </w:tabs>
        <w:spacing w:before="72"/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παραχάραξ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μέσω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πληρωμής,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λαθρεμπόρι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ορμονικώ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ουσιώ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άλλω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αυξητικώ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παραγόντων,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λαθρεμπόρι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πυρηνικώ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ραδιενεργώ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ουσιών,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εμπορία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κλεμμένων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οχημάτων,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βιασμός,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εμπρησμό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πρόθεση,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εγκλήματ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εμπίπτο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αρμοδιότητ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Διεθνού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Ποινικο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Δικαστηρίου,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αεροπειρατεί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πειρατεία,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tabs>
          <w:tab w:pos="719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δολιοφθορά.</w:t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723" w:val="left" w:leader="none"/>
        </w:tabs>
        <w:spacing w:line="274" w:lineRule="exact"/>
        <w:ind w:left="724" w:right="205" w:hanging="572"/>
        <w:jc w:val="left"/>
      </w:pPr>
      <w:r>
        <w:rPr>
          <w:b w:val="0"/>
          <w:bCs w:val="0"/>
          <w:spacing w:val="-1"/>
          <w:w w:val="100"/>
        </w:rPr>
        <w:t>Πλήρη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περιγραφ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αξιόποινω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πράξεω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δε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εμπίπτου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στι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αναφερόμενε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στο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σημείο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περιπτώσεις: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</w:t>
      </w:r>
      <w:r>
        <w:rPr>
          <w:b w:val="0"/>
          <w:bCs w:val="0"/>
          <w:spacing w:val="-1"/>
          <w:w w:val="100"/>
        </w:rPr>
        <w:t>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301.236908pt;width:494.500026pt;height:287.380028pt;mso-position-horizontal-relative:page;mso-position-vertical-relative:paragraph;z-index:-546" coordorigin="1009,-6025" coordsize="9890,5748">
            <v:group style="position:absolute;left:1018;top:-6017;width:9874;height:2" coordorigin="1018,-6017" coordsize="9874,2">
              <v:shape style="position:absolute;left:1018;top:-6017;width:9874;height:2" coordorigin="1018,-6017" coordsize="9874,0" path="m1018,-6017l10891,-6017e" filled="f" stroked="t" strokeweight=".82pt" strokecolor="#000000">
                <v:path arrowok="t"/>
              </v:shape>
            </v:group>
            <v:group style="position:absolute;left:1025;top:-6014;width:2;height:5726" coordorigin="1025,-6014" coordsize="2,5726">
              <v:shape style="position:absolute;left:1025;top:-6014;width:2;height:5726" coordorigin="1025,-6014" coordsize="0,5726" path="m1025,-6014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6014;width:2;height:5726" coordorigin="10884,-6014" coordsize="2,5726">
              <v:shape style="position:absolute;left:10884;top:-6014;width:2;height:5726" coordorigin="10884,-6014" coordsize="0,5726" path="m10884,-6014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(στ)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1"/>
          <w:w w:val="100"/>
        </w:rPr>
      </w:r>
      <w:r>
        <w:rPr>
          <w:b w:val="0"/>
          <w:bCs w:val="0"/>
          <w:spacing w:val="-1"/>
          <w:w w:val="100"/>
        </w:rPr>
        <w:t>Άλλε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περιστάσει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συναφεί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υπόθεσ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(προαιρετικέ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πληροφορίες):</w:t>
      </w:r>
      <w:r>
        <w:rPr>
          <w:b w:val="0"/>
          <w:bCs w:val="0"/>
          <w:spacing w:val="0"/>
          <w:w w:val="100"/>
        </w:rPr>
      </w:r>
    </w:p>
    <w:p>
      <w:pPr>
        <w:spacing w:line="283" w:lineRule="auto" w:before="65"/>
        <w:ind w:left="152" w:right="47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4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single" w:color="000000"/>
        </w:rPr>
        <w:t>ΣΗ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4"/>
          <w:szCs w:val="24"/>
          <w:u w:val="single" w:color="000000"/>
        </w:rPr>
        <w:t>Μ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3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Εδ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ώ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θ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α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μπορούσα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ν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ν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α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αναφερθού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ν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παρατηρήσει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γι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α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τη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ν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εξωεδαφικότητα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τ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η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διακοπ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ή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5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της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παραγραφή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κα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ι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άλλε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συνέπειε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τη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6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αξιόποινη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4"/>
          <w:szCs w:val="24"/>
          <w:u w:val="none"/>
        </w:rPr>
        <w:t>ς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7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4"/>
          <w:szCs w:val="24"/>
          <w:u w:val="none"/>
        </w:rPr>
        <w:t>πράξης)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21"/>
        <w:ind w:right="0"/>
        <w:jc w:val="left"/>
      </w:pPr>
      <w:r>
        <w:rPr>
          <w:b w:val="0"/>
          <w:bCs w:val="0"/>
          <w:spacing w:val="0"/>
          <w:w w:val="100"/>
        </w:rPr>
        <w:t>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....................................................................................................................................................</w:t>
      </w:r>
    </w:p>
    <w:p>
      <w:pPr>
        <w:pStyle w:val="BodyText"/>
        <w:spacing w:before="50"/>
        <w:ind w:right="0"/>
        <w:jc w:val="left"/>
      </w:pPr>
      <w:r>
        <w:rPr/>
        <w:pict>
          <v:group style="position:absolute;margin-left:50.470001pt;margin-top:36.453144pt;width:494.500026pt;height:173.139992pt;mso-position-horizontal-relative:page;mso-position-vertical-relative:paragraph;z-index:-544" coordorigin="1009,729" coordsize="9890,3463">
            <v:group style="position:absolute;left:1018;top:737;width:9874;height:2" coordorigin="1018,737" coordsize="9874,2">
              <v:shape style="position:absolute;left:1018;top:737;width:9874;height:2" coordorigin="1018,737" coordsize="9874,0" path="m1018,737l10891,737e" filled="f" stroked="t" strokeweight=".82pt" strokecolor="#000000">
                <v:path arrowok="t"/>
              </v:shape>
            </v:group>
            <v:group style="position:absolute;left:1025;top:740;width:2;height:3442" coordorigin="1025,740" coordsize="2,3442">
              <v:shape style="position:absolute;left:1025;top:740;width:2;height:3442" coordorigin="1025,740" coordsize="0,3442" path="m1025,740l1025,4181e" filled="f" stroked="t" strokeweight=".82pt" strokecolor="#000000">
                <v:path arrowok="t"/>
              </v:shape>
            </v:group>
            <v:group style="position:absolute;left:1018;top:4184;width:9874;height:2" coordorigin="1018,4184" coordsize="9874,2">
              <v:shape style="position:absolute;left:1018;top:4184;width:9874;height:2" coordorigin="1018,4184" coordsize="9874,0" path="m1018,4184l10891,4184e" filled="f" stroked="t" strokeweight=".82pt" strokecolor="#000000">
                <v:path arrowok="t"/>
              </v:shape>
            </v:group>
            <v:group style="position:absolute;left:10884;top:740;width:2;height:3442" coordorigin="10884,740" coordsize="2,3442">
              <v:shape style="position:absolute;left:10884;top:740;width:2;height:3442" coordorigin="10884,740" coordsize="0,3442" path="m10884,740l10884,418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line="242" w:lineRule="auto" w:before="69"/>
        <w:ind w:left="719" w:right="441" w:hanging="567"/>
        <w:jc w:val="left"/>
      </w:pPr>
      <w:r>
        <w:rPr/>
        <w:pict>
          <v:group style="position:absolute;margin-left:50.470001pt;margin-top:-99.636864pt;width:494.500026pt;height:85.779991pt;mso-position-horizontal-relative:page;mso-position-vertical-relative:paragraph;z-index:-545" coordorigin="1009,-1993" coordsize="9890,1716">
            <v:group style="position:absolute;left:1018;top:-1985;width:9874;height:2" coordorigin="1018,-1985" coordsize="9874,2">
              <v:shape style="position:absolute;left:1018;top:-1985;width:9874;height:2" coordorigin="1018,-1985" coordsize="9874,0" path="m1018,-1985l10891,-1985e" filled="f" stroked="t" strokeweight=".82pt" strokecolor="#000000">
                <v:path arrowok="t"/>
              </v:shape>
            </v:group>
            <v:group style="position:absolute;left:1025;top:-1982;width:2;height:1694" coordorigin="1025,-1982" coordsize="2,1694">
              <v:shape style="position:absolute;left:1025;top:-1982;width:2;height:1694" coordorigin="1025,-1982" coordsize="0,1694" path="m1025,-1982l1025,-288e" filled="f" stroked="t" strokeweight=".82pt" strokecolor="#000000">
                <v:path arrowok="t"/>
              </v:shape>
            </v:group>
            <v:group style="position:absolute;left:1018;top:-285;width:9874;height:2" coordorigin="1018,-285" coordsize="9874,2">
              <v:shape style="position:absolute;left:1018;top:-285;width:9874;height:2" coordorigin="1018,-285" coordsize="9874,0" path="m1018,-285l10891,-285e" filled="f" stroked="t" strokeweight=".82pt" strokecolor="#000000">
                <v:path arrowok="t"/>
              </v:shape>
            </v:group>
            <v:group style="position:absolute;left:10884;top:-1982;width:2;height:1694" coordorigin="10884,-1982" coordsize="2,1694">
              <v:shape style="position:absolute;left:10884;top:-1982;width:2;height:1694" coordorigin="10884,-1982" coordsize="0,1694" path="m10884,-1982l10884,-28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1"/>
          <w:w w:val="100"/>
        </w:rPr>
        <w:t>(ζ</w:t>
      </w:r>
      <w:r>
        <w:rPr>
          <w:b w:val="0"/>
          <w:bCs w:val="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παρό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ένταλμ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αφορ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επίση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κατάσχεσ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παράδοσ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αντικειμένω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δύνανται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χρησιμεύσου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ω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πειστήρια.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2" w:lineRule="auto"/>
        <w:ind w:left="719" w:right="1357"/>
        <w:jc w:val="left"/>
      </w:pP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παρό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ένταλμ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αφορ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επίση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κατάσχεσ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παράδοσ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αντικειμένω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που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αποκτήθ</w:t>
      </w:r>
      <w:r>
        <w:rPr>
          <w:b w:val="0"/>
          <w:bCs w:val="0"/>
          <w:spacing w:val="-1"/>
          <w:w w:val="100"/>
        </w:rPr>
        <w:t>ηκα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απ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καταζητούμεν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ω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αποτέλεσμ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αξιόποινη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πράξης: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Περιγραφ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αντικειμένω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τόπο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όπο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ευρίσκοντα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είνα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γνωστά):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1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20"/>
          <w:pgMar w:header="0" w:footer="971" w:top="1480" w:bottom="1160" w:left="980" w:right="980"/>
        </w:sectPr>
      </w:pPr>
    </w:p>
    <w:p>
      <w:pPr>
        <w:pStyle w:val="BodyText"/>
        <w:tabs>
          <w:tab w:pos="719" w:val="left" w:leader="none"/>
        </w:tabs>
        <w:spacing w:line="240" w:lineRule="auto" w:before="71"/>
        <w:ind w:left="719" w:right="277" w:hanging="567"/>
        <w:jc w:val="both"/>
      </w:pPr>
      <w:r>
        <w:rPr>
          <w:b w:val="0"/>
          <w:bCs w:val="0"/>
          <w:spacing w:val="0"/>
          <w:w w:val="100"/>
        </w:rPr>
        <w:t>(η)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(οι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αξιόποιν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(ες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πράξ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(εις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βάσε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οποία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οποίων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εκδόθηκ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παρό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ένταλμα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τιμωρείτα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4"/>
          <w:w w:val="100"/>
        </w:rPr>
        <w:t>ο</w:t>
      </w:r>
      <w:r>
        <w:rPr>
          <w:b w:val="0"/>
          <w:bCs w:val="0"/>
          <w:spacing w:val="-1"/>
          <w:w w:val="100"/>
        </w:rPr>
        <w:t>ύνται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ισόβι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κάθειρξ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μέτρ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ασφαλεία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στερητικ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ελευθερία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εφ’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όρο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ζωή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έχε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(ουν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οδηγήσε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σ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τέτοι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ποιν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μέτρο: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719" w:val="left" w:leader="none"/>
        </w:tabs>
        <w:spacing w:line="240" w:lineRule="auto"/>
        <w:ind w:left="719" w:right="168" w:hanging="567"/>
        <w:jc w:val="left"/>
      </w:pP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δικαστικ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νομικ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σύστημ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κράτου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μέλου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έκδοση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εντάλματο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προβλέπε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την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αναθεώρησ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επιβληθείσα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ποινή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κατόπι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αιτήσεω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αργότερ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μετ</w:t>
      </w:r>
      <w:r>
        <w:rPr>
          <w:b w:val="0"/>
          <w:bCs w:val="0"/>
          <w:spacing w:val="0"/>
          <w:w w:val="100"/>
        </w:rPr>
        <w:t>ά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έτ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2"/>
          <w:w w:val="100"/>
        </w:rPr>
        <w:t>με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σκοπ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εκτέλεσ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αυτή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ποινή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αυτο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μέτρου,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και/ή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719" w:val="left" w:leader="none"/>
        </w:tabs>
        <w:spacing w:line="240" w:lineRule="auto"/>
        <w:ind w:left="719" w:right="161" w:hanging="567"/>
        <w:jc w:val="left"/>
      </w:pPr>
      <w:r>
        <w:rPr/>
        <w:pict>
          <v:group style="position:absolute;margin-left:50.470001pt;margin-top:105.473129pt;width:494.500026pt;height:293.859978pt;mso-position-horizontal-relative:page;mso-position-vertical-relative:paragraph;z-index:-542" coordorigin="1009,2109" coordsize="9890,5877">
            <v:group style="position:absolute;left:1018;top:2118;width:9874;height:2" coordorigin="1018,2118" coordsize="9874,2">
              <v:shape style="position:absolute;left:1018;top:2118;width:9874;height:2" coordorigin="1018,2118" coordsize="9874,0" path="m1018,2118l10891,2118e" filled="f" stroked="t" strokeweight=".82pt" strokecolor="#000000">
                <v:path arrowok="t"/>
              </v:shape>
            </v:group>
            <v:group style="position:absolute;left:1025;top:2120;width:2;height:5856" coordorigin="1025,2120" coordsize="2,5856">
              <v:shape style="position:absolute;left:1025;top:2120;width:2;height:5856" coordorigin="1025,2120" coordsize="0,5856" path="m1025,2120l1025,7976e" filled="f" stroked="t" strokeweight=".82pt" strokecolor="#000000">
                <v:path arrowok="t"/>
              </v:shape>
            </v:group>
            <v:group style="position:absolute;left:1018;top:7978;width:9874;height:2" coordorigin="1018,7978" coordsize="9874,2">
              <v:shape style="position:absolute;left:1018;top:7978;width:9874;height:2" coordorigin="1018,7978" coordsize="9874,0" path="m1018,7978l10891,7978e" filled="f" stroked="t" strokeweight=".82pt" strokecolor="#000000">
                <v:path arrowok="t"/>
              </v:shape>
            </v:group>
            <v:group style="position:absolute;left:10884;top:2120;width:2;height:5856" coordorigin="10884,2120" coordsize="2,5856">
              <v:shape style="position:absolute;left:10884;top:2120;width:2;height:5856" coordorigin="10884,2120" coordsize="0,5856" path="m10884,2120l10884,797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νομικ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σύστημ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κράτου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μέλου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έκδοση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εντάλματο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προβλέπε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εφαρμογή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μέτρω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επιεικείας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οποί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πρόσωπ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δικαιούτα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β</w:t>
      </w:r>
      <w:r>
        <w:rPr>
          <w:b w:val="0"/>
          <w:bCs w:val="0"/>
          <w:spacing w:val="-2"/>
          <w:w w:val="100"/>
        </w:rPr>
        <w:t>ά</w:t>
      </w:r>
      <w:r>
        <w:rPr>
          <w:b w:val="0"/>
          <w:bCs w:val="0"/>
          <w:spacing w:val="-1"/>
          <w:w w:val="100"/>
        </w:rPr>
        <w:t>σε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δικαίο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πρακτική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του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κράτου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μέλου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έκδοση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εντάλματος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σκοπ</w:t>
      </w:r>
      <w:r>
        <w:rPr>
          <w:b w:val="0"/>
          <w:bCs w:val="0"/>
          <w:spacing w:val="0"/>
          <w:w w:val="100"/>
        </w:rPr>
        <w:t>ό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εκτέλεσ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αυτή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ποινή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αυτού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μέτρου.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69"/>
        <w:ind w:right="0"/>
        <w:jc w:val="left"/>
      </w:pPr>
      <w:r>
        <w:rPr/>
        <w:pict>
          <v:group style="position:absolute;margin-left:50.470001pt;margin-top:-248.196869pt;width:494.500026pt;height:216.339959pt;mso-position-horizontal-relative:page;mso-position-vertical-relative:paragraph;z-index:-543" coordorigin="1009,-4964" coordsize="9890,4327">
            <v:group style="position:absolute;left:1018;top:-4956;width:9874;height:2" coordorigin="1018,-4956" coordsize="9874,2">
              <v:shape style="position:absolute;left:1018;top:-4956;width:9874;height:2" coordorigin="1018,-4956" coordsize="9874,0" path="m1018,-4956l10891,-4956e" filled="f" stroked="t" strokeweight=".82pt" strokecolor="#000000">
                <v:path arrowok="t"/>
              </v:shape>
            </v:group>
            <v:group style="position:absolute;left:1025;top:-4953;width:2;height:4306" coordorigin="1025,-4953" coordsize="2,4306">
              <v:shape style="position:absolute;left:1025;top:-4953;width:2;height:4306" coordorigin="1025,-4953" coordsize="0,4306" path="m1025,-4953l1025,-648e" filled="f" stroked="t" strokeweight=".82pt" strokecolor="#000000">
                <v:path arrowok="t"/>
              </v:shape>
            </v:group>
            <v:group style="position:absolute;left:1018;top:-645;width:9874;height:2" coordorigin="1018,-645" coordsize="9874,2">
              <v:shape style="position:absolute;left:1018;top:-645;width:9874;height:2" coordorigin="1018,-645" coordsize="9874,0" path="m1018,-645l10891,-645e" filled="f" stroked="t" strokeweight=".82pt" strokecolor="#000000">
                <v:path arrowok="t"/>
              </v:shape>
            </v:group>
            <v:group style="position:absolute;left:10884;top:-4953;width:2;height:4306" coordorigin="10884,-4953" coordsize="2,4306">
              <v:shape style="position:absolute;left:10884;top:-4953;width:2;height:4306" coordorigin="10884,-4953" coordsize="0,4306" path="m10884,-4953l10884,-64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(θ)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Δικαστικ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αρχ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εξέδωσ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ένταλμα: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0"/>
          <w:w w:val="100"/>
        </w:rPr>
        <w:t>Επίσημο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όνομα:</w:t>
      </w:r>
      <w:r>
        <w:rPr>
          <w:b w:val="0"/>
          <w:bCs w:val="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Όνομ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εκπροσώπο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-6"/>
          <w:w w:val="100"/>
        </w:rPr>
        <w:t>ς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1"/>
          <w:sz w:val="16"/>
          <w:szCs w:val="16"/>
        </w:rPr>
        <w:t>1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2"/>
          <w:w w:val="100"/>
          <w:position w:val="0"/>
        </w:rPr>
        <w:t>..................................................................................................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Αξίωμ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(τίτλο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/βαθμό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10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Στοιχεί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δικογραφίας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9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Διεύθυνση</w:t>
      </w:r>
      <w:r>
        <w:rPr>
          <w:b w:val="0"/>
          <w:bCs w:val="0"/>
          <w:spacing w:val="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6"/>
          <w:w w:val="100"/>
        </w:rPr>
        <w:t>Α</w:t>
      </w:r>
      <w:r>
        <w:rPr>
          <w:b w:val="0"/>
          <w:bCs w:val="0"/>
          <w:spacing w:val="5"/>
          <w:w w:val="100"/>
        </w:rPr>
        <w:t>ρ</w:t>
      </w:r>
      <w:r>
        <w:rPr>
          <w:b w:val="0"/>
          <w:bCs w:val="0"/>
          <w:spacing w:val="0"/>
          <w:w w:val="100"/>
        </w:rPr>
        <w:t>ιθ.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Tηλ.: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χώρας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πόλη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περιοχής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6"/>
          <w:w w:val="100"/>
        </w:rPr>
        <w:t>Α</w:t>
      </w:r>
      <w:r>
        <w:rPr>
          <w:b w:val="0"/>
          <w:bCs w:val="0"/>
          <w:spacing w:val="5"/>
          <w:w w:val="100"/>
        </w:rPr>
        <w:t>ρ</w:t>
      </w:r>
      <w:r>
        <w:rPr>
          <w:b w:val="0"/>
          <w:bCs w:val="0"/>
          <w:spacing w:val="-1"/>
          <w:w w:val="100"/>
        </w:rPr>
        <w:t>ιθ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Φαξ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χώρας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πόλη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περιοχής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0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Διεύθυνση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ηλεκτρονικού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ταχυδρομείου: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9" w:lineRule="auto" w:before="65"/>
        <w:ind w:left="719" w:right="0"/>
        <w:jc w:val="left"/>
      </w:pPr>
      <w:r>
        <w:rPr>
          <w:b w:val="0"/>
          <w:bCs w:val="0"/>
          <w:spacing w:val="-1"/>
          <w:w w:val="100"/>
        </w:rPr>
        <w:t>Στοιχεί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επικοινωνία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προσώπο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μ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ο</w:t>
      </w:r>
      <w:r>
        <w:rPr>
          <w:b w:val="0"/>
          <w:bCs w:val="0"/>
          <w:spacing w:val="-7"/>
          <w:w w:val="100"/>
        </w:rPr>
        <w:t>π</w:t>
      </w:r>
      <w:r>
        <w:rPr>
          <w:b w:val="0"/>
          <w:bCs w:val="0"/>
          <w:spacing w:val="-1"/>
          <w:w w:val="100"/>
        </w:rPr>
        <w:t>οί</w:t>
      </w:r>
      <w:r>
        <w:rPr>
          <w:b w:val="0"/>
          <w:bCs w:val="0"/>
          <w:spacing w:val="0"/>
          <w:w w:val="100"/>
        </w:rPr>
        <w:t>ο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πρέπε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υπάρξε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επαφ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ν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γίνου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οι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απαραίτητε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πρακτικέ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ρυθμίσει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παράδοση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5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719" w:val="left" w:leader="none"/>
        </w:tabs>
        <w:spacing w:before="78"/>
        <w:ind w:right="0"/>
        <w:jc w:val="left"/>
      </w:pPr>
      <w:r>
        <w:rPr/>
        <w:pict>
          <v:group style="position:absolute;margin-left:56.639999pt;margin-top:.188749pt;width:144.240006pt;height:.1pt;mso-position-horizontal-relative:page;mso-position-vertical-relative:paragraph;z-index:-541" coordorigin="1133,4" coordsize="2885,2">
            <v:shape style="position:absolute;left:1133;top:4;width:2885;height:2" coordorigin="1133,4" coordsize="2885,0" path="m1133,4l4018,4e" filled="f" stroked="t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-1"/>
          <w:w w:val="100"/>
          <w:position w:val="0"/>
        </w:rPr>
        <w:t>Στι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διάφορε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γλώσσε</w:t>
      </w:r>
      <w:r>
        <w:rPr>
          <w:b w:val="0"/>
          <w:bCs w:val="0"/>
          <w:spacing w:val="0"/>
          <w:w w:val="100"/>
          <w:position w:val="0"/>
        </w:rPr>
        <w:t>ς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θ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συμπεριληφθε</w:t>
      </w:r>
      <w:r>
        <w:rPr>
          <w:b w:val="0"/>
          <w:bCs w:val="0"/>
          <w:spacing w:val="0"/>
          <w:w w:val="100"/>
          <w:position w:val="0"/>
        </w:rPr>
        <w:t>ί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μνεί</w:t>
      </w:r>
      <w:r>
        <w:rPr>
          <w:b w:val="0"/>
          <w:bCs w:val="0"/>
          <w:spacing w:val="0"/>
          <w:w w:val="100"/>
          <w:position w:val="0"/>
        </w:rPr>
        <w:t>α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στο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«κατέχοντα</w:t>
      </w:r>
      <w:r>
        <w:rPr>
          <w:b w:val="0"/>
          <w:bCs w:val="0"/>
          <w:spacing w:val="0"/>
          <w:w w:val="100"/>
          <w:position w:val="0"/>
        </w:rPr>
        <w:t>»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τη</w:t>
      </w:r>
      <w:r>
        <w:rPr>
          <w:b w:val="0"/>
          <w:bCs w:val="0"/>
          <w:spacing w:val="0"/>
          <w:w w:val="100"/>
          <w:position w:val="0"/>
        </w:rPr>
        <w:t>ν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δικαστικ</w:t>
      </w:r>
      <w:r>
        <w:rPr>
          <w:b w:val="0"/>
          <w:bCs w:val="0"/>
          <w:spacing w:val="0"/>
          <w:w w:val="100"/>
          <w:position w:val="0"/>
        </w:rPr>
        <w:t>ή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αρχ</w:t>
      </w:r>
      <w:r>
        <w:rPr>
          <w:b w:val="0"/>
          <w:bCs w:val="0"/>
          <w:spacing w:val="-2"/>
          <w:w w:val="100"/>
          <w:position w:val="0"/>
        </w:rPr>
        <w:t>ή</w:t>
      </w:r>
      <w:r>
        <w:rPr>
          <w:b w:val="0"/>
          <w:bCs w:val="0"/>
          <w:spacing w:val="0"/>
          <w:w w:val="100"/>
          <w:position w:val="0"/>
        </w:rPr>
        <w:t>.</w:t>
      </w:r>
    </w:p>
    <w:p>
      <w:pPr>
        <w:spacing w:after="0"/>
        <w:jc w:val="left"/>
        <w:sectPr>
          <w:pgSz w:w="11900" w:h="16820"/>
          <w:pgMar w:header="0" w:footer="971" w:top="1400" w:bottom="1160" w:left="980" w:right="980"/>
        </w:sectPr>
      </w:pP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83" w:lineRule="auto" w:before="69"/>
        <w:ind w:right="1002"/>
        <w:jc w:val="left"/>
      </w:pPr>
      <w:r>
        <w:rPr>
          <w:b w:val="0"/>
          <w:bCs w:val="0"/>
          <w:spacing w:val="-1"/>
          <w:w w:val="100"/>
        </w:rPr>
        <w:t>Σ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περίπτωσ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όπο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μι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κεντρικ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αρχ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ορίσθηκ</w:t>
      </w:r>
      <w:r>
        <w:rPr>
          <w:b w:val="0"/>
          <w:bCs w:val="0"/>
          <w:spacing w:val="0"/>
          <w:w w:val="100"/>
        </w:rPr>
        <w:t>ε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υπεύθυν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γι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διοικητικ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διαβίβασ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και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παραλαβ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ευρωπαϊκώ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ενταλμάτω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σύλληψης: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19" w:right="0"/>
        <w:jc w:val="left"/>
      </w:pPr>
      <w:r>
        <w:rPr>
          <w:b w:val="0"/>
          <w:bCs w:val="0"/>
          <w:spacing w:val="-1"/>
          <w:w w:val="100"/>
        </w:rPr>
        <w:t>Όνομ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κεντρική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2"/>
          <w:w w:val="100"/>
        </w:rPr>
        <w:t>α</w:t>
      </w:r>
      <w:r>
        <w:rPr>
          <w:b w:val="0"/>
          <w:bCs w:val="0"/>
          <w:spacing w:val="-1"/>
          <w:w w:val="100"/>
        </w:rPr>
        <w:t>ρχής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1"/>
          <w:w w:val="100"/>
        </w:rPr>
        <w:t>Αρμόδιο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υπάλληλος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ενδεχομένω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(τίτλο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/βαθμό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όνομα)</w:t>
      </w:r>
      <w:r>
        <w:rPr>
          <w:b w:val="0"/>
          <w:bCs w:val="0"/>
          <w:spacing w:val="4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left="767" w:right="0"/>
        <w:jc w:val="left"/>
      </w:pP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Διεύθυνση: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0"/>
          <w:w w:val="100"/>
        </w:rPr>
        <w:t>.........................................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</w:t>
      </w:r>
    </w:p>
    <w:p>
      <w:pPr>
        <w:pStyle w:val="BodyText"/>
        <w:spacing w:before="69"/>
        <w:ind w:left="719" w:right="0"/>
        <w:jc w:val="left"/>
      </w:pPr>
      <w:r>
        <w:rPr>
          <w:b w:val="0"/>
          <w:bCs w:val="0"/>
          <w:spacing w:val="-6"/>
          <w:w w:val="100"/>
        </w:rPr>
        <w:t>Α</w:t>
      </w:r>
      <w:r>
        <w:rPr>
          <w:b w:val="0"/>
          <w:bCs w:val="0"/>
          <w:spacing w:val="5"/>
          <w:w w:val="100"/>
        </w:rPr>
        <w:t>ρ</w:t>
      </w:r>
      <w:r>
        <w:rPr>
          <w:b w:val="0"/>
          <w:bCs w:val="0"/>
          <w:spacing w:val="0"/>
          <w:w w:val="100"/>
        </w:rPr>
        <w:t>ιθ.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Tηλ.: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χώρας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πόλη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περιοχής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(....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5"/>
        <w:ind w:left="719" w:right="0"/>
        <w:jc w:val="left"/>
      </w:pPr>
      <w:r>
        <w:rPr>
          <w:b w:val="0"/>
          <w:bCs w:val="0"/>
          <w:spacing w:val="-6"/>
          <w:w w:val="100"/>
        </w:rPr>
        <w:t>Α</w:t>
      </w:r>
      <w:r>
        <w:rPr>
          <w:b w:val="0"/>
          <w:bCs w:val="0"/>
          <w:spacing w:val="5"/>
          <w:w w:val="100"/>
        </w:rPr>
        <w:t>ρ</w:t>
      </w:r>
      <w:r>
        <w:rPr>
          <w:b w:val="0"/>
          <w:bCs w:val="0"/>
          <w:spacing w:val="0"/>
          <w:w w:val="100"/>
        </w:rPr>
        <w:t>ιθ.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Φαξ: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χώρας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(κωδικό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πόλη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περιοχής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(....</w:t>
      </w:r>
      <w:r>
        <w:rPr>
          <w:b w:val="0"/>
          <w:bCs w:val="0"/>
          <w:spacing w:val="15"/>
          <w:w w:val="100"/>
        </w:rPr>
        <w:t>)</w:t>
      </w:r>
      <w:r>
        <w:rPr>
          <w:b w:val="0"/>
          <w:bCs w:val="0"/>
          <w:spacing w:val="2"/>
          <w:w w:val="100"/>
        </w:rPr>
        <w:t>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719" w:right="0"/>
        <w:jc w:val="left"/>
      </w:pPr>
      <w:r>
        <w:rPr/>
        <w:pict>
          <v:group style="position:absolute;margin-left:50.470001pt;margin-top:54.443123pt;width:494.500026pt;height:190.899987pt;mso-position-horizontal-relative:page;mso-position-vertical-relative:paragraph;z-index:-539" coordorigin="1009,1089" coordsize="9890,3818">
            <v:group style="position:absolute;left:1018;top:1097;width:9874;height:2" coordorigin="1018,1097" coordsize="9874,2">
              <v:shape style="position:absolute;left:1018;top:1097;width:9874;height:2" coordorigin="1018,1097" coordsize="9874,0" path="m1018,1097l10891,1097e" filled="f" stroked="t" strokeweight=".82pt" strokecolor="#000000">
                <v:path arrowok="t"/>
              </v:shape>
            </v:group>
            <v:group style="position:absolute;left:1025;top:1099;width:2;height:3797" coordorigin="1025,1099" coordsize="2,3797">
              <v:shape style="position:absolute;left:1025;top:1099;width:2;height:3797" coordorigin="1025,1099" coordsize="0,3797" path="m1025,1099l1025,4896e" filled="f" stroked="t" strokeweight=".82pt" strokecolor="#000000">
                <v:path arrowok="t"/>
              </v:shape>
            </v:group>
            <v:group style="position:absolute;left:1018;top:4899;width:9874;height:2" coordorigin="1018,4899" coordsize="9874,2">
              <v:shape style="position:absolute;left:1018;top:4899;width:9874;height:2" coordorigin="1018,4899" coordsize="9874,0" path="m1018,4899l10891,4899e" filled="f" stroked="t" strokeweight=".82pt" strokecolor="#000000">
                <v:path arrowok="t"/>
              </v:shape>
            </v:group>
            <v:group style="position:absolute;left:10884;top:1099;width:2;height:3797" coordorigin="10884,1099" coordsize="2,3797">
              <v:shape style="position:absolute;left:10884;top:1099;width:2;height:3797" coordorigin="10884,1099" coordsize="0,3797" path="m10884,1099l10884,489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Διεύθυνσ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ηλεκτρο</w:t>
      </w:r>
      <w:r>
        <w:rPr>
          <w:b w:val="0"/>
          <w:bCs w:val="0"/>
          <w:spacing w:val="2"/>
          <w:w w:val="100"/>
        </w:rPr>
        <w:t>ν</w:t>
      </w:r>
      <w:r>
        <w:rPr>
          <w:b w:val="0"/>
          <w:bCs w:val="0"/>
          <w:spacing w:val="-1"/>
          <w:w w:val="100"/>
        </w:rPr>
        <w:t>ικο</w:t>
      </w:r>
      <w:r>
        <w:rPr>
          <w:b w:val="0"/>
          <w:bCs w:val="0"/>
          <w:spacing w:val="0"/>
          <w:w w:val="100"/>
        </w:rPr>
        <w:t>ύ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-1"/>
          <w:w w:val="100"/>
        </w:rPr>
        <w:t>ταχυδρομείου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8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69"/>
        <w:ind w:right="0"/>
        <w:jc w:val="left"/>
      </w:pPr>
      <w:r>
        <w:rPr/>
        <w:pict>
          <v:group style="position:absolute;margin-left:50.470001pt;margin-top:-274.836914pt;width:494.500026pt;height:243.460015pt;mso-position-horizontal-relative:page;mso-position-vertical-relative:paragraph;z-index:-540" coordorigin="1009,-5497" coordsize="9890,4869">
            <v:group style="position:absolute;left:1018;top:-5489;width:9874;height:2" coordorigin="1018,-5489" coordsize="9874,2">
              <v:shape style="position:absolute;left:1018;top:-5489;width:9874;height:2" coordorigin="1018,-5489" coordsize="9874,0" path="m1018,-5489l10891,-5489e" filled="f" stroked="t" strokeweight=".82pt" strokecolor="#000000">
                <v:path arrowok="t"/>
              </v:shape>
            </v:group>
            <v:group style="position:absolute;left:1025;top:-5486;width:2;height:4848" coordorigin="1025,-5486" coordsize="2,4848">
              <v:shape style="position:absolute;left:1025;top:-5486;width:2;height:4848" coordorigin="1025,-5486" coordsize="0,4848" path="m1025,-5486l1025,-638e" filled="f" stroked="t" strokeweight=".82pt" strokecolor="#000000">
                <v:path arrowok="t"/>
              </v:shape>
            </v:group>
            <v:group style="position:absolute;left:1018;top:-636;width:9874;height:2" coordorigin="1018,-636" coordsize="9874,2">
              <v:shape style="position:absolute;left:1018;top:-636;width:9874;height:2" coordorigin="1018,-636" coordsize="9874,0" path="m1018,-636l10891,-636e" filled="f" stroked="t" strokeweight=".82pt" strokecolor="#000000">
                <v:path arrowok="t"/>
              </v:shape>
            </v:group>
            <v:group style="position:absolute;left:10884;top:-5486;width:2;height:4848" coordorigin="10884,-5486" coordsize="2,4848">
              <v:shape style="position:absolute;left:10884;top:-5486;width:2;height:4848" coordorigin="10884,-5486" coordsize="0,4848" path="m10884,-5486l10884,-638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Υπογραφ</w:t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τη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δικαστική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αρχή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έκδοση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εντάλματο</w:t>
      </w:r>
      <w:r>
        <w:rPr>
          <w:b w:val="0"/>
          <w:bCs w:val="0"/>
          <w:spacing w:val="0"/>
          <w:w w:val="100"/>
        </w:rPr>
        <w:t>ς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ή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/κα</w:t>
      </w:r>
      <w:r>
        <w:rPr>
          <w:b w:val="0"/>
          <w:bCs w:val="0"/>
          <w:spacing w:val="0"/>
          <w:w w:val="100"/>
        </w:rPr>
        <w:t>ι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εκπροσώπο</w:t>
      </w:r>
      <w:r>
        <w:rPr>
          <w:b w:val="0"/>
          <w:bCs w:val="0"/>
          <w:spacing w:val="0"/>
          <w:w w:val="100"/>
        </w:rPr>
        <w:t>υ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της: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74"/>
        <w:ind w:right="0"/>
        <w:jc w:val="left"/>
      </w:pP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Όνομα: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5"/>
        <w:ind w:right="0"/>
        <w:jc w:val="left"/>
      </w:pPr>
      <w:r>
        <w:rPr>
          <w:b w:val="0"/>
          <w:bCs w:val="0"/>
          <w:spacing w:val="0"/>
          <w:w w:val="100"/>
        </w:rPr>
        <w:t>.................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..................................................................................................................................</w:t>
      </w:r>
    </w:p>
    <w:p>
      <w:pPr>
        <w:pStyle w:val="BodyText"/>
        <w:spacing w:before="65"/>
        <w:ind w:right="0"/>
        <w:jc w:val="left"/>
      </w:pPr>
      <w:r>
        <w:rPr>
          <w:b w:val="0"/>
          <w:bCs w:val="0"/>
          <w:spacing w:val="0"/>
          <w:w w:val="100"/>
        </w:rPr>
        <w:t>Αξίωμα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0"/>
          <w:w w:val="100"/>
        </w:rPr>
        <w:t>(τίτλος/βαθμός)</w:t>
      </w:r>
      <w:r>
        <w:rPr>
          <w:b w:val="0"/>
          <w:bCs w:val="0"/>
          <w:spacing w:val="15"/>
          <w:w w:val="100"/>
        </w:rPr>
        <w:t>:</w:t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0"/>
          <w:w w:val="100"/>
        </w:rPr>
        <w:t>Ημερομηνία:</w:t>
      </w:r>
      <w:r>
        <w:rPr>
          <w:b w:val="0"/>
          <w:bCs w:val="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2"/>
          <w:w w:val="100"/>
        </w:rPr>
      </w:r>
      <w:r>
        <w:rPr>
          <w:b w:val="0"/>
          <w:bCs w:val="0"/>
          <w:spacing w:val="2"/>
          <w:w w:val="100"/>
        </w:rPr>
        <w:t>.....................................................................................................................................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255.600006pt;margin-top:78.11512pt;width:84.000008pt;height:.1pt;mso-position-horizontal-relative:page;mso-position-vertical-relative:paragraph;z-index:-538" coordorigin="5112,1562" coordsize="1680,2">
            <v:shape style="position:absolute;left:5112;top:1562;width:1680;height:2" coordorigin="5112,1562" coordsize="1680,0" path="m5112,1562l6792,1562e" filled="f" stroked="t" strokeweight=".4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Επίσημ</w:t>
      </w:r>
      <w:r>
        <w:rPr>
          <w:b w:val="0"/>
          <w:bCs w:val="0"/>
          <w:spacing w:val="0"/>
          <w:w w:val="100"/>
        </w:rPr>
        <w:t>η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σφραγίδ</w:t>
      </w:r>
      <w:r>
        <w:rPr>
          <w:b w:val="0"/>
          <w:bCs w:val="0"/>
          <w:spacing w:val="0"/>
          <w:w w:val="100"/>
        </w:rPr>
        <w:t>α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(εά</w:t>
      </w:r>
      <w:r>
        <w:rPr>
          <w:b w:val="0"/>
          <w:bCs w:val="0"/>
          <w:spacing w:val="0"/>
          <w:w w:val="100"/>
        </w:rPr>
        <w:t>ν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υπάρχει)</w:t>
      </w:r>
      <w:r>
        <w:rPr>
          <w:b w:val="0"/>
          <w:bCs w:val="0"/>
          <w:spacing w:val="0"/>
          <w:w w:val="100"/>
        </w:rPr>
      </w:r>
    </w:p>
    <w:sectPr>
      <w:pgSz w:w="11900" w:h="16820"/>
      <w:pgMar w:header="0" w:footer="971" w:top="1580" w:bottom="116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56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85.223938pt;width:47.372986pt;height:14pt;mso-position-horizontal-relative:page;mso-position-vertical-relative:page;z-index:-55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920013pt;margin-top:785.223938pt;width:56.984737pt;height:14pt;mso-position-horizontal-relative:page;mso-position-vertical-relative:page;z-index:-554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ΕΠ/ρι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τ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,μκρ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559998pt;margin-top:785.223938pt;width:27.0pt;height:31.491957pt;mso-position-horizontal-relative:page;mso-position-vertical-relative:page;z-index:-553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0" w:right="40"/>
                  <w:jc w:val="righ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0" w:right="39" w:firstLine="0"/>
                  <w:jc w:val="righ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95"/>
                    <w:sz w:val="36"/>
                    <w:szCs w:val="36"/>
                  </w:rPr>
                  <w:t>EL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5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200001pt;margin-top:781.840027pt;width:485.040009pt;height:.1pt;mso-position-horizontal-relative:page;mso-position-vertical-relative:page;z-index:-551" coordorigin="1104,15637" coordsize="9701,2">
          <v:shape style="position:absolute;left:1104;top:15637;width:9701;height:2" coordorigin="1104,15637" coordsize="9701,0" path="m1104,15637l10805,15637e" filled="f" stroked="t" strokeweight=".82pt" strokecolor="#000000">
            <v:path arrowok="t"/>
          </v:shape>
          <w10:wrap type="none"/>
        </v:group>
      </w:pict>
    </w:r>
    <w:r>
      <w:rPr/>
      <w:pict>
        <v:shape style="position:absolute;margin-left:55.639999pt;margin-top:785.223938pt;width:76.668741pt;height:28.4pt;mso-position-horizontal-relative:page;mso-position-vertical-relative:page;z-index:-55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13297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/11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  <w:p>
                <w:pPr>
                  <w:pStyle w:val="BodyText"/>
                  <w:spacing w:before="12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ΠΑΡΑΡΤΗΜΑ</w:t>
                </w:r>
              </w:p>
            </w:txbxContent>
          </v:textbox>
          <w10:wrap type="none"/>
        </v:shape>
      </w:pict>
    </w:r>
    <w:r>
      <w:rPr/>
      <w:pict>
        <v:shape style="position:absolute;margin-left:396.920013pt;margin-top:785.223938pt;width:56.984737pt;height:14pt;mso-position-horizontal-relative:page;mso-position-vertical-relative:page;z-index:-54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ΕΠ/ρι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τ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,μκρ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559998pt;margin-top:785.223938pt;width:27.0pt;height:31.491957pt;mso-position-horizontal-relative:page;mso-position-vertical-relative:page;z-index:-548" type="#_x0000_t202" filled="f" stroked="f">
          <v:textbox inset="0,0,0,0">
            <w:txbxContent>
              <w:p>
                <w:pPr>
                  <w:pStyle w:val="BodyText"/>
                  <w:spacing w:line="257" w:lineRule="exact"/>
                  <w:ind w:left="260" w:right="0"/>
                  <w:jc w:val="left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  <w:p>
                <w:pPr>
                  <w:spacing w:line="360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6"/>
                    <w:szCs w:val="3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-1"/>
                    <w:w w:val="100"/>
                    <w:sz w:val="36"/>
                    <w:szCs w:val="36"/>
                  </w:rPr>
                  <w:t>EL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3.559998pt;margin-top:799.623901pt;width:48.140909pt;height:14.0pt;mso-position-horizontal-relative:page;mso-position-vertical-relative:page;z-index:-54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-1"/>
                    <w:w w:val="100"/>
                  </w:rPr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</w:rPr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2B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–"/>
      <w:lvlJc w:val="left"/>
      <w:pPr>
        <w:ind w:hanging="56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9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GEN</dc:title>
  <dcterms:created xsi:type="dcterms:W3CDTF">2014-11-19T09:08:23Z</dcterms:created>
  <dcterms:modified xsi:type="dcterms:W3CDTF">2014-11-19T09:08:23Z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2012-09-11T00:00:00Z</vt:filetime>
  </property>
  <property fmtid="{D5CDD505-2E9C-101B-9397-08002B2CF9AE}" pid="3" name="LastSaved">
    <vt:filetime>2014-11-19T00:00:00Z</vt:filetime>
  </property>
</Properties>
</file>