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598" w:rsidRPr="00DB40FC" w:rsidRDefault="00D50598" w:rsidP="006D1DB0">
      <w:pPr>
        <w:pStyle w:val="Annexetitre"/>
      </w:pPr>
      <w:r w:rsidRPr="00DB40FC">
        <w:t>PRÍLOHA I</w:t>
      </w:r>
    </w:p>
    <w:p w:rsidR="00D50598" w:rsidRPr="00DB40FC" w:rsidRDefault="00D50598" w:rsidP="006D1DB0">
      <w:pPr>
        <w:jc w:val="center"/>
      </w:pPr>
      <w:r w:rsidRPr="00DB40FC">
        <w:t>OS</w:t>
      </w:r>
      <w:r w:rsidR="006D1DB0" w:rsidRPr="00DB40FC">
        <w:t>VEDČENIE K PRÍKAZU NA ZAISTENIE</w:t>
      </w:r>
    </w:p>
    <w:tbl>
      <w:tblPr>
        <w:tblStyle w:val="TableGrid"/>
        <w:tblW w:w="9286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278C2" w:rsidRPr="00DB40FC" w:rsidTr="00B179C8">
        <w:trPr>
          <w:trHeight w:val="20"/>
        </w:trPr>
        <w:tc>
          <w:tcPr>
            <w:tcW w:w="9286" w:type="dxa"/>
            <w:tcBorders>
              <w:bottom w:val="single" w:sz="4" w:space="0" w:color="auto"/>
            </w:tcBorders>
          </w:tcPr>
          <w:p w:rsidR="004278C2" w:rsidRPr="00DB40FC" w:rsidRDefault="004278C2" w:rsidP="0056460B">
            <w:r w:rsidRPr="00DB40FC">
              <w:t>ODDIEL A:</w:t>
            </w:r>
          </w:p>
          <w:p w:rsidR="004278C2" w:rsidRPr="00DB40FC" w:rsidRDefault="004278C2" w:rsidP="0056460B">
            <w:r w:rsidRPr="00DB40FC">
              <w:t>Vydávajúci štát: ……………………………………………………………………………..</w:t>
            </w:r>
          </w:p>
          <w:p w:rsidR="004278C2" w:rsidRPr="00DB40FC" w:rsidRDefault="004278C2" w:rsidP="0056460B">
            <w:r w:rsidRPr="00DB40FC">
              <w:t>Vydávajúci orgán: …………………………………………………………………...….…...</w:t>
            </w:r>
          </w:p>
          <w:p w:rsidR="004278C2" w:rsidRPr="00DB40FC" w:rsidRDefault="004278C2" w:rsidP="0056460B">
            <w:r w:rsidRPr="00DB40FC">
              <w:t>(Prípadný) potvrdzujúci orgán: ……………………………………………………..............</w:t>
            </w:r>
          </w:p>
          <w:p w:rsidR="004278C2" w:rsidRPr="00DB40FC" w:rsidRDefault="004278C2" w:rsidP="0056460B">
            <w:r w:rsidRPr="00DB40FC">
              <w:t>Vykonávajúci štát: ……………………………………………………………………….….</w:t>
            </w:r>
          </w:p>
          <w:p w:rsidR="004278C2" w:rsidRPr="00DB40FC" w:rsidRDefault="004278C2" w:rsidP="004278C2">
            <w:r w:rsidRPr="00DB40FC">
              <w:t>Vykonávajúci orgán (ak je známy): ………………………………………………………….</w:t>
            </w:r>
          </w:p>
        </w:tc>
      </w:tr>
      <w:tr w:rsidR="004278C2" w:rsidRPr="00DB40FC" w:rsidTr="00B179C8">
        <w:trPr>
          <w:trHeight w:val="20"/>
        </w:trPr>
        <w:tc>
          <w:tcPr>
            <w:tcW w:w="9286" w:type="dxa"/>
            <w:tcBorders>
              <w:top w:val="single" w:sz="4" w:space="0" w:color="auto"/>
              <w:bottom w:val="single" w:sz="4" w:space="0" w:color="auto"/>
            </w:tcBorders>
          </w:tcPr>
          <w:p w:rsidR="004278C2" w:rsidRPr="00DB40FC" w:rsidRDefault="004278C2" w:rsidP="0056460B">
            <w:r w:rsidRPr="00DB40FC">
              <w:t>ODDIEL B: Naliehavosť a/alebo vyžiadaný dátum vykonania</w:t>
            </w:r>
          </w:p>
          <w:p w:rsidR="004278C2" w:rsidRPr="00DB40FC" w:rsidRDefault="004278C2" w:rsidP="000538F2">
            <w:pPr>
              <w:pStyle w:val="Point0"/>
            </w:pPr>
            <w:r w:rsidRPr="00DB40FC">
              <w:t>1.</w:t>
            </w:r>
            <w:r w:rsidRPr="00DB40FC">
              <w:tab/>
              <w:t>Uveďte, prosím, konkrétne dôvody naliehavosti:</w:t>
            </w:r>
          </w:p>
          <w:p w:rsidR="004278C2" w:rsidRPr="00DB40FC" w:rsidRDefault="004278C2" w:rsidP="000538F2">
            <w:pPr>
              <w:pStyle w:val="Point0"/>
            </w:pPr>
            <w:r w:rsidRPr="00DB40FC">
              <w:t>□</w:t>
            </w:r>
            <w:r w:rsidRPr="00DB40FC">
              <w:tab/>
              <w:t>Existujú legitímne dôvody domnievať sa, že dotknutý majetok bude bezprostredne presunutý alebo zničený, konkrétne:</w:t>
            </w:r>
            <w:r w:rsidRPr="00DB40FC">
              <w:br/>
              <w:t>……………………………………………………………………………………………………………………………………………………………………………………</w:t>
            </w:r>
          </w:p>
          <w:p w:rsidR="002C62FB" w:rsidRDefault="004278C2" w:rsidP="000538F2">
            <w:pPr>
              <w:pStyle w:val="Point0"/>
            </w:pPr>
            <w:r w:rsidRPr="00DB40FC">
              <w:t>□</w:t>
            </w:r>
            <w:r w:rsidRPr="00DB40FC">
              <w:tab/>
              <w:t xml:space="preserve">Vyšetrovacie alebo procedurálne potreby vo vydávajúcom štáte, konkrétne: </w:t>
            </w:r>
            <w:r w:rsidRPr="00DB40FC">
              <w:br/>
              <w:t>…………………………………………………………………………………………………………………………………………………………………………………....</w:t>
            </w:r>
          </w:p>
          <w:p w:rsidR="002C62FB" w:rsidRPr="002C62FB" w:rsidRDefault="002C62FB" w:rsidP="002C62FB"/>
          <w:p w:rsidR="002C62FB" w:rsidRPr="002C62FB" w:rsidRDefault="002C62FB" w:rsidP="002C62FB"/>
          <w:p w:rsidR="002C62FB" w:rsidRPr="002C62FB" w:rsidRDefault="002C62FB" w:rsidP="002C62FB"/>
          <w:p w:rsidR="002C62FB" w:rsidRPr="002C62FB" w:rsidRDefault="002C62FB" w:rsidP="002C62FB"/>
          <w:p w:rsidR="002C62FB" w:rsidRPr="002C62FB" w:rsidRDefault="002C62FB" w:rsidP="002C62FB"/>
          <w:p w:rsidR="004278C2" w:rsidRPr="002C62FB" w:rsidRDefault="004278C2" w:rsidP="002C62FB"/>
        </w:tc>
      </w:tr>
      <w:tr w:rsidR="004278C2" w:rsidRPr="00DB40FC" w:rsidTr="00B179C8">
        <w:trPr>
          <w:trHeight w:val="20"/>
        </w:trPr>
        <w:tc>
          <w:tcPr>
            <w:tcW w:w="9286" w:type="dxa"/>
            <w:tcBorders>
              <w:top w:val="single" w:sz="4" w:space="0" w:color="auto"/>
              <w:bottom w:val="single" w:sz="4" w:space="0" w:color="auto"/>
            </w:tcBorders>
          </w:tcPr>
          <w:p w:rsidR="004278C2" w:rsidRPr="00DB40FC" w:rsidRDefault="004278C2" w:rsidP="004278C2">
            <w:pPr>
              <w:pageBreakBefore/>
              <w:ind w:left="851" w:hanging="851"/>
            </w:pPr>
            <w:r w:rsidRPr="00DB40FC">
              <w:lastRenderedPageBreak/>
              <w:t>2.</w:t>
            </w:r>
            <w:r w:rsidRPr="00DB40FC">
              <w:tab/>
              <w:t>Dátum vykonania:</w:t>
            </w:r>
          </w:p>
          <w:p w:rsidR="004278C2" w:rsidRPr="00DB40FC" w:rsidRDefault="004278C2" w:rsidP="00780BEA">
            <w:pPr>
              <w:pStyle w:val="Point0"/>
            </w:pPr>
            <w:r w:rsidRPr="00DB40FC">
              <w:t>□</w:t>
            </w:r>
            <w:r w:rsidRPr="00DB40FC">
              <w:tab/>
              <w:t>Žiada sa o vykonanie v konkrétny deň, a to: …………...........................………….</w:t>
            </w:r>
          </w:p>
          <w:p w:rsidR="004278C2" w:rsidRPr="00DB40FC" w:rsidRDefault="004278C2" w:rsidP="00780BEA">
            <w:pPr>
              <w:pStyle w:val="Point0"/>
            </w:pPr>
            <w:r w:rsidRPr="00DB40FC">
              <w:t>□</w:t>
            </w:r>
            <w:r w:rsidRPr="00DB40FC">
              <w:tab/>
              <w:t>Je potrebná koordinácia medzi dotknutými členskými štátmi</w:t>
            </w:r>
          </w:p>
          <w:p w:rsidR="004278C2" w:rsidRPr="00DB40FC" w:rsidRDefault="004278C2" w:rsidP="0056460B">
            <w:r w:rsidRPr="00DB40FC">
              <w:t>Odôvodnenie žiadosti: …………………………………………………………………………………………………………………………………………………………………………………………………....</w:t>
            </w:r>
          </w:p>
        </w:tc>
      </w:tr>
      <w:tr w:rsidR="004278C2" w:rsidRPr="00DB40FC" w:rsidTr="00B179C8">
        <w:trPr>
          <w:trHeight w:val="20"/>
        </w:trPr>
        <w:tc>
          <w:tcPr>
            <w:tcW w:w="9286" w:type="dxa"/>
            <w:tcBorders>
              <w:top w:val="single" w:sz="4" w:space="0" w:color="auto"/>
            </w:tcBorders>
          </w:tcPr>
          <w:p w:rsidR="004278C2" w:rsidRPr="00DB40FC" w:rsidRDefault="004278C2" w:rsidP="0056460B">
            <w:r w:rsidRPr="00DB40FC">
              <w:t>ODDIEL C: Dotknutá(-é) osoba(-y)</w:t>
            </w:r>
          </w:p>
          <w:p w:rsidR="004278C2" w:rsidRPr="00DB40FC" w:rsidRDefault="004278C2" w:rsidP="0056460B">
            <w:r w:rsidRPr="00DB40FC">
              <w:t>Informácie o totožnosti osoby(osôb), voči ktorej(-ým) bol vydaný príkaz na zaistenie, alebo osoby (osôb), ktorá(-é) vlastnia majetok, na ktorý sa vzťahuje tento príkaz (ak sa týka viac ako jednej osoby, uveďte, prosím, informácie o každej osobe):</w:t>
            </w:r>
          </w:p>
          <w:p w:rsidR="004278C2" w:rsidRPr="00DB40FC" w:rsidRDefault="004278C2" w:rsidP="00780BEA">
            <w:pPr>
              <w:pStyle w:val="Point0"/>
            </w:pPr>
            <w:r w:rsidRPr="00DB40FC">
              <w:t>1.</w:t>
            </w:r>
            <w:r w:rsidRPr="00DB40FC">
              <w:tab/>
              <w:t>Identifikačné údaje</w:t>
            </w:r>
          </w:p>
          <w:p w:rsidR="004278C2" w:rsidRPr="00DB40FC" w:rsidRDefault="004278C2" w:rsidP="00780BEA">
            <w:pPr>
              <w:pStyle w:val="Point0"/>
            </w:pPr>
            <w:r w:rsidRPr="00DB40FC">
              <w:t>i)</w:t>
            </w:r>
            <w:r w:rsidRPr="00DB40FC">
              <w:tab/>
              <w:t>V prípade fyzickej(-ých) osoby(osôb)</w:t>
            </w:r>
          </w:p>
          <w:p w:rsidR="004278C2" w:rsidRPr="00DB40FC" w:rsidRDefault="004278C2" w:rsidP="0056460B">
            <w:r w:rsidRPr="00DB40FC">
              <w:t>Priezvisko: ……………………………………………..............………………………………</w:t>
            </w:r>
          </w:p>
          <w:p w:rsidR="004278C2" w:rsidRPr="00DB40FC" w:rsidRDefault="004278C2" w:rsidP="0056460B">
            <w:r w:rsidRPr="00DB40FC">
              <w:t>Meno(-á): ………………………………………………..................………………………….</w:t>
            </w:r>
          </w:p>
          <w:p w:rsidR="004278C2" w:rsidRPr="00DB40FC" w:rsidRDefault="004278C2" w:rsidP="0056460B">
            <w:r w:rsidRPr="00DB40FC">
              <w:t>Prípadné iné relevantné mená/priezviská: ………………………….......………………………</w:t>
            </w:r>
          </w:p>
          <w:p w:rsidR="004278C2" w:rsidRPr="00DB40FC" w:rsidRDefault="004278C2" w:rsidP="0056460B">
            <w:r w:rsidRPr="00DB40FC">
              <w:t>Prípadné prezývky:…………………………………………………........................................</w:t>
            </w:r>
          </w:p>
          <w:p w:rsidR="004278C2" w:rsidRPr="00DB40FC" w:rsidRDefault="004278C2" w:rsidP="0056460B">
            <w:r w:rsidRPr="00DB40FC">
              <w:t>Pohlavie: ………………………………………….....................................................................</w:t>
            </w:r>
          </w:p>
        </w:tc>
      </w:tr>
      <w:tr w:rsidR="004278C2" w:rsidRPr="00DB40FC" w:rsidTr="00B179C8">
        <w:trPr>
          <w:trHeight w:val="20"/>
        </w:trPr>
        <w:tc>
          <w:tcPr>
            <w:tcW w:w="9286" w:type="dxa"/>
          </w:tcPr>
          <w:p w:rsidR="004278C2" w:rsidRPr="00DB40FC" w:rsidRDefault="004278C2" w:rsidP="004278C2">
            <w:pPr>
              <w:pageBreakBefore/>
            </w:pPr>
            <w:r w:rsidRPr="00DB40FC">
              <w:lastRenderedPageBreak/>
              <w:t>Štátna príslušnosť: ……………………………………...........................................…………..</w:t>
            </w:r>
          </w:p>
          <w:p w:rsidR="004278C2" w:rsidRPr="00DB40FC" w:rsidRDefault="004278C2" w:rsidP="0056460B">
            <w:r w:rsidRPr="00DB40FC">
              <w:t>Identifikačné číslo alebo číslo sociálneho poistenia, ak je k dispozícii: ………………………</w:t>
            </w:r>
          </w:p>
          <w:p w:rsidR="004278C2" w:rsidRPr="00DB40FC" w:rsidRDefault="004278C2" w:rsidP="0056460B">
            <w:r w:rsidRPr="00DB40FC">
              <w:t>Druh a číslo dokladu totožnosti (preukazu totožnosti, cestovného pasu), ak sú k dispozícii:</w:t>
            </w:r>
          </w:p>
          <w:p w:rsidR="004278C2" w:rsidRPr="00DB40FC" w:rsidRDefault="004278C2" w:rsidP="0056460B">
            <w:r w:rsidRPr="00DB40FC">
              <w:t>………………………………………………….......................................................................</w:t>
            </w:r>
          </w:p>
          <w:p w:rsidR="004278C2" w:rsidRPr="00DB40FC" w:rsidRDefault="004278C2" w:rsidP="0056460B">
            <w:r w:rsidRPr="00DB40FC">
              <w:t>Dátum narodenia: …………………………………………………………….........................</w:t>
            </w:r>
          </w:p>
          <w:p w:rsidR="004278C2" w:rsidRPr="00DB40FC" w:rsidRDefault="004278C2" w:rsidP="0056460B">
            <w:r w:rsidRPr="00DB40FC">
              <w:t>Miesto narodenia: ……………………………………………………………...........................</w:t>
            </w:r>
          </w:p>
          <w:p w:rsidR="004278C2" w:rsidRPr="00DB40FC" w:rsidRDefault="004278C2" w:rsidP="0056460B">
            <w:r w:rsidRPr="00DB40FC">
              <w:t>Bydlisko a/alebo známa adresa (ak táto adresa nie je známa, uveďte poslednú známu adresu):</w:t>
            </w:r>
          </w:p>
          <w:p w:rsidR="004278C2" w:rsidRPr="00DB40FC" w:rsidRDefault="004278C2" w:rsidP="0056460B">
            <w:r w:rsidRPr="00DB40FC">
              <w:t>………………………………………………………………………………......………………</w:t>
            </w:r>
          </w:p>
          <w:p w:rsidR="004278C2" w:rsidRPr="00DB40FC" w:rsidRDefault="004278C2" w:rsidP="0056460B">
            <w:r w:rsidRPr="00DB40FC">
              <w:t>Jazyk či jazyky, ktorým dotknutá osoba rozumie: …………………………………….....……</w:t>
            </w:r>
          </w:p>
          <w:p w:rsidR="004278C2" w:rsidRPr="00DB40FC" w:rsidRDefault="004278C2" w:rsidP="0056460B">
            <w:r w:rsidRPr="00DB40FC">
              <w:t>Uveďte, prosím, postavenie, ktoré má dotknutá osoba v konaní:</w:t>
            </w:r>
          </w:p>
          <w:p w:rsidR="004278C2" w:rsidRPr="00DB40FC" w:rsidRDefault="004278C2" w:rsidP="00780BEA">
            <w:pPr>
              <w:pStyle w:val="Point0"/>
            </w:pPr>
            <w:r w:rsidRPr="00DB40FC">
              <w:t>□</w:t>
            </w:r>
            <w:r w:rsidRPr="00DB40FC">
              <w:tab/>
              <w:t>osoba, voči ktorej bol príkaz na zaistenie vydaný</w:t>
            </w:r>
          </w:p>
          <w:p w:rsidR="004278C2" w:rsidRPr="00DB40FC" w:rsidRDefault="004278C2" w:rsidP="00780BEA">
            <w:pPr>
              <w:pStyle w:val="Point0"/>
            </w:pPr>
            <w:r w:rsidRPr="00DB40FC">
              <w:t>□</w:t>
            </w:r>
            <w:r w:rsidRPr="00DB40FC">
              <w:tab/>
              <w:t>osoba, ktorá vlastní majetok, na ktorý sa vzťahuje príkaz na zaistenie</w:t>
            </w:r>
          </w:p>
          <w:p w:rsidR="004278C2" w:rsidRPr="00DB40FC" w:rsidRDefault="004278C2" w:rsidP="00780BEA">
            <w:pPr>
              <w:pStyle w:val="Point0"/>
            </w:pPr>
            <w:r w:rsidRPr="00DB40FC">
              <w:t>ii)</w:t>
            </w:r>
            <w:r w:rsidRPr="00DB40FC">
              <w:tab/>
              <w:t>V prípade právnickej(-ých) osoby(osôb)</w:t>
            </w:r>
          </w:p>
          <w:p w:rsidR="004278C2" w:rsidRPr="00DB40FC" w:rsidRDefault="004278C2" w:rsidP="0056460B">
            <w:r w:rsidRPr="00DB40FC">
              <w:t>Názov: …………………….........................…………………………………………………..</w:t>
            </w:r>
          </w:p>
          <w:p w:rsidR="004278C2" w:rsidRPr="00DB40FC" w:rsidRDefault="004278C2" w:rsidP="004278C2">
            <w:r w:rsidRPr="00DB40FC">
              <w:t>Právna forma: ………………………………...............………………………………………..</w:t>
            </w:r>
          </w:p>
        </w:tc>
      </w:tr>
      <w:tr w:rsidR="004278C2" w:rsidRPr="00DB40FC" w:rsidTr="00B179C8">
        <w:trPr>
          <w:trHeight w:val="20"/>
        </w:trPr>
        <w:tc>
          <w:tcPr>
            <w:tcW w:w="9286" w:type="dxa"/>
          </w:tcPr>
          <w:p w:rsidR="004278C2" w:rsidRPr="00DB40FC" w:rsidRDefault="004278C2" w:rsidP="004278C2">
            <w:pPr>
              <w:pageBreakBefore/>
            </w:pPr>
            <w:r w:rsidRPr="00DB40FC">
              <w:lastRenderedPageBreak/>
              <w:t>Prípadne skrátený názov, bežne používaný názov alebo obchodné meno:……………………</w:t>
            </w:r>
          </w:p>
          <w:p w:rsidR="004278C2" w:rsidRPr="00DB40FC" w:rsidRDefault="00F424F8" w:rsidP="0056460B">
            <w:r w:rsidRPr="00DB40FC">
              <w:t>Registrované sídlo: ……………………</w:t>
            </w:r>
            <w:r w:rsidR="004278C2" w:rsidRPr="00DB40FC">
              <w:t>……………………………………………………….</w:t>
            </w:r>
          </w:p>
          <w:p w:rsidR="004278C2" w:rsidRPr="00DB40FC" w:rsidRDefault="004278C2" w:rsidP="0056460B">
            <w:r w:rsidRPr="00DB40FC">
              <w:t>Registračné číslo: …………………………………………</w:t>
            </w:r>
            <w:r w:rsidR="00F424F8" w:rsidRPr="00DB40FC">
              <w:t>.......</w:t>
            </w:r>
            <w:r w:rsidRPr="00DB40FC">
              <w:t>……………………………….</w:t>
            </w:r>
          </w:p>
          <w:p w:rsidR="004278C2" w:rsidRPr="00DB40FC" w:rsidRDefault="004278C2" w:rsidP="0056460B">
            <w:r w:rsidRPr="00DB40FC">
              <w:t>Adresa:…………………………………………………………</w:t>
            </w:r>
            <w:r w:rsidR="00F424F8" w:rsidRPr="00DB40FC">
              <w:t>.....</w:t>
            </w:r>
            <w:r w:rsidRPr="00DB40FC">
              <w:t>……………………………</w:t>
            </w:r>
          </w:p>
          <w:p w:rsidR="004278C2" w:rsidRPr="00DB40FC" w:rsidRDefault="004278C2" w:rsidP="0056460B">
            <w:r w:rsidRPr="00DB40FC">
              <w:t>Meno a priezvisko zástupcu:………………………………………</w:t>
            </w:r>
            <w:r w:rsidR="00F424F8" w:rsidRPr="00DB40FC">
              <w:t>......................</w:t>
            </w:r>
            <w:r w:rsidRPr="00DB40FC">
              <w:t>……………</w:t>
            </w:r>
          </w:p>
          <w:p w:rsidR="004278C2" w:rsidRPr="00DB40FC" w:rsidRDefault="004278C2" w:rsidP="0056460B">
            <w:r w:rsidRPr="00DB40FC">
              <w:t>Uveďte, prosím, postavenie, ktoré má dotknutá osoba v konaní:</w:t>
            </w:r>
          </w:p>
          <w:p w:rsidR="004278C2" w:rsidRPr="00DB40FC" w:rsidRDefault="004278C2" w:rsidP="00780BEA">
            <w:pPr>
              <w:pStyle w:val="Point0"/>
            </w:pPr>
            <w:r w:rsidRPr="00DB40FC">
              <w:t>□</w:t>
            </w:r>
            <w:r w:rsidRPr="00DB40FC">
              <w:tab/>
              <w:t>osoba, voči ktorej bol príkaz na zaistenie vydaný</w:t>
            </w:r>
          </w:p>
          <w:p w:rsidR="004278C2" w:rsidRPr="00DB40FC" w:rsidRDefault="004278C2" w:rsidP="00780BEA">
            <w:pPr>
              <w:pStyle w:val="Point0"/>
            </w:pPr>
            <w:r w:rsidRPr="00DB40FC">
              <w:t>□</w:t>
            </w:r>
            <w:r w:rsidRPr="00DB40FC">
              <w:tab/>
              <w:t>osoba, ktorá vlastní majetok, na ktorý sa vzťahuje príkaz na zaistenie</w:t>
            </w:r>
          </w:p>
          <w:p w:rsidR="004278C2" w:rsidRPr="00DB40FC" w:rsidRDefault="004278C2" w:rsidP="00780BEA">
            <w:pPr>
              <w:pStyle w:val="Point0"/>
            </w:pPr>
            <w:r w:rsidRPr="00DB40FC">
              <w:t>2.</w:t>
            </w:r>
            <w:r w:rsidRPr="00DB40FC">
              <w:tab/>
              <w:t>Uveďte, prosím, adresu miesta, kde sa má vykonať príkaz na zaistenie, ak sa nezhoduje s vyššie uvedenou adresou:</w:t>
            </w:r>
            <w:r w:rsidR="00F424F8" w:rsidRPr="00DB40FC">
              <w:t xml:space="preserve"> </w:t>
            </w:r>
            <w:r w:rsidR="00F424F8" w:rsidRPr="00DB40FC">
              <w:br/>
            </w:r>
            <w:r w:rsidRPr="00DB40FC">
              <w:t>……………………</w:t>
            </w:r>
            <w:r w:rsidR="00F424F8" w:rsidRPr="00DB40FC">
              <w:t>……………………………………………………………………</w:t>
            </w:r>
          </w:p>
          <w:p w:rsidR="004278C2" w:rsidRPr="00DB40FC" w:rsidRDefault="004278C2" w:rsidP="00780BEA">
            <w:pPr>
              <w:pStyle w:val="Point0"/>
            </w:pPr>
            <w:r w:rsidRPr="00DB40FC">
              <w:t>3.</w:t>
            </w:r>
            <w:r w:rsidRPr="00DB40FC">
              <w:tab/>
              <w:t>Tretie strany, ktorých práva k majetku, na ktorý sa vzťahuje príkaz na zaistenie, sú týmto príkazom priamo dotknuté (totožnosť a dôvody):</w:t>
            </w:r>
            <w:r w:rsidR="00F424F8" w:rsidRPr="00DB40FC">
              <w:t xml:space="preserve"> </w:t>
            </w:r>
            <w:r w:rsidR="00F424F8" w:rsidRPr="00DB40FC">
              <w:br/>
            </w:r>
            <w:r w:rsidRPr="00DB40FC">
              <w:t>…………………………</w:t>
            </w:r>
            <w:r w:rsidR="00F424F8" w:rsidRPr="00DB40FC">
              <w:t>......</w:t>
            </w:r>
            <w:r w:rsidRPr="00DB40FC">
              <w:t>………………………</w:t>
            </w:r>
            <w:r w:rsidR="00F424F8" w:rsidRPr="00DB40FC">
              <w:t>.................................................</w:t>
            </w:r>
            <w:r w:rsidR="00F424F8" w:rsidRPr="00DB40FC">
              <w:br/>
              <w:t>......................................</w:t>
            </w:r>
            <w:r w:rsidRPr="00DB40FC">
              <w:t>……………………………………………………………….</w:t>
            </w:r>
          </w:p>
          <w:p w:rsidR="004278C2" w:rsidRPr="00DB40FC" w:rsidRDefault="004278C2" w:rsidP="00780BEA">
            <w:pPr>
              <w:pStyle w:val="Point0"/>
            </w:pPr>
            <w:r w:rsidRPr="00DB40FC">
              <w:t>4.</w:t>
            </w:r>
            <w:r w:rsidRPr="00DB40FC">
              <w:tab/>
              <w:t>Uveďte akékoľvek ďalšie informácie, ktoré môžu pomôcť pri vykonaní príkazu na zaistenie:</w:t>
            </w:r>
            <w:r w:rsidR="00F424F8" w:rsidRPr="00DB40FC">
              <w:t xml:space="preserve"> </w:t>
            </w:r>
            <w:r w:rsidR="00F424F8" w:rsidRPr="00DB40FC">
              <w:br/>
            </w:r>
            <w:r w:rsidRPr="00DB40FC">
              <w:t>…………………………………………………………………………………………</w:t>
            </w:r>
          </w:p>
        </w:tc>
      </w:tr>
      <w:tr w:rsidR="00F424F8" w:rsidRPr="00DB40FC" w:rsidTr="00B179C8">
        <w:trPr>
          <w:trHeight w:val="20"/>
        </w:trPr>
        <w:tc>
          <w:tcPr>
            <w:tcW w:w="9286" w:type="dxa"/>
          </w:tcPr>
          <w:p w:rsidR="00F424F8" w:rsidRPr="00DB40FC" w:rsidRDefault="00F424F8" w:rsidP="00F424F8">
            <w:pPr>
              <w:pageBreakBefore/>
            </w:pPr>
            <w:r w:rsidRPr="00DB40FC">
              <w:lastRenderedPageBreak/>
              <w:t>ODDIEL D: Informácie o majetku, na ktorý sa vzťahuje príkaz</w:t>
            </w:r>
          </w:p>
          <w:p w:rsidR="00F424F8" w:rsidRPr="00DB40FC" w:rsidRDefault="00F424F8" w:rsidP="00780BEA">
            <w:pPr>
              <w:pStyle w:val="Point0"/>
            </w:pPr>
            <w:r w:rsidRPr="00DB40FC">
              <w:t>1.</w:t>
            </w:r>
            <w:r w:rsidRPr="00DB40FC">
              <w:tab/>
              <w:t>Označte, prosím, či sa príkaz vzťahuje na:</w:t>
            </w:r>
          </w:p>
          <w:p w:rsidR="00F424F8" w:rsidRPr="00DB40FC" w:rsidRDefault="00F424F8" w:rsidP="00780BEA">
            <w:pPr>
              <w:pStyle w:val="Point0"/>
            </w:pPr>
            <w:r w:rsidRPr="00DB40FC">
              <w:sym w:font="Bookshelf Symbol 3" w:char="F0FF"/>
            </w:r>
            <w:r w:rsidRPr="00DB40FC">
              <w:tab/>
              <w:t>peňažnú sumu</w:t>
            </w:r>
          </w:p>
          <w:p w:rsidR="00F424F8" w:rsidRPr="00DB40FC" w:rsidRDefault="00F424F8" w:rsidP="00780BEA">
            <w:pPr>
              <w:pStyle w:val="Point0"/>
            </w:pPr>
            <w:r w:rsidRPr="00DB40FC">
              <w:sym w:font="Bookshelf Symbol 3" w:char="F0FF"/>
            </w:r>
            <w:r w:rsidRPr="00DB40FC">
              <w:tab/>
              <w:t>konkrétnu vec či veci tvoriace súčasť majetku (hmotnú alebo nehmotnú, hnuteľnú alebo nehnuteľnú)</w:t>
            </w:r>
          </w:p>
          <w:p w:rsidR="00F424F8" w:rsidRPr="00DB40FC" w:rsidRDefault="00F424F8" w:rsidP="00780BEA">
            <w:pPr>
              <w:pStyle w:val="Point0"/>
            </w:pPr>
            <w:r w:rsidRPr="00DB40FC">
              <w:sym w:font="Bookshelf Symbol 3" w:char="F0FF"/>
            </w:r>
            <w:r w:rsidRPr="00DB40FC">
              <w:tab/>
              <w:t>majetok zodpovedajúcej hodnoty (v kontexte konfiškácie podľa hodnoty)</w:t>
            </w:r>
          </w:p>
          <w:p w:rsidR="00F424F8" w:rsidRPr="00DB40FC" w:rsidRDefault="00F424F8" w:rsidP="00780BEA">
            <w:pPr>
              <w:pStyle w:val="Point0"/>
            </w:pPr>
            <w:r w:rsidRPr="00DB40FC">
              <w:t>2.</w:t>
            </w:r>
            <w:r w:rsidRPr="00DB40FC">
              <w:tab/>
              <w:t>Ak sa príkaz týka peňažnej sumy alebo majetku v hodnote zodpovedajúcej tejto peňažnej sume:</w:t>
            </w:r>
          </w:p>
          <w:p w:rsidR="00F424F8" w:rsidRPr="00DB40FC" w:rsidRDefault="00F424F8" w:rsidP="00FE20F4">
            <w:pPr>
              <w:pStyle w:val="Tiret0"/>
              <w:numPr>
                <w:ilvl w:val="0"/>
                <w:numId w:val="25"/>
              </w:numPr>
            </w:pPr>
            <w:r w:rsidRPr="00DB40FC">
              <w:t>Suma, ktorá sa má získať vykonaním vo vykonávajúcom štáte, vyjadrená číslom a slovom (s uvedením meny): ………………………………………...........................</w:t>
            </w:r>
          </w:p>
          <w:p w:rsidR="00F424F8" w:rsidRPr="00DB40FC" w:rsidRDefault="00F424F8" w:rsidP="00780BEA">
            <w:pPr>
              <w:pStyle w:val="Tiret0"/>
            </w:pPr>
            <w:r w:rsidRPr="00DB40FC">
              <w:t>Celková suma, na ktorú sa vzťahuje príkaz, vyjadrená číslom a slovom (s uvedením meny): ……………………………………….............................................................</w:t>
            </w:r>
          </w:p>
          <w:p w:rsidR="00F424F8" w:rsidRPr="00DB40FC" w:rsidRDefault="00F424F8" w:rsidP="0056460B">
            <w:r w:rsidRPr="00DB40FC">
              <w:t>Dodatočné informácie:</w:t>
            </w:r>
          </w:p>
          <w:p w:rsidR="00F424F8" w:rsidRPr="00DB40FC" w:rsidRDefault="00F424F8" w:rsidP="00780BEA">
            <w:pPr>
              <w:pStyle w:val="Tiret0"/>
            </w:pPr>
            <w:r w:rsidRPr="00DB40FC">
              <w:t xml:space="preserve">Dôvody, na základe ktorých sa domnievate, že dotknutá osoba má majetok / príjem vo vykonávajúcom štáte: </w:t>
            </w:r>
            <w:r w:rsidR="008C4C9E" w:rsidRPr="00DB40FC">
              <w:br/>
            </w:r>
            <w:r w:rsidRPr="00DB40FC">
              <w:t>……………………………………………………………………………………..</w:t>
            </w:r>
          </w:p>
        </w:tc>
      </w:tr>
      <w:tr w:rsidR="008C4C9E" w:rsidRPr="00DB40FC" w:rsidTr="00B179C8">
        <w:trPr>
          <w:trHeight w:val="20"/>
        </w:trPr>
        <w:tc>
          <w:tcPr>
            <w:tcW w:w="9286" w:type="dxa"/>
          </w:tcPr>
          <w:p w:rsidR="008C4C9E" w:rsidRPr="00DB40FC" w:rsidRDefault="008C4C9E" w:rsidP="00780BEA">
            <w:pPr>
              <w:pStyle w:val="Tiret0"/>
              <w:pageBreakBefore/>
              <w:ind w:left="851" w:hanging="851"/>
            </w:pPr>
            <w:r w:rsidRPr="00DB40FC">
              <w:lastRenderedPageBreak/>
              <w:t xml:space="preserve">Opis majetku / zdroja príjmu dotknutej osoby (ak je to možné): </w:t>
            </w:r>
            <w:r w:rsidRPr="00DB40FC">
              <w:br/>
              <w:t>......……………………………………………………………………………………..</w:t>
            </w:r>
          </w:p>
          <w:p w:rsidR="008C4C9E" w:rsidRPr="00DB40FC" w:rsidRDefault="008C4C9E" w:rsidP="00780BEA">
            <w:pPr>
              <w:pStyle w:val="Tiret0"/>
            </w:pPr>
            <w:r w:rsidRPr="00DB40FC">
              <w:t xml:space="preserve">Presné miesto, kde sa nachádza majetok / zdroj príjmu dotknutej osoby (ak nie je známe, uveďte posledné známe miesto): </w:t>
            </w:r>
            <w:r w:rsidRPr="00DB40FC">
              <w:br/>
              <w:t>……………………………………………………………………................…………</w:t>
            </w:r>
          </w:p>
          <w:p w:rsidR="008C4C9E" w:rsidRPr="00DB40FC" w:rsidRDefault="008C4C9E" w:rsidP="00780BEA">
            <w:pPr>
              <w:pStyle w:val="Tiret0"/>
            </w:pPr>
            <w:r w:rsidRPr="00DB40FC">
              <w:t xml:space="preserve">Údaje o bankovom účte dotknutej osoby (ak sú známe): </w:t>
            </w:r>
            <w:r w:rsidRPr="00DB40FC">
              <w:br/>
              <w:t>......................................................................................................................................</w:t>
            </w:r>
          </w:p>
          <w:p w:rsidR="008C4C9E" w:rsidRPr="00DB40FC" w:rsidRDefault="008C4C9E" w:rsidP="00780BEA">
            <w:pPr>
              <w:pStyle w:val="Point0"/>
            </w:pPr>
            <w:r w:rsidRPr="00DB40FC">
              <w:t>3.</w:t>
            </w:r>
            <w:r w:rsidRPr="00DB40FC">
              <w:tab/>
              <w:t>Ak sa príkaz týka konkrétnej veci či vecí tvoriacich súčasť majetku alebo majetku v hodnote zodpovedajúcej tomuto majetku:</w:t>
            </w:r>
          </w:p>
          <w:p w:rsidR="008C4C9E" w:rsidRPr="00DB40FC" w:rsidRDefault="008C4C9E" w:rsidP="0056460B">
            <w:r w:rsidRPr="00DB40FC">
              <w:t>Dôvody zaslania príkazu vykonávajúcemu štátu:</w:t>
            </w:r>
          </w:p>
          <w:p w:rsidR="008C4C9E" w:rsidRPr="00DB40FC" w:rsidRDefault="008C4C9E" w:rsidP="00780BEA">
            <w:pPr>
              <w:pStyle w:val="Point0"/>
            </w:pPr>
            <w:r w:rsidRPr="00DB40FC">
              <w:sym w:font="Symbol" w:char="F090"/>
            </w:r>
            <w:r w:rsidRPr="00DB40FC">
              <w:tab/>
              <w:t>konkrétna vec či veci tvoriace súčasť majetku sa nachádzajú vo vykonávajúcom štáte</w:t>
            </w:r>
          </w:p>
          <w:p w:rsidR="008C4C9E" w:rsidRPr="00DB40FC" w:rsidRDefault="008C4C9E" w:rsidP="00780BEA">
            <w:pPr>
              <w:pStyle w:val="Point0"/>
            </w:pPr>
            <w:r w:rsidRPr="00DB40FC">
              <w:sym w:font="Symbol" w:char="F090"/>
            </w:r>
            <w:r w:rsidRPr="00DB40FC">
              <w:tab/>
              <w:t>konkrétna vec či veci tvoriace súčasť majetku sú registrované vo vykonávajúcom štáte</w:t>
            </w:r>
          </w:p>
          <w:p w:rsidR="008C4C9E" w:rsidRPr="00DB40FC" w:rsidRDefault="008C4C9E" w:rsidP="00780BEA">
            <w:pPr>
              <w:pStyle w:val="Point0"/>
            </w:pPr>
            <w:r w:rsidRPr="00DB40FC">
              <w:sym w:font="Symbol" w:char="F090"/>
            </w:r>
            <w:r w:rsidRPr="00DB40FC">
              <w:tab/>
              <w:t>vydávajúci orgán sa opodstatnene domnieva, že celá konkrétna vec či veci tvoriace súčasť majetku alebo časť takejto veci či vecí tvoriacich súčasť majetku, na ktorý sa vzťahuje príkaz, sa nachádza(-jú) vo vykonávajúcom štáte.</w:t>
            </w:r>
          </w:p>
        </w:tc>
      </w:tr>
      <w:tr w:rsidR="00AC7087" w:rsidRPr="00DB40FC" w:rsidTr="00B179C8">
        <w:trPr>
          <w:trHeight w:val="20"/>
        </w:trPr>
        <w:tc>
          <w:tcPr>
            <w:tcW w:w="9286" w:type="dxa"/>
            <w:tcBorders>
              <w:bottom w:val="single" w:sz="4" w:space="0" w:color="auto"/>
            </w:tcBorders>
          </w:tcPr>
          <w:p w:rsidR="00AC7087" w:rsidRPr="00DB40FC" w:rsidRDefault="00AC7087" w:rsidP="008C4C9E">
            <w:pPr>
              <w:pageBreakBefore/>
            </w:pPr>
            <w:r w:rsidRPr="00DB40FC">
              <w:lastRenderedPageBreak/>
              <w:t>Dodatočné informácie:</w:t>
            </w:r>
          </w:p>
          <w:p w:rsidR="00AC7087" w:rsidRPr="00DB40FC" w:rsidRDefault="00AC7087" w:rsidP="00780BEA">
            <w:pPr>
              <w:pStyle w:val="Tiret0"/>
            </w:pPr>
            <w:r w:rsidRPr="00DB40FC">
              <w:t xml:space="preserve">Dôvody, na základe ktorých sa domnievate, že konkrétna vec či veci tvoriace súčasť majetku sa nachádzajú vo vykonávajúcom štáte: </w:t>
            </w:r>
            <w:r w:rsidRPr="00DB40FC">
              <w:br/>
              <w:t>…………………………………………………………………………………………</w:t>
            </w:r>
          </w:p>
          <w:p w:rsidR="00AC7087" w:rsidRPr="00DB40FC" w:rsidRDefault="00AC7087" w:rsidP="00780BEA">
            <w:pPr>
              <w:pStyle w:val="Tiret0"/>
            </w:pPr>
            <w:r w:rsidRPr="00DB40FC">
              <w:t xml:space="preserve">Opis veci tvoriacej súčasť majetku: </w:t>
            </w:r>
            <w:r w:rsidRPr="00DB40FC">
              <w:br/>
              <w:t>………………………………………………………..........…………………………..</w:t>
            </w:r>
          </w:p>
          <w:p w:rsidR="00AC7087" w:rsidRPr="00DB40FC" w:rsidRDefault="00AC7087" w:rsidP="00780BEA">
            <w:pPr>
              <w:pStyle w:val="Tiret0"/>
            </w:pPr>
            <w:r w:rsidRPr="00DB40FC">
              <w:t xml:space="preserve">Miesto, kde sa vec či veci tvoriace súčasť majetku nachádzajú (ak nie je známe, uveďte posledné známe miesto): </w:t>
            </w:r>
            <w:r w:rsidRPr="00DB40FC">
              <w:br/>
              <w:t>..........…………………………………………………………………………………..</w:t>
            </w:r>
          </w:p>
          <w:p w:rsidR="00AC7087" w:rsidRPr="00DB40FC" w:rsidRDefault="00AC7087" w:rsidP="00780BEA">
            <w:pPr>
              <w:pStyle w:val="Tiret0"/>
            </w:pPr>
            <w:r w:rsidRPr="00DB40FC">
              <w:t xml:space="preserve">Iné relevantné informácie (napr. ustanovenie súdneho správcu): </w:t>
            </w:r>
            <w:r w:rsidRPr="00DB40FC">
              <w:br/>
              <w:t>...........................…………………………………………………..............................</w:t>
            </w:r>
          </w:p>
        </w:tc>
      </w:tr>
      <w:tr w:rsidR="007D0D83" w:rsidRPr="00DB40FC" w:rsidTr="00B179C8">
        <w:trPr>
          <w:trHeight w:val="20"/>
        </w:trPr>
        <w:tc>
          <w:tcPr>
            <w:tcW w:w="9286" w:type="dxa"/>
            <w:tcBorders>
              <w:top w:val="single" w:sz="4" w:space="0" w:color="auto"/>
            </w:tcBorders>
          </w:tcPr>
          <w:p w:rsidR="007D0D83" w:rsidRPr="00DB40FC" w:rsidRDefault="007D0D83" w:rsidP="0056460B">
            <w:r w:rsidRPr="00DB40FC">
              <w:t>ODDIEL E: Dôvody vydania príkazu na zaistenie</w:t>
            </w:r>
          </w:p>
          <w:p w:rsidR="007D0D83" w:rsidRPr="00DB40FC" w:rsidRDefault="007D0D83" w:rsidP="00655D1D">
            <w:pPr>
              <w:pStyle w:val="Point0"/>
            </w:pPr>
            <w:r w:rsidRPr="00DB40FC">
              <w:t>1.</w:t>
            </w:r>
            <w:r w:rsidRPr="00DB40FC">
              <w:tab/>
              <w:t>Zhrnutie skutkového stavu</w:t>
            </w:r>
          </w:p>
          <w:p w:rsidR="007D0D83" w:rsidRPr="00DB40FC" w:rsidRDefault="007D0D83" w:rsidP="0056460B">
            <w:r w:rsidRPr="00DB40FC">
              <w:t>Uveďte dôvody vydania príkazu na zaistenie, vrátane týchto informácií:</w:t>
            </w:r>
          </w:p>
          <w:p w:rsidR="007D0D83" w:rsidRPr="00DB40FC" w:rsidRDefault="007D0D83" w:rsidP="00655D1D">
            <w:pPr>
              <w:pStyle w:val="Tiret0"/>
            </w:pPr>
            <w:r w:rsidRPr="00DB40FC">
              <w:t xml:space="preserve">zhrnutie skutkového stavu spolu s opisom trestného(-ých) činu(-ov): </w:t>
            </w:r>
            <w:r w:rsidRPr="00DB40FC">
              <w:br/>
              <w:t>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7D0D83" w:rsidRPr="00DB40FC" w:rsidTr="00B179C8">
        <w:trPr>
          <w:trHeight w:val="20"/>
        </w:trPr>
        <w:tc>
          <w:tcPr>
            <w:tcW w:w="9286" w:type="dxa"/>
          </w:tcPr>
          <w:p w:rsidR="007D0D83" w:rsidRPr="00DB40FC" w:rsidRDefault="007D0D83" w:rsidP="00655D1D">
            <w:pPr>
              <w:pStyle w:val="Tiret0"/>
              <w:pageBreakBefore/>
              <w:ind w:left="851" w:hanging="851"/>
            </w:pPr>
            <w:r w:rsidRPr="00DB40FC">
              <w:lastRenderedPageBreak/>
              <w:t xml:space="preserve">aktuálne štádium vyšetrovania: </w:t>
            </w:r>
            <w:r w:rsidRPr="00DB40FC">
              <w:br/>
              <w:t>……………………………………………………………………………………………………………………………………………………………………………………</w:t>
            </w:r>
          </w:p>
          <w:p w:rsidR="007D0D83" w:rsidRPr="00DB40FC" w:rsidRDefault="007D0D83" w:rsidP="00655D1D">
            <w:pPr>
              <w:pStyle w:val="Tiret0"/>
            </w:pPr>
            <w:r w:rsidRPr="00DB40FC">
              <w:t xml:space="preserve">dôvody zaistenia: </w:t>
            </w:r>
            <w:r w:rsidRPr="00DB40FC">
              <w:br/>
              <w:t>……………………………………………………………………………………………………………………………………………………………………………………</w:t>
            </w:r>
          </w:p>
          <w:p w:rsidR="007D0D83" w:rsidRPr="00DB40FC" w:rsidRDefault="007D0D83" w:rsidP="00655D1D">
            <w:pPr>
              <w:pStyle w:val="Tiret0"/>
            </w:pPr>
            <w:r w:rsidRPr="00DB40FC">
              <w:t xml:space="preserve">iné relevantné informácie: </w:t>
            </w:r>
            <w:r w:rsidRPr="00DB40FC">
              <w:br/>
              <w:t>……………………………………………………………………………………………………………………………………………………………………………………</w:t>
            </w:r>
          </w:p>
          <w:p w:rsidR="007D0D83" w:rsidRPr="00DB40FC" w:rsidRDefault="007D0D83" w:rsidP="00655D1D">
            <w:pPr>
              <w:pStyle w:val="Point0"/>
            </w:pPr>
            <w:r w:rsidRPr="00DB40FC">
              <w:t>2.</w:t>
            </w:r>
            <w:r w:rsidRPr="00DB40FC">
              <w:tab/>
              <w:t xml:space="preserve">Povaha a právna kvalifikácia trestného(-ých) činu(-ov), v súvislosti s ktorým(-i) sa vydal príkaz na zaistenie, a uplatniteľné právne ustanovenie(-a): </w:t>
            </w:r>
            <w:r w:rsidRPr="00DB40FC">
              <w:br/>
              <w:t xml:space="preserve">…………………………………………………………………………….....……… </w:t>
            </w:r>
            <w:r w:rsidRPr="00DB40FC">
              <w:br/>
              <w:t>…………………………………………………………………………………………</w:t>
            </w:r>
          </w:p>
          <w:p w:rsidR="007D0D83" w:rsidRPr="00DB40FC" w:rsidRDefault="007D0D83" w:rsidP="00655D1D">
            <w:pPr>
              <w:pStyle w:val="Point0"/>
            </w:pPr>
            <w:r w:rsidRPr="00DB40FC">
              <w:t>3.</w:t>
            </w:r>
            <w:r w:rsidRPr="00DB40FC">
              <w:tab/>
              <w:t>Trestá sa trestný čin, v súvislosti s ktorým sa vydáva príkaz na zaistenie, vo vydávajúcom štáte odňatím slobody s hornou hranicou trestnej sadzby najmenej tri roky a patrí medzi trestné činy uvedené v tomto zozname? (zaškrtnite, prosím, príslušné políčko). V prípade, že sa príkaz na zaistenie týka viacerých trestných činov, uveďte, prosím, v zozname trestných činov uvedenom nižšie čísla (zodpovedajúce trestným činom opísaným v bodoch 1 a 2).</w:t>
            </w:r>
          </w:p>
          <w:p w:rsidR="007D0D83" w:rsidRPr="00DB40FC" w:rsidRDefault="007D0D83" w:rsidP="00655D1D">
            <w:pPr>
              <w:pStyle w:val="Point1"/>
            </w:pPr>
            <w:r w:rsidRPr="00DB40FC">
              <w:t>□</w:t>
            </w:r>
            <w:r w:rsidRPr="00DB40FC">
              <w:tab/>
              <w:t>účasť na zločinnom spolčení</w:t>
            </w:r>
          </w:p>
        </w:tc>
      </w:tr>
      <w:tr w:rsidR="00497CA2" w:rsidRPr="00DB40FC" w:rsidTr="00B179C8">
        <w:trPr>
          <w:trHeight w:val="20"/>
        </w:trPr>
        <w:tc>
          <w:tcPr>
            <w:tcW w:w="9286" w:type="dxa"/>
          </w:tcPr>
          <w:p w:rsidR="00497CA2" w:rsidRPr="00DB40FC" w:rsidRDefault="00497CA2" w:rsidP="00715BA4">
            <w:pPr>
              <w:pStyle w:val="Point1"/>
              <w:pageBreakBefore/>
              <w:ind w:left="1418"/>
            </w:pPr>
            <w:r w:rsidRPr="00DB40FC">
              <w:lastRenderedPageBreak/>
              <w:t>□</w:t>
            </w:r>
            <w:r w:rsidRPr="00DB40FC">
              <w:tab/>
              <w:t>terorizmus</w:t>
            </w:r>
          </w:p>
          <w:p w:rsidR="00497CA2" w:rsidRPr="00DB40FC" w:rsidRDefault="00497CA2" w:rsidP="00497CA2">
            <w:pPr>
              <w:pStyle w:val="Point1"/>
            </w:pPr>
            <w:r w:rsidRPr="00DB40FC">
              <w:t>□</w:t>
            </w:r>
            <w:r w:rsidRPr="00DB40FC">
              <w:tab/>
              <w:t>obchodovanie s ľuďmi</w:t>
            </w:r>
          </w:p>
          <w:p w:rsidR="00497CA2" w:rsidRPr="00DB40FC" w:rsidRDefault="00497CA2" w:rsidP="00497CA2">
            <w:pPr>
              <w:pStyle w:val="Point1"/>
            </w:pPr>
            <w:r w:rsidRPr="00DB40FC">
              <w:t>□</w:t>
            </w:r>
            <w:r w:rsidRPr="00DB40FC">
              <w:tab/>
              <w:t>sexuálne vykorisťovanie detí a detská pornografia</w:t>
            </w:r>
          </w:p>
          <w:p w:rsidR="00497CA2" w:rsidRPr="00DB40FC" w:rsidRDefault="00497CA2" w:rsidP="00497CA2">
            <w:pPr>
              <w:pStyle w:val="Point1"/>
            </w:pPr>
            <w:r w:rsidRPr="00DB40FC">
              <w:t>□</w:t>
            </w:r>
            <w:r w:rsidRPr="00DB40FC">
              <w:tab/>
              <w:t>nedovolené obchodovanie s omamnými a psychotropnými látkami</w:t>
            </w:r>
          </w:p>
          <w:p w:rsidR="00497CA2" w:rsidRPr="00DB40FC" w:rsidRDefault="00497CA2" w:rsidP="00497CA2">
            <w:pPr>
              <w:pStyle w:val="Point1"/>
            </w:pPr>
            <w:r w:rsidRPr="00DB40FC">
              <w:t>□</w:t>
            </w:r>
            <w:r w:rsidRPr="00DB40FC">
              <w:tab/>
              <w:t>nedovolené obchodovanie so zbraňami, strelivom a s výbušninami</w:t>
            </w:r>
          </w:p>
          <w:p w:rsidR="00497CA2" w:rsidRPr="00DB40FC" w:rsidRDefault="00497CA2" w:rsidP="00497CA2">
            <w:pPr>
              <w:pStyle w:val="Point1"/>
            </w:pPr>
            <w:r w:rsidRPr="00DB40FC">
              <w:t>□</w:t>
            </w:r>
            <w:r w:rsidRPr="00DB40FC">
              <w:tab/>
              <w:t>korupcia</w:t>
            </w:r>
          </w:p>
          <w:p w:rsidR="00497CA2" w:rsidRPr="00DB40FC" w:rsidRDefault="00497CA2" w:rsidP="00497CA2">
            <w:pPr>
              <w:pStyle w:val="Point1"/>
            </w:pPr>
            <w:r w:rsidRPr="00DB40FC">
              <w:t>□</w:t>
            </w:r>
            <w:r w:rsidRPr="00DB40FC">
              <w:tab/>
              <w:t>podvod vrátane podvodov a iných trestných činov poškodzujúcich finančné záujmy Únie vymedzených v smernici (EÚ) 2017/1371</w:t>
            </w:r>
          </w:p>
          <w:p w:rsidR="00497CA2" w:rsidRPr="00DB40FC" w:rsidRDefault="00497CA2" w:rsidP="00497CA2">
            <w:pPr>
              <w:pStyle w:val="Point1"/>
            </w:pPr>
            <w:r w:rsidRPr="00DB40FC">
              <w:t>□</w:t>
            </w:r>
            <w:r w:rsidRPr="00DB40FC">
              <w:tab/>
              <w:t>legalizácia príjmov z trestnej činnosti</w:t>
            </w:r>
          </w:p>
          <w:p w:rsidR="00497CA2" w:rsidRPr="00DB40FC" w:rsidRDefault="00497CA2" w:rsidP="00497CA2">
            <w:pPr>
              <w:pStyle w:val="Point1"/>
            </w:pPr>
            <w:r w:rsidRPr="00DB40FC">
              <w:t>□</w:t>
            </w:r>
            <w:r w:rsidRPr="00DB40FC">
              <w:tab/>
              <w:t>falšovanie a pozmeňovanie meny vrátane eura</w:t>
            </w:r>
          </w:p>
          <w:p w:rsidR="00497CA2" w:rsidRPr="00DB40FC" w:rsidRDefault="00497CA2" w:rsidP="00497CA2">
            <w:pPr>
              <w:pStyle w:val="Point1"/>
            </w:pPr>
            <w:r w:rsidRPr="00DB40FC">
              <w:t>□</w:t>
            </w:r>
            <w:r w:rsidRPr="00DB40FC">
              <w:tab/>
              <w:t>počítačová kriminalita</w:t>
            </w:r>
          </w:p>
          <w:p w:rsidR="00497CA2" w:rsidRPr="00DB40FC" w:rsidRDefault="00497CA2" w:rsidP="00497CA2">
            <w:pPr>
              <w:pStyle w:val="Point1"/>
            </w:pPr>
            <w:r w:rsidRPr="00DB40FC">
              <w:t>□</w:t>
            </w:r>
            <w:r w:rsidRPr="00DB40FC">
              <w:tab/>
              <w:t>trestné činy proti životnému prostrediu vrátane nedovoleného obchodovania s ohrozenými živočíšnymi a rastlinnými druhmi, ich plemenami a odrodami</w:t>
            </w:r>
          </w:p>
          <w:p w:rsidR="00497CA2" w:rsidRPr="00DB40FC" w:rsidRDefault="00497CA2" w:rsidP="00497CA2">
            <w:pPr>
              <w:pStyle w:val="Point1"/>
            </w:pPr>
            <w:r w:rsidRPr="00DB40FC">
              <w:t>□</w:t>
            </w:r>
            <w:r w:rsidRPr="00DB40FC">
              <w:tab/>
              <w:t>uľahčenie neoprávneného prekročenia štátnej hranice a neoprávneného pobytu</w:t>
            </w:r>
          </w:p>
          <w:p w:rsidR="00497CA2" w:rsidRPr="00DB40FC" w:rsidRDefault="00497CA2" w:rsidP="00497CA2">
            <w:pPr>
              <w:pStyle w:val="Point1"/>
            </w:pPr>
            <w:r w:rsidRPr="00DB40FC">
              <w:t>□</w:t>
            </w:r>
            <w:r w:rsidRPr="00DB40FC">
              <w:tab/>
              <w:t>vražda alebo závažné ublíženie na zdraví</w:t>
            </w:r>
          </w:p>
        </w:tc>
      </w:tr>
      <w:tr w:rsidR="00497CA2" w:rsidRPr="00DB40FC" w:rsidTr="00B179C8">
        <w:trPr>
          <w:trHeight w:val="20"/>
        </w:trPr>
        <w:tc>
          <w:tcPr>
            <w:tcW w:w="9286" w:type="dxa"/>
          </w:tcPr>
          <w:p w:rsidR="00497CA2" w:rsidRPr="00DB40FC" w:rsidRDefault="00497CA2" w:rsidP="00715BA4">
            <w:pPr>
              <w:pStyle w:val="Point1"/>
              <w:pageBreakBefore/>
              <w:ind w:left="1418"/>
            </w:pPr>
            <w:r w:rsidRPr="00DB40FC">
              <w:lastRenderedPageBreak/>
              <w:t>□</w:t>
            </w:r>
            <w:r w:rsidRPr="00DB40FC">
              <w:tab/>
              <w:t>nedovolené obchodovanie s ľudskými orgánmi a tkanivami</w:t>
            </w:r>
          </w:p>
          <w:p w:rsidR="00497CA2" w:rsidRPr="00DB40FC" w:rsidRDefault="00497CA2" w:rsidP="00497CA2">
            <w:pPr>
              <w:pStyle w:val="Point1"/>
            </w:pPr>
            <w:r w:rsidRPr="00DB40FC">
              <w:t>□</w:t>
            </w:r>
            <w:r w:rsidRPr="00DB40FC">
              <w:tab/>
              <w:t>únos, obmedzovanie osobnej slobody alebo branie rukojemníka</w:t>
            </w:r>
          </w:p>
          <w:p w:rsidR="00497CA2" w:rsidRPr="00DB40FC" w:rsidRDefault="00497CA2" w:rsidP="00497CA2">
            <w:pPr>
              <w:pStyle w:val="Point1"/>
            </w:pPr>
            <w:r w:rsidRPr="00DB40FC">
              <w:t>□</w:t>
            </w:r>
            <w:r w:rsidRPr="00DB40FC">
              <w:tab/>
              <w:t>rasizmus a xenofóbia</w:t>
            </w:r>
          </w:p>
          <w:p w:rsidR="00497CA2" w:rsidRPr="00DB40FC" w:rsidRDefault="00497CA2" w:rsidP="00497CA2">
            <w:pPr>
              <w:pStyle w:val="Point1"/>
            </w:pPr>
            <w:r w:rsidRPr="00DB40FC">
              <w:t>□</w:t>
            </w:r>
            <w:r w:rsidRPr="00DB40FC">
              <w:tab/>
              <w:t>organizovaná alebo ozbrojená lúpež</w:t>
            </w:r>
          </w:p>
          <w:p w:rsidR="00497CA2" w:rsidRPr="00DB40FC" w:rsidRDefault="00497CA2" w:rsidP="00497CA2">
            <w:pPr>
              <w:pStyle w:val="Point1"/>
            </w:pPr>
            <w:r w:rsidRPr="00DB40FC">
              <w:t>□</w:t>
            </w:r>
            <w:r w:rsidRPr="00DB40FC">
              <w:tab/>
              <w:t>nedovolené obchodovanie s kultúrnymi objektmi vrátane starožitností a umeleckých diel</w:t>
            </w:r>
          </w:p>
          <w:p w:rsidR="00497CA2" w:rsidRPr="00DB40FC" w:rsidRDefault="00497CA2" w:rsidP="00497CA2">
            <w:pPr>
              <w:pStyle w:val="Point1"/>
            </w:pPr>
            <w:r w:rsidRPr="00DB40FC">
              <w:t>□</w:t>
            </w:r>
            <w:r w:rsidRPr="00DB40FC">
              <w:tab/>
              <w:t>podvodné konanie</w:t>
            </w:r>
          </w:p>
          <w:p w:rsidR="00497CA2" w:rsidRPr="00DB40FC" w:rsidRDefault="00497CA2" w:rsidP="00497CA2">
            <w:pPr>
              <w:pStyle w:val="Point1"/>
            </w:pPr>
            <w:r w:rsidRPr="00DB40FC">
              <w:t>□</w:t>
            </w:r>
            <w:r w:rsidRPr="00DB40FC">
              <w:tab/>
              <w:t>vymáhanie peňazí alebo inej výhody a vydieranie</w:t>
            </w:r>
          </w:p>
          <w:p w:rsidR="00497CA2" w:rsidRPr="00DB40FC" w:rsidRDefault="00497CA2" w:rsidP="00497CA2">
            <w:pPr>
              <w:pStyle w:val="Point1"/>
            </w:pPr>
            <w:r w:rsidRPr="00DB40FC">
              <w:t>□</w:t>
            </w:r>
            <w:r w:rsidRPr="00DB40FC">
              <w:tab/>
              <w:t>falšovanie a pozmeňovanie výrobkov, vrátane konaní porušujúcich práva duševného vlastníctva</w:t>
            </w:r>
          </w:p>
          <w:p w:rsidR="00497CA2" w:rsidRPr="00DB40FC" w:rsidRDefault="00497CA2" w:rsidP="00497CA2">
            <w:pPr>
              <w:pStyle w:val="Point1"/>
            </w:pPr>
            <w:r w:rsidRPr="00DB40FC">
              <w:t>□</w:t>
            </w:r>
            <w:r w:rsidRPr="00DB40FC">
              <w:tab/>
              <w:t>falšovanie a pozmeňovanie verejných listín a obchodovanie s takými listinami</w:t>
            </w:r>
          </w:p>
          <w:p w:rsidR="00497CA2" w:rsidRPr="00DB40FC" w:rsidRDefault="00497CA2" w:rsidP="00497CA2">
            <w:pPr>
              <w:pStyle w:val="Point1"/>
            </w:pPr>
            <w:r w:rsidRPr="00DB40FC">
              <w:t>□</w:t>
            </w:r>
            <w:r w:rsidRPr="00DB40FC">
              <w:tab/>
              <w:t>falšovanie platobných prostriedkov</w:t>
            </w:r>
          </w:p>
          <w:p w:rsidR="00497CA2" w:rsidRPr="00DB40FC" w:rsidRDefault="00497CA2" w:rsidP="00497CA2">
            <w:pPr>
              <w:pStyle w:val="Point1"/>
            </w:pPr>
            <w:r w:rsidRPr="00DB40FC">
              <w:t>□</w:t>
            </w:r>
            <w:r w:rsidRPr="00DB40FC">
              <w:tab/>
              <w:t>nedovolené obchodovanie s hormonálnymi látkami a ďalšími prostriedkami na podporu rastu</w:t>
            </w:r>
          </w:p>
          <w:p w:rsidR="00497CA2" w:rsidRPr="00DB40FC" w:rsidRDefault="00497CA2" w:rsidP="00497CA2">
            <w:pPr>
              <w:pStyle w:val="Point1"/>
            </w:pPr>
            <w:r w:rsidRPr="00DB40FC">
              <w:t>□</w:t>
            </w:r>
            <w:r w:rsidRPr="00DB40FC">
              <w:tab/>
              <w:t>nedovolené obchodovanie s jadrovými alebo rádioaktívnymi materiálmi</w:t>
            </w:r>
          </w:p>
          <w:p w:rsidR="00497CA2" w:rsidRPr="00DB40FC" w:rsidRDefault="00497CA2" w:rsidP="00497CA2">
            <w:pPr>
              <w:pStyle w:val="Point1"/>
            </w:pPr>
            <w:r w:rsidRPr="00DB40FC">
              <w:t>□</w:t>
            </w:r>
            <w:r w:rsidRPr="00DB40FC">
              <w:tab/>
              <w:t>obchodovanie s odcudzenými vozidlami</w:t>
            </w:r>
          </w:p>
          <w:p w:rsidR="00497CA2" w:rsidRPr="00DB40FC" w:rsidRDefault="00497CA2" w:rsidP="00497CA2">
            <w:pPr>
              <w:pStyle w:val="Point1"/>
            </w:pPr>
            <w:r w:rsidRPr="00DB40FC">
              <w:t>□</w:t>
            </w:r>
            <w:r w:rsidRPr="00DB40FC">
              <w:tab/>
              <w:t>znásilnenie</w:t>
            </w:r>
          </w:p>
          <w:p w:rsidR="00497CA2" w:rsidRPr="00DB40FC" w:rsidRDefault="00497CA2" w:rsidP="00497CA2">
            <w:pPr>
              <w:pStyle w:val="Point1"/>
            </w:pPr>
            <w:r w:rsidRPr="00DB40FC">
              <w:t>□</w:t>
            </w:r>
            <w:r w:rsidRPr="00DB40FC">
              <w:tab/>
              <w:t>podpaľačstvo</w:t>
            </w:r>
          </w:p>
        </w:tc>
      </w:tr>
      <w:tr w:rsidR="0056460B" w:rsidRPr="00DB40FC" w:rsidTr="00B179C8">
        <w:trPr>
          <w:trHeight w:val="20"/>
        </w:trPr>
        <w:tc>
          <w:tcPr>
            <w:tcW w:w="9286" w:type="dxa"/>
            <w:tcBorders>
              <w:bottom w:val="single" w:sz="4" w:space="0" w:color="auto"/>
            </w:tcBorders>
          </w:tcPr>
          <w:p w:rsidR="0056460B" w:rsidRPr="00DB40FC" w:rsidRDefault="0056460B" w:rsidP="0056460B">
            <w:pPr>
              <w:pStyle w:val="Point1"/>
              <w:pageBreakBefore/>
              <w:ind w:left="1418"/>
            </w:pPr>
            <w:r w:rsidRPr="00DB40FC">
              <w:lastRenderedPageBreak/>
              <w:t>□</w:t>
            </w:r>
            <w:r w:rsidRPr="00DB40FC">
              <w:tab/>
              <w:t>trestné činy podliehajúce právomoci Medzinárodného trestného súdu</w:t>
            </w:r>
          </w:p>
          <w:p w:rsidR="0056460B" w:rsidRPr="00DB40FC" w:rsidRDefault="0056460B" w:rsidP="0056460B">
            <w:pPr>
              <w:pStyle w:val="Point1"/>
            </w:pPr>
            <w:r w:rsidRPr="00DB40FC">
              <w:t>□</w:t>
            </w:r>
            <w:r w:rsidRPr="00DB40FC">
              <w:tab/>
              <w:t>nezákonné ovládnutie lietadla alebo plavidla</w:t>
            </w:r>
          </w:p>
          <w:p w:rsidR="0056460B" w:rsidRPr="00DB40FC" w:rsidRDefault="0056460B" w:rsidP="0056460B">
            <w:pPr>
              <w:pStyle w:val="Point1"/>
            </w:pPr>
            <w:r w:rsidRPr="00DB40FC">
              <w:t>□</w:t>
            </w:r>
            <w:r w:rsidRPr="00DB40FC">
              <w:tab/>
              <w:t>sabotáž</w:t>
            </w:r>
          </w:p>
          <w:p w:rsidR="0056460B" w:rsidRPr="00DB40FC" w:rsidRDefault="0056460B" w:rsidP="0056460B">
            <w:pPr>
              <w:pStyle w:val="Point0"/>
            </w:pPr>
            <w:r w:rsidRPr="00DB40FC">
              <w:t>4.</w:t>
            </w:r>
            <w:r w:rsidRPr="00DB40FC">
              <w:tab/>
              <w:t xml:space="preserve">Iné relevantné informácie (napr. vzťah medzi majetkom a trestným činom): </w:t>
            </w:r>
            <w:r w:rsidRPr="00DB40FC">
              <w:br/>
              <w:t>………………………………………………………………………………………….</w:t>
            </w:r>
          </w:p>
        </w:tc>
      </w:tr>
      <w:tr w:rsidR="0056460B" w:rsidRPr="00DB40FC" w:rsidTr="00B179C8">
        <w:trPr>
          <w:trHeight w:val="20"/>
        </w:trPr>
        <w:tc>
          <w:tcPr>
            <w:tcW w:w="9286" w:type="dxa"/>
            <w:tcBorders>
              <w:top w:val="single" w:sz="4" w:space="0" w:color="auto"/>
            </w:tcBorders>
          </w:tcPr>
          <w:p w:rsidR="0056460B" w:rsidRPr="00DB40FC" w:rsidRDefault="0056460B" w:rsidP="0056460B">
            <w:r w:rsidRPr="00DB40FC">
              <w:t>ODDIEL F: Dôvernosť príkazu a/alebo žiadosti o osobitné formálne náležitosti</w:t>
            </w:r>
          </w:p>
          <w:p w:rsidR="0056460B" w:rsidRPr="00DB40FC" w:rsidRDefault="0056460B" w:rsidP="0056460B">
            <w:pPr>
              <w:pStyle w:val="Point0"/>
            </w:pPr>
            <w:r w:rsidRPr="00DB40FC">
              <w:sym w:font="Symbol" w:char="F090"/>
            </w:r>
            <w:r w:rsidRPr="00DB40FC">
              <w:tab/>
              <w:t>Potreba zachovať dôvernosť informácií uvedených v príkaze po jeho vykonaní:</w:t>
            </w:r>
            <w:r w:rsidR="00B2165F" w:rsidRPr="00DB40FC">
              <w:t xml:space="preserve"> </w:t>
            </w:r>
            <w:r w:rsidR="00B2165F" w:rsidRPr="00DB40FC">
              <w:br/>
            </w:r>
            <w:r w:rsidRPr="00DB40FC">
              <w:t>………………………………………………………………</w:t>
            </w:r>
            <w:r w:rsidR="00B2165F" w:rsidRPr="00DB40FC">
              <w:t>………………………</w:t>
            </w:r>
            <w:r w:rsidRPr="00DB40FC">
              <w:t>.</w:t>
            </w:r>
          </w:p>
          <w:p w:rsidR="0056460B" w:rsidRPr="00DB40FC" w:rsidRDefault="0056460B" w:rsidP="00B2165F">
            <w:pPr>
              <w:pStyle w:val="Point0"/>
            </w:pPr>
            <w:r w:rsidRPr="00DB40FC">
              <w:sym w:font="Symbol" w:char="F090"/>
            </w:r>
            <w:r w:rsidRPr="00DB40FC">
              <w:tab/>
              <w:t>Potreba splnenia osobitných formálnych náležitostí v čase vykonania:</w:t>
            </w:r>
            <w:r w:rsidR="00B2165F" w:rsidRPr="00DB40FC">
              <w:t xml:space="preserve"> </w:t>
            </w:r>
            <w:r w:rsidR="00B2165F" w:rsidRPr="00DB40FC">
              <w:br/>
            </w:r>
            <w:r w:rsidRPr="00DB40FC">
              <w:t>……</w:t>
            </w:r>
            <w:r w:rsidR="00B2165F" w:rsidRPr="00DB40FC">
              <w:t>…………………………………………………………………………………</w:t>
            </w:r>
          </w:p>
        </w:tc>
      </w:tr>
      <w:tr w:rsidR="00B2165F" w:rsidRPr="00DB40FC" w:rsidTr="00B179C8">
        <w:trPr>
          <w:trHeight w:val="20"/>
        </w:trPr>
        <w:tc>
          <w:tcPr>
            <w:tcW w:w="9286" w:type="dxa"/>
          </w:tcPr>
          <w:p w:rsidR="00B2165F" w:rsidRPr="00DB40FC" w:rsidRDefault="00B2165F" w:rsidP="00B2165F">
            <w:pPr>
              <w:pageBreakBefore/>
            </w:pPr>
            <w:r w:rsidRPr="00DB40FC">
              <w:lastRenderedPageBreak/>
              <w:t>ODDIEL G: Ak bolo osvedčenie k príkazu na zaistenie zaslané viac ako jednému vykonávajúcemu štátu, uveďte tieto informácie:</w:t>
            </w:r>
          </w:p>
          <w:p w:rsidR="00B2165F" w:rsidRPr="00DB40FC" w:rsidRDefault="00B2165F" w:rsidP="00B2165F">
            <w:pPr>
              <w:pStyle w:val="Point0"/>
            </w:pPr>
            <w:r w:rsidRPr="00DB40FC">
              <w:t>1.</w:t>
            </w:r>
            <w:r w:rsidRPr="00DB40FC">
              <w:tab/>
              <w:t xml:space="preserve">Osvedčenie k príkazu na zaistenie bolo zaslané tomuto ďalšiemu vykonávajúcemu štátu (týmto ďalším vykonávajúcim štátom) (uveďte štát a orgán): </w:t>
            </w:r>
            <w:r w:rsidRPr="00DB40FC">
              <w:br/>
              <w:t>……………………………………………………………………………………</w:t>
            </w:r>
            <w:r w:rsidRPr="00DB40FC">
              <w:br/>
              <w:t>…………………………………………………………………………………….</w:t>
            </w:r>
          </w:p>
          <w:p w:rsidR="00B2165F" w:rsidRPr="00DB40FC" w:rsidRDefault="00B2165F" w:rsidP="00B2165F">
            <w:pPr>
              <w:pStyle w:val="Point0"/>
            </w:pPr>
            <w:r w:rsidRPr="00DB40FC">
              <w:t>2.</w:t>
            </w:r>
            <w:r w:rsidRPr="00DB40FC">
              <w:tab/>
              <w:t>Osvedčenie k príkazu na zaistenie bolo zaslané viac ako jednému vykonávajúcemu štátu z týchto dôvodov:</w:t>
            </w:r>
          </w:p>
          <w:p w:rsidR="00B2165F" w:rsidRPr="00DB40FC" w:rsidRDefault="00B2165F" w:rsidP="0056460B">
            <w:r w:rsidRPr="00DB40FC">
              <w:t>Ak sa príkaz na zaistenie týka konkrétnych vecí tvoriacich súčasť majetku:</w:t>
            </w:r>
          </w:p>
          <w:p w:rsidR="00B2165F" w:rsidRPr="00DB40FC" w:rsidRDefault="00B2165F" w:rsidP="00B2165F">
            <w:pPr>
              <w:pStyle w:val="Point0"/>
            </w:pPr>
            <w:r w:rsidRPr="00DB40FC">
              <w:sym w:font="Symbol" w:char="F090"/>
            </w:r>
            <w:r w:rsidRPr="00DB40FC">
              <w:tab/>
              <w:t>Predpokladá sa, že konkrétne veci tvoriace súčasť majetku, na ktorý sa vzťahuje príkaz, sa nachádzajú v rôznych vykonávajúcich štátoch</w:t>
            </w:r>
          </w:p>
          <w:p w:rsidR="00B2165F" w:rsidRPr="00DB40FC" w:rsidRDefault="00B2165F" w:rsidP="00B2165F">
            <w:pPr>
              <w:pStyle w:val="Point0"/>
            </w:pPr>
            <w:r w:rsidRPr="00DB40FC">
              <w:sym w:font="Symbol" w:char="F090"/>
            </w:r>
            <w:r w:rsidRPr="00DB40FC">
              <w:tab/>
              <w:t>Zaistenie konkrétnej veci tvoriacej súčasť majetku si vyžaduje vykonanie krokov vo viac ako jednom vykonávajúcom štáte</w:t>
            </w:r>
          </w:p>
          <w:p w:rsidR="00B2165F" w:rsidRPr="00DB40FC" w:rsidRDefault="00B2165F" w:rsidP="0056460B">
            <w:r w:rsidRPr="00DB40FC">
              <w:t>Ak sa príkaz na zaistenie týka peňažnej sumy:</w:t>
            </w:r>
          </w:p>
          <w:p w:rsidR="00B2165F" w:rsidRPr="00DB40FC" w:rsidRDefault="00B2165F" w:rsidP="00B2165F">
            <w:pPr>
              <w:pStyle w:val="Point0"/>
            </w:pPr>
            <w:r w:rsidRPr="00DB40FC">
              <w:sym w:font="Symbol" w:char="F090"/>
            </w:r>
            <w:r w:rsidRPr="00DB40FC">
              <w:tab/>
              <w:t>Odhadovaná hodnota majetku, ktorý možno zaistiť vo vydávajúcom štáte a v ktoromkoľvek vykonávajúcom štáte, pravdepodobne nestačí na získanie celej sumy, na ktorú sa vzťahuje príkaz.</w:t>
            </w:r>
          </w:p>
          <w:p w:rsidR="00B2165F" w:rsidRPr="00DB40FC" w:rsidRDefault="00B2165F" w:rsidP="00B2165F">
            <w:pPr>
              <w:pStyle w:val="Point0"/>
            </w:pPr>
            <w:r w:rsidRPr="00DB40FC">
              <w:sym w:font="Symbol" w:char="F090"/>
            </w:r>
            <w:r w:rsidRPr="00DB40FC">
              <w:tab/>
              <w:t xml:space="preserve">Iné konkrétne potreby: </w:t>
            </w:r>
            <w:r w:rsidRPr="00DB40FC">
              <w:br/>
              <w:t>………………………………………………………………………………………….</w:t>
            </w:r>
          </w:p>
        </w:tc>
      </w:tr>
      <w:tr w:rsidR="00B6034E" w:rsidRPr="00DB40FC" w:rsidTr="00B179C8">
        <w:trPr>
          <w:trHeight w:val="20"/>
        </w:trPr>
        <w:tc>
          <w:tcPr>
            <w:tcW w:w="9286" w:type="dxa"/>
            <w:tcBorders>
              <w:bottom w:val="single" w:sz="4" w:space="0" w:color="auto"/>
            </w:tcBorders>
          </w:tcPr>
          <w:p w:rsidR="00B6034E" w:rsidRPr="00DB40FC" w:rsidRDefault="00B6034E" w:rsidP="008F3C3F">
            <w:pPr>
              <w:pStyle w:val="Point0"/>
              <w:pageBreakBefore/>
              <w:ind w:left="851" w:hanging="851"/>
            </w:pPr>
            <w:r w:rsidRPr="00DB40FC">
              <w:lastRenderedPageBreak/>
              <w:t>3.</w:t>
            </w:r>
            <w:r w:rsidRPr="00DB40FC">
              <w:tab/>
              <w:t xml:space="preserve">Ocenenie majetkových hodnôt, ak je známe, v každom vykonávajúcom štáte: </w:t>
            </w:r>
            <w:r w:rsidRPr="00DB40FC">
              <w:br/>
              <w:t>…………………………………………………………………………………………</w:t>
            </w:r>
            <w:r w:rsidRPr="00DB40FC">
              <w:br/>
              <w:t>…………………………………………………………………………………………</w:t>
            </w:r>
          </w:p>
          <w:p w:rsidR="00B6034E" w:rsidRPr="00DB40FC" w:rsidRDefault="00B6034E" w:rsidP="00B6034E">
            <w:pPr>
              <w:pStyle w:val="Point0"/>
            </w:pPr>
            <w:r w:rsidRPr="00DB40FC">
              <w:t>4.</w:t>
            </w:r>
            <w:r w:rsidRPr="00DB40FC">
              <w:tab/>
              <w:t xml:space="preserve">Ak si zaistenie konkrétnej veci či konkrétnych vecí tvoriacich súčasť majetku vyžaduje vykonanie krokov vo viac ako jednom vykonávajúcom štáte, opis krokov, ktoré je vo vykonávajúcom štáte potrebné vykonať: </w:t>
            </w:r>
            <w:r w:rsidRPr="00DB40FC">
              <w:br/>
              <w:t>…………………………………………………………………………………………</w:t>
            </w:r>
            <w:r w:rsidRPr="00DB40FC">
              <w:br/>
              <w:t>…………………………………………………………………………………………</w:t>
            </w:r>
          </w:p>
        </w:tc>
      </w:tr>
      <w:tr w:rsidR="00B6034E" w:rsidRPr="00DB40FC" w:rsidTr="00B179C8">
        <w:trPr>
          <w:trHeight w:val="20"/>
        </w:trPr>
        <w:tc>
          <w:tcPr>
            <w:tcW w:w="9286" w:type="dxa"/>
            <w:tcBorders>
              <w:top w:val="single" w:sz="4" w:space="0" w:color="auto"/>
            </w:tcBorders>
          </w:tcPr>
          <w:p w:rsidR="00B6034E" w:rsidRPr="00DB40FC" w:rsidRDefault="00B6034E" w:rsidP="0056460B">
            <w:r w:rsidRPr="00DB40FC">
              <w:t>ODDIEL H: Vzťah ku skoršiemu príkazu na zaistenie a/alebo k inému príkazu(-om) alebo žiadosti(-iam)</w:t>
            </w:r>
          </w:p>
          <w:p w:rsidR="00B6034E" w:rsidRPr="00DB40FC" w:rsidRDefault="00B6034E" w:rsidP="0056460B">
            <w:r w:rsidRPr="00DB40FC">
              <w:t>Uveďte, prosím, či tento príkaz na zaistenie súvisí so skorším príkazom alebo žiadosťou (napr. príkaz na zaistenie, európsky vyšetrovací príkaz, európsky zatykač a vzájomná právna pomoc). Ak je to vhodné, uveďte nasledovné informácie relevantné pre identifikáciu predchádzajúceho príkazu alebo žiadosti:</w:t>
            </w:r>
          </w:p>
          <w:p w:rsidR="00B6034E" w:rsidRPr="00DB40FC" w:rsidRDefault="00B6034E" w:rsidP="00655D1D">
            <w:pPr>
              <w:pStyle w:val="Tiret0"/>
            </w:pPr>
            <w:r w:rsidRPr="00DB40FC">
              <w:t>druh príkazu/žiadosti: …………………………………………………</w:t>
            </w:r>
            <w:r w:rsidR="00655D1D" w:rsidRPr="00DB40FC">
              <w:t>.................</w:t>
            </w:r>
            <w:r w:rsidRPr="00DB40FC">
              <w:t>……………………….</w:t>
            </w:r>
          </w:p>
          <w:p w:rsidR="00B6034E" w:rsidRPr="00DB40FC" w:rsidRDefault="00B6034E" w:rsidP="00655D1D">
            <w:pPr>
              <w:pStyle w:val="Tiret0"/>
            </w:pPr>
            <w:r w:rsidRPr="00DB40FC">
              <w:t>dátum vydania: …………………………………………………………</w:t>
            </w:r>
            <w:r w:rsidR="00655D1D" w:rsidRPr="00DB40FC">
              <w:t>.....</w:t>
            </w:r>
            <w:r w:rsidRPr="00DB40FC">
              <w:t>………………………..</w:t>
            </w:r>
          </w:p>
          <w:p w:rsidR="00B6034E" w:rsidRPr="00DB40FC" w:rsidRDefault="00B6034E" w:rsidP="00655D1D">
            <w:pPr>
              <w:pStyle w:val="Tiret0"/>
            </w:pPr>
            <w:r w:rsidRPr="00DB40FC">
              <w:t>orgán, ktorému sa zaslal príkaz/zaslala žiadosť: …………………………………………</w:t>
            </w:r>
            <w:r w:rsidR="00655D1D" w:rsidRPr="00DB40FC">
              <w:t>.......................................................</w:t>
            </w:r>
            <w:r w:rsidRPr="00DB40FC">
              <w:t>……….</w:t>
            </w:r>
          </w:p>
          <w:p w:rsidR="00B6034E" w:rsidRPr="00DB40FC" w:rsidRDefault="00B6034E" w:rsidP="00655D1D">
            <w:pPr>
              <w:pStyle w:val="Tiret0"/>
            </w:pPr>
            <w:r w:rsidRPr="00DB40FC">
              <w:t>referenčné číslo pridelené vydávajúcim orgánom: ……………………………………</w:t>
            </w:r>
            <w:r w:rsidR="00655D1D" w:rsidRPr="00DB40FC">
              <w:t>...............................................................</w:t>
            </w:r>
            <w:r w:rsidRPr="00DB40FC">
              <w:t>………</w:t>
            </w:r>
          </w:p>
        </w:tc>
      </w:tr>
      <w:tr w:rsidR="00F530D2" w:rsidRPr="00DB40FC" w:rsidTr="00B179C8">
        <w:trPr>
          <w:trHeight w:val="20"/>
        </w:trPr>
        <w:tc>
          <w:tcPr>
            <w:tcW w:w="9286" w:type="dxa"/>
            <w:tcBorders>
              <w:bottom w:val="single" w:sz="4" w:space="0" w:color="auto"/>
            </w:tcBorders>
          </w:tcPr>
          <w:p w:rsidR="00F530D2" w:rsidRPr="00DB40FC" w:rsidRDefault="000538F2" w:rsidP="00655D1D">
            <w:pPr>
              <w:pStyle w:val="Tiret0"/>
              <w:pageBreakBefore/>
              <w:ind w:left="851" w:hanging="851"/>
            </w:pPr>
            <w:r w:rsidRPr="00DB40FC">
              <w:lastRenderedPageBreak/>
              <w:tab/>
            </w:r>
            <w:r w:rsidR="00F530D2" w:rsidRPr="00DB40FC">
              <w:t>referenčné číslo(-a) pridelené vykonávajúcim(-i) orgánom(-mi): ……………</w:t>
            </w:r>
            <w:r w:rsidR="00655D1D" w:rsidRPr="00DB40FC">
              <w:t>.....................................................................................</w:t>
            </w:r>
            <w:r w:rsidR="00F530D2" w:rsidRPr="00DB40FC">
              <w:t>…………………</w:t>
            </w:r>
          </w:p>
        </w:tc>
      </w:tr>
      <w:tr w:rsidR="00655D1D" w:rsidRPr="00DB40FC" w:rsidTr="00B179C8">
        <w:trPr>
          <w:trHeight w:val="20"/>
        </w:trPr>
        <w:tc>
          <w:tcPr>
            <w:tcW w:w="9286" w:type="dxa"/>
            <w:tcBorders>
              <w:top w:val="single" w:sz="4" w:space="0" w:color="auto"/>
              <w:bottom w:val="single" w:sz="4" w:space="0" w:color="auto"/>
            </w:tcBorders>
          </w:tcPr>
          <w:p w:rsidR="00655D1D" w:rsidRPr="00DB40FC" w:rsidRDefault="00655D1D" w:rsidP="0056460B">
            <w:r w:rsidRPr="00DB40FC">
              <w:t>ODDIEL I: Konfiškácia</w:t>
            </w:r>
          </w:p>
          <w:p w:rsidR="00655D1D" w:rsidRPr="00DB40FC" w:rsidRDefault="00655D1D" w:rsidP="0056460B">
            <w:r w:rsidRPr="00DB40FC">
              <w:t>Uveďte, prosím, či:</w:t>
            </w:r>
          </w:p>
          <w:p w:rsidR="00655D1D" w:rsidRPr="00DB40FC" w:rsidRDefault="00655D1D" w:rsidP="00655D1D">
            <w:pPr>
              <w:pStyle w:val="Point0"/>
            </w:pPr>
            <w:r w:rsidRPr="00DB40FC">
              <w:t>□</w:t>
            </w:r>
            <w:r w:rsidRPr="00DB40FC">
              <w:tab/>
              <w:t>k tomuto osvedčeniu k príkazu na zaistenie je pripojené osvedčenie k príkazu na konfiškáciu vydaného vo vydávajúcom štáte (referenčné číslo osvedčenia k príkazu na konfiškáciu): ……………………………...........................................................................................</w:t>
            </w:r>
          </w:p>
          <w:p w:rsidR="00655D1D" w:rsidRPr="00DB40FC" w:rsidRDefault="00655D1D" w:rsidP="00655D1D">
            <w:pPr>
              <w:pStyle w:val="Point0"/>
            </w:pPr>
            <w:r w:rsidRPr="00DB40FC">
              <w:t>□</w:t>
            </w:r>
            <w:r w:rsidRPr="00DB40FC">
              <w:tab/>
              <w:t xml:space="preserve">majetok zostane zaistený vo vykonávajúcom štáte, pokým nebude zaslaný a vykonaný príkaz na konfiškáciu (ak je to možné, predpokladaný dátum predloženia osvedčenia k príkazu na konfiškáciu): </w:t>
            </w:r>
            <w:r w:rsidRPr="00DB40FC">
              <w:br/>
              <w:t>…………………………………………………………………………………………</w:t>
            </w:r>
          </w:p>
        </w:tc>
      </w:tr>
      <w:tr w:rsidR="00655D1D" w:rsidRPr="00DB40FC" w:rsidTr="00B179C8">
        <w:trPr>
          <w:trHeight w:val="20"/>
        </w:trPr>
        <w:tc>
          <w:tcPr>
            <w:tcW w:w="9286" w:type="dxa"/>
            <w:tcBorders>
              <w:top w:val="single" w:sz="4" w:space="0" w:color="auto"/>
            </w:tcBorders>
          </w:tcPr>
          <w:p w:rsidR="00655D1D" w:rsidRPr="00DB40FC" w:rsidRDefault="00655D1D" w:rsidP="0056460B">
            <w:r w:rsidRPr="00DB40FC">
              <w:t>O</w:t>
            </w:r>
            <w:r w:rsidR="00763A5A" w:rsidRPr="00DB40FC">
              <w:t>DDIEL J: Alternatívne opatrenia</w:t>
            </w:r>
          </w:p>
          <w:p w:rsidR="00655D1D" w:rsidRPr="00DB40FC" w:rsidRDefault="00655D1D" w:rsidP="00655D1D">
            <w:pPr>
              <w:pStyle w:val="Point0"/>
            </w:pPr>
            <w:r w:rsidRPr="00DB40FC">
              <w:t>1.</w:t>
            </w:r>
            <w:r w:rsidRPr="00DB40FC">
              <w:tab/>
              <w:t>Uveďte, prosím, či vydávajúci štát súhlasí s tým, aby vykonávajúci štát uplatnil alternatívne opatrenia v prípade, že príkaz na zaistenie nemo</w:t>
            </w:r>
            <w:r w:rsidR="00763A5A" w:rsidRPr="00DB40FC">
              <w:t>žno úplne alebo sčasti vykonať:</w:t>
            </w:r>
          </w:p>
          <w:p w:rsidR="00655D1D" w:rsidRPr="00DB40FC" w:rsidRDefault="00655D1D" w:rsidP="00655D1D">
            <w:pPr>
              <w:pStyle w:val="Point0"/>
            </w:pPr>
            <w:r w:rsidRPr="00DB40FC">
              <w:t>□</w:t>
            </w:r>
            <w:r w:rsidRPr="00DB40FC">
              <w:tab/>
              <w:t>Áno</w:t>
            </w:r>
          </w:p>
          <w:p w:rsidR="00655D1D" w:rsidRPr="00DB40FC" w:rsidRDefault="00655D1D" w:rsidP="00655D1D">
            <w:pPr>
              <w:pStyle w:val="Point0"/>
            </w:pPr>
            <w:r w:rsidRPr="00DB40FC">
              <w:t>□</w:t>
            </w:r>
            <w:r w:rsidRPr="00DB40FC">
              <w:tab/>
              <w:t>Nie</w:t>
            </w:r>
          </w:p>
          <w:p w:rsidR="00655D1D" w:rsidRPr="00DB40FC" w:rsidRDefault="00655D1D" w:rsidP="00655D1D">
            <w:pPr>
              <w:pStyle w:val="Point0"/>
            </w:pPr>
            <w:r w:rsidRPr="00DB40FC">
              <w:t>2.</w:t>
            </w:r>
            <w:r w:rsidRPr="00DB40FC">
              <w:tab/>
              <w:t xml:space="preserve">Ak áno, uveďte, aké sankcie sa môžu uplatniť: </w:t>
            </w:r>
            <w:r w:rsidRPr="00DB40FC">
              <w:br/>
              <w:t>………………………………………………………………………………………….</w:t>
            </w:r>
          </w:p>
        </w:tc>
      </w:tr>
      <w:tr w:rsidR="00655D1D" w:rsidRPr="00DB40FC" w:rsidTr="00B179C8">
        <w:trPr>
          <w:trHeight w:val="20"/>
        </w:trPr>
        <w:tc>
          <w:tcPr>
            <w:tcW w:w="9286" w:type="dxa"/>
          </w:tcPr>
          <w:p w:rsidR="00655D1D" w:rsidRPr="00DB40FC" w:rsidRDefault="00655D1D" w:rsidP="00655D1D">
            <w:pPr>
              <w:pageBreakBefore/>
            </w:pPr>
            <w:r w:rsidRPr="00DB40FC">
              <w:lastRenderedPageBreak/>
              <w:t>ODDIEL K: VRÁTENIE ZAISTENÉHO MAJETKU</w:t>
            </w:r>
          </w:p>
          <w:p w:rsidR="00655D1D" w:rsidRPr="00DB40FC" w:rsidRDefault="00655D1D" w:rsidP="00655D1D">
            <w:pPr>
              <w:pStyle w:val="Point0"/>
            </w:pPr>
            <w:r w:rsidRPr="00DB40FC">
              <w:t>1.</w:t>
            </w:r>
            <w:r w:rsidRPr="00DB40FC">
              <w:tab/>
              <w:t>Uveďte, prosím, či bolo vydané rozhodnutie o vrátení zaisteného majetku obeti:</w:t>
            </w:r>
          </w:p>
          <w:p w:rsidR="00655D1D" w:rsidRPr="00DB40FC" w:rsidRDefault="00655D1D" w:rsidP="00655D1D">
            <w:pPr>
              <w:pStyle w:val="Point0"/>
            </w:pPr>
            <w:r w:rsidRPr="00DB40FC">
              <w:t>□</w:t>
            </w:r>
            <w:r w:rsidRPr="00DB40FC">
              <w:tab/>
              <w:t>Áno</w:t>
            </w:r>
          </w:p>
          <w:p w:rsidR="00655D1D" w:rsidRPr="00DB40FC" w:rsidRDefault="00655D1D" w:rsidP="00655D1D">
            <w:pPr>
              <w:pStyle w:val="Point0"/>
            </w:pPr>
            <w:r w:rsidRPr="00DB40FC">
              <w:t>□</w:t>
            </w:r>
            <w:r w:rsidRPr="00DB40FC">
              <w:tab/>
              <w:t>Nie</w:t>
            </w:r>
          </w:p>
          <w:p w:rsidR="00655D1D" w:rsidRPr="00DB40FC" w:rsidRDefault="00655D1D" w:rsidP="0056460B">
            <w:r w:rsidRPr="00DB40FC">
              <w:t>Ak áno, uveďte, prosím, tieto údaje o rozhodnutí o vr</w:t>
            </w:r>
            <w:r w:rsidR="00763A5A" w:rsidRPr="00DB40FC">
              <w:t>átení zaisteného majetku obeti:</w:t>
            </w:r>
          </w:p>
          <w:p w:rsidR="00655D1D" w:rsidRPr="00DB40FC" w:rsidRDefault="00655D1D" w:rsidP="0056460B">
            <w:r w:rsidRPr="00DB40FC">
              <w:t>Orgán, ktorý vydal rozhodnutie (úradný názov): ……………….………………………………….............................</w:t>
            </w:r>
            <w:r w:rsidR="0026398D" w:rsidRPr="00DB40FC">
              <w:t>...........</w:t>
            </w:r>
            <w:r w:rsidRPr="00DB40FC">
              <w:t>........................................</w:t>
            </w:r>
          </w:p>
          <w:p w:rsidR="00655D1D" w:rsidRPr="00DB40FC" w:rsidRDefault="00655D1D" w:rsidP="0056460B">
            <w:r w:rsidRPr="00DB40FC">
              <w:t>Dátum vydania rozhodnutia: .........………………….………………………</w:t>
            </w:r>
            <w:r w:rsidR="0026398D" w:rsidRPr="00DB40FC">
              <w:t>.......</w:t>
            </w:r>
            <w:r w:rsidRPr="00DB40FC">
              <w:t>………………….</w:t>
            </w:r>
          </w:p>
          <w:p w:rsidR="00655D1D" w:rsidRPr="00DB40FC" w:rsidRDefault="00655D1D" w:rsidP="0056460B">
            <w:r w:rsidRPr="00DB40FC">
              <w:t>Referenčné číslo rozhodnutia (ak je k dispozícii): ……………………………</w:t>
            </w:r>
            <w:r w:rsidR="0026398D" w:rsidRPr="00DB40FC">
              <w:t>.........</w:t>
            </w:r>
            <w:r w:rsidRPr="00DB40FC">
              <w:t>………………</w:t>
            </w:r>
          </w:p>
          <w:p w:rsidR="00655D1D" w:rsidRPr="00DB40FC" w:rsidRDefault="00655D1D" w:rsidP="0056460B">
            <w:r w:rsidRPr="00DB40FC">
              <w:t>Opis majetku, ktorý sa má vrátiť: ………..……………………………………</w:t>
            </w:r>
            <w:r w:rsidR="0026398D" w:rsidRPr="00DB40FC">
              <w:t>...........</w:t>
            </w:r>
            <w:r w:rsidRPr="00DB40FC">
              <w:t>......................</w:t>
            </w:r>
          </w:p>
          <w:p w:rsidR="00655D1D" w:rsidRPr="00DB40FC" w:rsidRDefault="00655D1D" w:rsidP="0056460B">
            <w:r w:rsidRPr="00DB40FC">
              <w:t>Meno a priezvisko obete: ………………………….……………………………</w:t>
            </w:r>
            <w:r w:rsidR="0026398D" w:rsidRPr="00DB40FC">
              <w:t>..........</w:t>
            </w:r>
            <w:r w:rsidRPr="00DB40FC">
              <w:t>…………….</w:t>
            </w:r>
          </w:p>
          <w:p w:rsidR="00655D1D" w:rsidRPr="00DB40FC" w:rsidRDefault="00655D1D" w:rsidP="0056460B">
            <w:r w:rsidRPr="00DB40FC">
              <w:t>Adresa obete: ………………………………………………………………………..</w:t>
            </w:r>
            <w:r w:rsidR="0026398D" w:rsidRPr="00DB40FC">
              <w:t>.........</w:t>
            </w:r>
            <w:r w:rsidRPr="00DB40FC">
              <w:t>..............</w:t>
            </w:r>
          </w:p>
        </w:tc>
      </w:tr>
      <w:tr w:rsidR="00655D1D" w:rsidRPr="00DB40FC" w:rsidTr="00B179C8">
        <w:trPr>
          <w:trHeight w:val="20"/>
        </w:trPr>
        <w:tc>
          <w:tcPr>
            <w:tcW w:w="9286" w:type="dxa"/>
          </w:tcPr>
          <w:p w:rsidR="00655D1D" w:rsidRPr="00DB40FC" w:rsidRDefault="00655D1D" w:rsidP="00655D1D">
            <w:pPr>
              <w:pageBreakBefore/>
            </w:pPr>
            <w:r w:rsidRPr="00DB40FC">
              <w:lastRenderedPageBreak/>
              <w:t>Ak je nárok obete na majetku spochybnený, uveďte, prosím, podrobnosti (osoby, ktoré spochybňujú nárok, dôvody atď.):</w:t>
            </w:r>
          </w:p>
          <w:p w:rsidR="00655D1D" w:rsidRPr="00DB40FC" w:rsidRDefault="00655D1D" w:rsidP="0056460B">
            <w:r w:rsidRPr="00DB40FC">
              <w:t>………………………………………………………………………………………...</w:t>
            </w:r>
            <w:r w:rsidR="0026398D" w:rsidRPr="00DB40FC">
              <w:t>.......</w:t>
            </w:r>
            <w:r w:rsidRPr="00DB40FC">
              <w:t xml:space="preserve">……. </w:t>
            </w:r>
            <w:r w:rsidRPr="00DB40FC">
              <w:br/>
              <w:t>………………………………………………………………………………......……</w:t>
            </w:r>
            <w:r w:rsidR="0026398D" w:rsidRPr="00DB40FC">
              <w:t>.......</w:t>
            </w:r>
            <w:r w:rsidRPr="00DB40FC">
              <w:t>……….</w:t>
            </w:r>
          </w:p>
          <w:p w:rsidR="00655D1D" w:rsidRPr="00DB40FC" w:rsidRDefault="00655D1D" w:rsidP="0056460B">
            <w:r w:rsidRPr="00DB40FC">
              <w:t>Ak by vrátením mohli byť dotknuté práva dotknutých osôb, uveďte, prosím, podrobnosti (dotknuté osoby, ktorých práva by mohli byť dotknuté, dôvody atď.):</w:t>
            </w:r>
            <w:r w:rsidRPr="00DB40FC">
              <w:br/>
              <w:t>………………………………………………………………………………</w:t>
            </w:r>
            <w:r w:rsidR="0026398D" w:rsidRPr="00DB40FC">
              <w:t>.....</w:t>
            </w:r>
            <w:r w:rsidRPr="00DB40FC">
              <w:t>…....……..…….</w:t>
            </w:r>
            <w:r w:rsidRPr="00DB40FC">
              <w:br/>
              <w:t>……………………………………………………………………………………...</w:t>
            </w:r>
            <w:r w:rsidR="0026398D" w:rsidRPr="00DB40FC">
              <w:t>......</w:t>
            </w:r>
            <w:r w:rsidRPr="00DB40FC">
              <w:t>……...….</w:t>
            </w:r>
          </w:p>
          <w:p w:rsidR="00655D1D" w:rsidRPr="00DB40FC" w:rsidRDefault="00655D1D" w:rsidP="0056460B">
            <w:r w:rsidRPr="00DB40FC">
              <w:t>2.</w:t>
            </w:r>
            <w:r w:rsidRPr="00DB40FC">
              <w:tab/>
              <w:t>Prebieha vo vydávajúcom štáte konanie o vrátení zaisteného majetku obeti?</w:t>
            </w:r>
          </w:p>
          <w:p w:rsidR="00655D1D" w:rsidRPr="00DB40FC" w:rsidRDefault="00655D1D" w:rsidP="00655D1D">
            <w:pPr>
              <w:pStyle w:val="Point0"/>
            </w:pPr>
            <w:r w:rsidRPr="00DB40FC">
              <w:t>□</w:t>
            </w:r>
            <w:r w:rsidRPr="00DB40FC">
              <w:tab/>
              <w:t>Nie</w:t>
            </w:r>
          </w:p>
          <w:p w:rsidR="00655D1D" w:rsidRPr="00DB40FC" w:rsidRDefault="00655D1D" w:rsidP="00655D1D">
            <w:pPr>
              <w:pStyle w:val="Point0"/>
            </w:pPr>
            <w:r w:rsidRPr="00DB40FC">
              <w:t>□</w:t>
            </w:r>
            <w:r w:rsidRPr="00DB40FC">
              <w:tab/>
              <w:t>Áno, výsledok sa oznámi vykonávajúcemu orgánu</w:t>
            </w:r>
          </w:p>
          <w:p w:rsidR="00655D1D" w:rsidRPr="00DB40FC" w:rsidRDefault="00655D1D" w:rsidP="0056460B">
            <w:r w:rsidRPr="00DB40FC">
              <w:t>Vydávajúci orgán musí byť informovaný v prípade priameho prevodu obeti.</w:t>
            </w:r>
          </w:p>
        </w:tc>
      </w:tr>
      <w:tr w:rsidR="00655D1D" w:rsidRPr="00DB40FC" w:rsidTr="00B179C8">
        <w:trPr>
          <w:trHeight w:val="20"/>
        </w:trPr>
        <w:tc>
          <w:tcPr>
            <w:tcW w:w="9286" w:type="dxa"/>
            <w:tcBorders>
              <w:bottom w:val="single" w:sz="4" w:space="0" w:color="auto"/>
            </w:tcBorders>
          </w:tcPr>
          <w:p w:rsidR="00655D1D" w:rsidRPr="00DB40FC" w:rsidRDefault="00655D1D" w:rsidP="00655D1D">
            <w:pPr>
              <w:pageBreakBefore/>
            </w:pPr>
            <w:r w:rsidRPr="00DB40FC">
              <w:lastRenderedPageBreak/>
              <w:t>ODDIEL L: Opravné prostriedky</w:t>
            </w:r>
          </w:p>
          <w:p w:rsidR="00655D1D" w:rsidRPr="00DB40FC" w:rsidRDefault="00655D1D" w:rsidP="0056460B">
            <w:r w:rsidRPr="00DB40FC">
              <w:t>Orgán vo vydávajúcom štáte, ktorý môže poskytnúť ďalšie informácie o postupoch uplatnenia opravných prostriedkov vo vydávajúcom štáte a informácie o dostupnosti právnej pomoci, prekladu a tlmočenia:</w:t>
            </w:r>
          </w:p>
          <w:p w:rsidR="00655D1D" w:rsidRPr="00DB40FC" w:rsidRDefault="00655D1D" w:rsidP="00655D1D">
            <w:pPr>
              <w:pStyle w:val="Point0"/>
            </w:pPr>
            <w:r w:rsidRPr="00DB40FC">
              <w:sym w:font="Symbol" w:char="F090"/>
            </w:r>
            <w:r w:rsidRPr="00DB40FC">
              <w:tab/>
              <w:t>Vydávajúci orgán (pozri oddiel M)</w:t>
            </w:r>
          </w:p>
          <w:p w:rsidR="00655D1D" w:rsidRPr="00DB40FC" w:rsidRDefault="00655D1D" w:rsidP="00655D1D">
            <w:pPr>
              <w:pStyle w:val="Point0"/>
            </w:pPr>
            <w:r w:rsidRPr="00DB40FC">
              <w:sym w:font="Symbol" w:char="F090"/>
            </w:r>
            <w:r w:rsidRPr="00DB40FC">
              <w:tab/>
              <w:t>Potvrdzujúci orgán (pozri oddiel N)</w:t>
            </w:r>
          </w:p>
          <w:p w:rsidR="00655D1D" w:rsidRPr="00DB40FC" w:rsidRDefault="00655D1D" w:rsidP="00655D1D">
            <w:pPr>
              <w:pStyle w:val="Point0"/>
            </w:pPr>
            <w:r w:rsidRPr="00DB40FC">
              <w:sym w:font="Symbol" w:char="F090"/>
            </w:r>
            <w:r w:rsidRPr="00DB40FC">
              <w:tab/>
              <w:t xml:space="preserve">Iné: </w:t>
            </w:r>
            <w:r w:rsidRPr="00DB40FC">
              <w:br/>
              <w:t>…………………………………………………………………………………</w:t>
            </w:r>
            <w:r w:rsidR="0026398D" w:rsidRPr="00DB40FC">
              <w:t>........</w:t>
            </w:r>
            <w:r w:rsidRPr="00DB40FC">
              <w:t>………</w:t>
            </w:r>
          </w:p>
        </w:tc>
      </w:tr>
      <w:tr w:rsidR="00655D1D" w:rsidRPr="00DB40FC" w:rsidTr="00B179C8">
        <w:trPr>
          <w:trHeight w:val="20"/>
        </w:trPr>
        <w:tc>
          <w:tcPr>
            <w:tcW w:w="9286" w:type="dxa"/>
            <w:tcBorders>
              <w:top w:val="single" w:sz="4" w:space="0" w:color="auto"/>
            </w:tcBorders>
          </w:tcPr>
          <w:p w:rsidR="00655D1D" w:rsidRPr="00DB40FC" w:rsidRDefault="00655D1D" w:rsidP="0056460B">
            <w:r w:rsidRPr="00DB40FC">
              <w:t>ODDIEL M: Údaje o vydávajúcom orgáne</w:t>
            </w:r>
          </w:p>
          <w:p w:rsidR="00655D1D" w:rsidRPr="00DB40FC" w:rsidRDefault="00655D1D" w:rsidP="0056460B">
            <w:r w:rsidRPr="00DB40FC">
              <w:t>Druh vydávajúceho orgánu:</w:t>
            </w:r>
          </w:p>
          <w:p w:rsidR="00655D1D" w:rsidRPr="00DB40FC" w:rsidRDefault="00655D1D" w:rsidP="00655D1D">
            <w:pPr>
              <w:pStyle w:val="Point0"/>
            </w:pPr>
            <w:r w:rsidRPr="00DB40FC">
              <w:t>□</w:t>
            </w:r>
            <w:r w:rsidRPr="00DB40FC">
              <w:tab/>
              <w:t>sudca, súd, prokurátor</w:t>
            </w:r>
          </w:p>
          <w:p w:rsidR="00655D1D" w:rsidRPr="00DB40FC" w:rsidRDefault="00655D1D" w:rsidP="00655D1D">
            <w:pPr>
              <w:pStyle w:val="Point0"/>
            </w:pPr>
            <w:r w:rsidRPr="00DB40FC">
              <w:t>□</w:t>
            </w:r>
            <w:r w:rsidRPr="00DB40FC">
              <w:tab/>
              <w:t>iný príslušný orgán určený podľa práva vydávajúceho štátu</w:t>
            </w:r>
          </w:p>
          <w:p w:rsidR="00655D1D" w:rsidRPr="00DB40FC" w:rsidRDefault="00655D1D" w:rsidP="0056460B">
            <w:r w:rsidRPr="00DB40FC">
              <w:t>Názov orgánu: …….....……………………………………………………………</w:t>
            </w:r>
            <w:r w:rsidR="0026398D" w:rsidRPr="00DB40FC">
              <w:t>...........</w:t>
            </w:r>
            <w:r w:rsidRPr="00DB40FC">
              <w:t>…………</w:t>
            </w:r>
          </w:p>
          <w:p w:rsidR="00655D1D" w:rsidRPr="00DB40FC" w:rsidRDefault="00655D1D" w:rsidP="0056460B">
            <w:r w:rsidRPr="00DB40FC">
              <w:t>Meno a priezvisko kontaktnej osoby: …………………………………………………</w:t>
            </w:r>
            <w:r w:rsidR="0026398D" w:rsidRPr="00DB40FC">
              <w:t>.........</w:t>
            </w:r>
            <w:r w:rsidRPr="00DB40FC">
              <w:t>………</w:t>
            </w:r>
          </w:p>
          <w:p w:rsidR="00655D1D" w:rsidRPr="00DB40FC" w:rsidRDefault="00655D1D" w:rsidP="0056460B">
            <w:r w:rsidRPr="00DB40FC">
              <w:t>Pracovná pozícia (titul/funkcia): ………………………………………………………</w:t>
            </w:r>
            <w:r w:rsidR="0026398D" w:rsidRPr="00DB40FC">
              <w:t>.......</w:t>
            </w:r>
            <w:r w:rsidRPr="00DB40FC">
              <w:t>………..</w:t>
            </w:r>
          </w:p>
          <w:p w:rsidR="00655D1D" w:rsidRPr="00DB40FC" w:rsidRDefault="00655D1D" w:rsidP="0056460B">
            <w:r w:rsidRPr="00DB40FC">
              <w:t>Spis č.: …………………………………………………………………………………</w:t>
            </w:r>
            <w:r w:rsidR="0026398D" w:rsidRPr="00DB40FC">
              <w:t>.......</w:t>
            </w:r>
            <w:r w:rsidRPr="00DB40FC">
              <w:t>............</w:t>
            </w:r>
          </w:p>
        </w:tc>
      </w:tr>
      <w:tr w:rsidR="006B3786" w:rsidRPr="00DB40FC" w:rsidTr="00B179C8">
        <w:trPr>
          <w:trHeight w:val="20"/>
        </w:trPr>
        <w:tc>
          <w:tcPr>
            <w:tcW w:w="9286" w:type="dxa"/>
          </w:tcPr>
          <w:p w:rsidR="006B3786" w:rsidRPr="00DB40FC" w:rsidRDefault="006B3786" w:rsidP="00655D1D">
            <w:pPr>
              <w:pageBreakBefore/>
            </w:pPr>
            <w:r w:rsidRPr="00DB40FC">
              <w:lastRenderedPageBreak/>
              <w:t>Adresa: ……………………………………………………………………………………</w:t>
            </w:r>
            <w:r w:rsidR="0026398D" w:rsidRPr="00DB40FC">
              <w:t>....</w:t>
            </w:r>
            <w:r w:rsidRPr="00DB40FC">
              <w:t>…….</w:t>
            </w:r>
          </w:p>
          <w:p w:rsidR="006B3786" w:rsidRPr="00DB40FC" w:rsidRDefault="006B3786" w:rsidP="0056460B">
            <w:r w:rsidRPr="00DB40FC">
              <w:t>Tel. č.: (medzinárodná predvoľba) (miestna predvoľba): …………………………………</w:t>
            </w:r>
            <w:r w:rsidR="0026398D" w:rsidRPr="00DB40FC">
              <w:t>....</w:t>
            </w:r>
            <w:r w:rsidRPr="00DB40FC">
              <w:t>……</w:t>
            </w:r>
          </w:p>
          <w:p w:rsidR="006B3786" w:rsidRPr="00DB40FC" w:rsidRDefault="006B3786" w:rsidP="0056460B">
            <w:r w:rsidRPr="00DB40FC">
              <w:t>Fax č.: (medzinárodná predvoľba) (miestna predvoľba): …………………………………</w:t>
            </w:r>
            <w:r w:rsidR="0026398D" w:rsidRPr="00DB40FC">
              <w:t>....</w:t>
            </w:r>
            <w:r w:rsidRPr="00DB40FC">
              <w:t>……</w:t>
            </w:r>
          </w:p>
          <w:p w:rsidR="006B3786" w:rsidRPr="00DB40FC" w:rsidRDefault="006B3786" w:rsidP="0056460B">
            <w:r w:rsidRPr="00DB40FC">
              <w:t>E-mail: ………………………………………………………………………………………</w:t>
            </w:r>
            <w:r w:rsidR="0026398D" w:rsidRPr="00DB40FC">
              <w:t>...</w:t>
            </w:r>
            <w:r w:rsidRPr="00DB40FC">
              <w:t>......</w:t>
            </w:r>
          </w:p>
          <w:p w:rsidR="006B3786" w:rsidRPr="00DB40FC" w:rsidRDefault="006B3786" w:rsidP="0056460B">
            <w:r w:rsidRPr="00DB40FC">
              <w:t>Jazyky, v ktorých možno komunikovať s vydávajúcim orgánom: ……………….................</w:t>
            </w:r>
            <w:r w:rsidR="0026398D" w:rsidRPr="00DB40FC">
              <w:t>....</w:t>
            </w:r>
            <w:r w:rsidRPr="00DB40FC">
              <w:t>.....</w:t>
            </w:r>
          </w:p>
          <w:p w:rsidR="006B3786" w:rsidRPr="00DB40FC" w:rsidRDefault="006B3786" w:rsidP="0056460B">
            <w:r w:rsidRPr="00DB40FC">
              <w:t>Kontaktné údaje osoby(osôb), ktorú(-é) možno kontaktovať so žiadosťou o dodatočné informácie alebo s cieľom dohodnúť praktické opatrenia na vykonanie príkazu, pokiaľ nie sú zhodné s dosiaľ uvedenými údajmi:</w:t>
            </w:r>
          </w:p>
          <w:p w:rsidR="006B3786" w:rsidRPr="00DB40FC" w:rsidRDefault="006B3786" w:rsidP="0056460B">
            <w:r w:rsidRPr="00DB40FC">
              <w:t>Meno a priezvisko/titul/organizácia: ………………………………………………………</w:t>
            </w:r>
            <w:r w:rsidR="0026398D" w:rsidRPr="00DB40FC">
              <w:t>...</w:t>
            </w:r>
            <w:r w:rsidRPr="00DB40FC">
              <w:t>……</w:t>
            </w:r>
          </w:p>
          <w:p w:rsidR="006B3786" w:rsidRPr="00DB40FC" w:rsidRDefault="006B3786" w:rsidP="0056460B">
            <w:r w:rsidRPr="00DB40FC">
              <w:t>Adresa: ………………………………………………….........……………………………</w:t>
            </w:r>
            <w:r w:rsidR="0026398D" w:rsidRPr="00DB40FC">
              <w:t>...</w:t>
            </w:r>
            <w:r w:rsidRPr="00DB40FC">
              <w:t>……</w:t>
            </w:r>
          </w:p>
          <w:p w:rsidR="006B3786" w:rsidRPr="00DB40FC" w:rsidRDefault="006B3786" w:rsidP="0056460B">
            <w:r w:rsidRPr="00DB40FC">
              <w:t>E-mail/tel. č.: …………………………………………………........................……………</w:t>
            </w:r>
            <w:r w:rsidR="0026398D" w:rsidRPr="00DB40FC">
              <w:t>...</w:t>
            </w:r>
            <w:r w:rsidRPr="00DB40FC">
              <w:t>……</w:t>
            </w:r>
          </w:p>
          <w:p w:rsidR="006B3786" w:rsidRPr="00DB40FC" w:rsidRDefault="006B3786" w:rsidP="0056460B">
            <w:r w:rsidRPr="00DB40FC">
              <w:t>________________</w:t>
            </w:r>
          </w:p>
          <w:p w:rsidR="006B3786" w:rsidRPr="00DB40FC" w:rsidRDefault="006B3786" w:rsidP="0056460B">
            <w:r w:rsidRPr="00DB40FC">
              <w:t>Podpis vydávajúceho orgánu a/alebo jeho zástupcu, ktorý potvrdzuje presnosť a správnosť obsahu osvedčenia k príkazu na zaistenie: ……………………………………………</w:t>
            </w:r>
            <w:r w:rsidR="0026398D" w:rsidRPr="00DB40FC">
              <w:t>...................</w:t>
            </w:r>
            <w:r w:rsidRPr="00DB40FC">
              <w:t>………</w:t>
            </w:r>
          </w:p>
        </w:tc>
      </w:tr>
      <w:tr w:rsidR="006B3786" w:rsidRPr="00DB40FC" w:rsidTr="00B179C8">
        <w:trPr>
          <w:trHeight w:val="20"/>
        </w:trPr>
        <w:tc>
          <w:tcPr>
            <w:tcW w:w="9286" w:type="dxa"/>
            <w:tcBorders>
              <w:bottom w:val="single" w:sz="4" w:space="0" w:color="auto"/>
            </w:tcBorders>
          </w:tcPr>
          <w:p w:rsidR="006B3786" w:rsidRPr="00DB40FC" w:rsidRDefault="006B3786" w:rsidP="006B3786">
            <w:pPr>
              <w:pageBreakBefore/>
            </w:pPr>
            <w:r w:rsidRPr="00DB40FC">
              <w:lastRenderedPageBreak/>
              <w:t>Meno a priezvisko: ………………………………………………………………</w:t>
            </w:r>
            <w:r w:rsidR="0026398D" w:rsidRPr="00DB40FC">
              <w:t>.......</w:t>
            </w:r>
            <w:r w:rsidRPr="00DB40FC">
              <w:t>………..……</w:t>
            </w:r>
          </w:p>
          <w:p w:rsidR="006B3786" w:rsidRPr="00DB40FC" w:rsidRDefault="006B3786" w:rsidP="0056460B">
            <w:r w:rsidRPr="00DB40FC">
              <w:t>Pracovná pozícia (titul/funkcia): …………………………………………………</w:t>
            </w:r>
            <w:r w:rsidR="0026398D" w:rsidRPr="00DB40FC">
              <w:t>.......</w:t>
            </w:r>
            <w:r w:rsidRPr="00DB40FC">
              <w:t>…………….</w:t>
            </w:r>
          </w:p>
          <w:p w:rsidR="006B3786" w:rsidRPr="00DB40FC" w:rsidRDefault="006B3786" w:rsidP="0056460B">
            <w:r w:rsidRPr="00DB40FC">
              <w:t>Dátum: ……………………………………………………………………………</w:t>
            </w:r>
            <w:r w:rsidR="0026398D" w:rsidRPr="00DB40FC">
              <w:t>......</w:t>
            </w:r>
            <w:r w:rsidRPr="00DB40FC">
              <w:t>………….....</w:t>
            </w:r>
          </w:p>
          <w:p w:rsidR="006B3786" w:rsidRPr="00DB40FC" w:rsidRDefault="006B3786" w:rsidP="006B3786">
            <w:pPr>
              <w:pageBreakBefore/>
            </w:pPr>
            <w:r w:rsidRPr="00DB40FC">
              <w:t>Odtlačok úradnej pečiatky (ak je k dispozícii): …………………………………</w:t>
            </w:r>
            <w:r w:rsidR="0026398D" w:rsidRPr="00DB40FC">
              <w:t>........</w:t>
            </w:r>
            <w:r w:rsidRPr="00DB40FC">
              <w:t>……………</w:t>
            </w:r>
          </w:p>
        </w:tc>
      </w:tr>
      <w:tr w:rsidR="006B3786" w:rsidRPr="00DB40FC" w:rsidTr="00B179C8">
        <w:trPr>
          <w:trHeight w:val="20"/>
        </w:trPr>
        <w:tc>
          <w:tcPr>
            <w:tcW w:w="9286" w:type="dxa"/>
            <w:tcBorders>
              <w:top w:val="single" w:sz="4" w:space="0" w:color="auto"/>
            </w:tcBorders>
          </w:tcPr>
          <w:p w:rsidR="006B3786" w:rsidRPr="00DB40FC" w:rsidRDefault="006B3786" w:rsidP="0056460B">
            <w:r w:rsidRPr="00DB40FC">
              <w:t>ODDIEL N: Údaje o orgáne, ktorý príkaz na zaistenie potvrdil</w:t>
            </w:r>
          </w:p>
          <w:p w:rsidR="006B3786" w:rsidRPr="00DB40FC" w:rsidRDefault="006B3786" w:rsidP="0056460B">
            <w:r w:rsidRPr="00DB40FC">
              <w:t>Uveďte, prosím, druh orgánu, ktorý príkaz na zaistenie potvrdil (v relevantných prípadoch):</w:t>
            </w:r>
          </w:p>
          <w:p w:rsidR="006B3786" w:rsidRPr="00DB40FC" w:rsidRDefault="006B3786" w:rsidP="006B3786">
            <w:pPr>
              <w:pStyle w:val="Point0"/>
            </w:pPr>
            <w:r w:rsidRPr="00DB40FC">
              <w:t>□</w:t>
            </w:r>
            <w:r w:rsidRPr="00DB40FC">
              <w:tab/>
              <w:t>sudca alebo súd</w:t>
            </w:r>
          </w:p>
          <w:p w:rsidR="006B3786" w:rsidRPr="00DB40FC" w:rsidRDefault="006B3786" w:rsidP="006B3786">
            <w:pPr>
              <w:pStyle w:val="Point0"/>
            </w:pPr>
            <w:r w:rsidRPr="00DB40FC">
              <w:t>□</w:t>
            </w:r>
            <w:r w:rsidRPr="00DB40FC">
              <w:tab/>
              <w:t>prokurátor</w:t>
            </w:r>
          </w:p>
          <w:p w:rsidR="006B3786" w:rsidRPr="00DB40FC" w:rsidRDefault="006B3786" w:rsidP="0056460B">
            <w:r w:rsidRPr="00DB40FC">
              <w:t>Názov potvrdzujúceho orgánu: ………………………………………</w:t>
            </w:r>
            <w:r w:rsidR="0026398D" w:rsidRPr="00DB40FC">
              <w:t>.....</w:t>
            </w:r>
            <w:r w:rsidRPr="00DB40FC">
              <w:t>…………........................</w:t>
            </w:r>
          </w:p>
          <w:p w:rsidR="006B3786" w:rsidRPr="00DB40FC" w:rsidRDefault="006B3786" w:rsidP="0056460B">
            <w:r w:rsidRPr="00DB40FC">
              <w:t>Meno a priezvisko kontaktnej osoby: ……………………………………</w:t>
            </w:r>
            <w:r w:rsidR="0026398D" w:rsidRPr="00DB40FC">
              <w:t>.......</w:t>
            </w:r>
            <w:r w:rsidRPr="00DB40FC">
              <w:t>……………………</w:t>
            </w:r>
          </w:p>
          <w:p w:rsidR="006B3786" w:rsidRPr="00DB40FC" w:rsidRDefault="006B3786" w:rsidP="0056460B">
            <w:r w:rsidRPr="00DB40FC">
              <w:t>Pracovná pozícia (titul/funkcia): …………………………………………</w:t>
            </w:r>
            <w:r w:rsidR="0026398D" w:rsidRPr="00DB40FC">
              <w:t>......</w:t>
            </w:r>
            <w:r w:rsidRPr="00DB40FC">
              <w:t>……………………</w:t>
            </w:r>
          </w:p>
          <w:p w:rsidR="006B3786" w:rsidRPr="00DB40FC" w:rsidRDefault="006B3786" w:rsidP="0056460B">
            <w:r w:rsidRPr="00DB40FC">
              <w:t>Spis č.: …………………………………………………………………...</w:t>
            </w:r>
            <w:r w:rsidR="0026398D" w:rsidRPr="00DB40FC">
              <w:t>......</w:t>
            </w:r>
            <w:r w:rsidRPr="00DB40FC">
              <w:t>..................................</w:t>
            </w:r>
          </w:p>
          <w:p w:rsidR="006B3786" w:rsidRPr="00DB40FC" w:rsidRDefault="006B3786" w:rsidP="0056460B">
            <w:r w:rsidRPr="00DB40FC">
              <w:t>Adresa: …………………………………………………………………………</w:t>
            </w:r>
            <w:r w:rsidR="0026398D" w:rsidRPr="00DB40FC">
              <w:t>......</w:t>
            </w:r>
            <w:r w:rsidRPr="00DB40FC">
              <w:t>.........................</w:t>
            </w:r>
          </w:p>
        </w:tc>
      </w:tr>
      <w:tr w:rsidR="00526C5A" w:rsidRPr="00DB40FC" w:rsidTr="00B179C8">
        <w:trPr>
          <w:trHeight w:val="20"/>
        </w:trPr>
        <w:tc>
          <w:tcPr>
            <w:tcW w:w="9286" w:type="dxa"/>
          </w:tcPr>
          <w:p w:rsidR="00526C5A" w:rsidRPr="00DB40FC" w:rsidRDefault="00526C5A" w:rsidP="00526C5A">
            <w:pPr>
              <w:pageBreakBefore/>
            </w:pPr>
            <w:r w:rsidRPr="00DB40FC">
              <w:lastRenderedPageBreak/>
              <w:t>Tel. č. (medzinárodná predvoľba) (miestna predvoľba):</w:t>
            </w:r>
            <w:r w:rsidR="006542EF" w:rsidRPr="00DB40FC">
              <w:t xml:space="preserve"> .......</w:t>
            </w:r>
            <w:r w:rsidRPr="00DB40FC">
              <w:t>………………………………………</w:t>
            </w:r>
          </w:p>
          <w:p w:rsidR="00526C5A" w:rsidRPr="00DB40FC" w:rsidRDefault="00526C5A" w:rsidP="0056460B">
            <w:r w:rsidRPr="00DB40FC">
              <w:t>Fax č. (medzinárodná predvoľba) (miestna predvoľba): ……………</w:t>
            </w:r>
            <w:r w:rsidR="006542EF" w:rsidRPr="00DB40FC">
              <w:t>.......</w:t>
            </w:r>
            <w:r w:rsidRPr="00DB40FC">
              <w:t>………………..………</w:t>
            </w:r>
          </w:p>
          <w:p w:rsidR="00526C5A" w:rsidRPr="00DB40FC" w:rsidRDefault="00526C5A" w:rsidP="0056460B">
            <w:r w:rsidRPr="00DB40FC">
              <w:t>E-mail: ……………………………………………………………</w:t>
            </w:r>
            <w:r w:rsidR="006542EF" w:rsidRPr="00DB40FC">
              <w:t>......</w:t>
            </w:r>
            <w:r w:rsidRPr="00DB40FC">
              <w:t>…...........…………………</w:t>
            </w:r>
          </w:p>
          <w:p w:rsidR="00526C5A" w:rsidRPr="00DB40FC" w:rsidRDefault="00526C5A" w:rsidP="0056460B">
            <w:r w:rsidRPr="00DB40FC">
              <w:t>Jazyky, v ktorých možno komunikovať s potvrdzujúcim orgánom: ……</w:t>
            </w:r>
            <w:r w:rsidR="006542EF" w:rsidRPr="00DB40FC">
              <w:t>........</w:t>
            </w:r>
            <w:r w:rsidRPr="00DB40FC">
              <w:t>……...............……..</w:t>
            </w:r>
          </w:p>
          <w:p w:rsidR="00526C5A" w:rsidRPr="00DB40FC" w:rsidRDefault="00526C5A" w:rsidP="0056460B">
            <w:r w:rsidRPr="00DB40FC">
              <w:t>Uveďte, prosím, hlavný kontaktný bod pre vykonávajúci orgán:</w:t>
            </w:r>
          </w:p>
          <w:p w:rsidR="00526C5A" w:rsidRPr="00DB40FC" w:rsidRDefault="00526C5A" w:rsidP="00526C5A">
            <w:pPr>
              <w:pStyle w:val="Point0"/>
            </w:pPr>
            <w:r w:rsidRPr="00DB40FC">
              <w:t>□</w:t>
            </w:r>
            <w:r w:rsidRPr="00DB40FC">
              <w:tab/>
              <w:t>vydávajúci orgán</w:t>
            </w:r>
          </w:p>
          <w:p w:rsidR="00526C5A" w:rsidRPr="00DB40FC" w:rsidRDefault="00526C5A" w:rsidP="00526C5A">
            <w:pPr>
              <w:pStyle w:val="Point0"/>
            </w:pPr>
            <w:r w:rsidRPr="00DB40FC">
              <w:t>□</w:t>
            </w:r>
            <w:r w:rsidRPr="00DB40FC">
              <w:tab/>
              <w:t>potvrdzujúci orgán</w:t>
            </w:r>
          </w:p>
          <w:p w:rsidR="00526C5A" w:rsidRPr="00DB40FC" w:rsidRDefault="00526C5A" w:rsidP="0056460B">
            <w:r w:rsidRPr="00DB40FC">
              <w:t>__________________</w:t>
            </w:r>
          </w:p>
          <w:p w:rsidR="00526C5A" w:rsidRPr="00DB40FC" w:rsidRDefault="00526C5A" w:rsidP="0056460B">
            <w:r w:rsidRPr="00DB40FC">
              <w:t xml:space="preserve">Podpis a údaje potvrdzujúceho orgánu a/alebo jeho zástupcu: </w:t>
            </w:r>
            <w:r w:rsidRPr="00DB40FC">
              <w:br/>
              <w:t>..........................................................................................................................</w:t>
            </w:r>
            <w:r w:rsidR="006542EF" w:rsidRPr="00DB40FC">
              <w:t>.......</w:t>
            </w:r>
            <w:r w:rsidRPr="00DB40FC">
              <w:t>............................</w:t>
            </w:r>
          </w:p>
          <w:p w:rsidR="00526C5A" w:rsidRPr="00DB40FC" w:rsidRDefault="00526C5A" w:rsidP="0056460B">
            <w:r w:rsidRPr="00DB40FC">
              <w:t>Meno a priezvisko: ………………</w:t>
            </w:r>
            <w:bookmarkStart w:id="0" w:name="_GoBack"/>
            <w:bookmarkEnd w:id="0"/>
            <w:r w:rsidRPr="00DB40FC">
              <w:t>………………………………………</w:t>
            </w:r>
            <w:r w:rsidR="006542EF" w:rsidRPr="00DB40FC">
              <w:t>.........</w:t>
            </w:r>
            <w:r w:rsidRPr="00DB40FC">
              <w:t>……………………</w:t>
            </w:r>
          </w:p>
          <w:p w:rsidR="00526C5A" w:rsidRPr="00DB40FC" w:rsidRDefault="00526C5A" w:rsidP="0056460B">
            <w:r w:rsidRPr="00DB40FC">
              <w:t>Pracovná pozícia (titul/funkcia): …………………………………………</w:t>
            </w:r>
            <w:r w:rsidR="006542EF" w:rsidRPr="00DB40FC">
              <w:t>.......</w:t>
            </w:r>
            <w:r w:rsidRPr="00DB40FC">
              <w:t>……………………</w:t>
            </w:r>
          </w:p>
          <w:p w:rsidR="00526C5A" w:rsidRPr="00DB40FC" w:rsidRDefault="00526C5A" w:rsidP="0056460B">
            <w:r w:rsidRPr="00DB40FC">
              <w:t>Dátum: ………………………………………………………………………</w:t>
            </w:r>
            <w:r w:rsidR="006542EF" w:rsidRPr="00DB40FC">
              <w:t>.......</w:t>
            </w:r>
            <w:r w:rsidRPr="00DB40FC">
              <w:t>…………………..</w:t>
            </w:r>
          </w:p>
          <w:p w:rsidR="00526C5A" w:rsidRPr="00DB40FC" w:rsidRDefault="00526C5A" w:rsidP="0056460B">
            <w:r w:rsidRPr="00DB40FC">
              <w:t>Odtlačok úradnej pečiatky (ak je k dispozícii): ……………………………</w:t>
            </w:r>
            <w:r w:rsidR="006542EF" w:rsidRPr="00DB40FC">
              <w:t>............</w:t>
            </w:r>
            <w:r w:rsidRPr="00DB40FC">
              <w:t>…………………</w:t>
            </w:r>
          </w:p>
        </w:tc>
      </w:tr>
      <w:tr w:rsidR="00EB7E86" w:rsidRPr="00DB40FC" w:rsidTr="00B179C8">
        <w:trPr>
          <w:trHeight w:val="20"/>
        </w:trPr>
        <w:tc>
          <w:tcPr>
            <w:tcW w:w="9286" w:type="dxa"/>
            <w:tcBorders>
              <w:bottom w:val="single" w:sz="4" w:space="0" w:color="auto"/>
            </w:tcBorders>
          </w:tcPr>
          <w:p w:rsidR="00EB7E86" w:rsidRPr="00DB40FC" w:rsidRDefault="00EB7E86" w:rsidP="00526C5A">
            <w:pPr>
              <w:pageBreakBefore/>
            </w:pPr>
            <w:r w:rsidRPr="00DB40FC">
              <w:lastRenderedPageBreak/>
              <w:t>ODDIEL O: Ústredný orgán</w:t>
            </w:r>
          </w:p>
          <w:p w:rsidR="00EB7E86" w:rsidRPr="00DB40FC" w:rsidRDefault="00EB7E86" w:rsidP="0056460B">
            <w:r w:rsidRPr="00DB40FC">
              <w:t>Ak bola zodpovednosť za administratívne zasielanie a prijímanie osvedčenia k príkazom na zaistenie vo vydávajúcom štáte zverená ústrednému orgánu, uveďte, prosím:</w:t>
            </w:r>
          </w:p>
          <w:p w:rsidR="00EB7E86" w:rsidRPr="00DB40FC" w:rsidRDefault="00EB7E86" w:rsidP="0056460B">
            <w:r w:rsidRPr="00DB40FC">
              <w:t>Názov ústredného orgánu: ……………………………….…………</w:t>
            </w:r>
            <w:r w:rsidR="006542EF" w:rsidRPr="00DB40FC">
              <w:t>.......</w:t>
            </w:r>
            <w:r w:rsidRPr="00DB40FC">
              <w:t>……......………………...</w:t>
            </w:r>
          </w:p>
          <w:p w:rsidR="00EB7E86" w:rsidRPr="00DB40FC" w:rsidRDefault="00EB7E86" w:rsidP="0056460B">
            <w:r w:rsidRPr="00DB40FC">
              <w:t>Meno a priezvisko kontaktnej osoby): …………………....................</w:t>
            </w:r>
            <w:r w:rsidR="006542EF" w:rsidRPr="00DB40FC">
              <w:t>.......</w:t>
            </w:r>
            <w:r w:rsidRPr="00DB40FC">
              <w:t>............................………</w:t>
            </w:r>
          </w:p>
          <w:p w:rsidR="00EB7E86" w:rsidRPr="00DB40FC" w:rsidRDefault="00EB7E86" w:rsidP="0056460B">
            <w:r w:rsidRPr="00DB40FC">
              <w:t>Pracovná pozícia (titul/funkcia): ………………………………</w:t>
            </w:r>
            <w:r w:rsidR="006542EF" w:rsidRPr="00DB40FC">
              <w:t>.........</w:t>
            </w:r>
            <w:r w:rsidRPr="00DB40FC">
              <w:t>………………………………</w:t>
            </w:r>
          </w:p>
          <w:p w:rsidR="00EB7E86" w:rsidRPr="00DB40FC" w:rsidRDefault="00EB7E86" w:rsidP="0056460B">
            <w:r w:rsidRPr="00DB40FC">
              <w:t>Spis č.: …………………………………………………………</w:t>
            </w:r>
            <w:r w:rsidR="006542EF" w:rsidRPr="00DB40FC">
              <w:t>.......</w:t>
            </w:r>
            <w:r w:rsidRPr="00DB40FC">
              <w:t>………......................................</w:t>
            </w:r>
          </w:p>
          <w:p w:rsidR="00EB7E86" w:rsidRPr="00DB40FC" w:rsidRDefault="00EB7E86" w:rsidP="0056460B">
            <w:r w:rsidRPr="00DB40FC">
              <w:t>Adresa: ……………………………………………………………</w:t>
            </w:r>
            <w:r w:rsidR="006542EF" w:rsidRPr="00DB40FC">
              <w:t>..........</w:t>
            </w:r>
            <w:r w:rsidRPr="00DB40FC">
              <w:t>…………………………..</w:t>
            </w:r>
          </w:p>
          <w:p w:rsidR="00EB7E86" w:rsidRPr="00DB40FC" w:rsidRDefault="00EB7E86" w:rsidP="0056460B">
            <w:r w:rsidRPr="00DB40FC">
              <w:t>Tel. č. (medzinárodná predvoľba) (miestna predvoľba): ...................</w:t>
            </w:r>
            <w:r w:rsidR="006542EF" w:rsidRPr="00DB40FC">
              <w:t>.......</w:t>
            </w:r>
            <w:r w:rsidRPr="00DB40FC">
              <w:t>..........................................</w:t>
            </w:r>
          </w:p>
          <w:p w:rsidR="00EB7E86" w:rsidRPr="00DB40FC" w:rsidRDefault="00EB7E86" w:rsidP="0056460B">
            <w:r w:rsidRPr="00DB40FC">
              <w:t>Fax č. (medzinárodná predvoľba) (miestna predvoľba): .......................</w:t>
            </w:r>
            <w:r w:rsidR="006542EF" w:rsidRPr="00DB40FC">
              <w:t>.......</w:t>
            </w:r>
            <w:r w:rsidRPr="00DB40FC">
              <w:t>......................................</w:t>
            </w:r>
          </w:p>
          <w:p w:rsidR="00EB7E86" w:rsidRPr="00DB40FC" w:rsidRDefault="00EB7E86" w:rsidP="0056460B">
            <w:r w:rsidRPr="00DB40FC">
              <w:t>E-mail: ........................................................................................................</w:t>
            </w:r>
            <w:r w:rsidR="006542EF" w:rsidRPr="00DB40FC">
              <w:t>.......</w:t>
            </w:r>
            <w:r w:rsidRPr="00DB40FC">
              <w:t>..................................</w:t>
            </w:r>
          </w:p>
        </w:tc>
      </w:tr>
      <w:tr w:rsidR="00EB7E86" w:rsidRPr="00DB40FC" w:rsidTr="00B179C8">
        <w:trPr>
          <w:trHeight w:val="20"/>
        </w:trPr>
        <w:tc>
          <w:tcPr>
            <w:tcW w:w="9286" w:type="dxa"/>
            <w:tcBorders>
              <w:top w:val="single" w:sz="4" w:space="0" w:color="auto"/>
            </w:tcBorders>
          </w:tcPr>
          <w:p w:rsidR="00EB7E86" w:rsidRPr="00DB40FC" w:rsidRDefault="00EB7E86" w:rsidP="0056460B">
            <w:r w:rsidRPr="00DB40FC">
              <w:t>ODDIEL P: Prílohy</w:t>
            </w:r>
          </w:p>
          <w:p w:rsidR="00EB7E86" w:rsidRPr="00DB40FC" w:rsidRDefault="00EB7E86" w:rsidP="0056460B">
            <w:r w:rsidRPr="00DB40FC">
              <w:t>Uveďte, prosím, prílohy k osvedčeniu: ……………….............…………</w:t>
            </w:r>
            <w:r w:rsidR="006542EF" w:rsidRPr="00DB40FC">
              <w:t>......</w:t>
            </w:r>
            <w:r w:rsidRPr="00DB40FC">
              <w:t>……………………...</w:t>
            </w:r>
          </w:p>
        </w:tc>
      </w:tr>
    </w:tbl>
    <w:p w:rsidR="00F530D2" w:rsidRPr="00DB40FC" w:rsidRDefault="00F530D2" w:rsidP="00EB7E86">
      <w:pPr>
        <w:pStyle w:val="Lignefinal"/>
      </w:pPr>
    </w:p>
    <w:p w:rsidR="002C62FB" w:rsidRDefault="002C62FB" w:rsidP="002C62FB">
      <w:pPr>
        <w:pStyle w:val="Annexetitre"/>
      </w:pPr>
    </w:p>
    <w:p w:rsidR="002C62FB" w:rsidRPr="002C62FB" w:rsidRDefault="002C62FB" w:rsidP="002C62FB"/>
    <w:p w:rsidR="002C62FB" w:rsidRPr="002C62FB" w:rsidRDefault="002C62FB" w:rsidP="002C62FB"/>
    <w:p w:rsidR="002C62FB" w:rsidRPr="002C62FB" w:rsidRDefault="002C62FB" w:rsidP="002C62FB"/>
    <w:p w:rsidR="002C62FB" w:rsidRPr="002C62FB" w:rsidRDefault="002C62FB" w:rsidP="002C62FB"/>
    <w:p w:rsidR="002C62FB" w:rsidRPr="002C62FB" w:rsidRDefault="002C62FB" w:rsidP="002C62FB"/>
    <w:p w:rsidR="00D50598" w:rsidRPr="002C62FB" w:rsidRDefault="002C62FB" w:rsidP="002C62FB">
      <w:pPr>
        <w:tabs>
          <w:tab w:val="left" w:pos="3269"/>
        </w:tabs>
      </w:pPr>
      <w:r>
        <w:tab/>
      </w:r>
    </w:p>
    <w:sectPr w:rsidR="00D50598" w:rsidRPr="002C62FB" w:rsidSect="008638A2">
      <w:footerReference w:type="default" r:id="rId8"/>
      <w:footnotePr>
        <w:numRestart w:val="eachPage"/>
      </w:footnotePr>
      <w:endnotePr>
        <w:numFmt w:val="decimal"/>
      </w:endnotePr>
      <w:pgSz w:w="11906" w:h="16838" w:code="9"/>
      <w:pgMar w:top="1134" w:right="1134" w:bottom="1134" w:left="1134" w:header="567" w:footer="567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EB0" w:rsidRDefault="00955EB0" w:rsidP="000B2C34">
      <w:pPr>
        <w:spacing w:before="0" w:after="0" w:line="240" w:lineRule="auto"/>
      </w:pPr>
      <w:r>
        <w:separator/>
      </w:r>
    </w:p>
  </w:endnote>
  <w:endnote w:type="continuationSeparator" w:id="0">
    <w:p w:rsidR="00955EB0" w:rsidRDefault="00955EB0" w:rsidP="000B2C3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shelf Symbol 3">
    <w:altName w:val="Symbol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3419"/>
      <w:gridCol w:w="1398"/>
      <w:gridCol w:w="1205"/>
      <w:gridCol w:w="278"/>
      <w:gridCol w:w="1355"/>
      <w:gridCol w:w="848"/>
      <w:gridCol w:w="1135"/>
    </w:tblGrid>
    <w:tr w:rsidR="008638A2" w:rsidRPr="0035025C" w:rsidTr="008638A2">
      <w:trPr>
        <w:jc w:val="center"/>
      </w:trPr>
      <w:tc>
        <w:tcPr>
          <w:tcW w:w="5000" w:type="pct"/>
          <w:gridSpan w:val="7"/>
          <w:shd w:val="clear" w:color="auto" w:fill="auto"/>
          <w:tcMar>
            <w:top w:w="57" w:type="dxa"/>
          </w:tcMar>
        </w:tcPr>
        <w:p w:rsidR="008638A2" w:rsidRPr="0035025C" w:rsidRDefault="008638A2" w:rsidP="0035025C">
          <w:pPr>
            <w:pStyle w:val="FooterText"/>
            <w:pBdr>
              <w:top w:val="single" w:sz="4" w:space="1" w:color="auto"/>
            </w:pBdr>
            <w:spacing w:before="200"/>
            <w:rPr>
              <w:sz w:val="2"/>
              <w:szCs w:val="2"/>
            </w:rPr>
          </w:pPr>
        </w:p>
      </w:tc>
    </w:tr>
    <w:tr w:rsidR="008638A2" w:rsidRPr="00B310DC" w:rsidTr="008638A2">
      <w:trPr>
        <w:jc w:val="center"/>
      </w:trPr>
      <w:tc>
        <w:tcPr>
          <w:tcW w:w="2499" w:type="pct"/>
          <w:gridSpan w:val="2"/>
          <w:shd w:val="clear" w:color="auto" w:fill="auto"/>
          <w:tcMar>
            <w:top w:w="0" w:type="dxa"/>
          </w:tcMar>
        </w:tcPr>
        <w:p w:rsidR="008638A2" w:rsidRPr="00AD7BF2" w:rsidRDefault="008638A2" w:rsidP="0035025C">
          <w:pPr>
            <w:pStyle w:val="FooterText"/>
          </w:pPr>
        </w:p>
      </w:tc>
      <w:tc>
        <w:tcPr>
          <w:tcW w:w="625" w:type="pct"/>
          <w:shd w:val="clear" w:color="auto" w:fill="auto"/>
          <w:tcMar>
            <w:top w:w="0" w:type="dxa"/>
          </w:tcMar>
        </w:tcPr>
        <w:p w:rsidR="008638A2" w:rsidRPr="00AD7BF2" w:rsidRDefault="008638A2" w:rsidP="0035025C">
          <w:pPr>
            <w:pStyle w:val="FooterText"/>
            <w:jc w:val="center"/>
          </w:pPr>
        </w:p>
      </w:tc>
      <w:tc>
        <w:tcPr>
          <w:tcW w:w="1287" w:type="pct"/>
          <w:gridSpan w:val="3"/>
          <w:shd w:val="clear" w:color="auto" w:fill="auto"/>
          <w:tcMar>
            <w:top w:w="0" w:type="dxa"/>
          </w:tcMar>
        </w:tcPr>
        <w:p w:rsidR="008638A2" w:rsidRPr="002511D8" w:rsidRDefault="008638A2" w:rsidP="0035025C">
          <w:pPr>
            <w:pStyle w:val="FooterText"/>
            <w:jc w:val="center"/>
          </w:pPr>
        </w:p>
      </w:tc>
      <w:tc>
        <w:tcPr>
          <w:tcW w:w="589" w:type="pct"/>
          <w:shd w:val="clear" w:color="auto" w:fill="auto"/>
          <w:tcMar>
            <w:top w:w="0" w:type="dxa"/>
          </w:tcMar>
        </w:tcPr>
        <w:p w:rsidR="008638A2" w:rsidRPr="00B310DC" w:rsidRDefault="008638A2" w:rsidP="008638A2">
          <w:pPr>
            <w:pStyle w:val="FooterText"/>
            <w:jc w:val="right"/>
          </w:pP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2C62FB">
            <w:rPr>
              <w:noProof/>
            </w:rPr>
            <w:t>21</w:t>
          </w:r>
          <w:r>
            <w:fldChar w:fldCharType="end"/>
          </w:r>
        </w:p>
      </w:tc>
    </w:tr>
    <w:tr w:rsidR="008638A2" w:rsidRPr="0035025C" w:rsidTr="008638A2">
      <w:trPr>
        <w:jc w:val="center"/>
      </w:trPr>
      <w:tc>
        <w:tcPr>
          <w:tcW w:w="1774" w:type="pct"/>
          <w:shd w:val="clear" w:color="auto" w:fill="auto"/>
        </w:tcPr>
        <w:p w:rsidR="008638A2" w:rsidRPr="00AD7BF2" w:rsidRDefault="002C62FB" w:rsidP="0035025C">
          <w:pPr>
            <w:pStyle w:val="FooterText"/>
            <w:spacing w:before="40"/>
          </w:pPr>
          <w:r>
            <w:t>PRÍLOHA I</w:t>
          </w:r>
        </w:p>
      </w:tc>
      <w:tc>
        <w:tcPr>
          <w:tcW w:w="1494" w:type="pct"/>
          <w:gridSpan w:val="3"/>
          <w:shd w:val="clear" w:color="auto" w:fill="auto"/>
        </w:tcPr>
        <w:p w:rsidR="008638A2" w:rsidRPr="00AD7BF2" w:rsidRDefault="008638A2" w:rsidP="0035025C">
          <w:pPr>
            <w:pStyle w:val="FooterText"/>
            <w:spacing w:before="40"/>
            <w:jc w:val="center"/>
          </w:pPr>
        </w:p>
      </w:tc>
      <w:tc>
        <w:tcPr>
          <w:tcW w:w="703" w:type="pct"/>
          <w:shd w:val="clear" w:color="auto" w:fill="auto"/>
        </w:tcPr>
        <w:p w:rsidR="008638A2" w:rsidRPr="0035025C" w:rsidRDefault="008638A2" w:rsidP="004B628B">
          <w:pPr>
            <w:pStyle w:val="FooterText"/>
            <w:jc w:val="center"/>
            <w:rPr>
              <w:b/>
              <w:position w:val="-4"/>
              <w:sz w:val="36"/>
            </w:rPr>
          </w:pPr>
        </w:p>
      </w:tc>
      <w:tc>
        <w:tcPr>
          <w:tcW w:w="1029" w:type="pct"/>
          <w:gridSpan w:val="2"/>
          <w:shd w:val="clear" w:color="auto" w:fill="auto"/>
        </w:tcPr>
        <w:p w:rsidR="008638A2" w:rsidRPr="0035025C" w:rsidRDefault="008638A2" w:rsidP="0035025C">
          <w:pPr>
            <w:pStyle w:val="FooterText"/>
            <w:jc w:val="right"/>
            <w:rPr>
              <w:sz w:val="16"/>
            </w:rPr>
          </w:pPr>
          <w:r>
            <w:rPr>
              <w:b/>
              <w:position w:val="-4"/>
              <w:sz w:val="36"/>
            </w:rPr>
            <w:t>SK</w:t>
          </w:r>
        </w:p>
      </w:tc>
    </w:tr>
  </w:tbl>
  <w:p w:rsidR="00FC0769" w:rsidRPr="008638A2" w:rsidRDefault="00FC0769" w:rsidP="008638A2">
    <w:pPr>
      <w:pStyle w:val="FooterCounci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EB0" w:rsidRDefault="00955EB0" w:rsidP="000B2C34">
      <w:pPr>
        <w:spacing w:before="0" w:after="0" w:line="240" w:lineRule="auto"/>
      </w:pPr>
      <w:r>
        <w:separator/>
      </w:r>
    </w:p>
  </w:footnote>
  <w:footnote w:type="continuationSeparator" w:id="0">
    <w:p w:rsidR="00955EB0" w:rsidRDefault="00955EB0" w:rsidP="000B2C34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43DCE31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55B45B7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EC4CA14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1D1C084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4A786E8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FE6E714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78EA431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43B4AC2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474A75"/>
    <w:multiLevelType w:val="multilevel"/>
    <w:tmpl w:val="12A223C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bdr w:val="none" w:sz="0" w:space="0" w:color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bdr w:val="none" w:sz="0" w:space="0" w:color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dr w:val="none" w:sz="0" w:space="0" w:color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bdr w:val="none" w:sz="0" w:space="0" w:color="auto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bdr w:val="none" w:sz="0" w:space="0" w:color="auto"/>
      </w:rPr>
    </w:lvl>
  </w:abstractNum>
  <w:abstractNum w:abstractNumId="9" w15:restartNumberingAfterBreak="0">
    <w:nsid w:val="06495604"/>
    <w:multiLevelType w:val="multilevel"/>
    <w:tmpl w:val="9F60CF46"/>
    <w:name w:val="Points"/>
    <w:lvl w:ilvl="0">
      <w:start w:val="1"/>
      <w:numFmt w:val="decimal"/>
      <w:lvlRestart w:val="0"/>
      <w:pStyle w:val="Point12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pStyle w:val="Pointabc"/>
      <w:lvlText w:val="%2)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Point1231"/>
      <w:lvlText w:val="%3."/>
      <w:lvlJc w:val="left"/>
      <w:pPr>
        <w:tabs>
          <w:tab w:val="num" w:pos="1134"/>
        </w:tabs>
        <w:ind w:left="1134" w:hanging="567"/>
      </w:pPr>
    </w:lvl>
    <w:lvl w:ilvl="3">
      <w:start w:val="1"/>
      <w:numFmt w:val="lowerLetter"/>
      <w:pStyle w:val="Pointabc1"/>
      <w:lvlText w:val="%4)"/>
      <w:lvlJc w:val="left"/>
      <w:pPr>
        <w:tabs>
          <w:tab w:val="num" w:pos="1134"/>
        </w:tabs>
        <w:ind w:left="1134" w:hanging="567"/>
      </w:pPr>
    </w:lvl>
    <w:lvl w:ilvl="4">
      <w:start w:val="1"/>
      <w:numFmt w:val="decimal"/>
      <w:pStyle w:val="Point1232"/>
      <w:lvlText w:val="%5."/>
      <w:lvlJc w:val="left"/>
      <w:pPr>
        <w:tabs>
          <w:tab w:val="num" w:pos="1701"/>
        </w:tabs>
        <w:ind w:left="1701" w:hanging="567"/>
      </w:pPr>
    </w:lvl>
    <w:lvl w:ilvl="5">
      <w:start w:val="1"/>
      <w:numFmt w:val="lowerLetter"/>
      <w:pStyle w:val="Pointabc2"/>
      <w:lvlText w:val="%6)"/>
      <w:lvlJc w:val="left"/>
      <w:pPr>
        <w:tabs>
          <w:tab w:val="num" w:pos="1701"/>
        </w:tabs>
        <w:ind w:left="1701" w:hanging="567"/>
      </w:pPr>
    </w:lvl>
    <w:lvl w:ilvl="6">
      <w:start w:val="1"/>
      <w:numFmt w:val="decimal"/>
      <w:pStyle w:val="Point1233"/>
      <w:lvlText w:val="%7."/>
      <w:lvlJc w:val="left"/>
      <w:pPr>
        <w:tabs>
          <w:tab w:val="num" w:pos="2268"/>
        </w:tabs>
        <w:ind w:left="2268" w:hanging="567"/>
      </w:pPr>
    </w:lvl>
    <w:lvl w:ilvl="7">
      <w:start w:val="1"/>
      <w:numFmt w:val="lowerLetter"/>
      <w:pStyle w:val="Pointabc3"/>
      <w:lvlText w:val="%8)"/>
      <w:lvlJc w:val="left"/>
      <w:pPr>
        <w:tabs>
          <w:tab w:val="num" w:pos="2268"/>
        </w:tabs>
        <w:ind w:left="2268" w:hanging="567"/>
      </w:pPr>
    </w:lvl>
    <w:lvl w:ilvl="8">
      <w:start w:val="1"/>
      <w:numFmt w:val="lowerLetter"/>
      <w:pStyle w:val="Pointabc4"/>
      <w:lvlText w:val="%9)"/>
      <w:lvlJc w:val="left"/>
      <w:pPr>
        <w:tabs>
          <w:tab w:val="num" w:pos="2835"/>
        </w:tabs>
        <w:ind w:left="2835" w:hanging="567"/>
      </w:pPr>
    </w:lvl>
  </w:abstractNum>
  <w:abstractNum w:abstractNumId="10" w15:restartNumberingAfterBreak="0">
    <w:nsid w:val="066B5A68"/>
    <w:multiLevelType w:val="singleLevel"/>
    <w:tmpl w:val="8B0853B0"/>
    <w:name w:val="Dash 1"/>
    <w:lvl w:ilvl="0">
      <w:start w:val="1"/>
      <w:numFmt w:val="bullet"/>
      <w:lvlRestart w:val="0"/>
      <w:pStyle w:val="Dash1"/>
      <w:lvlText w:val="–"/>
      <w:lvlJc w:val="left"/>
      <w:pPr>
        <w:tabs>
          <w:tab w:val="num" w:pos="1134"/>
        </w:tabs>
        <w:ind w:left="1134" w:hanging="567"/>
      </w:pPr>
    </w:lvl>
  </w:abstractNum>
  <w:abstractNum w:abstractNumId="11" w15:restartNumberingAfterBreak="0">
    <w:nsid w:val="09C20093"/>
    <w:multiLevelType w:val="singleLevel"/>
    <w:tmpl w:val="05F6137C"/>
    <w:name w:val="Dash 4"/>
    <w:lvl w:ilvl="0">
      <w:start w:val="1"/>
      <w:numFmt w:val="bullet"/>
      <w:lvlRestart w:val="0"/>
      <w:pStyle w:val="Dash4"/>
      <w:lvlText w:val="–"/>
      <w:lvlJc w:val="left"/>
      <w:pPr>
        <w:tabs>
          <w:tab w:val="num" w:pos="2835"/>
        </w:tabs>
        <w:ind w:left="2835" w:hanging="567"/>
      </w:pPr>
    </w:lvl>
  </w:abstractNum>
  <w:abstractNum w:abstractNumId="12" w15:restartNumberingAfterBreak="0">
    <w:nsid w:val="0A225A2D"/>
    <w:multiLevelType w:val="singleLevel"/>
    <w:tmpl w:val="5EAA04A8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  <w:bdr w:val="none" w:sz="0" w:space="0" w:color="auto"/>
      </w:rPr>
    </w:lvl>
  </w:abstractNum>
  <w:abstractNum w:abstractNumId="13" w15:restartNumberingAfterBreak="0">
    <w:nsid w:val="0BD52520"/>
    <w:multiLevelType w:val="singleLevel"/>
    <w:tmpl w:val="C8D4FE30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  <w:bdr w:val="none" w:sz="0" w:space="0" w:color="auto"/>
      </w:rPr>
    </w:lvl>
  </w:abstractNum>
  <w:abstractNum w:abstractNumId="14" w15:restartNumberingAfterBreak="0">
    <w:nsid w:val="0CC176F9"/>
    <w:multiLevelType w:val="singleLevel"/>
    <w:tmpl w:val="4282F5D2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</w:abstractNum>
  <w:abstractNum w:abstractNumId="15" w15:restartNumberingAfterBreak="0">
    <w:nsid w:val="0EEA6825"/>
    <w:multiLevelType w:val="singleLevel"/>
    <w:tmpl w:val="F14A3676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</w:abstractNum>
  <w:abstractNum w:abstractNumId="16" w15:restartNumberingAfterBreak="0">
    <w:nsid w:val="172B0495"/>
    <w:multiLevelType w:val="multilevel"/>
    <w:tmpl w:val="FED03EAA"/>
    <w:name w:val="Heading ABC"/>
    <w:lvl w:ilvl="0">
      <w:start w:val="1"/>
      <w:numFmt w:val="upperLetter"/>
      <w:lvlRestart w:val="0"/>
      <w:pStyle w:val="HeadingABC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1A777BB9"/>
    <w:multiLevelType w:val="multilevel"/>
    <w:tmpl w:val="0E762C96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bdr w:val="none" w:sz="0" w:space="0" w:color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bdr w:val="none" w:sz="0" w:space="0" w:color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dr w:val="none" w:sz="0" w:space="0" w:color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bdr w:val="none" w:sz="0" w:space="0" w:color="auto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bdr w:val="none" w:sz="0" w:space="0" w:color="auto"/>
      </w:rPr>
    </w:lvl>
  </w:abstractNum>
  <w:abstractNum w:abstractNumId="18" w15:restartNumberingAfterBreak="0">
    <w:nsid w:val="26596D70"/>
    <w:multiLevelType w:val="multilevel"/>
    <w:tmpl w:val="0ABAD01C"/>
    <w:name w:val="Points roman"/>
    <w:lvl w:ilvl="0">
      <w:start w:val="1"/>
      <w:numFmt w:val="lowerRoman"/>
      <w:lvlRestart w:val="0"/>
      <w:pStyle w:val="Pointivx"/>
      <w:lvlText w:val="%1)"/>
      <w:lvlJc w:val="left"/>
      <w:pPr>
        <w:tabs>
          <w:tab w:val="num" w:pos="567"/>
        </w:tabs>
        <w:ind w:left="567" w:hanging="567"/>
      </w:pPr>
    </w:lvl>
    <w:lvl w:ilvl="1">
      <w:start w:val="1"/>
      <w:numFmt w:val="lowerRoman"/>
      <w:pStyle w:val="Pointivx1"/>
      <w:lvlText w:val="%2)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Pointivx2"/>
      <w:lvlText w:val="%3)"/>
      <w:lvlJc w:val="left"/>
      <w:pPr>
        <w:tabs>
          <w:tab w:val="num" w:pos="1701"/>
        </w:tabs>
        <w:ind w:left="1701" w:hanging="567"/>
      </w:pPr>
    </w:lvl>
    <w:lvl w:ilvl="3">
      <w:start w:val="1"/>
      <w:numFmt w:val="lowerRoman"/>
      <w:pStyle w:val="Pointivx3"/>
      <w:lvlText w:val="%4)"/>
      <w:lvlJc w:val="left"/>
      <w:pPr>
        <w:tabs>
          <w:tab w:val="num" w:pos="2268"/>
        </w:tabs>
        <w:ind w:left="2268" w:hanging="567"/>
      </w:pPr>
    </w:lvl>
    <w:lvl w:ilvl="4">
      <w:start w:val="1"/>
      <w:numFmt w:val="lowerRoman"/>
      <w:pStyle w:val="Pointivx4"/>
      <w:lvlText w:val="%5)"/>
      <w:lvlJc w:val="left"/>
      <w:pPr>
        <w:tabs>
          <w:tab w:val="num" w:pos="2835"/>
        </w:tabs>
        <w:ind w:left="2835" w:hanging="567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7A94842"/>
    <w:multiLevelType w:val="multilevel"/>
    <w:tmpl w:val="AF12CA62"/>
    <w:name w:val="Heading 123"/>
    <w:lvl w:ilvl="0">
      <w:start w:val="1"/>
      <w:numFmt w:val="decimal"/>
      <w:lvlRestart w:val="0"/>
      <w:pStyle w:val="Heading12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3A56F26"/>
    <w:multiLevelType w:val="singleLevel"/>
    <w:tmpl w:val="FE964A34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  <w:bdr w:val="none" w:sz="0" w:space="0" w:color="auto"/>
      </w:rPr>
    </w:lvl>
  </w:abstractNum>
  <w:abstractNum w:abstractNumId="21" w15:restartNumberingAfterBreak="0">
    <w:nsid w:val="39692AE2"/>
    <w:multiLevelType w:val="multilevel"/>
    <w:tmpl w:val="975EA0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9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122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1728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2232"/>
        </w:tabs>
        <w:ind w:left="2232" w:hanging="223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27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324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374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4320"/>
      </w:pPr>
    </w:lvl>
  </w:abstractNum>
  <w:abstractNum w:abstractNumId="22" w15:restartNumberingAfterBreak="0">
    <w:nsid w:val="44830AE8"/>
    <w:multiLevelType w:val="singleLevel"/>
    <w:tmpl w:val="C694AB9E"/>
    <w:name w:val="Bullet (0)"/>
    <w:lvl w:ilvl="0">
      <w:start w:val="1"/>
      <w:numFmt w:val="bullet"/>
      <w:lvlRestart w:val="0"/>
      <w:pStyle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23" w15:restartNumberingAfterBreak="0">
    <w:nsid w:val="4B013CF3"/>
    <w:multiLevelType w:val="singleLevel"/>
    <w:tmpl w:val="5D7CB33C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  <w:rPr>
        <w:bdr w:val="none" w:sz="0" w:space="0" w:color="auto"/>
      </w:rPr>
    </w:lvl>
  </w:abstractNum>
  <w:abstractNum w:abstractNumId="24" w15:restartNumberingAfterBreak="0">
    <w:nsid w:val="523628EF"/>
    <w:multiLevelType w:val="singleLevel"/>
    <w:tmpl w:val="34FC1884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  <w:rPr>
        <w:bdr w:val="none" w:sz="0" w:space="0" w:color="auto"/>
      </w:rPr>
    </w:lvl>
  </w:abstractNum>
  <w:abstractNum w:abstractNumId="25" w15:restartNumberingAfterBreak="0">
    <w:nsid w:val="561226A2"/>
    <w:multiLevelType w:val="singleLevel"/>
    <w:tmpl w:val="E5081854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  <w:rPr>
        <w:bdr w:val="none" w:sz="0" w:space="0" w:color="auto"/>
      </w:rPr>
    </w:lvl>
  </w:abstractNum>
  <w:abstractNum w:abstractNumId="26" w15:restartNumberingAfterBreak="0">
    <w:nsid w:val="56FC5C3C"/>
    <w:multiLevelType w:val="hybridMultilevel"/>
    <w:tmpl w:val="44087782"/>
    <w:lvl w:ilvl="0" w:tplc="19D42F88">
      <w:start w:val="1"/>
      <w:numFmt w:val="bullet"/>
      <w:pStyle w:val="odrka-kula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227889"/>
    <w:multiLevelType w:val="singleLevel"/>
    <w:tmpl w:val="B83C732C"/>
    <w:name w:val="Dash Equal 2"/>
    <w:lvl w:ilvl="0">
      <w:start w:val="1"/>
      <w:numFmt w:val="bullet"/>
      <w:lvlRestart w:val="0"/>
      <w:pStyle w:val="DashEqual2"/>
      <w:lvlText w:val="="/>
      <w:lvlJc w:val="left"/>
      <w:pPr>
        <w:tabs>
          <w:tab w:val="num" w:pos="1701"/>
        </w:tabs>
        <w:ind w:left="1701" w:hanging="567"/>
      </w:pPr>
    </w:lvl>
  </w:abstractNum>
  <w:abstractNum w:abstractNumId="28" w15:restartNumberingAfterBreak="0">
    <w:nsid w:val="57CF7392"/>
    <w:multiLevelType w:val="multilevel"/>
    <w:tmpl w:val="8F703574"/>
    <w:name w:val="Heading IVX"/>
    <w:lvl w:ilvl="0">
      <w:start w:val="1"/>
      <w:numFmt w:val="upperRoman"/>
      <w:lvlRestart w:val="0"/>
      <w:pStyle w:val="HeadingIVX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5D60669B"/>
    <w:multiLevelType w:val="singleLevel"/>
    <w:tmpl w:val="A97ED7DE"/>
    <w:name w:val="Dash 3"/>
    <w:lvl w:ilvl="0">
      <w:start w:val="1"/>
      <w:numFmt w:val="bullet"/>
      <w:lvlRestart w:val="0"/>
      <w:pStyle w:val="Dash3"/>
      <w:lvlText w:val="–"/>
      <w:lvlJc w:val="left"/>
      <w:pPr>
        <w:tabs>
          <w:tab w:val="num" w:pos="2268"/>
        </w:tabs>
        <w:ind w:left="2268" w:hanging="567"/>
      </w:pPr>
    </w:lvl>
  </w:abstractNum>
  <w:abstractNum w:abstractNumId="30" w15:restartNumberingAfterBreak="0">
    <w:nsid w:val="6774118E"/>
    <w:multiLevelType w:val="singleLevel"/>
    <w:tmpl w:val="5944F242"/>
    <w:name w:val="Dash Equal 4"/>
    <w:lvl w:ilvl="0">
      <w:start w:val="1"/>
      <w:numFmt w:val="bullet"/>
      <w:lvlRestart w:val="0"/>
      <w:pStyle w:val="DashEqual4"/>
      <w:lvlText w:val="="/>
      <w:lvlJc w:val="left"/>
      <w:pPr>
        <w:tabs>
          <w:tab w:val="num" w:pos="2835"/>
        </w:tabs>
        <w:ind w:left="2835" w:hanging="567"/>
      </w:pPr>
    </w:lvl>
  </w:abstractNum>
  <w:abstractNum w:abstractNumId="31" w15:restartNumberingAfterBreak="0">
    <w:nsid w:val="6D9D664B"/>
    <w:multiLevelType w:val="singleLevel"/>
    <w:tmpl w:val="11148DA2"/>
    <w:name w:val="Dash 0"/>
    <w:lvl w:ilvl="0">
      <w:start w:val="1"/>
      <w:numFmt w:val="bullet"/>
      <w:lvlRestart w:val="0"/>
      <w:pStyle w:val="Dash"/>
      <w:lvlText w:val="–"/>
      <w:lvlJc w:val="left"/>
      <w:pPr>
        <w:tabs>
          <w:tab w:val="num" w:pos="567"/>
        </w:tabs>
        <w:ind w:left="567" w:hanging="567"/>
      </w:pPr>
    </w:lvl>
  </w:abstractNum>
  <w:abstractNum w:abstractNumId="32" w15:restartNumberingAfterBreak="0">
    <w:nsid w:val="6F642730"/>
    <w:multiLevelType w:val="singleLevel"/>
    <w:tmpl w:val="142C218E"/>
    <w:name w:val="Dash 2"/>
    <w:lvl w:ilvl="0">
      <w:start w:val="1"/>
      <w:numFmt w:val="bullet"/>
      <w:lvlRestart w:val="0"/>
      <w:pStyle w:val="Dash2"/>
      <w:lvlText w:val="–"/>
      <w:lvlJc w:val="left"/>
      <w:pPr>
        <w:tabs>
          <w:tab w:val="num" w:pos="1701"/>
        </w:tabs>
        <w:ind w:left="1701" w:hanging="567"/>
      </w:pPr>
    </w:lvl>
  </w:abstractNum>
  <w:abstractNum w:abstractNumId="33" w15:restartNumberingAfterBreak="0">
    <w:nsid w:val="7056573C"/>
    <w:multiLevelType w:val="singleLevel"/>
    <w:tmpl w:val="DD8E481C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  <w:bdr w:val="none" w:sz="0" w:space="0" w:color="auto"/>
      </w:rPr>
    </w:lvl>
  </w:abstractNum>
  <w:abstractNum w:abstractNumId="34" w15:restartNumberingAfterBreak="0">
    <w:nsid w:val="753F4BA1"/>
    <w:multiLevelType w:val="singleLevel"/>
    <w:tmpl w:val="E3B64B50"/>
    <w:name w:val="Dash Equal 3"/>
    <w:lvl w:ilvl="0">
      <w:start w:val="1"/>
      <w:numFmt w:val="bullet"/>
      <w:lvlRestart w:val="0"/>
      <w:pStyle w:val="DashEqual3"/>
      <w:lvlText w:val="="/>
      <w:lvlJc w:val="left"/>
      <w:pPr>
        <w:tabs>
          <w:tab w:val="num" w:pos="2268"/>
        </w:tabs>
        <w:ind w:left="2268" w:hanging="567"/>
      </w:pPr>
    </w:lvl>
  </w:abstractNum>
  <w:abstractNum w:abstractNumId="35" w15:restartNumberingAfterBreak="0">
    <w:nsid w:val="75EE0BEC"/>
    <w:multiLevelType w:val="singleLevel"/>
    <w:tmpl w:val="A3162760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  <w:bdr w:val="none" w:sz="0" w:space="0" w:color="auto"/>
      </w:rPr>
    </w:lvl>
  </w:abstractNum>
  <w:abstractNum w:abstractNumId="36" w15:restartNumberingAfterBreak="0">
    <w:nsid w:val="78250856"/>
    <w:multiLevelType w:val="singleLevel"/>
    <w:tmpl w:val="70ACDB5C"/>
    <w:name w:val="Dash Equal 0"/>
    <w:lvl w:ilvl="0">
      <w:start w:val="1"/>
      <w:numFmt w:val="bullet"/>
      <w:lvlRestart w:val="0"/>
      <w:pStyle w:val="DashEqual"/>
      <w:lvlText w:val="="/>
      <w:lvlJc w:val="left"/>
      <w:pPr>
        <w:tabs>
          <w:tab w:val="num" w:pos="567"/>
        </w:tabs>
        <w:ind w:left="567" w:hanging="567"/>
      </w:pPr>
    </w:lvl>
  </w:abstractNum>
  <w:abstractNum w:abstractNumId="37" w15:restartNumberingAfterBreak="0">
    <w:nsid w:val="7ACF3A8A"/>
    <w:multiLevelType w:val="singleLevel"/>
    <w:tmpl w:val="0E484FE6"/>
    <w:name w:val="Dash Equal 1"/>
    <w:lvl w:ilvl="0">
      <w:start w:val="1"/>
      <w:numFmt w:val="bullet"/>
      <w:lvlRestart w:val="0"/>
      <w:pStyle w:val="DashEqual1"/>
      <w:lvlText w:val="="/>
      <w:lvlJc w:val="left"/>
      <w:pPr>
        <w:tabs>
          <w:tab w:val="num" w:pos="1134"/>
        </w:tabs>
        <w:ind w:left="1134" w:hanging="567"/>
      </w:pPr>
    </w:lvl>
  </w:abstractNum>
  <w:abstractNum w:abstractNumId="38" w15:restartNumberingAfterBreak="0">
    <w:nsid w:val="7C2B56E3"/>
    <w:multiLevelType w:val="singleLevel"/>
    <w:tmpl w:val="930CD47C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  <w:rPr>
        <w:bdr w:val="none" w:sz="0" w:space="0" w:color="auto"/>
      </w:rPr>
    </w:lvl>
  </w:abstractNum>
  <w:abstractNum w:abstractNumId="39" w15:restartNumberingAfterBreak="0">
    <w:nsid w:val="7D784AA0"/>
    <w:multiLevelType w:val="multilevel"/>
    <w:tmpl w:val="E7764E8A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  <w:rPr>
        <w:bdr w:val="none" w:sz="0" w:space="0" w:color="auto"/>
      </w:r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  <w:rPr>
        <w:bdr w:val="none" w:sz="0" w:space="0" w:color="auto"/>
      </w:r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  <w:rPr>
        <w:bdr w:val="none" w:sz="0" w:space="0" w:color="auto"/>
      </w:r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  <w:rPr>
        <w:bdr w:val="none" w:sz="0" w:space="0" w:color="auto"/>
      </w:r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  <w:rPr>
        <w:bdr w:val="none" w:sz="0" w:space="0" w:color="auto"/>
      </w:r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  <w:rPr>
        <w:bdr w:val="none" w:sz="0" w:space="0" w:color="auto"/>
      </w:r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  <w:rPr>
        <w:bdr w:val="none" w:sz="0" w:space="0" w:color="auto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21"/>
  </w:num>
  <w:num w:numId="8">
    <w:abstractNumId w:val="31"/>
  </w:num>
  <w:num w:numId="9">
    <w:abstractNumId w:val="10"/>
  </w:num>
  <w:num w:numId="10">
    <w:abstractNumId w:val="32"/>
  </w:num>
  <w:num w:numId="11">
    <w:abstractNumId w:val="29"/>
  </w:num>
  <w:num w:numId="12">
    <w:abstractNumId w:val="11"/>
  </w:num>
  <w:num w:numId="13">
    <w:abstractNumId w:val="36"/>
  </w:num>
  <w:num w:numId="14">
    <w:abstractNumId w:val="37"/>
  </w:num>
  <w:num w:numId="15">
    <w:abstractNumId w:val="27"/>
  </w:num>
  <w:num w:numId="16">
    <w:abstractNumId w:val="34"/>
  </w:num>
  <w:num w:numId="17">
    <w:abstractNumId w:val="30"/>
  </w:num>
  <w:num w:numId="18">
    <w:abstractNumId w:val="22"/>
  </w:num>
  <w:num w:numId="19">
    <w:abstractNumId w:val="9"/>
  </w:num>
  <w:num w:numId="20">
    <w:abstractNumId w:val="18"/>
  </w:num>
  <w:num w:numId="21">
    <w:abstractNumId w:val="16"/>
  </w:num>
  <w:num w:numId="22">
    <w:abstractNumId w:val="19"/>
  </w:num>
  <w:num w:numId="23">
    <w:abstractNumId w:val="28"/>
  </w:num>
  <w:num w:numId="24">
    <w:abstractNumId w:val="26"/>
  </w:num>
  <w:num w:numId="25">
    <w:abstractNumId w:val="15"/>
    <w:lvlOverride w:ilvl="0">
      <w:startOverride w:val="1"/>
    </w:lvlOverride>
  </w:num>
  <w:num w:numId="26">
    <w:abstractNumId w:val="3"/>
  </w:num>
  <w:num w:numId="27">
    <w:abstractNumId w:val="1"/>
  </w:num>
  <w:num w:numId="28">
    <w:abstractNumId w:val="15"/>
  </w:num>
  <w:num w:numId="29">
    <w:abstractNumId w:val="23"/>
  </w:num>
  <w:num w:numId="30">
    <w:abstractNumId w:val="25"/>
  </w:num>
  <w:num w:numId="31">
    <w:abstractNumId w:val="24"/>
  </w:num>
  <w:num w:numId="32">
    <w:abstractNumId w:val="38"/>
  </w:num>
  <w:num w:numId="33">
    <w:abstractNumId w:val="17"/>
  </w:num>
  <w:num w:numId="34">
    <w:abstractNumId w:val="8"/>
  </w:num>
  <w:num w:numId="35">
    <w:abstractNumId w:val="39"/>
  </w:num>
  <w:num w:numId="36">
    <w:abstractNumId w:val="20"/>
  </w:num>
  <w:num w:numId="37">
    <w:abstractNumId w:val="13"/>
  </w:num>
  <w:num w:numId="38">
    <w:abstractNumId w:val="12"/>
  </w:num>
  <w:num w:numId="39">
    <w:abstractNumId w:val="35"/>
  </w:num>
  <w:num w:numId="40">
    <w:abstractNumId w:val="33"/>
  </w:num>
  <w:num w:numId="41">
    <w:abstractNumId w:val="1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4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doNotExpandShiftReturn/>
    <w:doNotUseHTMLParagraphAutoSpacing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pylist_Path" w:val="\\at100\user\WK\SEILEG\DocuWrite\Copylist"/>
    <w:docVar w:name="Council" w:val="true"/>
    <w:docVar w:name="DocuWriteMetaData" w:val="&lt;metadataset docuwriteversion=&quot;4.2.2&quot; technicalblockguid=&quot;5559311755082498483&quot;&gt;_x000d__x000a_  &lt;metadata key=&quot;md_DocumentLanguages&quot;&gt;_x000d__x000a_    &lt;basicdatatypelist&gt;_x000d__x000a_      &lt;language key=&quot;SK&quot; text=&quot;SK&quot; /&gt;_x000d__x000a_    &lt;/basicdatatypelist&gt;_x000d__x000a_  &lt;/metadata&gt;_x000d__x000a_  &lt;metadata key=&quot;md_OriginalLanguages&quot;&gt;_x000d__x000a_    &lt;basicdatatypelist&gt;_x000d__x000a_      &lt;language key=&quot;EN&quot; text=&quot;EN&quot; /&gt;_x000d__x000a_    &lt;/basicdatatypelist&gt;_x000d__x000a_  &lt;/metadata&gt;_x000d__x000a_  &lt;metadata key=&quot;md_DocumentLanguagesAutomatic&quot;&gt;_x000d__x000a_    &lt;text&gt;&lt;/text&gt;_x000d__x000a_  &lt;/metadata&gt;_x000d__x000a_  &lt;metadata key=&quot;md_UniqueHeading&quot;&gt;_x000d__x000a_    &lt;basicdatatype&gt;_x000d__x000a_      &lt;heading key=&quot;uh_22&quot; text=&quot;LEGISLATÍVNE AKTY A INÉ PRÁVNE AKTY&quot; /&gt;_x000d__x000a_    &lt;/basicdatatype&gt;_x000d__x000a_  &lt;/metadata&gt;_x000d__x000a_  &lt;metadata key=&quot;md_HeadingText&quot;&gt;_x000d__x000a_    &lt;headingtext text=&quot;LEGISLATÍVNE AKTY A INÉ PRÁVNE AKTY&quot;&gt;_x000d__x000a_      &lt;formattedtext&gt;_x000d__x000a_        &lt;xaml text=&quot;LEGISLATÍVNE AKTY A INÉ PRÁVNE AKTY&quot;&gt;&amp;lt;FlowDocument xmlns=&quot;http://schemas.microsoft.com/winfx/2006/xaml/presentation&quot;&amp;gt;&amp;lt;Paragraph&amp;gt;LEGISLATÍVNE AKTY A INÉ PRÁVNE AKTY&amp;lt;/Paragraph&amp;gt;&amp;lt;/FlowDocument&amp;gt;&lt;/xaml&gt;_x000d__x000a_      &lt;/formattedtext&gt;_x000d__x000a_    &lt;/headingtext&gt;_x000d__x000a_  &lt;/metadata&gt;_x000d__x000a_  &lt;metadata key=&quot;md_DocumentGroup&quot;&gt;_x000d__x000a_    &lt;basicdatatype&gt;_x000d__x000a_      &lt;document_group key=&quot;dg_05&quot; text=&quot;Legislative Act&quot; /&gt;_x000d__x000a_    &lt;/basicdatatype&gt;_x000d__x000a_  &lt;/metadata&gt;_x000d__x000a_  &lt;metadata key=&quot;md_DocumentType&quot;&gt;_x000d__x000a_    &lt;basicdatatype&gt;_x000d__x000a_      &lt;doc_type key=&quot;dt_PE&quot; text=&quot;PE&quot; /&gt;_x000d__x000a_    &lt;/basicdatatype&gt;_x000d__x000a_  &lt;/metadata&gt;_x000d__x000a_  &lt;metadata key=&quot;md_InstitutionalFramework&quot;&gt;_x000d__x000a_    &lt;basicdatatype&gt;_x000d__x000a_      &lt;framework key=&quot;if_22&quot; text=&quot;EURÓPSKA ÚNIA EURÓPSKY PARLAMENT RADA&quot; institution=&quot;instfr_institution&quot; acronym=&quot;instfr_acronym&quot; /&gt;_x000d__x000a_    &lt;/basicdatatype&gt;_x000d__x000a_  &lt;/metadata&gt;_x000d__x000a_  &lt;metadata key=&quot;md_DraftNote&quot; /&gt;_x000d__x000a_  &lt;metadata key=&quot;md_DocumentLocation&quot;&gt;_x000d__x000a_    &lt;basicdatatype&gt;_x000d__x000a_      &lt;location key=&quot;loc_03&quot; text=&quot;V &amp;#352;trasburgu&quot; /&gt;_x000d__x000a_    &lt;/basicdatatype&gt;_x000d__x000a_  &lt;/metadata&gt;_x000d__x000a_  &lt;metadata key=&quot;md_DocumentDate&quot;&gt;_x000d__x000a_    &lt;text&gt;2018-11-14&lt;/text&gt;_x000d__x000a_  &lt;/metadata&gt;_x000d__x000a_  &lt;metadata key=&quot;md_Prefix&quot;&gt;_x000d__x000a_    &lt;text&gt;PE-CONS&lt;/text&gt;_x000d__x000a_  &lt;/metadata&gt;_x000d__x000a_  &lt;metadata key=&quot;md_DocumentNumber&quot;&gt;_x000d__x000a_    &lt;text&gt;38&lt;/text&gt;_x000d__x000a_  &lt;/metadata&gt;_x000d__x000a_  &lt;metadata key=&quot;md_YearDocumentNumber&quot;&gt;_x000d__x000a_    &lt;text&gt;2018&lt;/text&gt;_x000d__x000a_  &lt;/metadata&gt;_x000d__x000a_  &lt;metadata key=&quot;md_Suffixes&quot;&gt;_x000d__x000a_    &lt;text&gt;REV 1&lt;/text&gt;_x000d__x000a_  &lt;/metadata&gt;_x000d__x000a_  &lt;metadata key=&quot;md_SuffixLanguagesInvolved&quot;&gt;_x000d__x000a_    &lt;text&gt;&lt;/text&gt;_x000d__x000a_  &lt;/metadata&gt;_x000d__x000a_  &lt;metadata key=&quot;md_FirstRevNumber&quot;&gt;_x000d__x000a_    &lt;text&gt;1&lt;/text&gt;_x000d__x000a_  &lt;/metadata&gt;_x000d__x000a_  &lt;metadata key=&quot;md_Distribution&quot;&gt;_x000d__x000a_    &lt;basicdatatype&gt;_x000d__x000a_      &lt;distribution key=&quot;dis_01&quot; text=&quot;PUBLIC&quot; /&gt;_x000d__x000a_    &lt;/basicdatatype&gt;_x000d__x000a_  &lt;/metadata&gt;_x000d__x000a_  &lt;metadata key=&quot;md_SubjectCodes&quot;&gt;_x000d__x000a_    &lt;textlist&gt;_x000d__x000a_      &lt;text&gt;JAI 678&lt;/text&gt;_x000d__x000a_      &lt;text&gt;COPEN 224&lt;/text&gt;_x000d__x000a_      &lt;text&gt;DROIPEN 91&lt;/text&gt;_x000d__x000a_      &lt;text&gt;IA 222&lt;/text&gt;_x000d__x000a_      &lt;text&gt;CODEC 1128&lt;/text&gt;_x000d__x000a_    &lt;/textlist&gt;_x000d__x000a_  &lt;/metadata&gt;_x000d__x000a_  &lt;metadata key=&quot;md_Contact&quot; /&gt;_x000d__x000a_  &lt;metadata key=&quot;md_ContactPhoneFax&quot; /&gt;_x000d__x000a_  &lt;metadata key=&quot;md_MeetingVenue&quot; /&gt;_x000d__x000a_  &lt;metadata key=&quot;md_ProvisionalVersion&quot;&gt;_x000d__x000a_    &lt;text&gt;&lt;/text&gt;_x000d__x000a_  &lt;/metadata&gt;_x000d__x000a_  &lt;metadata key=&quot;md_PresidentInformation&quot; /&gt;_x000d__x000a_  &lt;metadata key=&quot;md_MeetingNumber&quot; /&gt;_x000d__x000a_  &lt;metadata key=&quot;md_CouncilConfiguration&quot; /&gt;_x000d__x000a_  &lt;metadata key=&quot;md_CouncilIssue&quot; /&gt;_x000d__x000a_  &lt;metadata key=&quot;md_PhoneNumber&quot; /&gt;_x000d__x000a_  &lt;metadata key=&quot;md_TypeOfHeading&quot;&gt;_x000d__x000a_    &lt;basicdatatype&gt;_x000d__x000a_      &lt;typeofheading key=&quot;&quot; /&gt;_x000d__x000a_    &lt;/basicdatatype&gt;_x000d__x000a_  &lt;/metadata&gt;_x000d__x000a_  &lt;metadata key=&quot;md_ReplyName&quot; /&gt;_x000d__x000a_  &lt;metadata key=&quot;md_EPQuestionsData&quot; /&gt;_x000d__x000a_  &lt;metadata key=&quot;md_Deadline&quot; /&gt;_x000d__x000a_  &lt;metadata key=&quot;md_InterinstitutionalFiles&quot;&gt;_x000d__x000a_    &lt;textlist&gt;_x000d__x000a_      &lt;text&gt;2016/0412 (COD)&lt;/text&gt;_x000d__x000a_    &lt;/textlist&gt;_x000d__x000a_  &lt;/metadata&gt;_x000d__x000a_  &lt;metadata key=&quot;md_AdditionalReferences&quot;&gt;_x000d__x000a_    &lt;textlist /&gt;_x000d__x000a_  &lt;/metadata&gt;_x000d__x000a_  &lt;metadata key=&quot;md_LEXNumber&quot;&gt;_x000d__x000a_    &lt;text&gt;LEX 1843&lt;/text&gt;_x000d__x000a_  &lt;/metadata&gt;_x000d__x000a_  &lt;metadata key=&quot;md_SousEmbargo&quot;&gt;_x000d__x000a_    &lt;text&gt;&lt;/text&gt;_x000d__x000a_  &lt;/metadata&gt;_x000d__x000a_  &lt;metadata key=&quot;md_DraftVersion&quot;&gt;_x000d__x000a_    &lt;text&gt;&lt;/text&gt;_x000d__x000a_  &lt;/metadata&gt;_x000d__x000a_  &lt;metadata key=&quot;md_Originator&quot; /&gt;_x000d__x000a_  &lt;metadata key=&quot;md_Recipient&quot; /&gt;_x000d__x000a_  &lt;metadata key=&quot;md_DateOfReceipt&quot; /&gt;_x000d__x000a_  &lt;metadata key=&quot;md_FreeDate&quot; /&gt;_x000d__x000a_  &lt;metadata key=&quot;md_PrecedingDocuments&quot; /&gt;_x000d__x000a_  &lt;metadata key=&quot;md_CommissionDocuments&quot; /&gt;_x000d__x000a_  &lt;metadata key=&quot;md_DocForDWNDCL&quot; /&gt;_x000d__x000a_  &lt;metadata key=&quot;md_Distribution_NewClassification&quot; /&gt;_x000d__x000a_  &lt;metadata key=&quot;md_DWNDCLAuthorization&quot; /&gt;_x000d__x000a_  &lt;metadata key=&quot;md_DateOfAuthorization&quot; /&gt;_x000d__x000a_  &lt;metadata key=&quot;md_MeetingLocation&quot; /&gt;_x000d__x000a_  &lt;metadata key=&quot;md_MeetingDate&quot; /&gt;_x000d__x000a_  &lt;metadata key=&quot;md_DateFormatOr&quot;&gt;_x000d__x000a_    &lt;text&gt;&lt;/text&gt;_x000d__x000a_  &lt;/metadata&gt;_x000d__x000a_  &lt;metadata key=&quot;md_MeetingInformation&quot; /&gt;_x000d__x000a_  &lt;metadata key=&quot;md_Item&quot; /&gt;_x000d__x000a_  &lt;metadata key=&quot;md_Subject&quot;&gt;_x000d__x000a_    &lt;xaml text=&quot;NARIADENIE EURÓPSKEHO PARLAMENTU A RADY O VZÁJOMNOM UZNÁVANÍ PRÍKAZOV NA ZAISTENIE A PRÍKAZOV NA KONFI&amp;#352;KÁCIU&quot;&gt;&amp;lt;FlowDocument FontFamily=&quot;Arial Unicode MS&quot; FontSize=&quot;12&quot; LineHeight=&quot;6&quot; PageWidth=&quot;329&quot; PagePadding=&quot;5,0,5,0&quot; AllowDrop=&quot;False&quot; xmlns=&quot;http://schemas.microsoft.com/winfx/2006/xaml/presentation&quot;&amp;gt;&amp;lt;Paragraph&amp;gt;NARIADENIE EURÓPSKEHO PARLAMENTU A RADY O VZÁJOMNOM UZNÁVANÍ PRÍKAZOV NA ZAISTENIE A PRÍKAZOV NA KONFI&amp;#352;KÁCIU&amp;lt;/Paragraph&amp;gt;&amp;lt;/FlowDocument&amp;gt;&lt;/xaml&gt;_x000d__x000a_  &lt;/metadata&gt;_x000d__x000a_  &lt;metadata key=&quot;md_SubjectFootnote&quot; /&gt;_x000d__x000a_  &lt;metadata key=&quot;md_DG&quot;&gt;_x000d__x000a_    &lt;text&gt;&lt;/text&gt;_x000d__x000a_  &lt;/metadata&gt;_x000d__x000a_  &lt;metadata key=&quot;md_Initials&quot;&gt;_x000d__x000a_    &lt;text&gt;&lt;/text&gt;_x000d__x000a_  &lt;/metadata&gt;_x000d__x000a_  &lt;metadata key=&quot;md_RectifProcedureType&quot;&gt;_x000d__x000a_    &lt;basicdatatype&gt;_x000d__x000a_      &lt;rectifprocedure key=&quot;&quot; /&gt;_x000d__x000a_    &lt;/basicdatatype&gt;_x000d__x000a_  &lt;/metadata&gt;_x000d__x000a_  &lt;metadata key=&quot;md_RectifLanguagesBase&quot; /&gt;_x000d__x000a_  &lt;metadata key=&quot;md_RectifLanguagesConcerned&quot; /&gt;_x000d__x000a_  &lt;metadata key=&quot;md_RectifIsLangSpec&quot; /&gt;_x000d__x000a_  &lt;metadata key=&quot;md_RectifLangSpecValue&quot; /&gt;_x000d__x000a_  &lt;metadata key=&quot;md_RectifNumberOfMistakes&quot; /&gt;_x000d__x000a_  &lt;metadata key=&quot;md_RectifHasRemarks&quot; /&gt;_x000d__x000a_  &lt;metadata key=&quot;md_RectifUseDocRef&quot; /&gt;_x000d__x000a_  &lt;metadata key=&quot;md_RectifDocRefNumber&quot; /&gt;_x000d__x000a_  &lt;metadata key=&quot;md_RectifDocRefDate&quot; /&gt;_x000d__x000a_  &lt;metadata key=&quot;md_RectifUseOJRef&quot; /&gt;_x000d__x000a_  &lt;metadata key=&quot;md_RectifOJRefType&quot; /&gt;_x000d__x000a_  &lt;metadata key=&quot;md_RectifOJLRefNumber&quot; /&gt;_x000d__x000a_  &lt;metadata key=&quot;md_RectifOJCRefNumber&quot; /&gt;_x000d__x000a_  &lt;metadata key=&quot;md_RectifOJLRefDate&quot; /&gt;_x000d__x000a_  &lt;metadata key=&quot;md_RectifOJCRefDate&quot; /&gt;_x000d__x000a_  &lt;metadata key=&quot;md_RectifOJLRefPage&quot; /&gt;_x000d__x000a_  &lt;metadata key=&quot;md_RectifOJCRefPage&quot; /&gt;_x000d__x000a_  &lt;metadata key=&quot;md_RectifUseOJCorRef&quot; /&gt;_x000d__x000a_  &lt;metadata key=&quot;md_RectifOJCorRefNumber&quot; /&gt;_x000d__x000a_  &lt;metadata key=&quot;md_RectifOJCorRefDate&quot; /&gt;_x000d__x000a_  &lt;metadata key=&quot;md_RectifOJCorRefPage&quot; /&gt;_x000d__x000a_  &lt;metadata key=&quot;md_RectifTimeLimit&quot; /&gt;_x000d__x000a_  &lt;metadata key=&quot;md_RectifCodecision&quot; /&gt;_x000d__x000a_  &lt;metadata key=&quot;md_RectifCorrectionNewLang&quot; /&gt;_x000d__x000a_  &lt;metadata key=&quot;md_RectifAgreement&quot; /&gt;_x000d__x000a_  &lt;metadata key=&quot;md_RectifSignature&quot; /&gt;_x000d__x000a_  &lt;metadata key=&quot;md_RectifLastMergeDate&quot; /&gt;_x000d__x000a_  &lt;metadata key=&quot;md_Rectif_Source1_UniqueHeading&quot;&gt;_x000d__x000a_    &lt;basicdatatype&gt;_x000d__x000a_      &lt;text&gt;&lt;/text&gt;_x000d__x000a_    &lt;/basicdatatype&gt;_x000d__x000a_  &lt;/metadata&gt;_x000d__x000a_  &lt;metadata key=&quot;md_Rectif_Source1_DocumentType&quot;&gt;_x000d__x000a_    &lt;basicdatatype&gt;_x000d__x000a_      &lt;doc_type key=&quot;&quot; /&gt;_x000d__x000a_    &lt;/basicdatatype&gt;_x000d__x000a_  &lt;/metadata&gt;_x000d__x000a_  &lt;metadata key=&quot;md_Rectif_Source1_DocumentNumber&quot;&gt;_x000d__x000a_    &lt;text&gt;&lt;/text&gt;_x000d__x000a_  &lt;/metadata&gt;_x000d__x000a_  &lt;metadata key=&quot;md_Rectif_Source1_YearDocumentNumber&quot;&gt;_x000d__x000a_    &lt;text&gt;2018&lt;/text&gt;_x000d__x000a_  &lt;/metadata&gt;_x000d__x000a_  &lt;metadata key=&quot;md_Rectif_Source1_Suffixes&quot;&gt;_x000d__x000a_    &lt;text&gt;&lt;/text&gt;_x000d__x000a_  &lt;/metadata&gt;_x000d__x000a_  &lt;metadata key=&quot;md_Rectif_Source2_UniqueHeading&quot;&gt;_x000d__x000a_    &lt;basicdatatype&gt;_x000d__x000a_      &lt;text&gt;&lt;/text&gt;_x000d__x000a_    &lt;/basicdatatype&gt;_x000d__x000a_  &lt;/metadata&gt;_x000d__x000a_  &lt;metadata key=&quot;md_Rectif_Source2_DocumentType&quot;&gt;_x000d__x000a_    &lt;basicdatatype&gt;_x000d__x000a_      &lt;doc_type key=&quot;&quot; /&gt;_x000d__x000a_    &lt;/basicdatatype&gt;_x000d__x000a_  &lt;/metadata&gt;_x000d__x000a_  &lt;metadata key=&quot;md_Rectif_Source2_DocumentNumber&quot;&gt;_x000d__x000a_    &lt;text&gt;&lt;/text&gt;_x000d__x000a_  &lt;/metadata&gt;_x000d__x000a_  &lt;metadata key=&quot;md_Rectif_Source2_YearDocumentNumber&quot;&gt;_x000d__x000a_    &lt;text&gt;2018&lt;/text&gt;_x000d__x000a_  &lt;/metadata&gt;_x000d__x000a_  &lt;metadata key=&quot;md_Rectif_Source2_Suffixes&quot;&gt;_x000d__x000a_    &lt;text&gt;&lt;/text&gt;_x000d__x000a_  &lt;/metadata&gt;_x000d__x000a_  &lt;metadata key=&quot;md_CoverPageDocWithCouncilFooter&quot;&gt;_x000d__x000a_    &lt;text&gt;false&lt;/text&gt;_x000d__x000a_  &lt;/metadata&gt;_x000d__x000a_  &lt;metadata key=&quot;md_SourceDocLanguage&quot;&gt;_x000d__x000a_    &lt;text&gt;&lt;/text&gt;_x000d__x000a_  &lt;/metadata&gt;_x000d__x000a_  &lt;metadata key=&quot;md_SourceDocType&quot;&gt;_x000d__x000a_    &lt;text&gt;&lt;/text&gt;_x000d__x000a_  &lt;/metadata&gt;_x000d__x000a_  &lt;metadata key=&quot;md_SourceDocTitle&quot;&gt;_x000d__x000a_    &lt;text&gt;&lt;/text&gt;_x000d__x000a_  &lt;/metadata&gt;_x000d__x000a_  &lt;metadata key=&quot;md_SourceDocIsCECDoc&quot; /&gt;_x000d__x000a_  &lt;metadata key=&quot;md_NB1&quot; /&gt;_x000d__x000a_  &lt;metadata key=&quot;md_NB2&quot; /&gt;_x000d__x000a_  &lt;metadata key=&quot;md_NB3&quot; /&gt;_x000d__x000a_  &lt;metadata key=&quot;md_NB4&quot; /&gt;_x000d__x000a_  &lt;metadata key=&quot;md_Meetings&quot; /&gt;_x000d__x000a_  &lt;metadata key=&quot;md_VisualRepresentation&quot;&gt;_x000d__x000a_    &lt;basicdatatype&gt;_x000d__x000a_      &lt;visualrepresentation key=&quot;visrep_02&quot; text=&quot;New visual identity&quot; /&gt;_x000d__x000a_    &lt;/basicdatatype&gt;_x000d__x000a_  &lt;/metadata&gt;_x000d__x000a_  &lt;metadata key=&quot;md_LetterData&quot; /&gt;_x000d__x000a_  &lt;metadata key=&quot;md_InstFrSubWordmark&quot;&gt;_x000d__x000a_    &lt;xaml text=&quot;&quot;&gt;&amp;lt;FlowDocument FontFamily=&quot;Arial Unicode MS&quot; FontSize=&quot;12&quot; AllowDrop=&quot;False&quot; xmlns=&quot;http://schemas.microsoft.com/winfx/2006/xaml/presentation&quot; /&amp;gt;&lt;/xaml&gt;_x000d__x000a_  &lt;/metadata&gt;_x000d__x000a_  &lt;metadata key=&quot;md_WorkflowLinkStatus&quot;&gt;_x000d__x000a_    &lt;text&gt;&lt;/text&gt;_x000d__x000a_  &lt;/metadata&gt;_x000d__x000a_  &lt;metadata key=&quot;md_Caveat&quot;&gt;_x000d__x000a_    &lt;text&gt;&lt;/text&gt;_x000d__x000a_  &lt;/metadata&gt;_x000d__x000a_&lt;/metadataset&gt;"/>
    <w:docVar w:name="DW_AutoOpen" w:val="True"/>
    <w:docVar w:name="DW_DocType" w:val="DW_LEGACTS"/>
    <w:docVar w:name="VSSDB_IniPath" w:val="\\at100\user\wovo\SEILEG\vss\srcsafe.ini"/>
    <w:docVar w:name="VSSDB_ProjectPath" w:val="$/DocuWrite/DOT/DW_LEGACTS"/>
  </w:docVars>
  <w:rsids>
    <w:rsidRoot w:val="00B679B3"/>
    <w:rsid w:val="00001EAE"/>
    <w:rsid w:val="00036B23"/>
    <w:rsid w:val="00046044"/>
    <w:rsid w:val="000538F2"/>
    <w:rsid w:val="000B2C34"/>
    <w:rsid w:val="001B23C6"/>
    <w:rsid w:val="001E39C8"/>
    <w:rsid w:val="00242962"/>
    <w:rsid w:val="002630A6"/>
    <w:rsid w:val="0026398D"/>
    <w:rsid w:val="0027528B"/>
    <w:rsid w:val="002873D1"/>
    <w:rsid w:val="002C62FB"/>
    <w:rsid w:val="002D0BA6"/>
    <w:rsid w:val="002E017B"/>
    <w:rsid w:val="00300840"/>
    <w:rsid w:val="0031191D"/>
    <w:rsid w:val="00352947"/>
    <w:rsid w:val="003955AE"/>
    <w:rsid w:val="003B43C4"/>
    <w:rsid w:val="003B489A"/>
    <w:rsid w:val="003D09AE"/>
    <w:rsid w:val="003D5EDB"/>
    <w:rsid w:val="004278C2"/>
    <w:rsid w:val="0047311A"/>
    <w:rsid w:val="004869E2"/>
    <w:rsid w:val="00497CA2"/>
    <w:rsid w:val="004A0C0E"/>
    <w:rsid w:val="004A5EA7"/>
    <w:rsid w:val="004D52CA"/>
    <w:rsid w:val="00503954"/>
    <w:rsid w:val="00526C5A"/>
    <w:rsid w:val="00540BB9"/>
    <w:rsid w:val="00552B15"/>
    <w:rsid w:val="0056460B"/>
    <w:rsid w:val="00586684"/>
    <w:rsid w:val="00611CA8"/>
    <w:rsid w:val="0062343B"/>
    <w:rsid w:val="0062511C"/>
    <w:rsid w:val="00627A92"/>
    <w:rsid w:val="00645F07"/>
    <w:rsid w:val="006542EF"/>
    <w:rsid w:val="00655D1D"/>
    <w:rsid w:val="006B3786"/>
    <w:rsid w:val="006D1DB0"/>
    <w:rsid w:val="006F5D20"/>
    <w:rsid w:val="00715BA4"/>
    <w:rsid w:val="00763A5A"/>
    <w:rsid w:val="00773606"/>
    <w:rsid w:val="00780BEA"/>
    <w:rsid w:val="00790209"/>
    <w:rsid w:val="007B7DF1"/>
    <w:rsid w:val="007D0D83"/>
    <w:rsid w:val="008638A2"/>
    <w:rsid w:val="008C4C9E"/>
    <w:rsid w:val="008F3C3F"/>
    <w:rsid w:val="008F4467"/>
    <w:rsid w:val="00952AFE"/>
    <w:rsid w:val="00955EB0"/>
    <w:rsid w:val="009E20D3"/>
    <w:rsid w:val="009E736E"/>
    <w:rsid w:val="00A26856"/>
    <w:rsid w:val="00A27217"/>
    <w:rsid w:val="00A63FD6"/>
    <w:rsid w:val="00AB75F1"/>
    <w:rsid w:val="00AC3519"/>
    <w:rsid w:val="00AC4797"/>
    <w:rsid w:val="00AC7087"/>
    <w:rsid w:val="00B179C8"/>
    <w:rsid w:val="00B2165F"/>
    <w:rsid w:val="00B24AAC"/>
    <w:rsid w:val="00B3111A"/>
    <w:rsid w:val="00B5601F"/>
    <w:rsid w:val="00B6034E"/>
    <w:rsid w:val="00B679B3"/>
    <w:rsid w:val="00BF6C7C"/>
    <w:rsid w:val="00C8052C"/>
    <w:rsid w:val="00C95FD3"/>
    <w:rsid w:val="00CB4A56"/>
    <w:rsid w:val="00CC1E8B"/>
    <w:rsid w:val="00CE20A7"/>
    <w:rsid w:val="00D50598"/>
    <w:rsid w:val="00D70CCC"/>
    <w:rsid w:val="00DB40FC"/>
    <w:rsid w:val="00DD3285"/>
    <w:rsid w:val="00DE49EA"/>
    <w:rsid w:val="00E370B7"/>
    <w:rsid w:val="00E52E6E"/>
    <w:rsid w:val="00E556FD"/>
    <w:rsid w:val="00E81EFD"/>
    <w:rsid w:val="00E85E59"/>
    <w:rsid w:val="00EB7E86"/>
    <w:rsid w:val="00F23542"/>
    <w:rsid w:val="00F424F8"/>
    <w:rsid w:val="00F530D2"/>
    <w:rsid w:val="00FA040F"/>
    <w:rsid w:val="00FB775F"/>
    <w:rsid w:val="00FC0769"/>
    <w:rsid w:val="00FE20F4"/>
    <w:rsid w:val="00FF3F7D"/>
    <w:rsid w:val="00FF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D72C87"/>
  <w15:docId w15:val="{FD746095-A7A1-4CF5-8B85-B4C08B6DF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360" w:lineRule="auto"/>
    </w:pPr>
    <w:rPr>
      <w:rFonts w:ascii="Times New Roman" w:hAnsi="Times New Roman" w:cs="Times New Roman"/>
      <w:sz w:val="24"/>
      <w:lang w:val="sk-SK"/>
    </w:rPr>
  </w:style>
  <w:style w:type="paragraph" w:styleId="Heading1">
    <w:name w:val="heading 1"/>
    <w:basedOn w:val="Normal"/>
    <w:next w:val="Text1"/>
    <w:link w:val="Heading1Char"/>
    <w:uiPriority w:val="9"/>
    <w:qFormat/>
    <w:rsid w:val="004D52CA"/>
    <w:pPr>
      <w:keepNext/>
      <w:numPr>
        <w:numId w:val="34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4D52CA"/>
    <w:pPr>
      <w:keepNext/>
      <w:numPr>
        <w:ilvl w:val="1"/>
        <w:numId w:val="34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4D52CA"/>
    <w:pPr>
      <w:keepNext/>
      <w:numPr>
        <w:ilvl w:val="2"/>
        <w:numId w:val="34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4D52CA"/>
    <w:pPr>
      <w:keepNext/>
      <w:numPr>
        <w:ilvl w:val="3"/>
        <w:numId w:val="34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Normal"/>
    <w:link w:val="Heading5Char"/>
    <w:qFormat/>
    <w:rsid w:val="00D50598"/>
    <w:pPr>
      <w:numPr>
        <w:ilvl w:val="4"/>
        <w:numId w:val="7"/>
      </w:numPr>
      <w:spacing w:before="240" w:after="60" w:line="240" w:lineRule="auto"/>
      <w:outlineLvl w:val="4"/>
    </w:pPr>
    <w:rPr>
      <w:rFonts w:eastAsia="Times New Roman"/>
      <w:szCs w:val="20"/>
      <w:lang w:val="en-US" w:eastAsia="fr-FR"/>
    </w:rPr>
  </w:style>
  <w:style w:type="paragraph" w:styleId="Heading6">
    <w:name w:val="heading 6"/>
    <w:basedOn w:val="Normal"/>
    <w:next w:val="Normal"/>
    <w:link w:val="Heading6Char"/>
    <w:qFormat/>
    <w:rsid w:val="00D50598"/>
    <w:pPr>
      <w:widowControl w:val="0"/>
      <w:spacing w:before="240" w:after="60" w:line="240" w:lineRule="auto"/>
      <w:outlineLvl w:val="5"/>
    </w:pPr>
    <w:rPr>
      <w:rFonts w:eastAsia="Times New Roman"/>
      <w:i/>
      <w:sz w:val="22"/>
      <w:szCs w:val="20"/>
      <w:lang w:eastAsia="en-GB"/>
    </w:rPr>
  </w:style>
  <w:style w:type="paragraph" w:styleId="Heading7">
    <w:name w:val="heading 7"/>
    <w:basedOn w:val="Normal"/>
    <w:next w:val="Normal"/>
    <w:link w:val="Heading7Char"/>
    <w:qFormat/>
    <w:rsid w:val="00D50598"/>
    <w:pPr>
      <w:widowControl w:val="0"/>
      <w:spacing w:before="240" w:after="60" w:line="240" w:lineRule="auto"/>
      <w:outlineLvl w:val="6"/>
    </w:pPr>
    <w:rPr>
      <w:rFonts w:ascii="Arial" w:eastAsia="Times New Roman" w:hAnsi="Arial"/>
      <w:szCs w:val="20"/>
      <w:lang w:eastAsia="en-GB"/>
    </w:rPr>
  </w:style>
  <w:style w:type="paragraph" w:styleId="Heading8">
    <w:name w:val="heading 8"/>
    <w:basedOn w:val="Normal"/>
    <w:next w:val="Normal"/>
    <w:link w:val="Heading8Char"/>
    <w:qFormat/>
    <w:rsid w:val="00D50598"/>
    <w:pPr>
      <w:widowControl w:val="0"/>
      <w:spacing w:before="240" w:after="60" w:line="240" w:lineRule="auto"/>
      <w:outlineLvl w:val="7"/>
    </w:pPr>
    <w:rPr>
      <w:rFonts w:ascii="Arial" w:eastAsia="Times New Roman" w:hAnsi="Arial"/>
      <w:i/>
      <w:szCs w:val="20"/>
      <w:lang w:eastAsia="en-GB"/>
    </w:rPr>
  </w:style>
  <w:style w:type="paragraph" w:styleId="Heading9">
    <w:name w:val="heading 9"/>
    <w:basedOn w:val="Normal"/>
    <w:next w:val="Normal"/>
    <w:link w:val="Heading9Char"/>
    <w:qFormat/>
    <w:rsid w:val="00D50598"/>
    <w:pPr>
      <w:widowControl w:val="0"/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CouncilLarge">
    <w:name w:val="Header Council Large"/>
    <w:basedOn w:val="Normal"/>
    <w:link w:val="HeaderCouncilLargeChar"/>
    <w:rsid w:val="00B679B3"/>
    <w:pPr>
      <w:spacing w:before="0" w:after="440"/>
    </w:pPr>
    <w:rPr>
      <w:sz w:val="2"/>
    </w:rPr>
  </w:style>
  <w:style w:type="character" w:customStyle="1" w:styleId="LignefinalChar">
    <w:name w:val="Ligne final Char"/>
    <w:basedOn w:val="DefaultParagraphFont"/>
    <w:rsid w:val="00B679B3"/>
    <w:rPr>
      <w:rFonts w:ascii="Times New Roman" w:hAnsi="Times New Roman" w:cs="Times New Roman"/>
      <w:b/>
      <w:sz w:val="24"/>
      <w:lang w:val="sk-SK"/>
    </w:rPr>
  </w:style>
  <w:style w:type="character" w:customStyle="1" w:styleId="HeaderCouncilLargeChar">
    <w:name w:val="Header Council Large Char"/>
    <w:basedOn w:val="LignefinalChar"/>
    <w:link w:val="HeaderCouncilLarge"/>
    <w:rsid w:val="00B679B3"/>
    <w:rPr>
      <w:rFonts w:ascii="Times New Roman" w:hAnsi="Times New Roman" w:cs="Times New Roman"/>
      <w:b w:val="0"/>
      <w:sz w:val="2"/>
      <w:lang w:val="sk-SK"/>
    </w:rPr>
  </w:style>
  <w:style w:type="paragraph" w:customStyle="1" w:styleId="FooterText">
    <w:name w:val="Footer Text"/>
    <w:basedOn w:val="Normal"/>
    <w:rsid w:val="00B679B3"/>
    <w:pPr>
      <w:spacing w:before="0" w:after="0" w:line="240" w:lineRule="auto"/>
    </w:pPr>
    <w:rPr>
      <w:rFonts w:eastAsia="Times New Roman"/>
      <w:szCs w:val="24"/>
      <w:lang w:val="en-GB"/>
    </w:rPr>
  </w:style>
  <w:style w:type="character" w:styleId="PlaceholderText">
    <w:name w:val="Placeholder Text"/>
    <w:basedOn w:val="DefaultParagraphFont"/>
    <w:uiPriority w:val="99"/>
    <w:rsid w:val="00B679B3"/>
    <w:rPr>
      <w:color w:val="808080"/>
    </w:rPr>
  </w:style>
  <w:style w:type="character" w:customStyle="1" w:styleId="Heading5Char">
    <w:name w:val="Heading 5 Char"/>
    <w:basedOn w:val="DefaultParagraphFont"/>
    <w:link w:val="Heading5"/>
    <w:rsid w:val="00D50598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Heading6Char">
    <w:name w:val="Heading 6 Char"/>
    <w:basedOn w:val="DefaultParagraphFont"/>
    <w:link w:val="Heading6"/>
    <w:rsid w:val="00D50598"/>
    <w:rPr>
      <w:rFonts w:ascii="Times New Roman" w:eastAsia="Times New Roman" w:hAnsi="Times New Roman" w:cs="Times New Roman"/>
      <w:i/>
      <w:szCs w:val="20"/>
      <w:lang w:val="sk-SK" w:eastAsia="en-GB"/>
    </w:rPr>
  </w:style>
  <w:style w:type="character" w:customStyle="1" w:styleId="Heading7Char">
    <w:name w:val="Heading 7 Char"/>
    <w:basedOn w:val="DefaultParagraphFont"/>
    <w:link w:val="Heading7"/>
    <w:rsid w:val="00D50598"/>
    <w:rPr>
      <w:rFonts w:ascii="Arial" w:eastAsia="Times New Roman" w:hAnsi="Arial" w:cs="Times New Roman"/>
      <w:sz w:val="24"/>
      <w:szCs w:val="20"/>
      <w:lang w:val="sk-SK" w:eastAsia="en-GB"/>
    </w:rPr>
  </w:style>
  <w:style w:type="character" w:customStyle="1" w:styleId="Heading8Char">
    <w:name w:val="Heading 8 Char"/>
    <w:basedOn w:val="DefaultParagraphFont"/>
    <w:link w:val="Heading8"/>
    <w:rsid w:val="00D50598"/>
    <w:rPr>
      <w:rFonts w:ascii="Arial" w:eastAsia="Times New Roman" w:hAnsi="Arial" w:cs="Times New Roman"/>
      <w:i/>
      <w:sz w:val="24"/>
      <w:szCs w:val="20"/>
      <w:lang w:val="sk-SK" w:eastAsia="en-GB"/>
    </w:rPr>
  </w:style>
  <w:style w:type="character" w:customStyle="1" w:styleId="Heading9Char">
    <w:name w:val="Heading 9 Char"/>
    <w:basedOn w:val="DefaultParagraphFont"/>
    <w:link w:val="Heading9"/>
    <w:rsid w:val="00D50598"/>
    <w:rPr>
      <w:rFonts w:ascii="Arial" w:eastAsia="Times New Roman" w:hAnsi="Arial" w:cs="Times New Roman"/>
      <w:b/>
      <w:i/>
      <w:sz w:val="18"/>
      <w:szCs w:val="20"/>
      <w:lang w:val="sk-SK" w:eastAsia="en-GB"/>
    </w:rPr>
  </w:style>
  <w:style w:type="character" w:customStyle="1" w:styleId="HideTWBExt">
    <w:name w:val="HideTWBExt"/>
    <w:rsid w:val="00D50598"/>
    <w:rPr>
      <w:rFonts w:ascii="Arial" w:hAnsi="Arial"/>
      <w:noProof/>
      <w:vanish/>
      <w:color w:val="000080"/>
      <w:sz w:val="20"/>
    </w:rPr>
  </w:style>
  <w:style w:type="paragraph" w:customStyle="1" w:styleId="Normal12a12b">
    <w:name w:val="Normal12a12b"/>
    <w:basedOn w:val="Normal"/>
    <w:rsid w:val="00D50598"/>
    <w:pPr>
      <w:widowControl w:val="0"/>
      <w:spacing w:before="240" w:after="240" w:line="240" w:lineRule="auto"/>
    </w:pPr>
    <w:rPr>
      <w:rFonts w:eastAsia="Times New Roman"/>
      <w:szCs w:val="20"/>
      <w:lang w:eastAsia="en-GB"/>
    </w:rPr>
  </w:style>
  <w:style w:type="paragraph" w:customStyle="1" w:styleId="Footer2">
    <w:name w:val="Footer2"/>
    <w:basedOn w:val="Normal"/>
    <w:rsid w:val="00D50598"/>
    <w:pPr>
      <w:tabs>
        <w:tab w:val="right" w:pos="9921"/>
      </w:tabs>
      <w:spacing w:before="0" w:after="240" w:line="240" w:lineRule="auto"/>
      <w:ind w:left="-850" w:right="-850"/>
    </w:pPr>
    <w:rPr>
      <w:rFonts w:ascii="Arial" w:eastAsia="Times New Roman" w:hAnsi="Arial" w:cs="Arial"/>
      <w:b/>
      <w:sz w:val="48"/>
      <w:szCs w:val="20"/>
      <w:lang w:eastAsia="en-GB"/>
    </w:rPr>
  </w:style>
  <w:style w:type="paragraph" w:customStyle="1" w:styleId="Normal12">
    <w:name w:val="Normal12"/>
    <w:basedOn w:val="Normal"/>
    <w:link w:val="Normal12Char"/>
    <w:qFormat/>
    <w:rsid w:val="00D50598"/>
    <w:pPr>
      <w:widowControl w:val="0"/>
      <w:spacing w:before="0" w:after="240" w:line="240" w:lineRule="auto"/>
    </w:pPr>
    <w:rPr>
      <w:rFonts w:eastAsia="Times New Roman"/>
      <w:szCs w:val="20"/>
      <w:lang w:eastAsia="en-GB"/>
    </w:rPr>
  </w:style>
  <w:style w:type="paragraph" w:customStyle="1" w:styleId="TOCPage">
    <w:name w:val="TOC Page"/>
    <w:basedOn w:val="Normal12"/>
    <w:next w:val="TOC1"/>
    <w:rsid w:val="00D50598"/>
    <w:pPr>
      <w:keepNext/>
      <w:jc w:val="right"/>
    </w:pPr>
    <w:rPr>
      <w:rFonts w:ascii="Arial" w:hAnsi="Arial"/>
      <w:b/>
    </w:rPr>
  </w:style>
  <w:style w:type="character" w:customStyle="1" w:styleId="HideTWBInt">
    <w:name w:val="HideTWBInt"/>
    <w:rsid w:val="00D50598"/>
    <w:rPr>
      <w:vanish/>
      <w:color w:val="808080"/>
    </w:rPr>
  </w:style>
  <w:style w:type="paragraph" w:customStyle="1" w:styleId="TableofEntries">
    <w:name w:val="Table of Entries"/>
    <w:basedOn w:val="Normal12"/>
    <w:rsid w:val="00D50598"/>
    <w:pPr>
      <w:widowControl/>
      <w:tabs>
        <w:tab w:val="right" w:leader="dot" w:pos="9072"/>
      </w:tabs>
      <w:jc w:val="both"/>
    </w:pPr>
  </w:style>
  <w:style w:type="paragraph" w:customStyle="1" w:styleId="Normal6">
    <w:name w:val="Normal6"/>
    <w:basedOn w:val="Normal"/>
    <w:link w:val="Normal6Char"/>
    <w:uiPriority w:val="99"/>
    <w:rsid w:val="00D50598"/>
    <w:pPr>
      <w:widowControl w:val="0"/>
      <w:spacing w:before="0" w:line="240" w:lineRule="auto"/>
    </w:pPr>
    <w:rPr>
      <w:rFonts w:eastAsia="Times New Roman"/>
      <w:szCs w:val="20"/>
      <w:lang w:eastAsia="en-GB"/>
    </w:rPr>
  </w:style>
  <w:style w:type="paragraph" w:customStyle="1" w:styleId="PageHeading">
    <w:name w:val="PageHeading"/>
    <w:basedOn w:val="Normal12a12b"/>
    <w:rsid w:val="00D50598"/>
    <w:pPr>
      <w:keepNext/>
      <w:jc w:val="center"/>
    </w:pPr>
    <w:rPr>
      <w:rFonts w:ascii="Arial" w:hAnsi="Arial"/>
      <w:b/>
    </w:rPr>
  </w:style>
  <w:style w:type="paragraph" w:customStyle="1" w:styleId="Normal12Bold">
    <w:name w:val="Normal12Bold"/>
    <w:basedOn w:val="Normal12"/>
    <w:rsid w:val="00D50598"/>
    <w:rPr>
      <w:b/>
    </w:rPr>
  </w:style>
  <w:style w:type="paragraph" w:customStyle="1" w:styleId="Normal12Hanging">
    <w:name w:val="Normal12Hanging"/>
    <w:basedOn w:val="Normal12"/>
    <w:rsid w:val="00D50598"/>
    <w:pPr>
      <w:ind w:left="567" w:hanging="567"/>
    </w:pPr>
  </w:style>
  <w:style w:type="paragraph" w:customStyle="1" w:styleId="CoverBold">
    <w:name w:val="CoverBold"/>
    <w:basedOn w:val="CoverNormal"/>
    <w:rsid w:val="00D50598"/>
    <w:rPr>
      <w:b/>
    </w:rPr>
  </w:style>
  <w:style w:type="paragraph" w:customStyle="1" w:styleId="Normal24">
    <w:name w:val="Normal24"/>
    <w:basedOn w:val="Normal"/>
    <w:rsid w:val="00D50598"/>
    <w:pPr>
      <w:widowControl w:val="0"/>
      <w:spacing w:before="0" w:after="480" w:line="240" w:lineRule="auto"/>
    </w:pPr>
    <w:rPr>
      <w:rFonts w:eastAsia="Times New Roman"/>
      <w:szCs w:val="20"/>
      <w:lang w:eastAsia="en-GB"/>
    </w:rPr>
  </w:style>
  <w:style w:type="paragraph" w:customStyle="1" w:styleId="Cover12">
    <w:name w:val="Cover12"/>
    <w:basedOn w:val="Normal12"/>
    <w:rsid w:val="00D50598"/>
    <w:pPr>
      <w:ind w:left="1418"/>
    </w:pPr>
  </w:style>
  <w:style w:type="paragraph" w:customStyle="1" w:styleId="Cover24">
    <w:name w:val="Cover24"/>
    <w:basedOn w:val="Normal24"/>
    <w:rsid w:val="00D50598"/>
    <w:pPr>
      <w:ind w:left="1418"/>
    </w:pPr>
  </w:style>
  <w:style w:type="paragraph" w:customStyle="1" w:styleId="CoverNormal">
    <w:name w:val="CoverNormal"/>
    <w:basedOn w:val="Normal"/>
    <w:rsid w:val="00D50598"/>
    <w:pPr>
      <w:widowControl w:val="0"/>
      <w:spacing w:before="0" w:after="0" w:line="240" w:lineRule="auto"/>
      <w:ind w:left="1418"/>
    </w:pPr>
    <w:rPr>
      <w:rFonts w:eastAsia="Times New Roman"/>
      <w:szCs w:val="20"/>
      <w:lang w:eastAsia="en-GB"/>
    </w:rPr>
  </w:style>
  <w:style w:type="paragraph" w:customStyle="1" w:styleId="EntPE">
    <w:name w:val="EntPE"/>
    <w:basedOn w:val="Normal12"/>
    <w:rsid w:val="00D50598"/>
    <w:pPr>
      <w:jc w:val="center"/>
    </w:pPr>
    <w:rPr>
      <w:sz w:val="56"/>
    </w:rPr>
  </w:style>
  <w:style w:type="paragraph" w:customStyle="1" w:styleId="Normal36Bold">
    <w:name w:val="Normal36Bold"/>
    <w:basedOn w:val="Normal"/>
    <w:rsid w:val="00D50598"/>
    <w:pPr>
      <w:widowControl w:val="0"/>
      <w:spacing w:before="0" w:after="720" w:line="240" w:lineRule="auto"/>
    </w:pPr>
    <w:rPr>
      <w:rFonts w:eastAsia="Times New Roman"/>
      <w:b/>
      <w:szCs w:val="20"/>
      <w:lang w:eastAsia="en-GB"/>
    </w:rPr>
  </w:style>
  <w:style w:type="paragraph" w:customStyle="1" w:styleId="RefProc">
    <w:name w:val="RefProc"/>
    <w:basedOn w:val="Normal"/>
    <w:rsid w:val="00D50598"/>
    <w:pPr>
      <w:widowControl w:val="0"/>
      <w:spacing w:before="0" w:after="0" w:line="240" w:lineRule="auto"/>
      <w:jc w:val="right"/>
    </w:pPr>
    <w:rPr>
      <w:rFonts w:ascii="Arial" w:eastAsia="Times New Roman" w:hAnsi="Arial"/>
      <w:b/>
      <w:caps/>
      <w:szCs w:val="20"/>
      <w:lang w:eastAsia="en-GB"/>
    </w:rPr>
  </w:style>
  <w:style w:type="paragraph" w:customStyle="1" w:styleId="RefStatus">
    <w:name w:val="RefStatus"/>
    <w:basedOn w:val="Normal"/>
    <w:rsid w:val="00D50598"/>
    <w:pPr>
      <w:widowControl w:val="0"/>
      <w:spacing w:before="0" w:after="0" w:line="240" w:lineRule="auto"/>
      <w:jc w:val="right"/>
    </w:pPr>
    <w:rPr>
      <w:rFonts w:ascii="Arial" w:eastAsia="Times New Roman" w:hAnsi="Arial"/>
      <w:caps/>
      <w:szCs w:val="20"/>
      <w:lang w:eastAsia="en-GB"/>
    </w:rPr>
  </w:style>
  <w:style w:type="paragraph" w:customStyle="1" w:styleId="RefVer">
    <w:name w:val="RefVer"/>
    <w:basedOn w:val="Normal12"/>
    <w:rsid w:val="00D50598"/>
    <w:pPr>
      <w:jc w:val="right"/>
    </w:pPr>
    <w:rPr>
      <w:rFonts w:ascii="Arial" w:hAnsi="Arial"/>
    </w:rPr>
  </w:style>
  <w:style w:type="paragraph" w:customStyle="1" w:styleId="Term">
    <w:name w:val="Term"/>
    <w:basedOn w:val="Normal"/>
    <w:rsid w:val="00D50598"/>
    <w:pPr>
      <w:widowControl w:val="0"/>
      <w:spacing w:before="0" w:after="0" w:line="240" w:lineRule="auto"/>
      <w:jc w:val="center"/>
    </w:pPr>
    <w:rPr>
      <w:rFonts w:eastAsia="Times New Roman"/>
      <w:i/>
      <w:sz w:val="28"/>
      <w:szCs w:val="20"/>
      <w:lang w:eastAsia="en-GB"/>
    </w:rPr>
  </w:style>
  <w:style w:type="paragraph" w:customStyle="1" w:styleId="ZDateRes">
    <w:name w:val="ZDateRes"/>
    <w:basedOn w:val="Normal"/>
    <w:rsid w:val="00D50598"/>
    <w:pPr>
      <w:widowControl w:val="0"/>
      <w:tabs>
        <w:tab w:val="right" w:pos="9072"/>
      </w:tabs>
      <w:spacing w:before="1920" w:after="1200" w:line="240" w:lineRule="auto"/>
    </w:pPr>
    <w:rPr>
      <w:rFonts w:eastAsia="Times New Roman"/>
      <w:szCs w:val="20"/>
      <w:lang w:eastAsia="en-GB"/>
    </w:rPr>
  </w:style>
  <w:style w:type="table" w:styleId="TableGrid">
    <w:name w:val="Table Grid"/>
    <w:basedOn w:val="TableNormal"/>
    <w:rsid w:val="00D505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SessionDoc">
    <w:name w:val="ZSessionDoc"/>
    <w:basedOn w:val="Normal"/>
    <w:next w:val="Normal"/>
    <w:rsid w:val="00D50598"/>
    <w:pPr>
      <w:widowControl w:val="0"/>
      <w:spacing w:before="0" w:after="0" w:line="240" w:lineRule="auto"/>
      <w:jc w:val="center"/>
    </w:pPr>
    <w:rPr>
      <w:rFonts w:ascii="Arial" w:eastAsia="Times New Roman" w:hAnsi="Arial" w:cs="Arial"/>
      <w:i/>
      <w:sz w:val="22"/>
      <w:lang w:eastAsia="en-GB"/>
    </w:rPr>
  </w:style>
  <w:style w:type="paragraph" w:customStyle="1" w:styleId="LineTop">
    <w:name w:val="LineTop"/>
    <w:basedOn w:val="Normal"/>
    <w:next w:val="ZSessionDoc"/>
    <w:rsid w:val="00D50598"/>
    <w:pPr>
      <w:widowControl w:val="0"/>
      <w:pBdr>
        <w:top w:val="single" w:sz="4" w:space="1" w:color="auto"/>
      </w:pBdr>
      <w:spacing w:before="0" w:after="0" w:line="240" w:lineRule="auto"/>
      <w:jc w:val="center"/>
    </w:pPr>
    <w:rPr>
      <w:rFonts w:ascii="Arial" w:eastAsia="Times New Roman" w:hAnsi="Arial"/>
      <w:sz w:val="16"/>
      <w:szCs w:val="16"/>
      <w:lang w:val="fr-FR" w:eastAsia="en-GB"/>
    </w:rPr>
  </w:style>
  <w:style w:type="paragraph" w:customStyle="1" w:styleId="LineBottom">
    <w:name w:val="LineBottom"/>
    <w:basedOn w:val="Normal"/>
    <w:next w:val="Normal"/>
    <w:rsid w:val="00D50598"/>
    <w:pPr>
      <w:widowControl w:val="0"/>
      <w:pBdr>
        <w:bottom w:val="single" w:sz="4" w:space="1" w:color="auto"/>
      </w:pBdr>
      <w:spacing w:before="0" w:after="240" w:line="240" w:lineRule="auto"/>
      <w:jc w:val="center"/>
    </w:pPr>
    <w:rPr>
      <w:rFonts w:ascii="Arial" w:eastAsia="Times New Roman" w:hAnsi="Arial"/>
      <w:sz w:val="16"/>
      <w:szCs w:val="16"/>
      <w:lang w:eastAsia="en-GB"/>
    </w:rPr>
  </w:style>
  <w:style w:type="paragraph" w:customStyle="1" w:styleId="PELeft">
    <w:name w:val="PELeft"/>
    <w:basedOn w:val="Normal"/>
    <w:rsid w:val="00D50598"/>
    <w:pPr>
      <w:widowControl w:val="0"/>
      <w:spacing w:before="40" w:after="40" w:line="240" w:lineRule="auto"/>
    </w:pPr>
    <w:rPr>
      <w:rFonts w:ascii="Arial" w:eastAsia="Times New Roman" w:hAnsi="Arial" w:cs="Arial"/>
      <w:sz w:val="22"/>
      <w:lang w:val="fr-FR" w:eastAsia="en-GB"/>
    </w:rPr>
  </w:style>
  <w:style w:type="paragraph" w:customStyle="1" w:styleId="PERight">
    <w:name w:val="PERight"/>
    <w:basedOn w:val="Normal"/>
    <w:next w:val="Normal"/>
    <w:rsid w:val="00D50598"/>
    <w:pPr>
      <w:widowControl w:val="0"/>
      <w:spacing w:before="0" w:after="0" w:line="240" w:lineRule="auto"/>
      <w:jc w:val="right"/>
    </w:pPr>
    <w:rPr>
      <w:rFonts w:ascii="Arial" w:eastAsia="Times New Roman" w:hAnsi="Arial" w:cs="Arial"/>
      <w:sz w:val="22"/>
      <w:lang w:val="fr-FR" w:eastAsia="en-GB"/>
    </w:rPr>
  </w:style>
  <w:style w:type="paragraph" w:customStyle="1" w:styleId="NormalBold">
    <w:name w:val="NormalBold"/>
    <w:basedOn w:val="Normal"/>
    <w:link w:val="NormalBoldChar"/>
    <w:rsid w:val="00D50598"/>
    <w:pPr>
      <w:widowControl w:val="0"/>
      <w:spacing w:before="0" w:after="0" w:line="240" w:lineRule="auto"/>
    </w:pPr>
    <w:rPr>
      <w:rFonts w:eastAsia="Times New Roman"/>
      <w:b/>
      <w:szCs w:val="20"/>
      <w:lang w:eastAsia="en-GB"/>
    </w:rPr>
  </w:style>
  <w:style w:type="paragraph" w:customStyle="1" w:styleId="Normal24Bold">
    <w:name w:val="Normal24Bold"/>
    <w:basedOn w:val="Normal"/>
    <w:rsid w:val="00D50598"/>
    <w:pPr>
      <w:widowControl w:val="0"/>
      <w:spacing w:before="0" w:after="480" w:line="240" w:lineRule="auto"/>
    </w:pPr>
    <w:rPr>
      <w:rFonts w:eastAsia="Times New Roman"/>
      <w:b/>
      <w:szCs w:val="20"/>
      <w:lang w:eastAsia="en-GB"/>
    </w:rPr>
  </w:style>
  <w:style w:type="paragraph" w:customStyle="1" w:styleId="ATHeading1">
    <w:name w:val="AT Heading 1"/>
    <w:basedOn w:val="Normal"/>
    <w:next w:val="Normal"/>
    <w:rsid w:val="00D50598"/>
    <w:pPr>
      <w:keepNext/>
      <w:keepLines/>
      <w:spacing w:before="480" w:line="240" w:lineRule="auto"/>
      <w:outlineLvl w:val="0"/>
    </w:pPr>
    <w:rPr>
      <w:rFonts w:eastAsia="Times New Roman"/>
      <w:b/>
      <w:noProof/>
      <w:sz w:val="28"/>
      <w:szCs w:val="20"/>
      <w:lang w:val="fr-FR" w:eastAsia="fr-FR"/>
    </w:rPr>
  </w:style>
  <w:style w:type="paragraph" w:customStyle="1" w:styleId="ATHeading2">
    <w:name w:val="AT Heading 2"/>
    <w:basedOn w:val="Normal"/>
    <w:next w:val="Normal"/>
    <w:rsid w:val="00D50598"/>
    <w:pPr>
      <w:spacing w:line="240" w:lineRule="auto"/>
      <w:outlineLvl w:val="1"/>
    </w:pPr>
    <w:rPr>
      <w:rFonts w:eastAsia="Times New Roman"/>
      <w:b/>
      <w:noProof/>
      <w:sz w:val="28"/>
      <w:szCs w:val="20"/>
      <w:lang w:val="fr-FR" w:eastAsia="fr-FR"/>
    </w:rPr>
  </w:style>
  <w:style w:type="paragraph" w:customStyle="1" w:styleId="ATHeading3">
    <w:name w:val="AT Heading 3"/>
    <w:basedOn w:val="Normal"/>
    <w:next w:val="Normal"/>
    <w:rsid w:val="00D50598"/>
    <w:pPr>
      <w:keepNext/>
      <w:keepLines/>
      <w:spacing w:line="240" w:lineRule="auto"/>
      <w:outlineLvl w:val="2"/>
    </w:pPr>
    <w:rPr>
      <w:rFonts w:eastAsia="Times New Roman"/>
      <w:b/>
      <w:noProof/>
      <w:szCs w:val="20"/>
      <w:lang w:val="fr-FR" w:eastAsia="fr-FR"/>
    </w:rPr>
  </w:style>
  <w:style w:type="paragraph" w:customStyle="1" w:styleId="ATHeading4">
    <w:name w:val="AT Heading 4"/>
    <w:basedOn w:val="Normal"/>
    <w:next w:val="Normal"/>
    <w:rsid w:val="00D50598"/>
    <w:pPr>
      <w:keepNext/>
      <w:keepLines/>
      <w:spacing w:line="240" w:lineRule="auto"/>
    </w:pPr>
    <w:rPr>
      <w:rFonts w:eastAsia="Times New Roman"/>
      <w:b/>
      <w:i/>
      <w:noProof/>
      <w:szCs w:val="20"/>
      <w:lang w:val="fr-FR" w:eastAsia="fr-FR"/>
    </w:rPr>
  </w:style>
  <w:style w:type="paragraph" w:customStyle="1" w:styleId="ATHeading5">
    <w:name w:val="AT Heading 5"/>
    <w:basedOn w:val="Normal"/>
    <w:next w:val="Normal"/>
    <w:rsid w:val="00D50598"/>
    <w:pPr>
      <w:keepNext/>
      <w:keepLines/>
      <w:spacing w:line="240" w:lineRule="auto"/>
    </w:pPr>
    <w:rPr>
      <w:rFonts w:eastAsia="Times New Roman"/>
      <w:i/>
      <w:noProof/>
      <w:szCs w:val="20"/>
      <w:lang w:val="fr-FR" w:eastAsia="fr-FR"/>
    </w:rPr>
  </w:style>
  <w:style w:type="paragraph" w:customStyle="1" w:styleId="ATHeading6">
    <w:name w:val="AT Heading 6"/>
    <w:basedOn w:val="Normal"/>
    <w:next w:val="Normal"/>
    <w:rsid w:val="00D50598"/>
    <w:pPr>
      <w:keepNext/>
      <w:keepLines/>
      <w:spacing w:line="240" w:lineRule="auto"/>
    </w:pPr>
    <w:rPr>
      <w:rFonts w:eastAsia="Times New Roman"/>
      <w:smallCaps/>
      <w:noProof/>
      <w:szCs w:val="20"/>
      <w:lang w:val="fr-FR" w:eastAsia="fr-FR"/>
    </w:rPr>
  </w:style>
  <w:style w:type="paragraph" w:customStyle="1" w:styleId="ATHeadingMotiv">
    <w:name w:val="AT Heading Motiv"/>
    <w:basedOn w:val="Normal"/>
    <w:next w:val="Normal"/>
    <w:rsid w:val="00D50598"/>
    <w:pPr>
      <w:keepNext/>
      <w:spacing w:before="60" w:after="60" w:line="240" w:lineRule="auto"/>
      <w:jc w:val="center"/>
    </w:pPr>
    <w:rPr>
      <w:rFonts w:eastAsia="Times New Roman"/>
      <w:i/>
      <w:szCs w:val="20"/>
      <w:lang w:val="fr-FR" w:eastAsia="fr-FR"/>
    </w:rPr>
  </w:style>
  <w:style w:type="paragraph" w:customStyle="1" w:styleId="ATTOCTitle">
    <w:name w:val="AT TOC Title"/>
    <w:basedOn w:val="Normal"/>
    <w:rsid w:val="00D50598"/>
    <w:pPr>
      <w:keepNext/>
      <w:keepLines/>
      <w:spacing w:before="0" w:after="240" w:line="240" w:lineRule="auto"/>
      <w:jc w:val="center"/>
    </w:pPr>
    <w:rPr>
      <w:rFonts w:eastAsia="Times New Roman"/>
      <w:b/>
      <w:caps/>
      <w:sz w:val="28"/>
      <w:szCs w:val="20"/>
      <w:lang w:val="fr-FR" w:eastAsia="fr-FR"/>
    </w:rPr>
  </w:style>
  <w:style w:type="paragraph" w:customStyle="1" w:styleId="Numroamendement">
    <w:name w:val="Numéro amendement"/>
    <w:basedOn w:val="Normal"/>
    <w:next w:val="Normal"/>
    <w:rsid w:val="00D50598"/>
    <w:pPr>
      <w:widowControl w:val="0"/>
      <w:spacing w:before="0" w:after="0" w:line="240" w:lineRule="auto"/>
      <w:jc w:val="center"/>
    </w:pPr>
    <w:rPr>
      <w:rFonts w:eastAsia="Times New Roman"/>
      <w:snapToGrid w:val="0"/>
      <w:szCs w:val="20"/>
      <w:lang w:val="fr-FR"/>
    </w:rPr>
  </w:style>
  <w:style w:type="character" w:styleId="PageNumber">
    <w:name w:val="page number"/>
    <w:rsid w:val="00D50598"/>
  </w:style>
  <w:style w:type="paragraph" w:customStyle="1" w:styleId="EPName">
    <w:name w:val="EPName"/>
    <w:basedOn w:val="Normal"/>
    <w:rsid w:val="00D50598"/>
    <w:pPr>
      <w:widowControl w:val="0"/>
      <w:spacing w:before="80" w:after="80" w:line="240" w:lineRule="auto"/>
    </w:pPr>
    <w:rPr>
      <w:rFonts w:ascii="Arial Narrow" w:eastAsia="Times New Roman" w:hAnsi="Arial Narrow" w:cs="Arial"/>
      <w:b/>
      <w:color w:val="000000"/>
      <w:sz w:val="32"/>
      <w:lang w:val="fr-FR" w:eastAsia="en-GB"/>
    </w:rPr>
  </w:style>
  <w:style w:type="paragraph" w:customStyle="1" w:styleId="EPTerm">
    <w:name w:val="EPTerm"/>
    <w:basedOn w:val="Normal"/>
    <w:next w:val="Normal"/>
    <w:rsid w:val="00D50598"/>
    <w:pPr>
      <w:widowControl w:val="0"/>
      <w:spacing w:before="0" w:after="80" w:line="240" w:lineRule="auto"/>
    </w:pPr>
    <w:rPr>
      <w:rFonts w:ascii="Arial" w:eastAsia="Times New Roman" w:hAnsi="Arial" w:cs="Arial"/>
      <w:sz w:val="20"/>
      <w:lang w:val="fr-FR" w:eastAsia="en-GB"/>
    </w:rPr>
  </w:style>
  <w:style w:type="paragraph" w:customStyle="1" w:styleId="EPLogo">
    <w:name w:val="EPLogo"/>
    <w:basedOn w:val="Normal"/>
    <w:qFormat/>
    <w:rsid w:val="00D50598"/>
    <w:pPr>
      <w:widowControl w:val="0"/>
      <w:spacing w:before="0" w:after="0" w:line="240" w:lineRule="auto"/>
      <w:jc w:val="right"/>
    </w:pPr>
    <w:rPr>
      <w:rFonts w:eastAsia="Times New Roman"/>
      <w:szCs w:val="20"/>
      <w:lang w:eastAsia="en-GB"/>
    </w:rPr>
  </w:style>
  <w:style w:type="character" w:customStyle="1" w:styleId="Normal6Char">
    <w:name w:val="Normal6 Char"/>
    <w:link w:val="Normal6"/>
    <w:uiPriority w:val="99"/>
    <w:rsid w:val="00D50598"/>
    <w:rPr>
      <w:rFonts w:ascii="Times New Roman" w:eastAsia="Times New Roman" w:hAnsi="Times New Roman" w:cs="Times New Roman"/>
      <w:sz w:val="24"/>
      <w:szCs w:val="20"/>
      <w:lang w:val="sk-SK" w:eastAsia="en-GB"/>
    </w:rPr>
  </w:style>
  <w:style w:type="character" w:customStyle="1" w:styleId="NormalBoldChar">
    <w:name w:val="NormalBold Char"/>
    <w:link w:val="NormalBold"/>
    <w:rsid w:val="00D50598"/>
    <w:rPr>
      <w:rFonts w:ascii="Times New Roman" w:eastAsia="Times New Roman" w:hAnsi="Times New Roman" w:cs="Times New Roman"/>
      <w:b/>
      <w:sz w:val="24"/>
      <w:szCs w:val="20"/>
      <w:lang w:val="sk-SK" w:eastAsia="en-GB"/>
    </w:rPr>
  </w:style>
  <w:style w:type="paragraph" w:customStyle="1" w:styleId="Normal12Italic">
    <w:name w:val="Normal12Italic"/>
    <w:basedOn w:val="Normal"/>
    <w:rsid w:val="00D50598"/>
    <w:pPr>
      <w:widowControl w:val="0"/>
      <w:spacing w:before="240" w:after="0" w:line="240" w:lineRule="auto"/>
    </w:pPr>
    <w:rPr>
      <w:rFonts w:eastAsia="Times New Roman"/>
      <w:i/>
      <w:szCs w:val="20"/>
      <w:lang w:eastAsia="en-GB"/>
    </w:rPr>
  </w:style>
  <w:style w:type="paragraph" w:customStyle="1" w:styleId="CrossRef">
    <w:name w:val="CrossRef"/>
    <w:basedOn w:val="Normal"/>
    <w:rsid w:val="00D50598"/>
    <w:pPr>
      <w:widowControl w:val="0"/>
      <w:spacing w:before="240" w:after="0" w:line="240" w:lineRule="auto"/>
      <w:jc w:val="center"/>
    </w:pPr>
    <w:rPr>
      <w:rFonts w:eastAsia="Times New Roman"/>
      <w:i/>
      <w:szCs w:val="20"/>
      <w:lang w:eastAsia="en-GB"/>
    </w:rPr>
  </w:style>
  <w:style w:type="paragraph" w:customStyle="1" w:styleId="JustificationTitle">
    <w:name w:val="JustificationTitle"/>
    <w:basedOn w:val="Normal"/>
    <w:next w:val="Normal12"/>
    <w:rsid w:val="00D50598"/>
    <w:pPr>
      <w:keepNext/>
      <w:widowControl w:val="0"/>
      <w:spacing w:before="240" w:after="0" w:line="240" w:lineRule="auto"/>
      <w:jc w:val="center"/>
    </w:pPr>
    <w:rPr>
      <w:rFonts w:eastAsia="Times New Roman"/>
      <w:i/>
      <w:szCs w:val="20"/>
      <w:lang w:eastAsia="en-GB"/>
    </w:rPr>
  </w:style>
  <w:style w:type="paragraph" w:customStyle="1" w:styleId="Normal12Centre">
    <w:name w:val="Normal12Centre"/>
    <w:basedOn w:val="Normal12"/>
    <w:rsid w:val="00D50598"/>
    <w:pPr>
      <w:jc w:val="center"/>
    </w:pPr>
  </w:style>
  <w:style w:type="paragraph" w:customStyle="1" w:styleId="Normal12Keep">
    <w:name w:val="Normal12Keep"/>
    <w:basedOn w:val="Normal12"/>
    <w:rsid w:val="00D50598"/>
    <w:pPr>
      <w:keepNext/>
    </w:pPr>
  </w:style>
  <w:style w:type="paragraph" w:customStyle="1" w:styleId="Normal12Tab">
    <w:name w:val="Normal12Tab"/>
    <w:basedOn w:val="Normal12"/>
    <w:rsid w:val="00D50598"/>
    <w:pPr>
      <w:tabs>
        <w:tab w:val="left" w:pos="567"/>
      </w:tabs>
    </w:pPr>
  </w:style>
  <w:style w:type="paragraph" w:customStyle="1" w:styleId="StarsAndIs">
    <w:name w:val="StarsAndIs"/>
    <w:basedOn w:val="Normal"/>
    <w:rsid w:val="00D50598"/>
    <w:pPr>
      <w:widowControl w:val="0"/>
      <w:spacing w:before="0" w:after="0" w:line="240" w:lineRule="auto"/>
      <w:ind w:left="1418"/>
    </w:pPr>
    <w:rPr>
      <w:rFonts w:ascii="Arial" w:eastAsia="Times New Roman" w:hAnsi="Arial"/>
      <w:b/>
      <w:sz w:val="48"/>
      <w:szCs w:val="20"/>
      <w:lang w:eastAsia="en-GB"/>
    </w:rPr>
  </w:style>
  <w:style w:type="paragraph" w:customStyle="1" w:styleId="Lgendesigne">
    <w:name w:val="Légende signe"/>
    <w:basedOn w:val="Normal"/>
    <w:rsid w:val="00D50598"/>
    <w:pPr>
      <w:widowControl w:val="0"/>
      <w:tabs>
        <w:tab w:val="right" w:pos="454"/>
        <w:tab w:val="left" w:pos="737"/>
      </w:tabs>
      <w:spacing w:before="0" w:after="0" w:line="240" w:lineRule="auto"/>
      <w:ind w:left="737" w:hanging="737"/>
    </w:pPr>
    <w:rPr>
      <w:rFonts w:eastAsia="Times New Roman"/>
      <w:snapToGrid w:val="0"/>
      <w:sz w:val="18"/>
      <w:szCs w:val="20"/>
    </w:rPr>
  </w:style>
  <w:style w:type="paragraph" w:customStyle="1" w:styleId="TypeDoc">
    <w:name w:val="TypeDoc"/>
    <w:basedOn w:val="Normal24"/>
    <w:rsid w:val="00D50598"/>
    <w:pPr>
      <w:ind w:left="1418"/>
    </w:pPr>
    <w:rPr>
      <w:rFonts w:ascii="Arial" w:hAnsi="Arial"/>
      <w:b/>
      <w:sz w:val="48"/>
    </w:rPr>
  </w:style>
  <w:style w:type="paragraph" w:customStyle="1" w:styleId="ZDate">
    <w:name w:val="ZDate"/>
    <w:basedOn w:val="Normal"/>
    <w:rsid w:val="00D50598"/>
    <w:pPr>
      <w:widowControl w:val="0"/>
      <w:spacing w:before="0" w:after="1200" w:line="240" w:lineRule="auto"/>
    </w:pPr>
    <w:rPr>
      <w:rFonts w:eastAsia="Times New Roman"/>
      <w:szCs w:val="20"/>
      <w:lang w:eastAsia="en-GB"/>
    </w:rPr>
  </w:style>
  <w:style w:type="paragraph" w:customStyle="1" w:styleId="Olang">
    <w:name w:val="Olang"/>
    <w:basedOn w:val="Normal"/>
    <w:rsid w:val="00D50598"/>
    <w:pPr>
      <w:widowControl w:val="0"/>
      <w:spacing w:before="240" w:after="240" w:line="240" w:lineRule="auto"/>
      <w:jc w:val="right"/>
    </w:pPr>
    <w:rPr>
      <w:rFonts w:eastAsia="Times New Roman"/>
      <w:noProof/>
      <w:szCs w:val="20"/>
      <w:lang w:eastAsia="en-GB"/>
    </w:rPr>
  </w:style>
  <w:style w:type="paragraph" w:customStyle="1" w:styleId="ColumnHeading">
    <w:name w:val="ColumnHeading"/>
    <w:basedOn w:val="Normal"/>
    <w:rsid w:val="00D50598"/>
    <w:pPr>
      <w:widowControl w:val="0"/>
      <w:spacing w:before="0" w:after="240" w:line="240" w:lineRule="auto"/>
      <w:jc w:val="center"/>
    </w:pPr>
    <w:rPr>
      <w:rFonts w:eastAsia="Times New Roman"/>
      <w:i/>
      <w:szCs w:val="20"/>
      <w:lang w:eastAsia="en-GB"/>
    </w:rPr>
  </w:style>
  <w:style w:type="paragraph" w:customStyle="1" w:styleId="AMNumberTabs">
    <w:name w:val="AMNumberTabs"/>
    <w:basedOn w:val="Normal"/>
    <w:rsid w:val="00D50598"/>
    <w:pPr>
      <w:widowControl w:val="0"/>
      <w:tabs>
        <w:tab w:val="left" w:pos="879"/>
        <w:tab w:val="left" w:pos="936"/>
        <w:tab w:val="left" w:pos="1021"/>
        <w:tab w:val="left" w:pos="1077"/>
        <w:tab w:val="left" w:pos="1134"/>
        <w:tab w:val="left" w:pos="1191"/>
        <w:tab w:val="left" w:pos="1247"/>
        <w:tab w:val="left" w:pos="1304"/>
        <w:tab w:val="left" w:pos="1361"/>
        <w:tab w:val="left" w:pos="1418"/>
        <w:tab w:val="left" w:pos="1474"/>
        <w:tab w:val="left" w:pos="1531"/>
        <w:tab w:val="left" w:pos="1588"/>
        <w:tab w:val="left" w:pos="1644"/>
        <w:tab w:val="left" w:pos="1701"/>
        <w:tab w:val="left" w:pos="1758"/>
        <w:tab w:val="left" w:pos="1814"/>
        <w:tab w:val="left" w:pos="1871"/>
        <w:tab w:val="left" w:pos="2070"/>
        <w:tab w:val="left" w:pos="2126"/>
        <w:tab w:val="left" w:pos="3374"/>
        <w:tab w:val="left" w:pos="3430"/>
      </w:tabs>
      <w:spacing w:before="240" w:after="0" w:line="240" w:lineRule="auto"/>
    </w:pPr>
    <w:rPr>
      <w:rFonts w:eastAsia="Times New Roman"/>
      <w:b/>
      <w:szCs w:val="20"/>
      <w:lang w:eastAsia="en-GB"/>
    </w:rPr>
  </w:style>
  <w:style w:type="paragraph" w:customStyle="1" w:styleId="NormalBold12b">
    <w:name w:val="NormalBold12b"/>
    <w:basedOn w:val="Normal"/>
    <w:link w:val="NormalBold12bChar"/>
    <w:rsid w:val="00D50598"/>
    <w:pPr>
      <w:widowControl w:val="0"/>
      <w:spacing w:before="240" w:after="0" w:line="240" w:lineRule="auto"/>
    </w:pPr>
    <w:rPr>
      <w:rFonts w:eastAsia="Times New Roman"/>
      <w:b/>
      <w:szCs w:val="20"/>
      <w:lang w:eastAsia="en-GB"/>
    </w:rPr>
  </w:style>
  <w:style w:type="paragraph" w:customStyle="1" w:styleId="ZCommittee">
    <w:name w:val="ZCommittee"/>
    <w:basedOn w:val="Normal"/>
    <w:next w:val="Normal"/>
    <w:rsid w:val="00D50598"/>
    <w:pPr>
      <w:widowControl w:val="0"/>
      <w:spacing w:before="0" w:after="0" w:line="240" w:lineRule="auto"/>
      <w:jc w:val="center"/>
    </w:pPr>
    <w:rPr>
      <w:rFonts w:ascii="Arial" w:eastAsia="Times New Roman" w:hAnsi="Arial" w:cs="Arial"/>
      <w:i/>
      <w:sz w:val="22"/>
      <w:lang w:eastAsia="en-GB"/>
    </w:rPr>
  </w:style>
  <w:style w:type="paragraph" w:customStyle="1" w:styleId="Lgendetitre">
    <w:name w:val="Légende titre"/>
    <w:basedOn w:val="Normal"/>
    <w:rsid w:val="00D50598"/>
    <w:pPr>
      <w:widowControl w:val="0"/>
      <w:spacing w:before="240" w:after="240" w:line="240" w:lineRule="auto"/>
    </w:pPr>
    <w:rPr>
      <w:rFonts w:eastAsia="Times New Roman"/>
      <w:b/>
      <w:i/>
      <w:snapToGrid w:val="0"/>
      <w:szCs w:val="20"/>
    </w:rPr>
  </w:style>
  <w:style w:type="paragraph" w:customStyle="1" w:styleId="Lgendestandard">
    <w:name w:val="Légende standard"/>
    <w:basedOn w:val="Lgendesigne"/>
    <w:rsid w:val="00D50598"/>
    <w:pPr>
      <w:ind w:left="0" w:firstLine="0"/>
    </w:pPr>
  </w:style>
  <w:style w:type="paragraph" w:styleId="NoSpacing">
    <w:name w:val="No Spacing"/>
    <w:uiPriority w:val="1"/>
    <w:qFormat/>
    <w:rsid w:val="00D50598"/>
    <w:pPr>
      <w:spacing w:after="0" w:line="240" w:lineRule="auto"/>
    </w:pPr>
    <w:rPr>
      <w:rFonts w:ascii="Calibri" w:eastAsia="Calibri" w:hAnsi="Calibri" w:cs="Times New Roman"/>
      <w:lang w:val="sk-SK"/>
    </w:rPr>
  </w:style>
  <w:style w:type="paragraph" w:customStyle="1" w:styleId="CommitteeAM">
    <w:name w:val="CommitteeAM"/>
    <w:basedOn w:val="Normal"/>
    <w:rsid w:val="00D50598"/>
    <w:pPr>
      <w:widowControl w:val="0"/>
      <w:spacing w:before="240" w:after="600" w:line="240" w:lineRule="auto"/>
      <w:jc w:val="center"/>
    </w:pPr>
    <w:rPr>
      <w:rFonts w:eastAsia="Times New Roman"/>
      <w:i/>
      <w:szCs w:val="20"/>
      <w:lang w:eastAsia="en-GB"/>
    </w:rPr>
  </w:style>
  <w:style w:type="paragraph" w:customStyle="1" w:styleId="ZDateAM">
    <w:name w:val="ZDateAM"/>
    <w:basedOn w:val="Normal"/>
    <w:rsid w:val="00D50598"/>
    <w:pPr>
      <w:widowControl w:val="0"/>
      <w:tabs>
        <w:tab w:val="right" w:pos="9356"/>
      </w:tabs>
      <w:spacing w:before="0" w:after="480" w:line="240" w:lineRule="auto"/>
    </w:pPr>
    <w:rPr>
      <w:rFonts w:eastAsia="Times New Roman"/>
      <w:noProof/>
      <w:szCs w:val="20"/>
      <w:lang w:eastAsia="en-GB"/>
    </w:rPr>
  </w:style>
  <w:style w:type="paragraph" w:customStyle="1" w:styleId="ProjRap">
    <w:name w:val="ProjRap"/>
    <w:basedOn w:val="Normal"/>
    <w:rsid w:val="00D50598"/>
    <w:pPr>
      <w:widowControl w:val="0"/>
      <w:tabs>
        <w:tab w:val="right" w:pos="9356"/>
      </w:tabs>
      <w:spacing w:before="0" w:after="0" w:line="240" w:lineRule="auto"/>
    </w:pPr>
    <w:rPr>
      <w:rFonts w:eastAsia="Times New Roman"/>
      <w:b/>
      <w:noProof/>
      <w:szCs w:val="20"/>
      <w:lang w:eastAsia="en-GB"/>
    </w:rPr>
  </w:style>
  <w:style w:type="character" w:customStyle="1" w:styleId="Normal12Char">
    <w:name w:val="Normal12 Char"/>
    <w:link w:val="Normal12"/>
    <w:locked/>
    <w:rsid w:val="00D50598"/>
    <w:rPr>
      <w:rFonts w:ascii="Times New Roman" w:eastAsia="Times New Roman" w:hAnsi="Times New Roman" w:cs="Times New Roman"/>
      <w:sz w:val="24"/>
      <w:szCs w:val="20"/>
      <w:lang w:val="sk-SK" w:eastAsia="en-GB"/>
    </w:rPr>
  </w:style>
  <w:style w:type="character" w:customStyle="1" w:styleId="Footer2Middle">
    <w:name w:val="Footer2Middle"/>
    <w:rsid w:val="00D50598"/>
    <w:rPr>
      <w:rFonts w:ascii="Arial" w:cs="Arial"/>
      <w:b w:val="0"/>
      <w:i/>
      <w:color w:val="C0C0C0"/>
      <w:sz w:val="22"/>
    </w:rPr>
  </w:style>
  <w:style w:type="character" w:styleId="CommentReference">
    <w:name w:val="annotation reference"/>
    <w:uiPriority w:val="99"/>
    <w:rsid w:val="00D505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50598"/>
    <w:pPr>
      <w:widowControl w:val="0"/>
      <w:spacing w:before="0" w:after="0" w:line="240" w:lineRule="auto"/>
    </w:pPr>
    <w:rPr>
      <w:rFonts w:eastAsia="Times New Roman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0598"/>
    <w:rPr>
      <w:rFonts w:ascii="Times New Roman" w:eastAsia="Times New Roman" w:hAnsi="Times New Roman" w:cs="Times New Roman"/>
      <w:sz w:val="20"/>
      <w:szCs w:val="20"/>
      <w:lang w:val="sk-SK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505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50598"/>
    <w:rPr>
      <w:rFonts w:ascii="Times New Roman" w:eastAsia="Times New Roman" w:hAnsi="Times New Roman" w:cs="Times New Roman"/>
      <w:b/>
      <w:bCs/>
      <w:sz w:val="20"/>
      <w:szCs w:val="20"/>
      <w:lang w:val="sk-SK" w:eastAsia="en-GB"/>
    </w:rPr>
  </w:style>
  <w:style w:type="paragraph" w:styleId="BalloonText">
    <w:name w:val="Balloon Text"/>
    <w:basedOn w:val="Normal"/>
    <w:link w:val="BalloonTextChar"/>
    <w:uiPriority w:val="99"/>
    <w:rsid w:val="00D50598"/>
    <w:pPr>
      <w:widowControl w:val="0"/>
      <w:spacing w:before="0" w:after="0" w:line="240" w:lineRule="auto"/>
    </w:pPr>
    <w:rPr>
      <w:rFonts w:ascii="Segoe UI" w:eastAsia="Times New Roman" w:hAnsi="Segoe UI" w:cs="Segoe UI"/>
      <w:sz w:val="18"/>
      <w:szCs w:val="18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50598"/>
    <w:rPr>
      <w:rFonts w:ascii="Segoe UI" w:eastAsia="Times New Roman" w:hAnsi="Segoe UI" w:cs="Segoe UI"/>
      <w:sz w:val="18"/>
      <w:szCs w:val="18"/>
      <w:lang w:val="sk-SK" w:eastAsia="en-GB"/>
    </w:rPr>
  </w:style>
  <w:style w:type="character" w:styleId="Hyperlink">
    <w:name w:val="Hyperlink"/>
    <w:uiPriority w:val="99"/>
    <w:rsid w:val="00D50598"/>
    <w:rPr>
      <w:color w:val="0563C1"/>
      <w:u w:val="single"/>
    </w:rPr>
  </w:style>
  <w:style w:type="character" w:customStyle="1" w:styleId="NormalBold12bChar">
    <w:name w:val="NormalBold12b Char"/>
    <w:link w:val="NormalBold12b"/>
    <w:rsid w:val="00D50598"/>
    <w:rPr>
      <w:rFonts w:ascii="Times New Roman" w:eastAsia="Times New Roman" w:hAnsi="Times New Roman" w:cs="Times New Roman"/>
      <w:b/>
      <w:sz w:val="24"/>
      <w:szCs w:val="20"/>
      <w:lang w:val="sk-SK" w:eastAsia="en-GB"/>
    </w:rPr>
  </w:style>
  <w:style w:type="numbering" w:customStyle="1" w:styleId="NoList1">
    <w:name w:val="No List1"/>
    <w:next w:val="NoList"/>
    <w:uiPriority w:val="99"/>
    <w:semiHidden/>
    <w:unhideWhenUsed/>
    <w:rsid w:val="00D50598"/>
  </w:style>
  <w:style w:type="numbering" w:customStyle="1" w:styleId="NoList11">
    <w:name w:val="No List11"/>
    <w:next w:val="NoList"/>
    <w:uiPriority w:val="99"/>
    <w:semiHidden/>
    <w:unhideWhenUsed/>
    <w:rsid w:val="00D50598"/>
  </w:style>
  <w:style w:type="table" w:customStyle="1" w:styleId="TableGrid1">
    <w:name w:val="Table Grid1"/>
    <w:basedOn w:val="TableNormal"/>
    <w:next w:val="TableGrid"/>
    <w:rsid w:val="00D5059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k-SK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rsid w:val="00D505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k-SK" w:eastAsia="en-GB"/>
    </w:rPr>
  </w:style>
  <w:style w:type="paragraph" w:customStyle="1" w:styleId="PageHeadingNotTOC">
    <w:name w:val="PageHeadingNotTOC"/>
    <w:basedOn w:val="Normal"/>
    <w:rsid w:val="00D50598"/>
    <w:pPr>
      <w:keepNext/>
      <w:widowControl w:val="0"/>
      <w:spacing w:before="240" w:after="240" w:line="240" w:lineRule="auto"/>
      <w:jc w:val="center"/>
    </w:pPr>
    <w:rPr>
      <w:rFonts w:ascii="Arial" w:eastAsia="Times New Roman" w:hAnsi="Arial"/>
      <w:b/>
      <w:szCs w:val="20"/>
      <w:lang w:eastAsia="en-GB"/>
    </w:rPr>
  </w:style>
  <w:style w:type="paragraph" w:customStyle="1" w:styleId="NormalTabs">
    <w:name w:val="NormalTabs"/>
    <w:basedOn w:val="Normal"/>
    <w:qFormat/>
    <w:rsid w:val="00D50598"/>
    <w:pPr>
      <w:widowControl w:val="0"/>
      <w:tabs>
        <w:tab w:val="center" w:pos="284"/>
        <w:tab w:val="left" w:pos="426"/>
      </w:tabs>
      <w:spacing w:before="0" w:after="0" w:line="240" w:lineRule="auto"/>
    </w:pPr>
    <w:rPr>
      <w:rFonts w:eastAsia="Times New Roman"/>
      <w:snapToGrid w:val="0"/>
      <w:szCs w:val="20"/>
    </w:rPr>
  </w:style>
  <w:style w:type="paragraph" w:customStyle="1" w:styleId="ConclusionsPA">
    <w:name w:val="ConclusionsPA"/>
    <w:basedOn w:val="Normal12"/>
    <w:rsid w:val="00D50598"/>
    <w:pPr>
      <w:spacing w:before="480"/>
      <w:jc w:val="center"/>
    </w:pPr>
    <w:rPr>
      <w:rFonts w:ascii="Arial" w:hAnsi="Arial"/>
      <w:b/>
      <w:caps/>
      <w:snapToGrid w:val="0"/>
      <w:lang w:eastAsia="en-US"/>
    </w:rPr>
  </w:style>
  <w:style w:type="character" w:customStyle="1" w:styleId="Sup">
    <w:name w:val="Sup"/>
    <w:uiPriority w:val="99"/>
    <w:rsid w:val="00D50598"/>
    <w:rPr>
      <w:color w:val="000000"/>
      <w:vertAlign w:val="superscript"/>
    </w:rPr>
  </w:style>
  <w:style w:type="paragraph" w:customStyle="1" w:styleId="Center">
    <w:name w:val="Center"/>
    <w:rsid w:val="00D50598"/>
    <w:pPr>
      <w:spacing w:after="12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val="sk-SK" w:eastAsia="en-GB"/>
    </w:rPr>
  </w:style>
  <w:style w:type="numbering" w:customStyle="1" w:styleId="NoList2">
    <w:name w:val="No List2"/>
    <w:next w:val="NoList"/>
    <w:uiPriority w:val="99"/>
    <w:semiHidden/>
    <w:unhideWhenUsed/>
    <w:rsid w:val="00D50598"/>
  </w:style>
  <w:style w:type="paragraph" w:customStyle="1" w:styleId="NormalJustified">
    <w:name w:val="Normal Justified"/>
    <w:basedOn w:val="Normal"/>
    <w:rsid w:val="00D50598"/>
    <w:pPr>
      <w:spacing w:before="200"/>
      <w:jc w:val="both"/>
    </w:pPr>
    <w:rPr>
      <w:rFonts w:eastAsia="Calibri"/>
    </w:rPr>
  </w:style>
  <w:style w:type="paragraph" w:customStyle="1" w:styleId="FinalLine">
    <w:name w:val="Final Line"/>
    <w:basedOn w:val="Normal"/>
    <w:next w:val="Normal"/>
    <w:rsid w:val="00D50598"/>
    <w:pPr>
      <w:pBdr>
        <w:bottom w:val="single" w:sz="4" w:space="0" w:color="000000"/>
      </w:pBdr>
      <w:spacing w:before="360"/>
      <w:ind w:left="3400" w:right="3400"/>
      <w:jc w:val="center"/>
    </w:pPr>
    <w:rPr>
      <w:rFonts w:eastAsia="Calibri"/>
      <w:b/>
    </w:rPr>
  </w:style>
  <w:style w:type="paragraph" w:customStyle="1" w:styleId="FinalLineLandscape">
    <w:name w:val="Final Line (Landscape)"/>
    <w:basedOn w:val="Normal"/>
    <w:next w:val="Normal"/>
    <w:rsid w:val="00D50598"/>
    <w:pPr>
      <w:pBdr>
        <w:bottom w:val="single" w:sz="4" w:space="0" w:color="000000"/>
      </w:pBdr>
      <w:spacing w:before="360"/>
      <w:ind w:left="5868" w:right="5868"/>
      <w:jc w:val="center"/>
    </w:pPr>
    <w:rPr>
      <w:rFonts w:eastAsia="Calibri"/>
      <w:b/>
    </w:rPr>
  </w:style>
  <w:style w:type="paragraph" w:customStyle="1" w:styleId="Text5">
    <w:name w:val="Text 5"/>
    <w:basedOn w:val="Normal"/>
    <w:rsid w:val="00D50598"/>
    <w:pPr>
      <w:ind w:left="2835"/>
    </w:pPr>
    <w:rPr>
      <w:rFonts w:eastAsia="Calibri"/>
    </w:rPr>
  </w:style>
  <w:style w:type="paragraph" w:customStyle="1" w:styleId="Text6">
    <w:name w:val="Text 6"/>
    <w:basedOn w:val="Normal"/>
    <w:rsid w:val="00D50598"/>
    <w:pPr>
      <w:ind w:left="3402"/>
    </w:pPr>
    <w:rPr>
      <w:rFonts w:eastAsia="Calibri"/>
    </w:rPr>
  </w:style>
  <w:style w:type="paragraph" w:customStyle="1" w:styleId="PointManual">
    <w:name w:val="Point Manual"/>
    <w:basedOn w:val="Normal"/>
    <w:rsid w:val="00D50598"/>
    <w:pPr>
      <w:ind w:left="567" w:hanging="567"/>
    </w:pPr>
    <w:rPr>
      <w:rFonts w:eastAsia="Calibri"/>
    </w:rPr>
  </w:style>
  <w:style w:type="paragraph" w:customStyle="1" w:styleId="PointManual1">
    <w:name w:val="Point Manual (1)"/>
    <w:basedOn w:val="Normal"/>
    <w:rsid w:val="00D50598"/>
    <w:pPr>
      <w:ind w:left="1134" w:hanging="567"/>
    </w:pPr>
    <w:rPr>
      <w:rFonts w:eastAsia="Calibri"/>
    </w:rPr>
  </w:style>
  <w:style w:type="paragraph" w:customStyle="1" w:styleId="PointManual2">
    <w:name w:val="Point Manual (2)"/>
    <w:basedOn w:val="Normal"/>
    <w:rsid w:val="00D50598"/>
    <w:pPr>
      <w:ind w:left="1701" w:hanging="567"/>
    </w:pPr>
    <w:rPr>
      <w:rFonts w:eastAsia="Calibri"/>
    </w:rPr>
  </w:style>
  <w:style w:type="paragraph" w:customStyle="1" w:styleId="PointManual3">
    <w:name w:val="Point Manual (3)"/>
    <w:basedOn w:val="Normal"/>
    <w:rsid w:val="00D50598"/>
    <w:pPr>
      <w:ind w:left="2268" w:hanging="567"/>
    </w:pPr>
    <w:rPr>
      <w:rFonts w:eastAsia="Calibri"/>
    </w:rPr>
  </w:style>
  <w:style w:type="paragraph" w:customStyle="1" w:styleId="PointManual4">
    <w:name w:val="Point Manual (4)"/>
    <w:basedOn w:val="Normal"/>
    <w:rsid w:val="00D50598"/>
    <w:pPr>
      <w:ind w:left="2835" w:hanging="567"/>
    </w:pPr>
    <w:rPr>
      <w:rFonts w:eastAsia="Calibri"/>
    </w:rPr>
  </w:style>
  <w:style w:type="paragraph" w:customStyle="1" w:styleId="PointDoubleManual">
    <w:name w:val="Point Double Manual"/>
    <w:basedOn w:val="Normal"/>
    <w:rsid w:val="00D50598"/>
    <w:pPr>
      <w:tabs>
        <w:tab w:val="left" w:pos="567"/>
      </w:tabs>
      <w:ind w:left="1134" w:hanging="1134"/>
    </w:pPr>
    <w:rPr>
      <w:rFonts w:eastAsia="Calibri"/>
    </w:rPr>
  </w:style>
  <w:style w:type="paragraph" w:customStyle="1" w:styleId="PointDoubleManual1">
    <w:name w:val="Point Double Manual (1)"/>
    <w:basedOn w:val="Normal"/>
    <w:rsid w:val="00D50598"/>
    <w:pPr>
      <w:tabs>
        <w:tab w:val="left" w:pos="1134"/>
      </w:tabs>
      <w:ind w:left="1701" w:hanging="1134"/>
    </w:pPr>
    <w:rPr>
      <w:rFonts w:eastAsia="Calibri"/>
    </w:rPr>
  </w:style>
  <w:style w:type="paragraph" w:customStyle="1" w:styleId="PointDoubleManual2">
    <w:name w:val="Point Double Manual (2)"/>
    <w:basedOn w:val="Normal"/>
    <w:rsid w:val="00D50598"/>
    <w:pPr>
      <w:tabs>
        <w:tab w:val="left" w:pos="1701"/>
      </w:tabs>
      <w:ind w:left="2268" w:hanging="1134"/>
    </w:pPr>
    <w:rPr>
      <w:rFonts w:eastAsia="Calibri"/>
    </w:rPr>
  </w:style>
  <w:style w:type="paragraph" w:customStyle="1" w:styleId="PointDoubleManual3">
    <w:name w:val="Point Double Manual (3)"/>
    <w:basedOn w:val="Normal"/>
    <w:rsid w:val="00D50598"/>
    <w:pPr>
      <w:tabs>
        <w:tab w:val="left" w:pos="2268"/>
      </w:tabs>
      <w:ind w:left="2835" w:hanging="1134"/>
    </w:pPr>
    <w:rPr>
      <w:rFonts w:eastAsia="Calibri"/>
    </w:rPr>
  </w:style>
  <w:style w:type="paragraph" w:customStyle="1" w:styleId="PointDoubleManual4">
    <w:name w:val="Point Double Manual (4)"/>
    <w:basedOn w:val="Normal"/>
    <w:rsid w:val="00D50598"/>
    <w:pPr>
      <w:tabs>
        <w:tab w:val="left" w:pos="2835"/>
      </w:tabs>
      <w:ind w:left="3402" w:hanging="1134"/>
    </w:pPr>
    <w:rPr>
      <w:rFonts w:eastAsia="Calibri"/>
    </w:rPr>
  </w:style>
  <w:style w:type="paragraph" w:customStyle="1" w:styleId="Pointabc">
    <w:name w:val="Point abc"/>
    <w:basedOn w:val="Normal"/>
    <w:rsid w:val="00D50598"/>
    <w:pPr>
      <w:numPr>
        <w:ilvl w:val="1"/>
        <w:numId w:val="19"/>
      </w:numPr>
      <w:tabs>
        <w:tab w:val="clear" w:pos="567"/>
        <w:tab w:val="num" w:pos="926"/>
      </w:tabs>
      <w:ind w:left="926" w:hanging="360"/>
    </w:pPr>
    <w:rPr>
      <w:rFonts w:eastAsia="Calibri"/>
    </w:rPr>
  </w:style>
  <w:style w:type="paragraph" w:customStyle="1" w:styleId="Pointabc1">
    <w:name w:val="Point abc (1)"/>
    <w:basedOn w:val="Normal"/>
    <w:rsid w:val="00D50598"/>
    <w:pPr>
      <w:numPr>
        <w:ilvl w:val="3"/>
        <w:numId w:val="19"/>
      </w:numPr>
      <w:tabs>
        <w:tab w:val="clear" w:pos="1134"/>
        <w:tab w:val="num" w:pos="926"/>
      </w:tabs>
      <w:ind w:left="926" w:hanging="360"/>
    </w:pPr>
    <w:rPr>
      <w:rFonts w:eastAsia="Calibri"/>
    </w:rPr>
  </w:style>
  <w:style w:type="paragraph" w:customStyle="1" w:styleId="Pointabc2">
    <w:name w:val="Point abc (2)"/>
    <w:basedOn w:val="Normal"/>
    <w:rsid w:val="00D50598"/>
    <w:pPr>
      <w:numPr>
        <w:ilvl w:val="5"/>
        <w:numId w:val="19"/>
      </w:numPr>
      <w:tabs>
        <w:tab w:val="clear" w:pos="1701"/>
        <w:tab w:val="num" w:pos="926"/>
      </w:tabs>
      <w:ind w:left="926" w:hanging="360"/>
    </w:pPr>
    <w:rPr>
      <w:rFonts w:eastAsia="Calibri"/>
    </w:rPr>
  </w:style>
  <w:style w:type="paragraph" w:customStyle="1" w:styleId="Pointabc3">
    <w:name w:val="Point abc (3)"/>
    <w:basedOn w:val="Normal"/>
    <w:rsid w:val="00D50598"/>
    <w:pPr>
      <w:numPr>
        <w:ilvl w:val="7"/>
        <w:numId w:val="19"/>
      </w:numPr>
      <w:tabs>
        <w:tab w:val="clear" w:pos="2268"/>
        <w:tab w:val="num" w:pos="926"/>
      </w:tabs>
      <w:ind w:left="926" w:hanging="360"/>
    </w:pPr>
    <w:rPr>
      <w:rFonts w:eastAsia="Calibri"/>
    </w:rPr>
  </w:style>
  <w:style w:type="paragraph" w:customStyle="1" w:styleId="Pointabc4">
    <w:name w:val="Point abc (4)"/>
    <w:basedOn w:val="Normal"/>
    <w:rsid w:val="00D50598"/>
    <w:pPr>
      <w:numPr>
        <w:ilvl w:val="8"/>
        <w:numId w:val="19"/>
      </w:numPr>
      <w:tabs>
        <w:tab w:val="clear" w:pos="2835"/>
        <w:tab w:val="num" w:pos="926"/>
      </w:tabs>
      <w:ind w:left="926" w:hanging="360"/>
    </w:pPr>
    <w:rPr>
      <w:rFonts w:eastAsia="Calibri"/>
    </w:rPr>
  </w:style>
  <w:style w:type="paragraph" w:customStyle="1" w:styleId="Point123">
    <w:name w:val="Point 123"/>
    <w:basedOn w:val="Normal"/>
    <w:rsid w:val="00D50598"/>
    <w:pPr>
      <w:numPr>
        <w:numId w:val="19"/>
      </w:numPr>
      <w:tabs>
        <w:tab w:val="clear" w:pos="567"/>
        <w:tab w:val="num" w:pos="926"/>
      </w:tabs>
      <w:ind w:left="926" w:hanging="360"/>
    </w:pPr>
    <w:rPr>
      <w:rFonts w:eastAsia="Calibri"/>
    </w:rPr>
  </w:style>
  <w:style w:type="paragraph" w:customStyle="1" w:styleId="Point1231">
    <w:name w:val="Point 123 (1)"/>
    <w:basedOn w:val="Normal"/>
    <w:rsid w:val="00D50598"/>
    <w:pPr>
      <w:numPr>
        <w:ilvl w:val="2"/>
        <w:numId w:val="19"/>
      </w:numPr>
      <w:tabs>
        <w:tab w:val="clear" w:pos="1134"/>
        <w:tab w:val="num" w:pos="926"/>
      </w:tabs>
      <w:ind w:left="926" w:hanging="360"/>
    </w:pPr>
    <w:rPr>
      <w:rFonts w:eastAsia="Calibri"/>
    </w:rPr>
  </w:style>
  <w:style w:type="paragraph" w:customStyle="1" w:styleId="Point1232">
    <w:name w:val="Point 123 (2)"/>
    <w:basedOn w:val="Normal"/>
    <w:rsid w:val="00D50598"/>
    <w:pPr>
      <w:numPr>
        <w:ilvl w:val="4"/>
        <w:numId w:val="19"/>
      </w:numPr>
      <w:tabs>
        <w:tab w:val="clear" w:pos="1701"/>
        <w:tab w:val="num" w:pos="926"/>
      </w:tabs>
      <w:ind w:left="926" w:hanging="360"/>
    </w:pPr>
    <w:rPr>
      <w:rFonts w:eastAsia="Calibri"/>
    </w:rPr>
  </w:style>
  <w:style w:type="paragraph" w:customStyle="1" w:styleId="Point1233">
    <w:name w:val="Point 123 (3)"/>
    <w:basedOn w:val="Normal"/>
    <w:rsid w:val="00D50598"/>
    <w:pPr>
      <w:numPr>
        <w:ilvl w:val="6"/>
        <w:numId w:val="19"/>
      </w:numPr>
      <w:tabs>
        <w:tab w:val="clear" w:pos="2268"/>
        <w:tab w:val="num" w:pos="926"/>
      </w:tabs>
      <w:ind w:left="926" w:hanging="360"/>
    </w:pPr>
    <w:rPr>
      <w:rFonts w:eastAsia="Calibri"/>
    </w:rPr>
  </w:style>
  <w:style w:type="paragraph" w:customStyle="1" w:styleId="Pointivx">
    <w:name w:val="Point ivx"/>
    <w:basedOn w:val="Normal"/>
    <w:rsid w:val="00D50598"/>
    <w:pPr>
      <w:numPr>
        <w:numId w:val="20"/>
      </w:numPr>
      <w:tabs>
        <w:tab w:val="clear" w:pos="567"/>
        <w:tab w:val="num" w:pos="1209"/>
      </w:tabs>
      <w:ind w:left="1209" w:hanging="360"/>
    </w:pPr>
    <w:rPr>
      <w:rFonts w:eastAsia="Calibri"/>
    </w:rPr>
  </w:style>
  <w:style w:type="paragraph" w:customStyle="1" w:styleId="Pointivx1">
    <w:name w:val="Point ivx (1)"/>
    <w:basedOn w:val="Normal"/>
    <w:rsid w:val="00D50598"/>
    <w:pPr>
      <w:numPr>
        <w:ilvl w:val="1"/>
        <w:numId w:val="20"/>
      </w:numPr>
      <w:tabs>
        <w:tab w:val="clear" w:pos="1134"/>
        <w:tab w:val="num" w:pos="1209"/>
      </w:tabs>
      <w:ind w:left="1209" w:hanging="360"/>
    </w:pPr>
    <w:rPr>
      <w:rFonts w:eastAsia="Calibri"/>
    </w:rPr>
  </w:style>
  <w:style w:type="paragraph" w:customStyle="1" w:styleId="Pointivx2">
    <w:name w:val="Point ivx (2)"/>
    <w:basedOn w:val="Normal"/>
    <w:rsid w:val="00D50598"/>
    <w:pPr>
      <w:numPr>
        <w:ilvl w:val="2"/>
        <w:numId w:val="20"/>
      </w:numPr>
      <w:tabs>
        <w:tab w:val="clear" w:pos="1701"/>
        <w:tab w:val="num" w:pos="1209"/>
      </w:tabs>
      <w:ind w:left="1209" w:hanging="360"/>
    </w:pPr>
    <w:rPr>
      <w:rFonts w:eastAsia="Calibri"/>
    </w:rPr>
  </w:style>
  <w:style w:type="paragraph" w:customStyle="1" w:styleId="Pointivx3">
    <w:name w:val="Point ivx (3)"/>
    <w:basedOn w:val="Normal"/>
    <w:rsid w:val="00D50598"/>
    <w:pPr>
      <w:numPr>
        <w:ilvl w:val="3"/>
        <w:numId w:val="20"/>
      </w:numPr>
      <w:tabs>
        <w:tab w:val="clear" w:pos="2268"/>
        <w:tab w:val="num" w:pos="1209"/>
      </w:tabs>
      <w:ind w:left="1209" w:hanging="360"/>
    </w:pPr>
    <w:rPr>
      <w:rFonts w:eastAsia="Calibri"/>
    </w:rPr>
  </w:style>
  <w:style w:type="paragraph" w:customStyle="1" w:styleId="Pointivx4">
    <w:name w:val="Point ivx (4)"/>
    <w:basedOn w:val="Normal"/>
    <w:rsid w:val="00D50598"/>
    <w:pPr>
      <w:numPr>
        <w:ilvl w:val="4"/>
        <w:numId w:val="20"/>
      </w:numPr>
      <w:tabs>
        <w:tab w:val="clear" w:pos="2835"/>
        <w:tab w:val="num" w:pos="1209"/>
      </w:tabs>
      <w:ind w:left="1209" w:hanging="360"/>
    </w:pPr>
    <w:rPr>
      <w:rFonts w:eastAsia="Calibri"/>
    </w:rPr>
  </w:style>
  <w:style w:type="paragraph" w:customStyle="1" w:styleId="Bullet">
    <w:name w:val="Bullet"/>
    <w:basedOn w:val="Normal"/>
    <w:rsid w:val="00D50598"/>
    <w:pPr>
      <w:numPr>
        <w:numId w:val="18"/>
      </w:numPr>
      <w:tabs>
        <w:tab w:val="clear" w:pos="567"/>
        <w:tab w:val="num" w:pos="360"/>
      </w:tabs>
      <w:ind w:left="360" w:hanging="360"/>
    </w:pPr>
    <w:rPr>
      <w:rFonts w:eastAsia="Calibri"/>
    </w:rPr>
  </w:style>
  <w:style w:type="paragraph" w:customStyle="1" w:styleId="Dash">
    <w:name w:val="Dash"/>
    <w:basedOn w:val="Normal"/>
    <w:rsid w:val="00D50598"/>
    <w:pPr>
      <w:numPr>
        <w:numId w:val="8"/>
      </w:numPr>
    </w:pPr>
    <w:rPr>
      <w:rFonts w:eastAsia="Calibri"/>
    </w:rPr>
  </w:style>
  <w:style w:type="paragraph" w:customStyle="1" w:styleId="Dash1">
    <w:name w:val="Dash 1"/>
    <w:basedOn w:val="Normal"/>
    <w:rsid w:val="00D50598"/>
    <w:pPr>
      <w:numPr>
        <w:numId w:val="9"/>
      </w:numPr>
    </w:pPr>
    <w:rPr>
      <w:rFonts w:eastAsia="Calibri"/>
    </w:rPr>
  </w:style>
  <w:style w:type="paragraph" w:customStyle="1" w:styleId="Dash2">
    <w:name w:val="Dash 2"/>
    <w:basedOn w:val="Normal"/>
    <w:rsid w:val="00D50598"/>
    <w:pPr>
      <w:numPr>
        <w:numId w:val="10"/>
      </w:numPr>
    </w:pPr>
    <w:rPr>
      <w:rFonts w:eastAsia="Calibri"/>
    </w:rPr>
  </w:style>
  <w:style w:type="paragraph" w:customStyle="1" w:styleId="Dash3">
    <w:name w:val="Dash 3"/>
    <w:basedOn w:val="Normal"/>
    <w:rsid w:val="00D50598"/>
    <w:pPr>
      <w:numPr>
        <w:numId w:val="11"/>
      </w:numPr>
    </w:pPr>
    <w:rPr>
      <w:rFonts w:eastAsia="Calibri"/>
    </w:rPr>
  </w:style>
  <w:style w:type="paragraph" w:customStyle="1" w:styleId="Dash4">
    <w:name w:val="Dash 4"/>
    <w:basedOn w:val="Normal"/>
    <w:rsid w:val="00D50598"/>
    <w:pPr>
      <w:numPr>
        <w:numId w:val="12"/>
      </w:numPr>
    </w:pPr>
    <w:rPr>
      <w:rFonts w:eastAsia="Calibri"/>
    </w:rPr>
  </w:style>
  <w:style w:type="paragraph" w:customStyle="1" w:styleId="DashEqual">
    <w:name w:val="Dash Equal"/>
    <w:basedOn w:val="Dash"/>
    <w:rsid w:val="00D50598"/>
    <w:pPr>
      <w:numPr>
        <w:numId w:val="13"/>
      </w:numPr>
      <w:tabs>
        <w:tab w:val="clear" w:pos="567"/>
        <w:tab w:val="num" w:pos="926"/>
      </w:tabs>
      <w:ind w:left="926" w:hanging="360"/>
    </w:pPr>
  </w:style>
  <w:style w:type="paragraph" w:customStyle="1" w:styleId="DashEqual1">
    <w:name w:val="Dash Equal 1"/>
    <w:basedOn w:val="Dash1"/>
    <w:rsid w:val="00D50598"/>
    <w:pPr>
      <w:numPr>
        <w:numId w:val="14"/>
      </w:numPr>
      <w:tabs>
        <w:tab w:val="clear" w:pos="1134"/>
        <w:tab w:val="num" w:pos="1209"/>
      </w:tabs>
      <w:ind w:left="1209" w:hanging="360"/>
    </w:pPr>
  </w:style>
  <w:style w:type="paragraph" w:customStyle="1" w:styleId="DashEqual2">
    <w:name w:val="Dash Equal 2"/>
    <w:basedOn w:val="Dash2"/>
    <w:rsid w:val="00D50598"/>
    <w:pPr>
      <w:numPr>
        <w:numId w:val="15"/>
      </w:numPr>
      <w:tabs>
        <w:tab w:val="clear" w:pos="1701"/>
        <w:tab w:val="num" w:pos="1209"/>
      </w:tabs>
      <w:ind w:left="1209" w:hanging="360"/>
    </w:pPr>
  </w:style>
  <w:style w:type="paragraph" w:customStyle="1" w:styleId="DashEqual3">
    <w:name w:val="Dash Equal 3"/>
    <w:basedOn w:val="Dash3"/>
    <w:rsid w:val="00D50598"/>
    <w:pPr>
      <w:numPr>
        <w:numId w:val="16"/>
      </w:numPr>
      <w:tabs>
        <w:tab w:val="clear" w:pos="2268"/>
        <w:tab w:val="num" w:pos="1492"/>
      </w:tabs>
      <w:ind w:left="1492" w:hanging="360"/>
    </w:pPr>
  </w:style>
  <w:style w:type="paragraph" w:customStyle="1" w:styleId="DashEqual4">
    <w:name w:val="Dash Equal 4"/>
    <w:basedOn w:val="Dash4"/>
    <w:rsid w:val="00D50598"/>
    <w:pPr>
      <w:numPr>
        <w:numId w:val="17"/>
      </w:numPr>
      <w:tabs>
        <w:tab w:val="clear" w:pos="2835"/>
        <w:tab w:val="num" w:pos="1492"/>
      </w:tabs>
      <w:ind w:left="1492" w:hanging="360"/>
    </w:pPr>
  </w:style>
  <w:style w:type="paragraph" w:customStyle="1" w:styleId="HeadingLeft">
    <w:name w:val="Heading Left"/>
    <w:basedOn w:val="Normal"/>
    <w:next w:val="Normal"/>
    <w:rsid w:val="00D50598"/>
    <w:pPr>
      <w:spacing w:before="360"/>
      <w:outlineLvl w:val="0"/>
    </w:pPr>
    <w:rPr>
      <w:rFonts w:eastAsia="Calibri"/>
      <w:b/>
      <w:caps/>
      <w:u w:val="single"/>
    </w:rPr>
  </w:style>
  <w:style w:type="paragraph" w:customStyle="1" w:styleId="HeadingIVX">
    <w:name w:val="Heading IVX"/>
    <w:basedOn w:val="HeadingLeft"/>
    <w:next w:val="Normal"/>
    <w:rsid w:val="00D50598"/>
    <w:pPr>
      <w:numPr>
        <w:numId w:val="23"/>
      </w:numPr>
      <w:tabs>
        <w:tab w:val="clear" w:pos="567"/>
        <w:tab w:val="num" w:pos="1492"/>
      </w:tabs>
      <w:ind w:left="1492" w:hanging="360"/>
    </w:pPr>
  </w:style>
  <w:style w:type="paragraph" w:customStyle="1" w:styleId="Heading123">
    <w:name w:val="Heading 123"/>
    <w:basedOn w:val="HeadingLeft"/>
    <w:next w:val="Normal"/>
    <w:rsid w:val="00D50598"/>
    <w:pPr>
      <w:numPr>
        <w:numId w:val="22"/>
      </w:numPr>
      <w:tabs>
        <w:tab w:val="clear" w:pos="567"/>
        <w:tab w:val="num" w:pos="1492"/>
      </w:tabs>
      <w:ind w:left="1492" w:hanging="360"/>
    </w:pPr>
  </w:style>
  <w:style w:type="paragraph" w:customStyle="1" w:styleId="HeadingABC">
    <w:name w:val="Heading ABC"/>
    <w:basedOn w:val="HeadingLeft"/>
    <w:next w:val="Normal"/>
    <w:rsid w:val="00D50598"/>
    <w:pPr>
      <w:numPr>
        <w:numId w:val="21"/>
      </w:numPr>
      <w:tabs>
        <w:tab w:val="clear" w:pos="567"/>
        <w:tab w:val="num" w:pos="1209"/>
      </w:tabs>
      <w:ind w:left="1209" w:hanging="360"/>
    </w:pPr>
  </w:style>
  <w:style w:type="paragraph" w:customStyle="1" w:styleId="HeadingCentered">
    <w:name w:val="Heading Centered"/>
    <w:basedOn w:val="HeadingLeft"/>
    <w:next w:val="Normal"/>
    <w:rsid w:val="00D50598"/>
    <w:pPr>
      <w:jc w:val="center"/>
    </w:pPr>
  </w:style>
  <w:style w:type="paragraph" w:customStyle="1" w:styleId="Jardin">
    <w:name w:val="Jardin"/>
    <w:basedOn w:val="Normal"/>
    <w:uiPriority w:val="99"/>
    <w:rsid w:val="00D50598"/>
    <w:pPr>
      <w:spacing w:before="200" w:after="0" w:line="240" w:lineRule="auto"/>
      <w:jc w:val="center"/>
    </w:pPr>
    <w:rPr>
      <w:rFonts w:eastAsia="Calibri"/>
    </w:rPr>
  </w:style>
  <w:style w:type="paragraph" w:customStyle="1" w:styleId="Amendment">
    <w:name w:val="Amendment"/>
    <w:basedOn w:val="Normal"/>
    <w:next w:val="Normal"/>
    <w:rsid w:val="00D50598"/>
    <w:rPr>
      <w:rFonts w:eastAsia="Calibri"/>
      <w:i/>
      <w:u w:val="single"/>
    </w:rPr>
  </w:style>
  <w:style w:type="paragraph" w:customStyle="1" w:styleId="AmendmentList">
    <w:name w:val="Amendment List"/>
    <w:basedOn w:val="Normal"/>
    <w:rsid w:val="00D50598"/>
    <w:pPr>
      <w:ind w:left="2268" w:hanging="2268"/>
    </w:pPr>
    <w:rPr>
      <w:rFonts w:eastAsia="Calibri"/>
    </w:rPr>
  </w:style>
  <w:style w:type="paragraph" w:customStyle="1" w:styleId="ReplyRE">
    <w:name w:val="Reply RE"/>
    <w:basedOn w:val="Normal"/>
    <w:next w:val="Normal"/>
    <w:rsid w:val="00D50598"/>
    <w:pPr>
      <w:spacing w:after="480" w:line="240" w:lineRule="auto"/>
      <w:contextualSpacing/>
    </w:pPr>
    <w:rPr>
      <w:rFonts w:eastAsia="Calibri"/>
    </w:rPr>
  </w:style>
  <w:style w:type="paragraph" w:customStyle="1" w:styleId="ReplyBold">
    <w:name w:val="Reply Bold"/>
    <w:basedOn w:val="ReplyRE"/>
    <w:next w:val="Normal"/>
    <w:rsid w:val="00D50598"/>
    <w:rPr>
      <w:b/>
    </w:rPr>
  </w:style>
  <w:style w:type="paragraph" w:customStyle="1" w:styleId="Annex">
    <w:name w:val="Annex"/>
    <w:basedOn w:val="Normal"/>
    <w:next w:val="Normal"/>
    <w:rsid w:val="00D50598"/>
    <w:pPr>
      <w:jc w:val="right"/>
    </w:pPr>
    <w:rPr>
      <w:rFonts w:eastAsia="Calibri"/>
      <w:b/>
      <w:u w:val="single"/>
    </w:rPr>
  </w:style>
  <w:style w:type="paragraph" w:customStyle="1" w:styleId="Sign">
    <w:name w:val="Sign"/>
    <w:basedOn w:val="Normal"/>
    <w:rsid w:val="00D50598"/>
    <w:pPr>
      <w:tabs>
        <w:tab w:val="center" w:pos="7087"/>
      </w:tabs>
      <w:contextualSpacing/>
    </w:pPr>
    <w:rPr>
      <w:rFonts w:eastAsia="Calibri"/>
    </w:rPr>
  </w:style>
  <w:style w:type="paragraph" w:customStyle="1" w:styleId="NotDeclassified">
    <w:name w:val="Not Declassified"/>
    <w:basedOn w:val="Normal"/>
    <w:next w:val="Normal"/>
    <w:rsid w:val="00D50598"/>
    <w:rPr>
      <w:rFonts w:eastAsia="Calibri"/>
      <w:b/>
      <w:shd w:val="clear" w:color="auto" w:fill="CCCCCC"/>
    </w:rPr>
  </w:style>
  <w:style w:type="character" w:customStyle="1" w:styleId="NotDeclassifiedCharacter">
    <w:name w:val="Not Declassified Character"/>
    <w:basedOn w:val="DefaultParagraphFont"/>
    <w:rsid w:val="00D50598"/>
    <w:rPr>
      <w:rFonts w:ascii="Times New Roman" w:hAnsi="Times New Roman" w:cs="Times New Roman"/>
      <w:b/>
      <w:sz w:val="24"/>
      <w:shd w:val="clear" w:color="auto" w:fill="CCCCCC"/>
    </w:rPr>
  </w:style>
  <w:style w:type="paragraph" w:customStyle="1" w:styleId="NormalCompact">
    <w:name w:val="Normal Compact"/>
    <w:basedOn w:val="Normal"/>
    <w:next w:val="Normal"/>
    <w:uiPriority w:val="99"/>
    <w:rsid w:val="00D50598"/>
    <w:pPr>
      <w:spacing w:line="240" w:lineRule="auto"/>
    </w:pPr>
    <w:rPr>
      <w:rFonts w:eastAsia="Calibri"/>
    </w:rPr>
  </w:style>
  <w:style w:type="character" w:customStyle="1" w:styleId="TechnicalBlockChar">
    <w:name w:val="Technical Block Char"/>
    <w:basedOn w:val="DefaultParagraphFont"/>
    <w:rsid w:val="00D50598"/>
    <w:rPr>
      <w:rFonts w:ascii="Times New Roman" w:eastAsia="Times New Roman" w:hAnsi="Times New Roman" w:cs="Times New Roman"/>
      <w:sz w:val="24"/>
      <w:szCs w:val="24"/>
      <w:lang w:val="sk-SK"/>
    </w:rPr>
  </w:style>
  <w:style w:type="paragraph" w:styleId="ListParagraph">
    <w:name w:val="List Paragraph"/>
    <w:basedOn w:val="Normal"/>
    <w:uiPriority w:val="34"/>
    <w:qFormat/>
    <w:rsid w:val="00D50598"/>
    <w:pPr>
      <w:autoSpaceDE w:val="0"/>
      <w:autoSpaceDN w:val="0"/>
      <w:adjustRightInd w:val="0"/>
      <w:ind w:left="720"/>
      <w:contextualSpacing/>
    </w:pPr>
    <w:rPr>
      <w:rFonts w:eastAsia="Times New Roman"/>
      <w:lang w:eastAsia="en-GB"/>
    </w:rPr>
  </w:style>
  <w:style w:type="table" w:customStyle="1" w:styleId="TableGrid2">
    <w:name w:val="Table Grid2"/>
    <w:basedOn w:val="TableNormal"/>
    <w:next w:val="TableGrid"/>
    <w:uiPriority w:val="39"/>
    <w:rsid w:val="00D50598"/>
    <w:pPr>
      <w:spacing w:after="0" w:line="240" w:lineRule="auto"/>
    </w:pPr>
    <w:rPr>
      <w:rFonts w:ascii="Calibri" w:eastAsia="Times New Roman" w:hAnsi="Calibri" w:cs="Arial"/>
      <w:lang w:val="sk-SK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D50598"/>
    <w:pPr>
      <w:autoSpaceDE w:val="0"/>
      <w:autoSpaceDN w:val="0"/>
      <w:adjustRightInd w:val="0"/>
      <w:spacing w:before="100" w:beforeAutospacing="1" w:after="100" w:afterAutospacing="1" w:line="240" w:lineRule="auto"/>
    </w:pPr>
    <w:rPr>
      <w:rFonts w:ascii="Times" w:eastAsia="Times New Roman" w:hAnsi="Times"/>
      <w:sz w:val="20"/>
      <w:szCs w:val="20"/>
      <w:lang w:eastAsia="en-GB"/>
    </w:rPr>
  </w:style>
  <w:style w:type="paragraph" w:customStyle="1" w:styleId="Rfrenceinterinstitutionnelle">
    <w:name w:val="Référence interinstitutionnelle"/>
    <w:basedOn w:val="Normal"/>
    <w:next w:val="Statut"/>
    <w:rsid w:val="00D50598"/>
    <w:pPr>
      <w:autoSpaceDE w:val="0"/>
      <w:autoSpaceDN w:val="0"/>
      <w:adjustRightInd w:val="0"/>
      <w:spacing w:before="0" w:after="0" w:line="240" w:lineRule="auto"/>
      <w:ind w:left="5103"/>
    </w:pPr>
    <w:rPr>
      <w:rFonts w:eastAsia="Times New Roman"/>
      <w:lang w:eastAsia="en-GB"/>
    </w:rPr>
  </w:style>
  <w:style w:type="paragraph" w:customStyle="1" w:styleId="odrka-kulat">
    <w:name w:val="odrážka-kulatá"/>
    <w:basedOn w:val="Normal"/>
    <w:qFormat/>
    <w:rsid w:val="00D50598"/>
    <w:pPr>
      <w:numPr>
        <w:numId w:val="24"/>
      </w:numPr>
      <w:tabs>
        <w:tab w:val="num" w:pos="360"/>
      </w:tabs>
      <w:autoSpaceDE w:val="0"/>
      <w:autoSpaceDN w:val="0"/>
      <w:adjustRightInd w:val="0"/>
      <w:spacing w:before="240" w:line="276" w:lineRule="auto"/>
      <w:ind w:left="360"/>
      <w:jc w:val="both"/>
    </w:pPr>
    <w:rPr>
      <w:rFonts w:eastAsia="Times New Roman"/>
      <w:b/>
      <w:szCs w:val="24"/>
      <w:lang w:eastAsia="en-GB"/>
    </w:rPr>
  </w:style>
  <w:style w:type="character" w:customStyle="1" w:styleId="odrka-kulatChar">
    <w:name w:val="odrážka-kulatá Char"/>
    <w:rsid w:val="00D50598"/>
    <w:rPr>
      <w:rFonts w:ascii="Times New Roman" w:hAnsi="Times New Roman"/>
      <w:b/>
      <w:sz w:val="24"/>
      <w:lang w:val="sk-SK"/>
    </w:rPr>
  </w:style>
  <w:style w:type="paragraph" w:customStyle="1" w:styleId="CM1">
    <w:name w:val="CM1"/>
    <w:basedOn w:val="Normal"/>
    <w:next w:val="Normal"/>
    <w:uiPriority w:val="99"/>
    <w:rsid w:val="00D50598"/>
    <w:pPr>
      <w:autoSpaceDE w:val="0"/>
      <w:autoSpaceDN w:val="0"/>
      <w:adjustRightInd w:val="0"/>
      <w:spacing w:before="0" w:after="0" w:line="240" w:lineRule="auto"/>
    </w:pPr>
    <w:rPr>
      <w:rFonts w:ascii="EUAlbertina" w:eastAsia="Times New Roman" w:hAnsi="EUAlbertina" w:cs="Arial"/>
      <w:szCs w:val="24"/>
      <w:lang w:eastAsia="en-GB"/>
    </w:rPr>
  </w:style>
  <w:style w:type="character" w:customStyle="1" w:styleId="italic">
    <w:name w:val="italic"/>
    <w:basedOn w:val="DefaultParagraphFont"/>
    <w:rsid w:val="00D50598"/>
    <w:rPr>
      <w:rFonts w:cs="Times New Roman"/>
    </w:rPr>
  </w:style>
  <w:style w:type="character" w:styleId="Emphasis">
    <w:name w:val="Emphasis"/>
    <w:basedOn w:val="DefaultParagraphFont"/>
    <w:uiPriority w:val="20"/>
    <w:qFormat/>
    <w:rsid w:val="00D50598"/>
    <w:rPr>
      <w:rFonts w:cs="Times New Roman"/>
      <w:i/>
    </w:rPr>
  </w:style>
  <w:style w:type="paragraph" w:styleId="HTMLPreformatted">
    <w:name w:val="HTML Preformatted"/>
    <w:basedOn w:val="Normal"/>
    <w:link w:val="HTMLPreformattedChar"/>
    <w:uiPriority w:val="99"/>
    <w:rsid w:val="00D50598"/>
    <w:pPr>
      <w:autoSpaceDE w:val="0"/>
      <w:autoSpaceDN w:val="0"/>
      <w:adjustRightInd w:val="0"/>
      <w:spacing w:before="0" w:after="0" w:line="240" w:lineRule="auto"/>
    </w:pPr>
    <w:rPr>
      <w:rFonts w:ascii="Consolas" w:eastAsia="Times New Roman" w:hAnsi="Consolas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50598"/>
    <w:rPr>
      <w:rFonts w:ascii="Consolas" w:eastAsia="Times New Roman" w:hAnsi="Consolas" w:cs="Times New Roman"/>
      <w:sz w:val="20"/>
      <w:szCs w:val="20"/>
      <w:lang w:val="sk-SK" w:eastAsia="en-GB"/>
    </w:rPr>
  </w:style>
  <w:style w:type="paragraph" w:customStyle="1" w:styleId="ListBullet1">
    <w:name w:val="List Bullet1"/>
    <w:basedOn w:val="Normal"/>
    <w:next w:val="ListBullet"/>
    <w:uiPriority w:val="99"/>
    <w:rsid w:val="00D50598"/>
    <w:pPr>
      <w:tabs>
        <w:tab w:val="num" w:pos="360"/>
      </w:tabs>
      <w:autoSpaceDE w:val="0"/>
      <w:autoSpaceDN w:val="0"/>
      <w:adjustRightInd w:val="0"/>
      <w:spacing w:line="240" w:lineRule="auto"/>
      <w:ind w:left="360" w:hanging="360"/>
      <w:contextualSpacing/>
      <w:jc w:val="both"/>
    </w:pPr>
    <w:rPr>
      <w:rFonts w:eastAsia="Times New Roman"/>
      <w:lang w:eastAsia="en-GB"/>
    </w:rPr>
  </w:style>
  <w:style w:type="paragraph" w:customStyle="1" w:styleId="ListBullet21">
    <w:name w:val="List Bullet 21"/>
    <w:basedOn w:val="Normal"/>
    <w:next w:val="ListBullet2"/>
    <w:uiPriority w:val="99"/>
    <w:rsid w:val="00D50598"/>
    <w:pPr>
      <w:tabs>
        <w:tab w:val="num" w:pos="643"/>
      </w:tabs>
      <w:autoSpaceDE w:val="0"/>
      <w:autoSpaceDN w:val="0"/>
      <w:adjustRightInd w:val="0"/>
      <w:spacing w:line="240" w:lineRule="auto"/>
      <w:ind w:left="643" w:hanging="360"/>
      <w:contextualSpacing/>
      <w:jc w:val="both"/>
    </w:pPr>
    <w:rPr>
      <w:rFonts w:eastAsia="Times New Roman"/>
      <w:lang w:eastAsia="en-GB"/>
    </w:rPr>
  </w:style>
  <w:style w:type="paragraph" w:customStyle="1" w:styleId="ListBullet31">
    <w:name w:val="List Bullet 31"/>
    <w:basedOn w:val="Normal"/>
    <w:next w:val="ListBullet3"/>
    <w:uiPriority w:val="99"/>
    <w:rsid w:val="00D50598"/>
    <w:pPr>
      <w:tabs>
        <w:tab w:val="num" w:pos="926"/>
      </w:tabs>
      <w:autoSpaceDE w:val="0"/>
      <w:autoSpaceDN w:val="0"/>
      <w:adjustRightInd w:val="0"/>
      <w:spacing w:line="240" w:lineRule="auto"/>
      <w:ind w:left="926" w:hanging="360"/>
      <w:contextualSpacing/>
      <w:jc w:val="both"/>
    </w:pPr>
    <w:rPr>
      <w:rFonts w:eastAsia="Times New Roman"/>
      <w:lang w:eastAsia="en-GB"/>
    </w:rPr>
  </w:style>
  <w:style w:type="character" w:customStyle="1" w:styleId="Bodytext2">
    <w:name w:val="Body text (2)_"/>
    <w:rsid w:val="00D50598"/>
    <w:rPr>
      <w:rFonts w:ascii="Arial" w:eastAsia="Times New Roman" w:hAnsi="Arial"/>
      <w:sz w:val="16"/>
      <w:shd w:val="clear" w:color="auto" w:fill="FFFFFF"/>
    </w:rPr>
  </w:style>
  <w:style w:type="paragraph" w:customStyle="1" w:styleId="Bodytext20">
    <w:name w:val="Body text (2)"/>
    <w:basedOn w:val="Normal"/>
    <w:rsid w:val="00D50598"/>
    <w:pPr>
      <w:widowControl w:val="0"/>
      <w:shd w:val="clear" w:color="auto" w:fill="FFFFFF"/>
      <w:autoSpaceDE w:val="0"/>
      <w:autoSpaceDN w:val="0"/>
      <w:adjustRightInd w:val="0"/>
      <w:spacing w:before="360" w:after="360" w:line="178" w:lineRule="exact"/>
      <w:ind w:hanging="600"/>
      <w:jc w:val="both"/>
    </w:pPr>
    <w:rPr>
      <w:rFonts w:ascii="Arial" w:eastAsia="Times New Roman" w:hAnsi="Arial" w:cs="Arial"/>
      <w:sz w:val="16"/>
      <w:szCs w:val="16"/>
      <w:lang w:eastAsia="en-GB"/>
    </w:rPr>
  </w:style>
  <w:style w:type="character" w:customStyle="1" w:styleId="st1">
    <w:name w:val="st1"/>
    <w:rsid w:val="00D50598"/>
  </w:style>
  <w:style w:type="character" w:customStyle="1" w:styleId="Caractresdenotedebasdepage">
    <w:name w:val="Caractères de note de bas de page"/>
    <w:rsid w:val="00D50598"/>
    <w:rPr>
      <w:vertAlign w:val="superscript"/>
    </w:rPr>
  </w:style>
  <w:style w:type="paragraph" w:customStyle="1" w:styleId="CM3">
    <w:name w:val="CM3"/>
    <w:basedOn w:val="Normal"/>
    <w:next w:val="Normal"/>
    <w:uiPriority w:val="99"/>
    <w:rsid w:val="00D50598"/>
    <w:pPr>
      <w:autoSpaceDE w:val="0"/>
      <w:autoSpaceDN w:val="0"/>
      <w:adjustRightInd w:val="0"/>
      <w:spacing w:before="0" w:after="0" w:line="240" w:lineRule="auto"/>
    </w:pPr>
    <w:rPr>
      <w:rFonts w:eastAsia="Times New Roman"/>
      <w:szCs w:val="24"/>
      <w:lang w:eastAsia="en-GB"/>
    </w:rPr>
  </w:style>
  <w:style w:type="paragraph" w:customStyle="1" w:styleId="CM4">
    <w:name w:val="CM4"/>
    <w:basedOn w:val="Normal"/>
    <w:next w:val="Normal"/>
    <w:uiPriority w:val="99"/>
    <w:rsid w:val="00D50598"/>
    <w:pPr>
      <w:autoSpaceDE w:val="0"/>
      <w:autoSpaceDN w:val="0"/>
      <w:adjustRightInd w:val="0"/>
      <w:spacing w:before="0" w:after="0" w:line="240" w:lineRule="auto"/>
    </w:pPr>
    <w:rPr>
      <w:rFonts w:eastAsia="Times New Roman"/>
      <w:szCs w:val="24"/>
      <w:lang w:eastAsia="en-GB"/>
    </w:rPr>
  </w:style>
  <w:style w:type="character" w:customStyle="1" w:styleId="normal--char">
    <w:name w:val="normal--char"/>
    <w:rsid w:val="00D50598"/>
  </w:style>
  <w:style w:type="paragraph" w:customStyle="1" w:styleId="Caption1">
    <w:name w:val="Caption1"/>
    <w:basedOn w:val="Normal"/>
    <w:next w:val="Normal"/>
    <w:uiPriority w:val="35"/>
    <w:qFormat/>
    <w:rsid w:val="00D50598"/>
    <w:pPr>
      <w:autoSpaceDE w:val="0"/>
      <w:autoSpaceDN w:val="0"/>
      <w:adjustRightInd w:val="0"/>
      <w:spacing w:before="0" w:after="200" w:line="240" w:lineRule="auto"/>
      <w:jc w:val="both"/>
    </w:pPr>
    <w:rPr>
      <w:rFonts w:eastAsia="Times New Roman"/>
      <w:b/>
      <w:color w:val="4F81BD"/>
      <w:sz w:val="18"/>
      <w:szCs w:val="18"/>
      <w:lang w:eastAsia="en-GB"/>
    </w:rPr>
  </w:style>
  <w:style w:type="paragraph" w:customStyle="1" w:styleId="TableofFigures1">
    <w:name w:val="Table of Figures1"/>
    <w:basedOn w:val="Normal"/>
    <w:next w:val="Normal"/>
    <w:uiPriority w:val="99"/>
    <w:rsid w:val="00D50598"/>
    <w:pPr>
      <w:autoSpaceDE w:val="0"/>
      <w:autoSpaceDN w:val="0"/>
      <w:adjustRightInd w:val="0"/>
      <w:spacing w:after="0" w:line="240" w:lineRule="auto"/>
      <w:jc w:val="both"/>
    </w:pPr>
    <w:rPr>
      <w:rFonts w:eastAsia="Times New Roman"/>
      <w:lang w:eastAsia="en-GB"/>
    </w:rPr>
  </w:style>
  <w:style w:type="paragraph" w:customStyle="1" w:styleId="ListNumber1">
    <w:name w:val="List Number1"/>
    <w:basedOn w:val="Normal"/>
    <w:next w:val="ListNumber"/>
    <w:uiPriority w:val="99"/>
    <w:rsid w:val="00D50598"/>
    <w:pPr>
      <w:tabs>
        <w:tab w:val="num" w:pos="2835"/>
      </w:tabs>
      <w:autoSpaceDE w:val="0"/>
      <w:autoSpaceDN w:val="0"/>
      <w:adjustRightInd w:val="0"/>
      <w:spacing w:line="240" w:lineRule="auto"/>
      <w:ind w:left="360" w:hanging="360"/>
      <w:contextualSpacing/>
      <w:jc w:val="both"/>
    </w:pPr>
    <w:rPr>
      <w:rFonts w:eastAsia="Times New Roman"/>
      <w:lang w:eastAsia="en-GB"/>
    </w:rPr>
  </w:style>
  <w:style w:type="paragraph" w:customStyle="1" w:styleId="ListNumber21">
    <w:name w:val="List Number 21"/>
    <w:basedOn w:val="Normal"/>
    <w:next w:val="ListNumber2"/>
    <w:uiPriority w:val="99"/>
    <w:rsid w:val="00D50598"/>
    <w:pPr>
      <w:tabs>
        <w:tab w:val="num" w:pos="567"/>
        <w:tab w:val="num" w:pos="643"/>
      </w:tabs>
      <w:autoSpaceDE w:val="0"/>
      <w:autoSpaceDN w:val="0"/>
      <w:adjustRightInd w:val="0"/>
      <w:spacing w:line="240" w:lineRule="auto"/>
      <w:ind w:left="643" w:hanging="360"/>
      <w:contextualSpacing/>
      <w:jc w:val="both"/>
    </w:pPr>
    <w:rPr>
      <w:rFonts w:eastAsia="Times New Roman"/>
      <w:lang w:eastAsia="en-GB"/>
    </w:rPr>
  </w:style>
  <w:style w:type="paragraph" w:customStyle="1" w:styleId="ListNumber41">
    <w:name w:val="List Number 41"/>
    <w:basedOn w:val="Normal"/>
    <w:next w:val="ListNumber4"/>
    <w:uiPriority w:val="99"/>
    <w:rsid w:val="00D50598"/>
    <w:pPr>
      <w:tabs>
        <w:tab w:val="num" w:pos="567"/>
        <w:tab w:val="num" w:pos="1209"/>
      </w:tabs>
      <w:autoSpaceDE w:val="0"/>
      <w:autoSpaceDN w:val="0"/>
      <w:adjustRightInd w:val="0"/>
      <w:spacing w:line="240" w:lineRule="auto"/>
      <w:ind w:left="1209" w:hanging="360"/>
      <w:contextualSpacing/>
      <w:jc w:val="both"/>
    </w:pPr>
    <w:rPr>
      <w:rFonts w:eastAsia="Times New Roman"/>
      <w:lang w:eastAsia="en-GB"/>
    </w:rPr>
  </w:style>
  <w:style w:type="paragraph" w:customStyle="1" w:styleId="TOC41">
    <w:name w:val="TOC 41"/>
    <w:basedOn w:val="Normal"/>
    <w:next w:val="Normal"/>
    <w:uiPriority w:val="39"/>
    <w:rsid w:val="00D50598"/>
    <w:pPr>
      <w:tabs>
        <w:tab w:val="right" w:leader="dot" w:pos="9071"/>
      </w:tabs>
      <w:autoSpaceDE w:val="0"/>
      <w:autoSpaceDN w:val="0"/>
      <w:adjustRightInd w:val="0"/>
      <w:spacing w:before="60" w:line="240" w:lineRule="auto"/>
      <w:ind w:left="850" w:hanging="850"/>
    </w:pPr>
    <w:rPr>
      <w:rFonts w:eastAsia="Times New Roman"/>
      <w:lang w:eastAsia="en-GB"/>
    </w:rPr>
  </w:style>
  <w:style w:type="paragraph" w:customStyle="1" w:styleId="TOC51">
    <w:name w:val="TOC 51"/>
    <w:basedOn w:val="Normal"/>
    <w:next w:val="Normal"/>
    <w:uiPriority w:val="39"/>
    <w:rsid w:val="00D50598"/>
    <w:pPr>
      <w:tabs>
        <w:tab w:val="right" w:leader="dot" w:pos="9071"/>
      </w:tabs>
      <w:autoSpaceDE w:val="0"/>
      <w:autoSpaceDN w:val="0"/>
      <w:adjustRightInd w:val="0"/>
      <w:spacing w:before="300" w:line="240" w:lineRule="auto"/>
    </w:pPr>
    <w:rPr>
      <w:rFonts w:eastAsia="Times New Roman"/>
      <w:lang w:eastAsia="en-GB"/>
    </w:rPr>
  </w:style>
  <w:style w:type="paragraph" w:customStyle="1" w:styleId="TOC61">
    <w:name w:val="TOC 61"/>
    <w:basedOn w:val="Normal"/>
    <w:next w:val="Normal"/>
    <w:uiPriority w:val="39"/>
    <w:rsid w:val="00D50598"/>
    <w:pPr>
      <w:tabs>
        <w:tab w:val="right" w:leader="dot" w:pos="9071"/>
      </w:tabs>
      <w:autoSpaceDE w:val="0"/>
      <w:autoSpaceDN w:val="0"/>
      <w:adjustRightInd w:val="0"/>
      <w:spacing w:before="240" w:line="240" w:lineRule="auto"/>
    </w:pPr>
    <w:rPr>
      <w:rFonts w:eastAsia="Times New Roman"/>
      <w:lang w:eastAsia="en-GB"/>
    </w:rPr>
  </w:style>
  <w:style w:type="paragraph" w:customStyle="1" w:styleId="TOC71">
    <w:name w:val="TOC 71"/>
    <w:basedOn w:val="Normal"/>
    <w:next w:val="Normal"/>
    <w:uiPriority w:val="39"/>
    <w:rsid w:val="00D50598"/>
    <w:pPr>
      <w:tabs>
        <w:tab w:val="right" w:leader="dot" w:pos="9071"/>
      </w:tabs>
      <w:autoSpaceDE w:val="0"/>
      <w:autoSpaceDN w:val="0"/>
      <w:adjustRightInd w:val="0"/>
      <w:spacing w:before="180" w:line="240" w:lineRule="auto"/>
    </w:pPr>
    <w:rPr>
      <w:rFonts w:eastAsia="Times New Roman"/>
      <w:lang w:eastAsia="en-GB"/>
    </w:rPr>
  </w:style>
  <w:style w:type="paragraph" w:customStyle="1" w:styleId="TOC81">
    <w:name w:val="TOC 81"/>
    <w:basedOn w:val="Normal"/>
    <w:next w:val="Normal"/>
    <w:uiPriority w:val="39"/>
    <w:rsid w:val="00D50598"/>
    <w:pPr>
      <w:tabs>
        <w:tab w:val="right" w:leader="dot" w:pos="9071"/>
      </w:tabs>
      <w:autoSpaceDE w:val="0"/>
      <w:autoSpaceDN w:val="0"/>
      <w:adjustRightInd w:val="0"/>
      <w:spacing w:line="240" w:lineRule="auto"/>
    </w:pPr>
    <w:rPr>
      <w:rFonts w:eastAsia="Times New Roman"/>
      <w:lang w:eastAsia="en-GB"/>
    </w:rPr>
  </w:style>
  <w:style w:type="paragraph" w:customStyle="1" w:styleId="TOC91">
    <w:name w:val="TOC 91"/>
    <w:basedOn w:val="Normal"/>
    <w:next w:val="Normal"/>
    <w:uiPriority w:val="39"/>
    <w:rsid w:val="00D50598"/>
    <w:pPr>
      <w:tabs>
        <w:tab w:val="right" w:leader="dot" w:pos="9071"/>
      </w:tabs>
      <w:autoSpaceDE w:val="0"/>
      <w:autoSpaceDN w:val="0"/>
      <w:adjustRightInd w:val="0"/>
      <w:spacing w:line="240" w:lineRule="auto"/>
      <w:jc w:val="both"/>
    </w:pPr>
    <w:rPr>
      <w:rFonts w:eastAsia="Times New Roman"/>
      <w:lang w:eastAsia="en-GB"/>
    </w:rPr>
  </w:style>
  <w:style w:type="character" w:customStyle="1" w:styleId="Marker2">
    <w:name w:val="Marker2"/>
    <w:basedOn w:val="DefaultParagraphFont"/>
    <w:rsid w:val="00D50598"/>
    <w:rPr>
      <w:rFonts w:cs="Times New Roman"/>
      <w:color w:val="FF0000"/>
      <w:shd w:val="clear" w:color="auto" w:fill="auto"/>
    </w:rPr>
  </w:style>
  <w:style w:type="paragraph" w:customStyle="1" w:styleId="Annexetitreexpos">
    <w:name w:val="Annexe titre (exposé)"/>
    <w:basedOn w:val="Normal"/>
    <w:next w:val="Normal"/>
    <w:rsid w:val="00D50598"/>
    <w:pPr>
      <w:autoSpaceDE w:val="0"/>
      <w:autoSpaceDN w:val="0"/>
      <w:adjustRightInd w:val="0"/>
      <w:spacing w:line="240" w:lineRule="auto"/>
      <w:jc w:val="center"/>
    </w:pPr>
    <w:rPr>
      <w:rFonts w:eastAsia="Times New Roman"/>
      <w:b/>
      <w:u w:val="single"/>
      <w:lang w:eastAsia="en-GB"/>
    </w:rPr>
  </w:style>
  <w:style w:type="paragraph" w:customStyle="1" w:styleId="Annexetitrefichefinancire">
    <w:name w:val="Annexe titre (fiche financière)"/>
    <w:basedOn w:val="Normal"/>
    <w:next w:val="Normal"/>
    <w:rsid w:val="00D50598"/>
    <w:pPr>
      <w:autoSpaceDE w:val="0"/>
      <w:autoSpaceDN w:val="0"/>
      <w:adjustRightInd w:val="0"/>
      <w:spacing w:line="240" w:lineRule="auto"/>
      <w:jc w:val="center"/>
    </w:pPr>
    <w:rPr>
      <w:rFonts w:eastAsia="Times New Roman"/>
      <w:b/>
      <w:u w:val="single"/>
      <w:lang w:eastAsia="en-GB"/>
    </w:rPr>
  </w:style>
  <w:style w:type="paragraph" w:customStyle="1" w:styleId="Avertissementtitre">
    <w:name w:val="Avertissement titre"/>
    <w:basedOn w:val="Normal"/>
    <w:next w:val="Normal"/>
    <w:rsid w:val="00D50598"/>
    <w:pPr>
      <w:keepNext/>
      <w:autoSpaceDE w:val="0"/>
      <w:autoSpaceDN w:val="0"/>
      <w:adjustRightInd w:val="0"/>
      <w:spacing w:before="480" w:line="240" w:lineRule="auto"/>
      <w:jc w:val="both"/>
    </w:pPr>
    <w:rPr>
      <w:rFonts w:eastAsia="Times New Roman"/>
      <w:u w:val="single"/>
      <w:lang w:eastAsia="en-GB"/>
    </w:rPr>
  </w:style>
  <w:style w:type="paragraph" w:customStyle="1" w:styleId="Confidence">
    <w:name w:val="Confidence"/>
    <w:basedOn w:val="Normal"/>
    <w:next w:val="Normal"/>
    <w:rsid w:val="00D50598"/>
    <w:pPr>
      <w:autoSpaceDE w:val="0"/>
      <w:autoSpaceDN w:val="0"/>
      <w:adjustRightInd w:val="0"/>
      <w:spacing w:before="360" w:line="240" w:lineRule="auto"/>
      <w:jc w:val="center"/>
    </w:pPr>
    <w:rPr>
      <w:rFonts w:eastAsia="Times New Roman"/>
      <w:lang w:eastAsia="en-GB"/>
    </w:rPr>
  </w:style>
  <w:style w:type="paragraph" w:customStyle="1" w:styleId="Confidentialit">
    <w:name w:val="Confidentialité"/>
    <w:basedOn w:val="Normal"/>
    <w:next w:val="TypedudocumentPagedecouverture"/>
    <w:rsid w:val="00D50598"/>
    <w:pPr>
      <w:autoSpaceDE w:val="0"/>
      <w:autoSpaceDN w:val="0"/>
      <w:adjustRightInd w:val="0"/>
      <w:spacing w:before="240" w:after="240" w:line="240" w:lineRule="auto"/>
      <w:ind w:left="5103"/>
    </w:pPr>
    <w:rPr>
      <w:rFonts w:eastAsia="Times New Roman"/>
      <w:i/>
      <w:sz w:val="32"/>
      <w:lang w:eastAsia="en-GB"/>
    </w:rPr>
  </w:style>
  <w:style w:type="paragraph" w:customStyle="1" w:styleId="Corrigendum">
    <w:name w:val="Corrigendum"/>
    <w:basedOn w:val="Normal"/>
    <w:next w:val="Normal"/>
    <w:rsid w:val="00D50598"/>
    <w:pPr>
      <w:autoSpaceDE w:val="0"/>
      <w:autoSpaceDN w:val="0"/>
      <w:adjustRightInd w:val="0"/>
      <w:spacing w:before="0" w:after="240" w:line="240" w:lineRule="auto"/>
    </w:pPr>
    <w:rPr>
      <w:rFonts w:eastAsia="Times New Roman"/>
      <w:lang w:eastAsia="en-GB"/>
    </w:rPr>
  </w:style>
  <w:style w:type="paragraph" w:customStyle="1" w:styleId="Emission">
    <w:name w:val="Emission"/>
    <w:basedOn w:val="Normal"/>
    <w:next w:val="Rfrenceinstitutionnelle"/>
    <w:rsid w:val="00D50598"/>
    <w:pPr>
      <w:autoSpaceDE w:val="0"/>
      <w:autoSpaceDN w:val="0"/>
      <w:adjustRightInd w:val="0"/>
      <w:spacing w:before="0" w:after="0" w:line="240" w:lineRule="auto"/>
      <w:ind w:left="5103"/>
    </w:pPr>
    <w:rPr>
      <w:rFonts w:eastAsia="Times New Roman"/>
      <w:lang w:eastAsia="en-GB"/>
    </w:rPr>
  </w:style>
  <w:style w:type="paragraph" w:customStyle="1" w:styleId="Exposdesmotifstitre">
    <w:name w:val="Exposé des motifs titre"/>
    <w:basedOn w:val="Normal"/>
    <w:next w:val="Normal"/>
    <w:rsid w:val="00D50598"/>
    <w:pPr>
      <w:autoSpaceDE w:val="0"/>
      <w:autoSpaceDN w:val="0"/>
      <w:adjustRightInd w:val="0"/>
      <w:spacing w:line="240" w:lineRule="auto"/>
      <w:jc w:val="center"/>
    </w:pPr>
    <w:rPr>
      <w:rFonts w:eastAsia="Times New Roman"/>
      <w:b/>
      <w:u w:val="single"/>
      <w:lang w:eastAsia="en-GB"/>
    </w:rPr>
  </w:style>
  <w:style w:type="paragraph" w:customStyle="1" w:styleId="Langue">
    <w:name w:val="Langue"/>
    <w:basedOn w:val="Normal"/>
    <w:next w:val="Rfrenceinterne"/>
    <w:rsid w:val="00D50598"/>
    <w:pPr>
      <w:framePr w:wrap="auto" w:vAnchor="page" w:hAnchor="text" w:xAlign="center" w:y="14741"/>
      <w:autoSpaceDE w:val="0"/>
      <w:autoSpaceDN w:val="0"/>
      <w:adjustRightInd w:val="0"/>
      <w:spacing w:before="0" w:after="600" w:line="240" w:lineRule="auto"/>
      <w:jc w:val="center"/>
    </w:pPr>
    <w:rPr>
      <w:rFonts w:eastAsia="Times New Roman"/>
      <w:b/>
      <w:caps/>
      <w:lang w:eastAsia="en-GB"/>
    </w:rPr>
  </w:style>
  <w:style w:type="paragraph" w:customStyle="1" w:styleId="Nomdelinstitution">
    <w:name w:val="Nom de l'institution"/>
    <w:basedOn w:val="Normal"/>
    <w:next w:val="Emission"/>
    <w:rsid w:val="00D50598"/>
    <w:pPr>
      <w:autoSpaceDE w:val="0"/>
      <w:autoSpaceDN w:val="0"/>
      <w:adjustRightInd w:val="0"/>
      <w:spacing w:before="0" w:after="0" w:line="240" w:lineRule="auto"/>
    </w:pPr>
    <w:rPr>
      <w:rFonts w:ascii="Arial" w:eastAsia="Times New Roman" w:hAnsi="Arial" w:cs="Arial"/>
      <w:lang w:eastAsia="en-GB"/>
    </w:rPr>
  </w:style>
  <w:style w:type="paragraph" w:customStyle="1" w:styleId="Rfrenceinstitutionnelle">
    <w:name w:val="Référence institutionnelle"/>
    <w:basedOn w:val="Normal"/>
    <w:next w:val="Confidentialit"/>
    <w:rsid w:val="00D50598"/>
    <w:pPr>
      <w:autoSpaceDE w:val="0"/>
      <w:autoSpaceDN w:val="0"/>
      <w:adjustRightInd w:val="0"/>
      <w:spacing w:before="0" w:after="240" w:line="240" w:lineRule="auto"/>
      <w:ind w:left="5103"/>
    </w:pPr>
    <w:rPr>
      <w:rFonts w:eastAsia="Times New Roman"/>
      <w:lang w:eastAsia="en-GB"/>
    </w:rPr>
  </w:style>
  <w:style w:type="paragraph" w:customStyle="1" w:styleId="Rfrenceinterne">
    <w:name w:val="Référence interne"/>
    <w:basedOn w:val="Normal"/>
    <w:next w:val="Rfrenceinterinstitutionnelle"/>
    <w:rsid w:val="00D50598"/>
    <w:pPr>
      <w:autoSpaceDE w:val="0"/>
      <w:autoSpaceDN w:val="0"/>
      <w:adjustRightInd w:val="0"/>
      <w:spacing w:before="0" w:after="0" w:line="240" w:lineRule="auto"/>
      <w:ind w:left="5103"/>
    </w:pPr>
    <w:rPr>
      <w:rFonts w:eastAsia="Times New Roman"/>
      <w:lang w:eastAsia="en-GB"/>
    </w:rPr>
  </w:style>
  <w:style w:type="character" w:customStyle="1" w:styleId="Added">
    <w:name w:val="Added"/>
    <w:basedOn w:val="DefaultParagraphFont"/>
    <w:rsid w:val="00D50598"/>
    <w:rPr>
      <w:rFonts w:cs="Times New Roman"/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D50598"/>
    <w:rPr>
      <w:rFonts w:cs="Times New Roman"/>
      <w:strike/>
      <w:shd w:val="clear" w:color="auto" w:fill="auto"/>
    </w:rPr>
  </w:style>
  <w:style w:type="paragraph" w:customStyle="1" w:styleId="Address">
    <w:name w:val="Address"/>
    <w:basedOn w:val="Normal"/>
    <w:next w:val="Normal"/>
    <w:rsid w:val="00D50598"/>
    <w:pPr>
      <w:keepLines/>
      <w:autoSpaceDE w:val="0"/>
      <w:autoSpaceDN w:val="0"/>
      <w:adjustRightInd w:val="0"/>
      <w:ind w:left="3402"/>
    </w:pPr>
    <w:rPr>
      <w:rFonts w:eastAsia="Times New Roman"/>
      <w:lang w:eastAsia="en-GB"/>
    </w:rPr>
  </w:style>
  <w:style w:type="paragraph" w:customStyle="1" w:styleId="Objetexterne">
    <w:name w:val="Objet externe"/>
    <w:basedOn w:val="Normal"/>
    <w:next w:val="Normal"/>
    <w:rsid w:val="00D50598"/>
    <w:pPr>
      <w:autoSpaceDE w:val="0"/>
      <w:autoSpaceDN w:val="0"/>
      <w:adjustRightInd w:val="0"/>
      <w:spacing w:line="240" w:lineRule="auto"/>
      <w:jc w:val="both"/>
    </w:pPr>
    <w:rPr>
      <w:rFonts w:eastAsia="Times New Roman"/>
      <w:i/>
      <w:caps/>
      <w:lang w:eastAsia="en-GB"/>
    </w:rPr>
  </w:style>
  <w:style w:type="paragraph" w:customStyle="1" w:styleId="Pagedecouverture">
    <w:name w:val="Page de couverture"/>
    <w:basedOn w:val="Normal"/>
    <w:next w:val="Normal"/>
    <w:rsid w:val="00D50598"/>
    <w:pPr>
      <w:autoSpaceDE w:val="0"/>
      <w:autoSpaceDN w:val="0"/>
      <w:adjustRightInd w:val="0"/>
      <w:spacing w:before="0" w:after="0" w:line="240" w:lineRule="auto"/>
      <w:jc w:val="both"/>
    </w:pPr>
    <w:rPr>
      <w:rFonts w:eastAsia="Times New Roman"/>
      <w:lang w:eastAsia="en-GB"/>
    </w:rPr>
  </w:style>
  <w:style w:type="paragraph" w:customStyle="1" w:styleId="Supertitre">
    <w:name w:val="Supertitre"/>
    <w:basedOn w:val="Normal"/>
    <w:next w:val="Normal"/>
    <w:rsid w:val="00D50598"/>
    <w:pPr>
      <w:autoSpaceDE w:val="0"/>
      <w:autoSpaceDN w:val="0"/>
      <w:adjustRightInd w:val="0"/>
      <w:spacing w:before="0" w:after="600" w:line="240" w:lineRule="auto"/>
      <w:jc w:val="center"/>
    </w:pPr>
    <w:rPr>
      <w:rFonts w:eastAsia="Times New Roman"/>
      <w:b/>
      <w:lang w:eastAsia="en-GB"/>
    </w:rPr>
  </w:style>
  <w:style w:type="paragraph" w:customStyle="1" w:styleId="Rfrencecroise">
    <w:name w:val="Référence croisée"/>
    <w:basedOn w:val="Normal"/>
    <w:rsid w:val="00D50598"/>
    <w:pPr>
      <w:autoSpaceDE w:val="0"/>
      <w:autoSpaceDN w:val="0"/>
      <w:adjustRightInd w:val="0"/>
      <w:spacing w:before="0" w:after="0" w:line="240" w:lineRule="auto"/>
      <w:jc w:val="center"/>
    </w:pPr>
    <w:rPr>
      <w:rFonts w:eastAsia="Times New Roman"/>
      <w:lang w:eastAsia="en-GB"/>
    </w:rPr>
  </w:style>
  <w:style w:type="paragraph" w:customStyle="1" w:styleId="Fichefinanciretitre">
    <w:name w:val="Fiche financière titre"/>
    <w:basedOn w:val="Normal"/>
    <w:next w:val="Normal"/>
    <w:rsid w:val="00D50598"/>
    <w:pPr>
      <w:autoSpaceDE w:val="0"/>
      <w:autoSpaceDN w:val="0"/>
      <w:adjustRightInd w:val="0"/>
      <w:spacing w:line="240" w:lineRule="auto"/>
      <w:jc w:val="center"/>
    </w:pPr>
    <w:rPr>
      <w:rFonts w:eastAsia="Times New Roman"/>
      <w:b/>
      <w:u w:val="single"/>
      <w:lang w:eastAsia="en-GB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D50598"/>
    <w:pPr>
      <w:autoSpaceDE w:val="0"/>
      <w:autoSpaceDN w:val="0"/>
      <w:adjustRightInd w:val="0"/>
      <w:spacing w:line="240" w:lineRule="auto"/>
    </w:pPr>
    <w:rPr>
      <w:rFonts w:eastAsia="Times New Roman"/>
      <w:lang w:eastAsia="en-GB"/>
    </w:rPr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D50598"/>
  </w:style>
  <w:style w:type="paragraph" w:customStyle="1" w:styleId="Sous-titreobjetPagedecouverture">
    <w:name w:val="Sous-titre objet (Page de couverture)"/>
    <w:basedOn w:val="Sous-titreobjet"/>
    <w:rsid w:val="00D50598"/>
    <w:pPr>
      <w:autoSpaceDE w:val="0"/>
      <w:autoSpaceDN w:val="0"/>
      <w:adjustRightInd w:val="0"/>
      <w:spacing w:line="240" w:lineRule="auto"/>
    </w:pPr>
    <w:rPr>
      <w:rFonts w:eastAsia="Times New Roman"/>
      <w:lang w:eastAsia="en-GB"/>
    </w:rPr>
  </w:style>
  <w:style w:type="paragraph" w:customStyle="1" w:styleId="StatutPagedecouverture">
    <w:name w:val="Statut (Page de couverture)"/>
    <w:basedOn w:val="Statut"/>
    <w:next w:val="TypedudocumentPagedecouverture"/>
    <w:rsid w:val="00D50598"/>
    <w:pPr>
      <w:autoSpaceDE w:val="0"/>
      <w:autoSpaceDN w:val="0"/>
      <w:adjustRightInd w:val="0"/>
      <w:spacing w:line="240" w:lineRule="auto"/>
    </w:pPr>
    <w:rPr>
      <w:rFonts w:eastAsia="Times New Roman"/>
      <w:lang w:eastAsia="en-GB"/>
    </w:rPr>
  </w:style>
  <w:style w:type="paragraph" w:customStyle="1" w:styleId="TitreobjetPagedecouverture">
    <w:name w:val="Titre objet (Page de couverture)"/>
    <w:basedOn w:val="Titreobjet"/>
    <w:next w:val="Sous-titreobjetPagedecouverture"/>
    <w:rsid w:val="00D50598"/>
    <w:pPr>
      <w:autoSpaceDE w:val="0"/>
      <w:autoSpaceDN w:val="0"/>
      <w:adjustRightInd w:val="0"/>
      <w:spacing w:line="240" w:lineRule="auto"/>
    </w:pPr>
    <w:rPr>
      <w:rFonts w:eastAsia="Times New Roman"/>
      <w:lang w:eastAsia="en-GB"/>
    </w:rPr>
  </w:style>
  <w:style w:type="paragraph" w:customStyle="1" w:styleId="TypedudocumentPagedecouverture">
    <w:name w:val="Type du document (Page de couverture)"/>
    <w:basedOn w:val="Typedudocument"/>
    <w:next w:val="TitreobjetPagedecouverture"/>
    <w:rsid w:val="00D50598"/>
    <w:pPr>
      <w:autoSpaceDE w:val="0"/>
      <w:autoSpaceDN w:val="0"/>
      <w:adjustRightInd w:val="0"/>
      <w:spacing w:line="240" w:lineRule="auto"/>
    </w:pPr>
    <w:rPr>
      <w:rFonts w:eastAsia="Times New Roman"/>
      <w:lang w:eastAsia="en-GB"/>
    </w:rPr>
  </w:style>
  <w:style w:type="paragraph" w:customStyle="1" w:styleId="Volume">
    <w:name w:val="Volume"/>
    <w:basedOn w:val="Normal"/>
    <w:next w:val="Confidentialit"/>
    <w:rsid w:val="00D50598"/>
    <w:pPr>
      <w:autoSpaceDE w:val="0"/>
      <w:autoSpaceDN w:val="0"/>
      <w:adjustRightInd w:val="0"/>
      <w:spacing w:before="0" w:after="240" w:line="240" w:lineRule="auto"/>
      <w:ind w:left="5103"/>
    </w:pPr>
    <w:rPr>
      <w:rFonts w:eastAsia="Times New Roman"/>
      <w:lang w:eastAsia="en-GB"/>
    </w:rPr>
  </w:style>
  <w:style w:type="paragraph" w:customStyle="1" w:styleId="Accompagnant">
    <w:name w:val="Accompagnant"/>
    <w:basedOn w:val="Normal"/>
    <w:next w:val="Typeacteprincipal"/>
    <w:rsid w:val="00D50598"/>
    <w:pPr>
      <w:autoSpaceDE w:val="0"/>
      <w:autoSpaceDN w:val="0"/>
      <w:adjustRightInd w:val="0"/>
      <w:spacing w:before="0" w:after="240" w:line="240" w:lineRule="auto"/>
      <w:jc w:val="center"/>
    </w:pPr>
    <w:rPr>
      <w:rFonts w:eastAsia="Times New Roman"/>
      <w:b/>
      <w:i/>
      <w:lang w:eastAsia="en-GB"/>
    </w:rPr>
  </w:style>
  <w:style w:type="paragraph" w:customStyle="1" w:styleId="Typeacteprincipal">
    <w:name w:val="Type acte principal"/>
    <w:basedOn w:val="Normal"/>
    <w:next w:val="Objetacteprincipal"/>
    <w:rsid w:val="00D50598"/>
    <w:pPr>
      <w:autoSpaceDE w:val="0"/>
      <w:autoSpaceDN w:val="0"/>
      <w:adjustRightInd w:val="0"/>
      <w:spacing w:before="0" w:after="240" w:line="240" w:lineRule="auto"/>
      <w:jc w:val="center"/>
    </w:pPr>
    <w:rPr>
      <w:rFonts w:eastAsia="Times New Roman"/>
      <w:b/>
      <w:lang w:eastAsia="en-GB"/>
    </w:rPr>
  </w:style>
  <w:style w:type="paragraph" w:customStyle="1" w:styleId="Objetacteprincipal">
    <w:name w:val="Objet acte principal"/>
    <w:basedOn w:val="Normal"/>
    <w:next w:val="Titrearticle"/>
    <w:rsid w:val="00D50598"/>
    <w:pPr>
      <w:autoSpaceDE w:val="0"/>
      <w:autoSpaceDN w:val="0"/>
      <w:adjustRightInd w:val="0"/>
      <w:spacing w:before="0" w:after="360" w:line="240" w:lineRule="auto"/>
      <w:jc w:val="center"/>
    </w:pPr>
    <w:rPr>
      <w:rFonts w:eastAsia="Times New Roman"/>
      <w:b/>
      <w:lang w:eastAsia="en-GB"/>
    </w:rPr>
  </w:style>
  <w:style w:type="paragraph" w:customStyle="1" w:styleId="IntrtEEEPagedecouverture">
    <w:name w:val="Intérêt EEE (Page de couverture)"/>
    <w:basedOn w:val="IntrtEEE"/>
    <w:next w:val="Rfrencecroise"/>
    <w:rsid w:val="00D50598"/>
    <w:pPr>
      <w:autoSpaceDE w:val="0"/>
      <w:autoSpaceDN w:val="0"/>
      <w:adjustRightInd w:val="0"/>
      <w:spacing w:line="240" w:lineRule="auto"/>
    </w:pPr>
    <w:rPr>
      <w:rFonts w:eastAsia="Times New Roman"/>
      <w:lang w:eastAsia="en-GB"/>
    </w:rPr>
  </w:style>
  <w:style w:type="paragraph" w:customStyle="1" w:styleId="AccompagnantPagedecouverture">
    <w:name w:val="Accompagnant (Page de couverture)"/>
    <w:basedOn w:val="Accompagnant"/>
    <w:next w:val="TypeacteprincipalPagedecouverture"/>
    <w:rsid w:val="00D50598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D50598"/>
  </w:style>
  <w:style w:type="paragraph" w:customStyle="1" w:styleId="ObjetacteprincipalPagedecouverture">
    <w:name w:val="Objet acte principal (Page de couverture)"/>
    <w:basedOn w:val="Objetacteprincipal"/>
    <w:next w:val="Rfrencecroise"/>
    <w:rsid w:val="00D50598"/>
  </w:style>
  <w:style w:type="paragraph" w:customStyle="1" w:styleId="LanguesfaisantfoiPagedecouverture">
    <w:name w:val="Langues faisant foi (Page de couverture)"/>
    <w:basedOn w:val="Normal"/>
    <w:next w:val="Normal"/>
    <w:rsid w:val="00D50598"/>
    <w:pPr>
      <w:autoSpaceDE w:val="0"/>
      <w:autoSpaceDN w:val="0"/>
      <w:adjustRightInd w:val="0"/>
      <w:spacing w:before="360" w:after="0" w:line="240" w:lineRule="auto"/>
      <w:jc w:val="center"/>
    </w:pPr>
    <w:rPr>
      <w:rFonts w:eastAsia="Times New Roman"/>
      <w:lang w:eastAsia="en-GB"/>
    </w:rPr>
  </w:style>
  <w:style w:type="paragraph" w:customStyle="1" w:styleId="pj">
    <w:name w:val="p.j."/>
    <w:basedOn w:val="Normal"/>
    <w:rsid w:val="00D50598"/>
    <w:pPr>
      <w:autoSpaceDE w:val="0"/>
      <w:autoSpaceDN w:val="0"/>
      <w:adjustRightInd w:val="0"/>
      <w:spacing w:before="1200" w:line="240" w:lineRule="auto"/>
      <w:ind w:left="1440" w:hanging="1440"/>
    </w:pPr>
    <w:rPr>
      <w:rFonts w:eastAsia="Times New Roman"/>
      <w:lang w:eastAsia="en-GB"/>
    </w:rPr>
  </w:style>
  <w:style w:type="character" w:customStyle="1" w:styleId="pjChar">
    <w:name w:val="p.j. Char"/>
    <w:basedOn w:val="TechnicalBlockChar"/>
    <w:rsid w:val="00D50598"/>
    <w:rPr>
      <w:rFonts w:ascii="Times New Roman" w:eastAsia="Times New Roman" w:hAnsi="Times New Roman" w:cs="Times New Roman"/>
      <w:sz w:val="24"/>
      <w:szCs w:val="24"/>
      <w:lang w:val="sk-SK"/>
    </w:rPr>
  </w:style>
  <w:style w:type="character" w:customStyle="1" w:styleId="HeaderCouncilChar">
    <w:name w:val="Header Council Char"/>
    <w:basedOn w:val="pjChar"/>
    <w:rsid w:val="00D50598"/>
    <w:rPr>
      <w:rFonts w:ascii="Times New Roman" w:eastAsia="Times New Roman" w:hAnsi="Times New Roman" w:cs="Times New Roman"/>
      <w:sz w:val="2"/>
      <w:szCs w:val="24"/>
      <w:lang w:val="sk-SK"/>
    </w:rPr>
  </w:style>
  <w:style w:type="character" w:customStyle="1" w:styleId="FooterCouncilChar">
    <w:name w:val="Footer Council Char"/>
    <w:basedOn w:val="pjChar"/>
    <w:rsid w:val="00D50598"/>
    <w:rPr>
      <w:rFonts w:ascii="Times New Roman" w:eastAsia="Times New Roman" w:hAnsi="Times New Roman" w:cs="Times New Roman"/>
      <w:sz w:val="2"/>
      <w:szCs w:val="24"/>
      <w:lang w:val="sk-SK"/>
    </w:rPr>
  </w:style>
  <w:style w:type="paragraph" w:customStyle="1" w:styleId="DeltaViewTableHeading">
    <w:name w:val="DeltaView Table Heading"/>
    <w:basedOn w:val="Normal"/>
    <w:uiPriority w:val="99"/>
    <w:rsid w:val="00D50598"/>
    <w:pPr>
      <w:autoSpaceDE w:val="0"/>
      <w:autoSpaceDN w:val="0"/>
      <w:adjustRightInd w:val="0"/>
      <w:spacing w:before="0" w:line="240" w:lineRule="auto"/>
    </w:pPr>
    <w:rPr>
      <w:rFonts w:ascii="Arial" w:eastAsia="Times New Roman" w:hAnsi="Arial"/>
      <w:b/>
      <w:szCs w:val="24"/>
      <w:lang w:eastAsia="en-GB"/>
    </w:rPr>
  </w:style>
  <w:style w:type="paragraph" w:customStyle="1" w:styleId="DeltaViewTableBody">
    <w:name w:val="DeltaView Table Body"/>
    <w:basedOn w:val="Normal"/>
    <w:uiPriority w:val="99"/>
    <w:rsid w:val="00D50598"/>
    <w:pPr>
      <w:autoSpaceDE w:val="0"/>
      <w:autoSpaceDN w:val="0"/>
      <w:adjustRightInd w:val="0"/>
      <w:spacing w:before="0" w:after="0" w:line="240" w:lineRule="auto"/>
    </w:pPr>
    <w:rPr>
      <w:rFonts w:ascii="Arial" w:eastAsia="Times New Roman" w:hAnsi="Arial"/>
      <w:szCs w:val="24"/>
      <w:lang w:eastAsia="en-GB"/>
    </w:rPr>
  </w:style>
  <w:style w:type="paragraph" w:customStyle="1" w:styleId="DeltaViewAnnounce">
    <w:name w:val="DeltaView Announce"/>
    <w:uiPriority w:val="99"/>
    <w:rsid w:val="00D50598"/>
    <w:pPr>
      <w:autoSpaceDE w:val="0"/>
      <w:autoSpaceDN w:val="0"/>
      <w:adjustRightInd w:val="0"/>
      <w:spacing w:before="100" w:beforeAutospacing="1" w:after="100" w:afterAutospacing="1" w:line="240" w:lineRule="auto"/>
    </w:pPr>
    <w:rPr>
      <w:rFonts w:ascii="Arial" w:eastAsia="Times New Roman" w:hAnsi="Arial" w:cs="Times New Roman"/>
      <w:sz w:val="24"/>
      <w:szCs w:val="24"/>
      <w:lang w:val="sk-SK" w:eastAsia="en-GB"/>
    </w:rPr>
  </w:style>
  <w:style w:type="paragraph" w:customStyle="1" w:styleId="BodyText1">
    <w:name w:val="Body Text1"/>
    <w:basedOn w:val="Normal"/>
    <w:next w:val="FootnoteText"/>
    <w:uiPriority w:val="99"/>
    <w:rsid w:val="00D50598"/>
    <w:pPr>
      <w:autoSpaceDE w:val="0"/>
      <w:autoSpaceDN w:val="0"/>
      <w:adjustRightInd w:val="0"/>
      <w:spacing w:before="0" w:after="0" w:line="240" w:lineRule="auto"/>
    </w:pPr>
    <w:rPr>
      <w:rFonts w:eastAsia="Times New Roman"/>
      <w:sz w:val="18"/>
      <w:szCs w:val="24"/>
      <w:lang w:eastAsia="en-GB"/>
    </w:rPr>
  </w:style>
  <w:style w:type="character" w:customStyle="1" w:styleId="BodyTextChar">
    <w:name w:val="Body Text Char"/>
    <w:basedOn w:val="DefaultParagraphFont"/>
    <w:link w:val="BodyText"/>
    <w:uiPriority w:val="99"/>
    <w:rsid w:val="00D50598"/>
    <w:rPr>
      <w:rFonts w:ascii="Times New Roman" w:eastAsia="Times New Roman" w:hAnsi="Times New Roman" w:cs="Times New Roman"/>
      <w:sz w:val="18"/>
      <w:szCs w:val="24"/>
      <w:lang w:eastAsia="en-GB"/>
    </w:rPr>
  </w:style>
  <w:style w:type="character" w:customStyle="1" w:styleId="DeltaViewInsertion">
    <w:name w:val="DeltaView Insertion"/>
    <w:uiPriority w:val="99"/>
    <w:rsid w:val="00D50598"/>
    <w:rPr>
      <w:b/>
      <w:i/>
      <w:color w:val="191919"/>
    </w:rPr>
  </w:style>
  <w:style w:type="character" w:customStyle="1" w:styleId="DeltaViewDeletion">
    <w:name w:val="DeltaView Deletion"/>
    <w:uiPriority w:val="99"/>
    <w:rsid w:val="00D50598"/>
    <w:rPr>
      <w:strike/>
      <w:color w:val="000000"/>
    </w:rPr>
  </w:style>
  <w:style w:type="character" w:customStyle="1" w:styleId="DeltaViewMoveSource">
    <w:name w:val="DeltaView Move Source"/>
    <w:uiPriority w:val="99"/>
    <w:rsid w:val="00D50598"/>
    <w:rPr>
      <w:strike/>
      <w:color w:val="000000"/>
    </w:rPr>
  </w:style>
  <w:style w:type="character" w:customStyle="1" w:styleId="DeltaViewMoveDestination">
    <w:name w:val="DeltaView Move Destination"/>
    <w:uiPriority w:val="99"/>
    <w:rsid w:val="00D50598"/>
    <w:rPr>
      <w:color w:val="191919"/>
      <w:u w:val="double"/>
    </w:rPr>
  </w:style>
  <w:style w:type="character" w:customStyle="1" w:styleId="DeltaViewChangeNumber">
    <w:name w:val="DeltaView Change Number"/>
    <w:uiPriority w:val="99"/>
    <w:rsid w:val="00D50598"/>
    <w:rPr>
      <w:color w:val="000000"/>
      <w:vertAlign w:val="superscript"/>
    </w:rPr>
  </w:style>
  <w:style w:type="character" w:customStyle="1" w:styleId="DeltaViewDelimiter">
    <w:name w:val="DeltaView Delimiter"/>
    <w:uiPriority w:val="99"/>
    <w:rsid w:val="00D50598"/>
  </w:style>
  <w:style w:type="paragraph" w:customStyle="1" w:styleId="DocumentMap1">
    <w:name w:val="Document Map1"/>
    <w:basedOn w:val="Normal"/>
    <w:next w:val="HeaderCouncil"/>
    <w:uiPriority w:val="99"/>
    <w:rsid w:val="00D50598"/>
    <w:pPr>
      <w:shd w:val="clear" w:color="auto" w:fill="000080"/>
      <w:autoSpaceDE w:val="0"/>
      <w:autoSpaceDN w:val="0"/>
      <w:adjustRightInd w:val="0"/>
      <w:spacing w:before="0" w:after="0" w:line="240" w:lineRule="auto"/>
    </w:pPr>
    <w:rPr>
      <w:rFonts w:ascii="Tahoma" w:eastAsia="Times New Roman" w:hAnsi="Tahoma"/>
      <w:szCs w:val="24"/>
      <w:lang w:eastAsia="en-GB"/>
    </w:rPr>
  </w:style>
  <w:style w:type="character" w:customStyle="1" w:styleId="DocumentMapChar">
    <w:name w:val="Document Map Char"/>
    <w:basedOn w:val="DefaultParagraphFont"/>
    <w:link w:val="DocumentMap"/>
    <w:uiPriority w:val="99"/>
    <w:rsid w:val="00D50598"/>
    <w:rPr>
      <w:rFonts w:ascii="Tahoma" w:eastAsia="Times New Roman" w:hAnsi="Tahoma" w:cs="Times New Roman"/>
      <w:sz w:val="24"/>
      <w:szCs w:val="24"/>
      <w:lang w:eastAsia="en-GB"/>
    </w:rPr>
  </w:style>
  <w:style w:type="character" w:customStyle="1" w:styleId="DeltaViewFormatChange">
    <w:name w:val="DeltaView Format Change"/>
    <w:uiPriority w:val="99"/>
    <w:rsid w:val="00D50598"/>
    <w:rPr>
      <w:color w:val="000000"/>
    </w:rPr>
  </w:style>
  <w:style w:type="character" w:customStyle="1" w:styleId="DeltaViewMovedDeletion">
    <w:name w:val="DeltaView Moved Deletion"/>
    <w:uiPriority w:val="99"/>
    <w:rsid w:val="00D50598"/>
    <w:rPr>
      <w:strike/>
      <w:color w:val="C08080"/>
    </w:rPr>
  </w:style>
  <w:style w:type="character" w:customStyle="1" w:styleId="DeltaViewComment">
    <w:name w:val="DeltaView Comment"/>
    <w:basedOn w:val="DefaultParagraphFont"/>
    <w:uiPriority w:val="99"/>
    <w:rsid w:val="00D50598"/>
    <w:rPr>
      <w:color w:val="000000"/>
    </w:rPr>
  </w:style>
  <w:style w:type="character" w:customStyle="1" w:styleId="DeltaViewStyleChangeText">
    <w:name w:val="DeltaView Style Change Text"/>
    <w:uiPriority w:val="99"/>
    <w:rsid w:val="00D50598"/>
    <w:rPr>
      <w:color w:val="000000"/>
      <w:u w:val="double"/>
    </w:rPr>
  </w:style>
  <w:style w:type="character" w:customStyle="1" w:styleId="DeltaViewStyleChangeLabel">
    <w:name w:val="DeltaView Style Change Label"/>
    <w:uiPriority w:val="99"/>
    <w:rsid w:val="00D50598"/>
    <w:rPr>
      <w:color w:val="000000"/>
    </w:rPr>
  </w:style>
  <w:style w:type="character" w:customStyle="1" w:styleId="DeltaViewInsertedComment">
    <w:name w:val="DeltaView Inserted Comment"/>
    <w:basedOn w:val="DeltaViewComment"/>
    <w:uiPriority w:val="99"/>
    <w:rsid w:val="00D50598"/>
    <w:rPr>
      <w:color w:val="0000FF"/>
      <w:u w:val="double"/>
    </w:rPr>
  </w:style>
  <w:style w:type="character" w:customStyle="1" w:styleId="DeltaViewDeletedComment">
    <w:name w:val="DeltaView Deleted Comment"/>
    <w:basedOn w:val="DeltaViewComment"/>
    <w:uiPriority w:val="99"/>
    <w:rsid w:val="00D50598"/>
    <w:rPr>
      <w:strike/>
      <w:color w:val="FF0000"/>
    </w:rPr>
  </w:style>
  <w:style w:type="character" w:styleId="LineNumber">
    <w:name w:val="line number"/>
    <w:basedOn w:val="DefaultParagraphFont"/>
    <w:uiPriority w:val="99"/>
    <w:unhideWhenUsed/>
    <w:rsid w:val="00D50598"/>
  </w:style>
  <w:style w:type="paragraph" w:styleId="ListBullet">
    <w:name w:val="List Bullet"/>
    <w:basedOn w:val="Normal"/>
    <w:rsid w:val="00D50598"/>
    <w:pPr>
      <w:widowControl w:val="0"/>
      <w:numPr>
        <w:numId w:val="1"/>
      </w:numPr>
      <w:spacing w:before="0" w:after="0" w:line="240" w:lineRule="auto"/>
      <w:contextualSpacing/>
    </w:pPr>
    <w:rPr>
      <w:rFonts w:eastAsia="Times New Roman"/>
      <w:szCs w:val="20"/>
      <w:lang w:eastAsia="en-GB"/>
    </w:rPr>
  </w:style>
  <w:style w:type="paragraph" w:styleId="ListBullet2">
    <w:name w:val="List Bullet 2"/>
    <w:basedOn w:val="Normal"/>
    <w:rsid w:val="00D50598"/>
    <w:pPr>
      <w:widowControl w:val="0"/>
      <w:numPr>
        <w:numId w:val="2"/>
      </w:numPr>
      <w:spacing w:before="0" w:after="0" w:line="240" w:lineRule="auto"/>
      <w:contextualSpacing/>
    </w:pPr>
    <w:rPr>
      <w:rFonts w:eastAsia="Times New Roman"/>
      <w:szCs w:val="20"/>
      <w:lang w:eastAsia="en-GB"/>
    </w:rPr>
  </w:style>
  <w:style w:type="paragraph" w:styleId="ListBullet3">
    <w:name w:val="List Bullet 3"/>
    <w:basedOn w:val="Normal"/>
    <w:rsid w:val="00D50598"/>
    <w:pPr>
      <w:widowControl w:val="0"/>
      <w:numPr>
        <w:numId w:val="3"/>
      </w:numPr>
      <w:spacing w:before="0" w:after="0" w:line="240" w:lineRule="auto"/>
      <w:contextualSpacing/>
    </w:pPr>
    <w:rPr>
      <w:rFonts w:eastAsia="Times New Roman"/>
      <w:szCs w:val="20"/>
      <w:lang w:eastAsia="en-GB"/>
    </w:rPr>
  </w:style>
  <w:style w:type="paragraph" w:styleId="ListNumber">
    <w:name w:val="List Number"/>
    <w:basedOn w:val="Normal"/>
    <w:rsid w:val="00D50598"/>
    <w:pPr>
      <w:widowControl w:val="0"/>
      <w:numPr>
        <w:numId w:val="4"/>
      </w:numPr>
      <w:spacing w:before="0" w:after="0" w:line="240" w:lineRule="auto"/>
      <w:contextualSpacing/>
    </w:pPr>
    <w:rPr>
      <w:rFonts w:eastAsia="Times New Roman"/>
      <w:szCs w:val="20"/>
      <w:lang w:eastAsia="en-GB"/>
    </w:rPr>
  </w:style>
  <w:style w:type="paragraph" w:styleId="ListNumber2">
    <w:name w:val="List Number 2"/>
    <w:basedOn w:val="Normal"/>
    <w:rsid w:val="00D50598"/>
    <w:pPr>
      <w:widowControl w:val="0"/>
      <w:numPr>
        <w:numId w:val="5"/>
      </w:numPr>
      <w:spacing w:before="0" w:after="0" w:line="240" w:lineRule="auto"/>
      <w:contextualSpacing/>
    </w:pPr>
    <w:rPr>
      <w:rFonts w:eastAsia="Times New Roman"/>
      <w:szCs w:val="20"/>
      <w:lang w:eastAsia="en-GB"/>
    </w:rPr>
  </w:style>
  <w:style w:type="paragraph" w:styleId="ListNumber4">
    <w:name w:val="List Number 4"/>
    <w:basedOn w:val="Normal"/>
    <w:rsid w:val="00D50598"/>
    <w:pPr>
      <w:widowControl w:val="0"/>
      <w:numPr>
        <w:numId w:val="6"/>
      </w:numPr>
      <w:spacing w:before="0" w:after="0" w:line="240" w:lineRule="auto"/>
      <w:contextualSpacing/>
    </w:pPr>
    <w:rPr>
      <w:rFonts w:eastAsia="Times New Roman"/>
      <w:szCs w:val="20"/>
      <w:lang w:eastAsia="en-GB"/>
    </w:rPr>
  </w:style>
  <w:style w:type="paragraph" w:styleId="BodyText">
    <w:name w:val="Body Text"/>
    <w:basedOn w:val="Normal"/>
    <w:link w:val="BodyTextChar"/>
    <w:uiPriority w:val="99"/>
    <w:rsid w:val="00D50598"/>
    <w:pPr>
      <w:widowControl w:val="0"/>
      <w:spacing w:before="0" w:line="240" w:lineRule="auto"/>
    </w:pPr>
    <w:rPr>
      <w:rFonts w:eastAsia="Times New Roman"/>
      <w:sz w:val="18"/>
      <w:szCs w:val="24"/>
      <w:lang w:val="en-US" w:eastAsia="en-GB"/>
    </w:rPr>
  </w:style>
  <w:style w:type="character" w:customStyle="1" w:styleId="BodyTextChar1">
    <w:name w:val="Body Text Char1"/>
    <w:basedOn w:val="DefaultParagraphFont"/>
    <w:rsid w:val="00D50598"/>
    <w:rPr>
      <w:rFonts w:ascii="Times New Roman" w:hAnsi="Times New Roman" w:cs="Times New Roman"/>
      <w:sz w:val="24"/>
      <w:lang w:val="sk-SK"/>
    </w:rPr>
  </w:style>
  <w:style w:type="paragraph" w:styleId="DocumentMap">
    <w:name w:val="Document Map"/>
    <w:basedOn w:val="Normal"/>
    <w:link w:val="DocumentMapChar"/>
    <w:uiPriority w:val="99"/>
    <w:rsid w:val="00D50598"/>
    <w:pPr>
      <w:widowControl w:val="0"/>
      <w:spacing w:before="0" w:after="0" w:line="240" w:lineRule="auto"/>
    </w:pPr>
    <w:rPr>
      <w:rFonts w:ascii="Tahoma" w:eastAsia="Times New Roman" w:hAnsi="Tahoma"/>
      <w:szCs w:val="24"/>
      <w:lang w:val="en-US" w:eastAsia="en-GB"/>
    </w:rPr>
  </w:style>
  <w:style w:type="character" w:customStyle="1" w:styleId="DocumentMapChar1">
    <w:name w:val="Document Map Char1"/>
    <w:basedOn w:val="DefaultParagraphFont"/>
    <w:rsid w:val="00D50598"/>
    <w:rPr>
      <w:rFonts w:ascii="Segoe UI" w:hAnsi="Segoe UI" w:cs="Segoe UI"/>
      <w:sz w:val="16"/>
      <w:szCs w:val="16"/>
      <w:lang w:val="sk-SK"/>
    </w:rPr>
  </w:style>
  <w:style w:type="table" w:customStyle="1" w:styleId="TableGrid3">
    <w:name w:val="Table Grid3"/>
    <w:basedOn w:val="TableNormal"/>
    <w:next w:val="TableGrid"/>
    <w:rsid w:val="00F530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ig">
    <w:name w:val="Luig"/>
    <w:basedOn w:val="Normal"/>
    <w:rsid w:val="00EB7E86"/>
  </w:style>
  <w:style w:type="paragraph" w:customStyle="1" w:styleId="ligl">
    <w:name w:val="ligl"/>
    <w:basedOn w:val="Normal"/>
    <w:rsid w:val="00EB7E86"/>
  </w:style>
  <w:style w:type="paragraph" w:styleId="ListBullet4">
    <w:name w:val="List Bullet 4"/>
    <w:basedOn w:val="Normal"/>
    <w:uiPriority w:val="99"/>
    <w:semiHidden/>
    <w:unhideWhenUsed/>
    <w:rsid w:val="0031191D"/>
    <w:pPr>
      <w:numPr>
        <w:numId w:val="26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31191D"/>
    <w:pPr>
      <w:numPr>
        <w:numId w:val="27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4D52CA"/>
    <w:pPr>
      <w:tabs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52CA"/>
    <w:rPr>
      <w:rFonts w:ascii="Times New Roman" w:hAnsi="Times New Roman" w:cs="Times New Roman"/>
      <w:sz w:val="24"/>
      <w:bdr w:val="none" w:sz="0" w:space="0" w:color="auto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D52CA"/>
    <w:pPr>
      <w:tabs>
        <w:tab w:val="center" w:pos="4819"/>
        <w:tab w:val="center" w:pos="7370"/>
        <w:tab w:val="right" w:pos="9638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52CA"/>
    <w:rPr>
      <w:rFonts w:ascii="Times New Roman" w:hAnsi="Times New Roman" w:cs="Times New Roman"/>
      <w:sz w:val="24"/>
      <w:bdr w:val="none" w:sz="0" w:space="0" w:color="auto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unhideWhenUsed/>
    <w:rsid w:val="008638A2"/>
    <w:pPr>
      <w:spacing w:before="0" w:after="0" w:line="240" w:lineRule="auto"/>
      <w:ind w:left="720" w:hanging="72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638A2"/>
    <w:rPr>
      <w:rFonts w:ascii="Times New Roman" w:hAnsi="Times New Roman" w:cs="Times New Roman"/>
      <w:sz w:val="24"/>
      <w:szCs w:val="20"/>
      <w:lang w:val="sk-SK"/>
    </w:rPr>
  </w:style>
  <w:style w:type="character" w:customStyle="1" w:styleId="Heading1Char">
    <w:name w:val="Heading 1 Char"/>
    <w:basedOn w:val="DefaultParagraphFont"/>
    <w:link w:val="Heading1"/>
    <w:uiPriority w:val="9"/>
    <w:rsid w:val="004D52CA"/>
    <w:rPr>
      <w:rFonts w:ascii="Times New Roman" w:eastAsiaTheme="majorEastAsia" w:hAnsi="Times New Roman" w:cs="Times New Roman"/>
      <w:b/>
      <w:bCs/>
      <w:smallCaps/>
      <w:sz w:val="24"/>
      <w:szCs w:val="28"/>
      <w:lang w:val="sk-SK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52CA"/>
    <w:rPr>
      <w:rFonts w:ascii="Times New Roman" w:eastAsiaTheme="majorEastAsia" w:hAnsi="Times New Roman" w:cs="Times New Roman"/>
      <w:b/>
      <w:bCs/>
      <w:sz w:val="24"/>
      <w:szCs w:val="26"/>
      <w:lang w:val="sk-SK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52CA"/>
    <w:rPr>
      <w:rFonts w:ascii="Times New Roman" w:eastAsiaTheme="majorEastAsia" w:hAnsi="Times New Roman" w:cs="Times New Roman"/>
      <w:bCs/>
      <w:i/>
      <w:sz w:val="24"/>
      <w:lang w:val="sk-SK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52CA"/>
    <w:rPr>
      <w:rFonts w:ascii="Times New Roman" w:eastAsiaTheme="majorEastAsia" w:hAnsi="Times New Roman" w:cs="Times New Roman"/>
      <w:bCs/>
      <w:iCs/>
      <w:sz w:val="24"/>
      <w:lang w:val="sk-SK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4D52CA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4D52CA"/>
    <w:pPr>
      <w:tabs>
        <w:tab w:val="right" w:leader="dot" w:pos="9071"/>
      </w:tabs>
      <w:spacing w:before="60"/>
      <w:ind w:left="850" w:hanging="850"/>
    </w:pPr>
  </w:style>
  <w:style w:type="paragraph" w:styleId="TOC2">
    <w:name w:val="toc 2"/>
    <w:basedOn w:val="Normal"/>
    <w:next w:val="Normal"/>
    <w:uiPriority w:val="39"/>
    <w:semiHidden/>
    <w:unhideWhenUsed/>
    <w:rsid w:val="004D52CA"/>
    <w:pPr>
      <w:tabs>
        <w:tab w:val="right" w:leader="dot" w:pos="9071"/>
      </w:tabs>
      <w:spacing w:before="60"/>
      <w:ind w:left="850" w:hanging="850"/>
    </w:pPr>
  </w:style>
  <w:style w:type="paragraph" w:styleId="TOC3">
    <w:name w:val="toc 3"/>
    <w:basedOn w:val="Normal"/>
    <w:next w:val="Normal"/>
    <w:uiPriority w:val="39"/>
    <w:semiHidden/>
    <w:unhideWhenUsed/>
    <w:rsid w:val="004D52CA"/>
    <w:pPr>
      <w:tabs>
        <w:tab w:val="right" w:leader="dot" w:pos="9071"/>
      </w:tabs>
      <w:spacing w:before="60"/>
      <w:ind w:left="850" w:hanging="850"/>
    </w:pPr>
  </w:style>
  <w:style w:type="paragraph" w:styleId="TOC4">
    <w:name w:val="toc 4"/>
    <w:basedOn w:val="Normal"/>
    <w:next w:val="Normal"/>
    <w:uiPriority w:val="39"/>
    <w:semiHidden/>
    <w:unhideWhenUsed/>
    <w:rsid w:val="004D52CA"/>
    <w:pPr>
      <w:tabs>
        <w:tab w:val="right" w:leader="dot" w:pos="9071"/>
      </w:tabs>
      <w:spacing w:before="60"/>
      <w:ind w:left="850" w:hanging="850"/>
    </w:pPr>
  </w:style>
  <w:style w:type="paragraph" w:styleId="TOC5">
    <w:name w:val="toc 5"/>
    <w:basedOn w:val="Normal"/>
    <w:next w:val="Normal"/>
    <w:uiPriority w:val="39"/>
    <w:semiHidden/>
    <w:unhideWhenUsed/>
    <w:rsid w:val="004D52CA"/>
    <w:pPr>
      <w:tabs>
        <w:tab w:val="right" w:leader="dot" w:pos="9071"/>
      </w:tabs>
      <w:spacing w:before="300"/>
    </w:pPr>
  </w:style>
  <w:style w:type="paragraph" w:styleId="TOC6">
    <w:name w:val="toc 6"/>
    <w:basedOn w:val="Normal"/>
    <w:next w:val="Normal"/>
    <w:uiPriority w:val="39"/>
    <w:semiHidden/>
    <w:unhideWhenUsed/>
    <w:rsid w:val="004D52CA"/>
    <w:pPr>
      <w:tabs>
        <w:tab w:val="right" w:leader="dot" w:pos="9071"/>
      </w:tabs>
      <w:spacing w:before="240"/>
    </w:pPr>
  </w:style>
  <w:style w:type="paragraph" w:styleId="TOC7">
    <w:name w:val="toc 7"/>
    <w:basedOn w:val="Normal"/>
    <w:next w:val="Normal"/>
    <w:uiPriority w:val="39"/>
    <w:semiHidden/>
    <w:unhideWhenUsed/>
    <w:rsid w:val="004D52CA"/>
    <w:pPr>
      <w:tabs>
        <w:tab w:val="right" w:leader="dot" w:pos="9071"/>
      </w:tabs>
      <w:spacing w:before="180"/>
    </w:pPr>
  </w:style>
  <w:style w:type="paragraph" w:styleId="TOC8">
    <w:name w:val="toc 8"/>
    <w:basedOn w:val="Normal"/>
    <w:next w:val="Normal"/>
    <w:uiPriority w:val="39"/>
    <w:semiHidden/>
    <w:unhideWhenUsed/>
    <w:rsid w:val="004D52CA"/>
    <w:pPr>
      <w:tabs>
        <w:tab w:val="right" w:leader="dot" w:pos="9071"/>
      </w:tabs>
    </w:pPr>
  </w:style>
  <w:style w:type="paragraph" w:styleId="TOC9">
    <w:name w:val="toc 9"/>
    <w:basedOn w:val="Normal"/>
    <w:next w:val="Normal"/>
    <w:uiPriority w:val="39"/>
    <w:semiHidden/>
    <w:unhideWhenUsed/>
    <w:rsid w:val="004D52CA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4D52CA"/>
    <w:pPr>
      <w:tabs>
        <w:tab w:val="right" w:pos="14570"/>
      </w:tabs>
    </w:pPr>
  </w:style>
  <w:style w:type="paragraph" w:customStyle="1" w:styleId="FooterLandscape">
    <w:name w:val="FooterLandscape"/>
    <w:basedOn w:val="Normal"/>
    <w:rsid w:val="004D52CA"/>
    <w:pPr>
      <w:tabs>
        <w:tab w:val="center" w:pos="7285"/>
        <w:tab w:val="center" w:pos="10930"/>
        <w:tab w:val="right" w:pos="14570"/>
      </w:tabs>
      <w:spacing w:before="0" w:after="0" w:line="240" w:lineRule="auto"/>
    </w:pPr>
  </w:style>
  <w:style w:type="character" w:styleId="FootnoteReference">
    <w:name w:val="footnote reference"/>
    <w:basedOn w:val="DefaultParagraphFont"/>
    <w:uiPriority w:val="99"/>
    <w:unhideWhenUsed/>
    <w:rsid w:val="008638A2"/>
    <w:rPr>
      <w:b/>
      <w:bdr w:val="none" w:sz="0" w:space="0" w:color="auto"/>
      <w:shd w:val="clear" w:color="auto" w:fill="auto"/>
      <w:vertAlign w:val="superscript"/>
    </w:rPr>
  </w:style>
  <w:style w:type="paragraph" w:customStyle="1" w:styleId="HeaderCouncil">
    <w:name w:val="Header Council"/>
    <w:basedOn w:val="Normal"/>
    <w:rsid w:val="004D52CA"/>
    <w:pPr>
      <w:spacing w:before="0" w:after="0" w:line="240" w:lineRule="auto"/>
    </w:pPr>
    <w:rPr>
      <w:sz w:val="2"/>
    </w:rPr>
  </w:style>
  <w:style w:type="paragraph" w:customStyle="1" w:styleId="FooterCouncil">
    <w:name w:val="Footer Council"/>
    <w:basedOn w:val="Normal"/>
    <w:rsid w:val="004D52CA"/>
    <w:pPr>
      <w:spacing w:before="0" w:after="0" w:line="240" w:lineRule="auto"/>
    </w:pPr>
    <w:rPr>
      <w:sz w:val="2"/>
    </w:rPr>
  </w:style>
  <w:style w:type="paragraph" w:customStyle="1" w:styleId="TechnicalBlock">
    <w:name w:val="Technical Block"/>
    <w:basedOn w:val="Normal"/>
    <w:next w:val="Normal"/>
    <w:rsid w:val="004D52CA"/>
    <w:pPr>
      <w:spacing w:before="0" w:after="240" w:line="240" w:lineRule="auto"/>
      <w:jc w:val="center"/>
    </w:pPr>
  </w:style>
  <w:style w:type="character" w:customStyle="1" w:styleId="Marker">
    <w:name w:val="Marker"/>
    <w:basedOn w:val="DefaultParagraphFont"/>
    <w:rsid w:val="004D52CA"/>
    <w:rPr>
      <w:color w:val="0000FF"/>
      <w:bdr w:val="none" w:sz="0" w:space="0" w:color="auto"/>
      <w:shd w:val="clear" w:color="auto" w:fill="auto"/>
    </w:rPr>
  </w:style>
  <w:style w:type="character" w:customStyle="1" w:styleId="Marker1">
    <w:name w:val="Marker1"/>
    <w:basedOn w:val="DefaultParagraphFont"/>
    <w:rsid w:val="004D52CA"/>
    <w:rPr>
      <w:color w:val="008000"/>
      <w:bdr w:val="none" w:sz="0" w:space="0" w:color="auto"/>
      <w:shd w:val="clear" w:color="auto" w:fill="auto"/>
    </w:rPr>
  </w:style>
  <w:style w:type="paragraph" w:customStyle="1" w:styleId="Text1">
    <w:name w:val="Text 1"/>
    <w:basedOn w:val="Normal"/>
    <w:rsid w:val="004D52CA"/>
    <w:pPr>
      <w:ind w:left="850"/>
    </w:pPr>
  </w:style>
  <w:style w:type="paragraph" w:customStyle="1" w:styleId="Text2">
    <w:name w:val="Text 2"/>
    <w:basedOn w:val="Normal"/>
    <w:rsid w:val="004D52CA"/>
    <w:pPr>
      <w:ind w:left="1417"/>
    </w:pPr>
  </w:style>
  <w:style w:type="paragraph" w:customStyle="1" w:styleId="Text3">
    <w:name w:val="Text 3"/>
    <w:basedOn w:val="Normal"/>
    <w:rsid w:val="004D52CA"/>
    <w:pPr>
      <w:ind w:left="1984"/>
    </w:pPr>
  </w:style>
  <w:style w:type="paragraph" w:customStyle="1" w:styleId="Text4">
    <w:name w:val="Text 4"/>
    <w:basedOn w:val="Normal"/>
    <w:rsid w:val="004D52CA"/>
    <w:pPr>
      <w:ind w:left="2551"/>
    </w:pPr>
  </w:style>
  <w:style w:type="paragraph" w:customStyle="1" w:styleId="NormalCentered">
    <w:name w:val="Normal Centered"/>
    <w:basedOn w:val="Normal"/>
    <w:rsid w:val="004D52CA"/>
    <w:pPr>
      <w:jc w:val="center"/>
    </w:pPr>
  </w:style>
  <w:style w:type="paragraph" w:customStyle="1" w:styleId="NormalLeft">
    <w:name w:val="Normal Left"/>
    <w:basedOn w:val="Normal"/>
    <w:rsid w:val="004D52CA"/>
  </w:style>
  <w:style w:type="paragraph" w:customStyle="1" w:styleId="NormalRight">
    <w:name w:val="Normal Right"/>
    <w:basedOn w:val="Normal"/>
    <w:rsid w:val="004D52CA"/>
    <w:pPr>
      <w:jc w:val="right"/>
    </w:pPr>
  </w:style>
  <w:style w:type="paragraph" w:customStyle="1" w:styleId="QuotedText">
    <w:name w:val="Quoted Text"/>
    <w:basedOn w:val="Normal"/>
    <w:rsid w:val="004D52CA"/>
    <w:pPr>
      <w:ind w:left="1417"/>
    </w:pPr>
  </w:style>
  <w:style w:type="paragraph" w:customStyle="1" w:styleId="Point0">
    <w:name w:val="Point 0"/>
    <w:basedOn w:val="Normal"/>
    <w:rsid w:val="004D52CA"/>
    <w:pPr>
      <w:ind w:left="850" w:hanging="850"/>
    </w:pPr>
  </w:style>
  <w:style w:type="paragraph" w:customStyle="1" w:styleId="Point1">
    <w:name w:val="Point 1"/>
    <w:basedOn w:val="Normal"/>
    <w:rsid w:val="004D52CA"/>
    <w:pPr>
      <w:ind w:left="1417" w:hanging="567"/>
    </w:pPr>
  </w:style>
  <w:style w:type="paragraph" w:customStyle="1" w:styleId="Point2">
    <w:name w:val="Point 2"/>
    <w:basedOn w:val="Normal"/>
    <w:rsid w:val="004D52CA"/>
    <w:pPr>
      <w:ind w:left="1984" w:hanging="567"/>
    </w:pPr>
  </w:style>
  <w:style w:type="paragraph" w:customStyle="1" w:styleId="Point3">
    <w:name w:val="Point 3"/>
    <w:basedOn w:val="Normal"/>
    <w:rsid w:val="004D52CA"/>
    <w:pPr>
      <w:ind w:left="2551" w:hanging="567"/>
    </w:pPr>
  </w:style>
  <w:style w:type="paragraph" w:customStyle="1" w:styleId="Point4">
    <w:name w:val="Point 4"/>
    <w:basedOn w:val="Normal"/>
    <w:rsid w:val="004D52CA"/>
    <w:pPr>
      <w:ind w:left="3118" w:hanging="567"/>
    </w:pPr>
  </w:style>
  <w:style w:type="paragraph" w:customStyle="1" w:styleId="PointDouble0">
    <w:name w:val="PointDouble 0"/>
    <w:basedOn w:val="Normal"/>
    <w:rsid w:val="004D52CA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4D52CA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4D52CA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4D52CA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4D52CA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4D52CA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4D52CA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4D52CA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4D52CA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4D52CA"/>
    <w:pPr>
      <w:tabs>
        <w:tab w:val="left" w:pos="3118"/>
        <w:tab w:val="left" w:pos="3685"/>
      </w:tabs>
      <w:ind w:left="4252" w:hanging="1701"/>
    </w:pPr>
  </w:style>
  <w:style w:type="paragraph" w:customStyle="1" w:styleId="Tiret0">
    <w:name w:val="Tiret 0"/>
    <w:basedOn w:val="Normal"/>
    <w:rsid w:val="004D52CA"/>
    <w:pPr>
      <w:numPr>
        <w:numId w:val="28"/>
      </w:numPr>
    </w:pPr>
  </w:style>
  <w:style w:type="paragraph" w:customStyle="1" w:styleId="Tiret1">
    <w:name w:val="Tiret 1"/>
    <w:basedOn w:val="Normal"/>
    <w:rsid w:val="004D52CA"/>
    <w:pPr>
      <w:numPr>
        <w:numId w:val="29"/>
      </w:numPr>
    </w:pPr>
  </w:style>
  <w:style w:type="paragraph" w:customStyle="1" w:styleId="Tiret2">
    <w:name w:val="Tiret 2"/>
    <w:basedOn w:val="Normal"/>
    <w:rsid w:val="004D52CA"/>
    <w:pPr>
      <w:numPr>
        <w:numId w:val="30"/>
      </w:numPr>
    </w:pPr>
  </w:style>
  <w:style w:type="paragraph" w:customStyle="1" w:styleId="Tiret3">
    <w:name w:val="Tiret 3"/>
    <w:basedOn w:val="Normal"/>
    <w:rsid w:val="004D52CA"/>
    <w:pPr>
      <w:numPr>
        <w:numId w:val="31"/>
      </w:numPr>
    </w:pPr>
  </w:style>
  <w:style w:type="paragraph" w:customStyle="1" w:styleId="Tiret4">
    <w:name w:val="Tiret 4"/>
    <w:basedOn w:val="Normal"/>
    <w:rsid w:val="004D52CA"/>
    <w:pPr>
      <w:numPr>
        <w:numId w:val="32"/>
      </w:numPr>
    </w:pPr>
  </w:style>
  <w:style w:type="paragraph" w:customStyle="1" w:styleId="NumPar1">
    <w:name w:val="NumPar 1"/>
    <w:basedOn w:val="Normal"/>
    <w:next w:val="Text1"/>
    <w:rsid w:val="004D52CA"/>
    <w:pPr>
      <w:numPr>
        <w:numId w:val="33"/>
      </w:numPr>
    </w:pPr>
  </w:style>
  <w:style w:type="paragraph" w:customStyle="1" w:styleId="NumPar2">
    <w:name w:val="NumPar 2"/>
    <w:basedOn w:val="Normal"/>
    <w:next w:val="Text1"/>
    <w:rsid w:val="004D52CA"/>
    <w:pPr>
      <w:numPr>
        <w:ilvl w:val="1"/>
        <w:numId w:val="33"/>
      </w:numPr>
    </w:pPr>
  </w:style>
  <w:style w:type="paragraph" w:customStyle="1" w:styleId="NumPar3">
    <w:name w:val="NumPar 3"/>
    <w:basedOn w:val="Normal"/>
    <w:next w:val="Text1"/>
    <w:rsid w:val="004D52CA"/>
    <w:pPr>
      <w:numPr>
        <w:ilvl w:val="2"/>
        <w:numId w:val="33"/>
      </w:numPr>
    </w:pPr>
  </w:style>
  <w:style w:type="paragraph" w:customStyle="1" w:styleId="NumPar4">
    <w:name w:val="NumPar 4"/>
    <w:basedOn w:val="Normal"/>
    <w:next w:val="Text1"/>
    <w:rsid w:val="004D52CA"/>
    <w:pPr>
      <w:numPr>
        <w:ilvl w:val="3"/>
        <w:numId w:val="33"/>
      </w:numPr>
    </w:pPr>
  </w:style>
  <w:style w:type="paragraph" w:customStyle="1" w:styleId="ManualNumPar1">
    <w:name w:val="Manual NumPar 1"/>
    <w:basedOn w:val="Normal"/>
    <w:next w:val="Text1"/>
    <w:rsid w:val="004D52CA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4D52CA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4D52CA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4D52CA"/>
    <w:pPr>
      <w:ind w:left="850" w:hanging="850"/>
    </w:pPr>
  </w:style>
  <w:style w:type="paragraph" w:customStyle="1" w:styleId="QuotedNumPar">
    <w:name w:val="Quoted NumPar"/>
    <w:basedOn w:val="Normal"/>
    <w:rsid w:val="004D52CA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4D52CA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4D52CA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4D52CA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4D52CA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4D52CA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4D52CA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4D52CA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4D52CA"/>
    <w:pPr>
      <w:jc w:val="center"/>
    </w:pPr>
    <w:rPr>
      <w:b/>
    </w:rPr>
  </w:style>
  <w:style w:type="paragraph" w:customStyle="1" w:styleId="Point0number">
    <w:name w:val="Point 0 (number)"/>
    <w:basedOn w:val="Normal"/>
    <w:rsid w:val="004D52CA"/>
    <w:pPr>
      <w:numPr>
        <w:numId w:val="35"/>
      </w:numPr>
    </w:pPr>
  </w:style>
  <w:style w:type="paragraph" w:customStyle="1" w:styleId="Point1number">
    <w:name w:val="Point 1 (number)"/>
    <w:basedOn w:val="Normal"/>
    <w:rsid w:val="004D52CA"/>
    <w:pPr>
      <w:numPr>
        <w:ilvl w:val="2"/>
        <w:numId w:val="35"/>
      </w:numPr>
    </w:pPr>
  </w:style>
  <w:style w:type="paragraph" w:customStyle="1" w:styleId="Point2number">
    <w:name w:val="Point 2 (number)"/>
    <w:basedOn w:val="Normal"/>
    <w:rsid w:val="004D52CA"/>
    <w:pPr>
      <w:numPr>
        <w:ilvl w:val="4"/>
        <w:numId w:val="35"/>
      </w:numPr>
    </w:pPr>
  </w:style>
  <w:style w:type="paragraph" w:customStyle="1" w:styleId="Point3number">
    <w:name w:val="Point 3 (number)"/>
    <w:basedOn w:val="Normal"/>
    <w:rsid w:val="004D52CA"/>
    <w:pPr>
      <w:numPr>
        <w:ilvl w:val="6"/>
        <w:numId w:val="35"/>
      </w:numPr>
    </w:pPr>
  </w:style>
  <w:style w:type="paragraph" w:customStyle="1" w:styleId="Point0letter">
    <w:name w:val="Point 0 (letter)"/>
    <w:basedOn w:val="Normal"/>
    <w:rsid w:val="004D52CA"/>
    <w:pPr>
      <w:numPr>
        <w:ilvl w:val="1"/>
        <w:numId w:val="35"/>
      </w:numPr>
    </w:pPr>
  </w:style>
  <w:style w:type="paragraph" w:customStyle="1" w:styleId="Point1letter">
    <w:name w:val="Point 1 (letter)"/>
    <w:basedOn w:val="Normal"/>
    <w:rsid w:val="004D52CA"/>
    <w:pPr>
      <w:numPr>
        <w:ilvl w:val="3"/>
        <w:numId w:val="35"/>
      </w:numPr>
    </w:pPr>
  </w:style>
  <w:style w:type="paragraph" w:customStyle="1" w:styleId="Point2letter">
    <w:name w:val="Point 2 (letter)"/>
    <w:basedOn w:val="Normal"/>
    <w:rsid w:val="004D52CA"/>
    <w:pPr>
      <w:numPr>
        <w:ilvl w:val="5"/>
        <w:numId w:val="35"/>
      </w:numPr>
    </w:pPr>
  </w:style>
  <w:style w:type="paragraph" w:customStyle="1" w:styleId="Point3letter">
    <w:name w:val="Point 3 (letter)"/>
    <w:basedOn w:val="Normal"/>
    <w:rsid w:val="004D52CA"/>
    <w:pPr>
      <w:numPr>
        <w:ilvl w:val="7"/>
        <w:numId w:val="35"/>
      </w:numPr>
    </w:pPr>
  </w:style>
  <w:style w:type="paragraph" w:customStyle="1" w:styleId="Point4letter">
    <w:name w:val="Point 4 (letter)"/>
    <w:basedOn w:val="Normal"/>
    <w:rsid w:val="004D52CA"/>
    <w:pPr>
      <w:numPr>
        <w:ilvl w:val="8"/>
        <w:numId w:val="35"/>
      </w:numPr>
    </w:pPr>
  </w:style>
  <w:style w:type="paragraph" w:customStyle="1" w:styleId="Bullet0">
    <w:name w:val="Bullet 0"/>
    <w:basedOn w:val="Normal"/>
    <w:rsid w:val="004D52CA"/>
    <w:pPr>
      <w:numPr>
        <w:numId w:val="36"/>
      </w:numPr>
    </w:pPr>
  </w:style>
  <w:style w:type="paragraph" w:customStyle="1" w:styleId="Bullet1">
    <w:name w:val="Bullet 1"/>
    <w:basedOn w:val="Normal"/>
    <w:rsid w:val="004D52CA"/>
    <w:pPr>
      <w:numPr>
        <w:numId w:val="37"/>
      </w:numPr>
    </w:pPr>
  </w:style>
  <w:style w:type="paragraph" w:customStyle="1" w:styleId="Bullet2">
    <w:name w:val="Bullet 2"/>
    <w:basedOn w:val="Normal"/>
    <w:rsid w:val="004D52CA"/>
    <w:pPr>
      <w:numPr>
        <w:numId w:val="38"/>
      </w:numPr>
    </w:pPr>
  </w:style>
  <w:style w:type="paragraph" w:customStyle="1" w:styleId="Bullet3">
    <w:name w:val="Bullet 3"/>
    <w:basedOn w:val="Normal"/>
    <w:rsid w:val="004D52CA"/>
    <w:pPr>
      <w:numPr>
        <w:numId w:val="39"/>
      </w:numPr>
    </w:pPr>
  </w:style>
  <w:style w:type="paragraph" w:customStyle="1" w:styleId="Bullet4">
    <w:name w:val="Bullet 4"/>
    <w:basedOn w:val="Normal"/>
    <w:rsid w:val="004D52CA"/>
    <w:pPr>
      <w:numPr>
        <w:numId w:val="40"/>
      </w:numPr>
    </w:pPr>
  </w:style>
  <w:style w:type="paragraph" w:customStyle="1" w:styleId="Annexetitreacte">
    <w:name w:val="Annexe titre (acte)"/>
    <w:basedOn w:val="Normal"/>
    <w:next w:val="Normal"/>
    <w:rsid w:val="004D52CA"/>
    <w:pPr>
      <w:jc w:val="center"/>
    </w:pPr>
    <w:rPr>
      <w:b/>
      <w:u w:val="single"/>
    </w:rPr>
  </w:style>
  <w:style w:type="paragraph" w:customStyle="1" w:styleId="Annexetitreglobale">
    <w:name w:val="Annexe titre (globale)"/>
    <w:basedOn w:val="Normal"/>
    <w:next w:val="Normal"/>
    <w:rsid w:val="004D52CA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4D52CA"/>
    <w:pPr>
      <w:spacing w:before="480"/>
    </w:pPr>
  </w:style>
  <w:style w:type="paragraph" w:customStyle="1" w:styleId="Considrant">
    <w:name w:val="Considérant"/>
    <w:basedOn w:val="Normal"/>
    <w:rsid w:val="004D52CA"/>
    <w:pPr>
      <w:numPr>
        <w:numId w:val="41"/>
      </w:numPr>
    </w:pPr>
  </w:style>
  <w:style w:type="paragraph" w:customStyle="1" w:styleId="Datedadoption">
    <w:name w:val="Date d'adoption"/>
    <w:basedOn w:val="Normal"/>
    <w:next w:val="Titreobjet"/>
    <w:rsid w:val="004D52CA"/>
    <w:pPr>
      <w:spacing w:before="360" w:after="0"/>
      <w:jc w:val="center"/>
    </w:pPr>
    <w:rPr>
      <w:b/>
    </w:rPr>
  </w:style>
  <w:style w:type="paragraph" w:customStyle="1" w:styleId="Fait">
    <w:name w:val="Fait à"/>
    <w:basedOn w:val="Normal"/>
    <w:next w:val="Institutionquisigne"/>
    <w:rsid w:val="004D52CA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4D52CA"/>
    <w:pPr>
      <w:keepNext/>
    </w:pPr>
  </w:style>
  <w:style w:type="paragraph" w:customStyle="1" w:styleId="Institutionquiagit">
    <w:name w:val="Institution qui agit"/>
    <w:basedOn w:val="Normal"/>
    <w:next w:val="Normal"/>
    <w:rsid w:val="004D52CA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4D52CA"/>
    <w:pPr>
      <w:keepNext/>
      <w:tabs>
        <w:tab w:val="left" w:pos="5669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rsid w:val="004D52CA"/>
    <w:pPr>
      <w:ind w:left="850" w:hanging="850"/>
    </w:pPr>
  </w:style>
  <w:style w:type="paragraph" w:customStyle="1" w:styleId="Personnequisigne">
    <w:name w:val="Personne qui signe"/>
    <w:basedOn w:val="Normal"/>
    <w:next w:val="Institutionquisigne"/>
    <w:rsid w:val="004D52CA"/>
    <w:pPr>
      <w:tabs>
        <w:tab w:val="left" w:pos="5669"/>
      </w:tabs>
      <w:spacing w:before="0" w:after="0"/>
    </w:pPr>
    <w:rPr>
      <w:i/>
    </w:rPr>
  </w:style>
  <w:style w:type="paragraph" w:customStyle="1" w:styleId="Sous-titreobjet">
    <w:name w:val="Sous-titre objet"/>
    <w:basedOn w:val="Normal"/>
    <w:rsid w:val="004D52CA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rsid w:val="004D52CA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4D52CA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rsid w:val="004D52CA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Datedadoption"/>
    <w:rsid w:val="004D52CA"/>
    <w:pPr>
      <w:spacing w:before="360" w:after="0"/>
      <w:jc w:val="center"/>
    </w:pPr>
    <w:rPr>
      <w:b/>
    </w:rPr>
  </w:style>
  <w:style w:type="paragraph" w:customStyle="1" w:styleId="Lignefinal">
    <w:name w:val="Ligne final"/>
    <w:basedOn w:val="Normal"/>
    <w:next w:val="Normal"/>
    <w:rsid w:val="004D52CA"/>
    <w:pPr>
      <w:pBdr>
        <w:bottom w:val="single" w:sz="4" w:space="0" w:color="000000"/>
      </w:pBdr>
      <w:spacing w:before="360"/>
      <w:ind w:left="3400" w:right="3400"/>
      <w:jc w:val="center"/>
    </w:pPr>
    <w:rPr>
      <w:b/>
    </w:rPr>
  </w:style>
  <w:style w:type="paragraph" w:customStyle="1" w:styleId="LignefinalLandscape">
    <w:name w:val="Ligne final (Landscape)"/>
    <w:basedOn w:val="Normal"/>
    <w:next w:val="Normal"/>
    <w:rsid w:val="004D52CA"/>
    <w:pPr>
      <w:pBdr>
        <w:bottom w:val="single" w:sz="4" w:space="0" w:color="000000"/>
      </w:pBdr>
      <w:spacing w:before="360"/>
      <w:ind w:left="5868" w:right="5868"/>
      <w:jc w:val="center"/>
    </w:pPr>
    <w:rPr>
      <w:b/>
    </w:rPr>
  </w:style>
  <w:style w:type="paragraph" w:customStyle="1" w:styleId="Rfrenceinterinstitutionelle">
    <w:name w:val="Référence interinstitutionelle"/>
    <w:basedOn w:val="Normal"/>
    <w:next w:val="Statut"/>
    <w:rsid w:val="004D52CA"/>
    <w:pPr>
      <w:spacing w:before="0" w:after="0"/>
      <w:ind w:left="5103"/>
    </w:pPr>
  </w:style>
  <w:style w:type="paragraph" w:customStyle="1" w:styleId="EntLogo">
    <w:name w:val="EntLogo"/>
    <w:basedOn w:val="Normal"/>
    <w:rsid w:val="004D52CA"/>
    <w:pPr>
      <w:tabs>
        <w:tab w:val="right" w:pos="9639"/>
      </w:tabs>
      <w:spacing w:before="0" w:after="0"/>
    </w:pPr>
    <w:rPr>
      <w:b/>
    </w:rPr>
  </w:style>
  <w:style w:type="paragraph" w:customStyle="1" w:styleId="EntInstit">
    <w:name w:val="EntInstit"/>
    <w:basedOn w:val="Normal"/>
    <w:rsid w:val="004D52CA"/>
    <w:pPr>
      <w:spacing w:before="0" w:after="0" w:line="240" w:lineRule="auto"/>
      <w:jc w:val="right"/>
    </w:pPr>
    <w:rPr>
      <w:b/>
    </w:rPr>
  </w:style>
  <w:style w:type="paragraph" w:customStyle="1" w:styleId="EntRefer">
    <w:name w:val="EntRefer"/>
    <w:basedOn w:val="Normal"/>
    <w:rsid w:val="004D52CA"/>
    <w:pPr>
      <w:spacing w:before="0" w:after="0" w:line="240" w:lineRule="auto"/>
    </w:pPr>
    <w:rPr>
      <w:b/>
    </w:rPr>
  </w:style>
  <w:style w:type="paragraph" w:customStyle="1" w:styleId="EntEmet">
    <w:name w:val="EntEmet"/>
    <w:basedOn w:val="Normal"/>
    <w:rsid w:val="004D52CA"/>
    <w:pPr>
      <w:spacing w:before="40" w:after="0" w:line="240" w:lineRule="auto"/>
    </w:pPr>
  </w:style>
  <w:style w:type="paragraph" w:customStyle="1" w:styleId="EntText">
    <w:name w:val="EntText"/>
    <w:basedOn w:val="Normal"/>
    <w:rsid w:val="004D52CA"/>
  </w:style>
  <w:style w:type="paragraph" w:customStyle="1" w:styleId="EntEU">
    <w:name w:val="EntEU"/>
    <w:basedOn w:val="Normal"/>
    <w:rsid w:val="004D52CA"/>
    <w:pPr>
      <w:spacing w:before="240" w:after="240" w:line="240" w:lineRule="auto"/>
      <w:jc w:val="center"/>
    </w:pPr>
    <w:rPr>
      <w:b/>
      <w:sz w:val="36"/>
    </w:rPr>
  </w:style>
  <w:style w:type="paragraph" w:customStyle="1" w:styleId="EntASSOC">
    <w:name w:val="EntASSOC"/>
    <w:basedOn w:val="Normal"/>
    <w:rsid w:val="004D52CA"/>
    <w:pPr>
      <w:spacing w:before="0" w:after="0" w:line="240" w:lineRule="auto"/>
      <w:jc w:val="center"/>
    </w:pPr>
    <w:rPr>
      <w:b/>
    </w:rPr>
  </w:style>
  <w:style w:type="paragraph" w:customStyle="1" w:styleId="EntACP">
    <w:name w:val="EntACP"/>
    <w:basedOn w:val="Normal"/>
    <w:rsid w:val="004D52CA"/>
    <w:pPr>
      <w:spacing w:before="0" w:after="180" w:line="240" w:lineRule="auto"/>
      <w:jc w:val="center"/>
    </w:pPr>
    <w:rPr>
      <w:b/>
      <w:spacing w:val="40"/>
      <w:sz w:val="28"/>
    </w:rPr>
  </w:style>
  <w:style w:type="paragraph" w:customStyle="1" w:styleId="EntInstitACP">
    <w:name w:val="EntInstitACP"/>
    <w:basedOn w:val="Normal"/>
    <w:rsid w:val="004D52CA"/>
    <w:pPr>
      <w:spacing w:before="0" w:after="0" w:line="240" w:lineRule="auto"/>
      <w:jc w:val="center"/>
    </w:pPr>
    <w:rPr>
      <w:b/>
    </w:rPr>
  </w:style>
  <w:style w:type="paragraph" w:customStyle="1" w:styleId="Genredudocument">
    <w:name w:val="Genre du document"/>
    <w:basedOn w:val="EntRefer"/>
    <w:next w:val="EntRefer"/>
    <w:rsid w:val="004D52CA"/>
    <w:pPr>
      <w:spacing w:before="240"/>
    </w:pPr>
  </w:style>
  <w:style w:type="paragraph" w:customStyle="1" w:styleId="Accordtitre">
    <w:name w:val="Accord titre"/>
    <w:basedOn w:val="Normal"/>
    <w:rsid w:val="004D52CA"/>
    <w:pPr>
      <w:spacing w:before="0" w:after="0"/>
      <w:jc w:val="center"/>
    </w:pPr>
  </w:style>
  <w:style w:type="paragraph" w:customStyle="1" w:styleId="FooterAccord">
    <w:name w:val="Footer Accord"/>
    <w:basedOn w:val="Normal"/>
    <w:rsid w:val="004D52CA"/>
    <w:pPr>
      <w:tabs>
        <w:tab w:val="center" w:pos="4819"/>
        <w:tab w:val="center" w:pos="7370"/>
        <w:tab w:val="right" w:pos="9638"/>
      </w:tabs>
      <w:spacing w:before="360" w:after="0" w:line="240" w:lineRule="auto"/>
      <w:jc w:val="center"/>
    </w:pPr>
  </w:style>
  <w:style w:type="paragraph" w:customStyle="1" w:styleId="FooterLandscapeAccord">
    <w:name w:val="FooterLandscape Accord"/>
    <w:basedOn w:val="Normal"/>
    <w:rsid w:val="004D52CA"/>
    <w:pPr>
      <w:tabs>
        <w:tab w:val="center" w:pos="7285"/>
        <w:tab w:val="center" w:pos="10930"/>
        <w:tab w:val="right" w:pos="14570"/>
      </w:tabs>
      <w:spacing w:before="360" w:after="0" w:line="240" w:lineRule="auto"/>
      <w:jc w:val="center"/>
    </w:pPr>
  </w:style>
  <w:style w:type="paragraph" w:customStyle="1" w:styleId="TitrearticleAccord">
    <w:name w:val="Titre article Accord"/>
    <w:basedOn w:val="Normal"/>
    <w:next w:val="Normal"/>
    <w:rsid w:val="004D52CA"/>
    <w:pPr>
      <w:keepNext/>
      <w:spacing w:before="600"/>
      <w:jc w:val="center"/>
    </w:pPr>
    <w:rPr>
      <w:i/>
    </w:rPr>
  </w:style>
  <w:style w:type="paragraph" w:customStyle="1" w:styleId="Languesfaisantfoi">
    <w:name w:val="Langues faisant foi"/>
    <w:basedOn w:val="Normal"/>
    <w:next w:val="Normal"/>
    <w:rsid w:val="004D52CA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4D52CA"/>
    <w:pPr>
      <w:spacing w:after="240"/>
    </w:pPr>
  </w:style>
  <w:style w:type="paragraph" w:customStyle="1" w:styleId="Annexetitre">
    <w:name w:val="Annexe titre"/>
    <w:basedOn w:val="Normal"/>
    <w:next w:val="Normal"/>
    <w:rsid w:val="004D52CA"/>
    <w:pPr>
      <w:jc w:val="center"/>
    </w:pPr>
    <w:rPr>
      <w:b/>
      <w:u w:val="single"/>
    </w:rPr>
  </w:style>
  <w:style w:type="paragraph" w:customStyle="1" w:styleId="DESignature">
    <w:name w:val="DE Signature"/>
    <w:basedOn w:val="Normal"/>
    <w:next w:val="Normal"/>
    <w:rsid w:val="004D52CA"/>
    <w:pPr>
      <w:tabs>
        <w:tab w:val="center" w:pos="5953"/>
      </w:tabs>
      <w:spacing w:before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DW_LEGACT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35913E-1937-4AD0-9B4D-6065AAB8B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DW_LEGACTS</Template>
  <TotalTime>0</TotalTime>
  <Pages>21</Pages>
  <Words>2800</Words>
  <Characters>15966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SECANSKA Michaela</dc:creator>
  <cp:keywords/>
  <dc:description/>
  <cp:lastModifiedBy>Andrijauska, M.</cp:lastModifiedBy>
  <cp:revision>2</cp:revision>
  <dcterms:created xsi:type="dcterms:W3CDTF">2020-07-29T17:56:00Z</dcterms:created>
  <dcterms:modified xsi:type="dcterms:W3CDTF">2020-07-29T17:56:00Z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3.8.0.0</vt:lpwstr>
  </property>
  <property fmtid="{D5CDD505-2E9C-101B-9397-08002B2CF9AE}" pid="3" name="Created using">
    <vt:lpwstr>DocuWrite 4.2.2, Build 20181002</vt:lpwstr>
  </property>
  <property fmtid="{D5CDD505-2E9C-101B-9397-08002B2CF9AE}" pid="4" name="Last edited using">
    <vt:lpwstr>DocuWrite 4.3.12, Build 20200224</vt:lpwstr>
  </property>
</Properties>
</file>