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66A35" w14:textId="77777777" w:rsidR="00EB1950" w:rsidRPr="00AF1FE8" w:rsidRDefault="00EB1950" w:rsidP="00EB1950">
      <w:pPr>
        <w:pStyle w:val="Annexetitre"/>
      </w:pPr>
      <w:r w:rsidRPr="00AF1FE8">
        <w:t>ANEXA I</w:t>
      </w:r>
    </w:p>
    <w:p w14:paraId="43C53ACF" w14:textId="77777777" w:rsidR="00EB1950" w:rsidRDefault="00EB1950" w:rsidP="00EB1950">
      <w:pPr>
        <w:jc w:val="center"/>
        <w:outlineLvl w:val="0"/>
      </w:pPr>
      <w:r w:rsidRPr="0044500B">
        <w:t xml:space="preserve">CERTIFICAT </w:t>
      </w:r>
      <w:r w:rsidRPr="003D42C7">
        <w:t>DE INDISPONIBILIZARE</w:t>
      </w:r>
    </w:p>
    <w:tbl>
      <w:tblPr>
        <w:tblStyle w:val="TableGrid"/>
        <w:tblW w:w="0" w:type="auto"/>
        <w:tblLook w:val="04A0" w:firstRow="1" w:lastRow="0" w:firstColumn="1" w:lastColumn="0" w:noHBand="0" w:noVBand="1"/>
      </w:tblPr>
      <w:tblGrid>
        <w:gridCol w:w="9855"/>
      </w:tblGrid>
      <w:tr w:rsidR="00EB1950" w14:paraId="16642307" w14:textId="77777777" w:rsidTr="00621A17">
        <w:tc>
          <w:tcPr>
            <w:tcW w:w="9855" w:type="dxa"/>
          </w:tcPr>
          <w:p w14:paraId="006E02F3" w14:textId="77777777" w:rsidR="00EB1950" w:rsidRPr="0044500B" w:rsidRDefault="00EB1950" w:rsidP="00621A17">
            <w:pPr>
              <w:tabs>
                <w:tab w:val="left" w:pos="567"/>
                <w:tab w:val="right" w:leader="dot" w:pos="9639"/>
              </w:tabs>
              <w:rPr>
                <w:noProof/>
              </w:rPr>
            </w:pPr>
            <w:r w:rsidRPr="0044500B">
              <w:t>SECȚIUNEA A:</w:t>
            </w:r>
          </w:p>
          <w:p w14:paraId="1773DF66" w14:textId="77777777" w:rsidR="00EB1950" w:rsidRPr="0044500B" w:rsidRDefault="00EB1950" w:rsidP="00621A17">
            <w:pPr>
              <w:tabs>
                <w:tab w:val="left" w:pos="567"/>
                <w:tab w:val="right" w:leader="dot" w:pos="9639"/>
              </w:tabs>
              <w:rPr>
                <w:noProof/>
              </w:rPr>
            </w:pPr>
            <w:r w:rsidRPr="0044500B">
              <w:t>Statul emitent: …………</w:t>
            </w:r>
            <w:r>
              <w:tab/>
            </w:r>
            <w:r w:rsidRPr="0044500B">
              <w:t>…………………………………………………………………..</w:t>
            </w:r>
          </w:p>
          <w:p w14:paraId="534E0B98" w14:textId="77777777" w:rsidR="00EB1950" w:rsidRPr="0044500B" w:rsidRDefault="00EB1950" w:rsidP="00621A17">
            <w:pPr>
              <w:tabs>
                <w:tab w:val="left" w:pos="567"/>
                <w:tab w:val="right" w:leader="dot" w:pos="9639"/>
              </w:tabs>
              <w:rPr>
                <w:noProof/>
              </w:rPr>
            </w:pPr>
            <w:r w:rsidRPr="003D42C7">
              <w:t>Autoritatea emitentă: ………</w:t>
            </w:r>
            <w:r>
              <w:t>.</w:t>
            </w:r>
            <w:r>
              <w:tab/>
            </w:r>
            <w:r w:rsidRPr="003D42C7">
              <w:t>………………………………………………………………...</w:t>
            </w:r>
          </w:p>
          <w:p w14:paraId="741FACC1" w14:textId="77777777" w:rsidR="00EB1950" w:rsidRPr="0044500B" w:rsidRDefault="00EB1950" w:rsidP="00621A17">
            <w:pPr>
              <w:tabs>
                <w:tab w:val="left" w:pos="567"/>
                <w:tab w:val="right" w:leader="dot" w:pos="9639"/>
              </w:tabs>
              <w:rPr>
                <w:noProof/>
              </w:rPr>
            </w:pPr>
            <w:r w:rsidRPr="003D42C7">
              <w:t>Autoritatea de validare (dacă este cazul): …</w:t>
            </w:r>
            <w:r>
              <w:tab/>
            </w:r>
            <w:r w:rsidRPr="003D42C7">
              <w:t>…………………………………………………..</w:t>
            </w:r>
          </w:p>
          <w:p w14:paraId="7E336B3C" w14:textId="77777777" w:rsidR="00EB1950" w:rsidRPr="0044500B" w:rsidRDefault="00EB1950" w:rsidP="00621A17">
            <w:pPr>
              <w:tabs>
                <w:tab w:val="left" w:pos="567"/>
                <w:tab w:val="right" w:leader="dot" w:pos="9639"/>
              </w:tabs>
              <w:rPr>
                <w:noProof/>
              </w:rPr>
            </w:pPr>
            <w:r w:rsidRPr="0044500B">
              <w:t>Statul de executare: ……………………………</w:t>
            </w:r>
            <w:r>
              <w:tab/>
            </w:r>
            <w:r w:rsidRPr="0044500B">
              <w:t>…………………………………………….</w:t>
            </w:r>
          </w:p>
          <w:p w14:paraId="15A5D835" w14:textId="77777777" w:rsidR="00EB1950" w:rsidRDefault="00EB1950" w:rsidP="00621A17">
            <w:pPr>
              <w:tabs>
                <w:tab w:val="left" w:pos="567"/>
                <w:tab w:val="right" w:leader="dot" w:pos="9639"/>
              </w:tabs>
            </w:pPr>
            <w:r w:rsidRPr="003D42C7">
              <w:t>Autoritatea de executare (dacă este cunoscută): …</w:t>
            </w:r>
            <w:r>
              <w:tab/>
            </w:r>
            <w:r w:rsidRPr="003D42C7">
              <w:t>……………………………………………</w:t>
            </w:r>
          </w:p>
        </w:tc>
      </w:tr>
      <w:tr w:rsidR="00EB1950" w14:paraId="60CBD644" w14:textId="77777777" w:rsidTr="00621A17">
        <w:tc>
          <w:tcPr>
            <w:tcW w:w="9855" w:type="dxa"/>
          </w:tcPr>
          <w:p w14:paraId="1AA078BF" w14:textId="77777777" w:rsidR="00EB1950" w:rsidRDefault="00EB1950" w:rsidP="00621A17">
            <w:pPr>
              <w:tabs>
                <w:tab w:val="left" w:pos="567"/>
                <w:tab w:val="right" w:leader="dot" w:pos="9639"/>
              </w:tabs>
            </w:pPr>
            <w:r w:rsidRPr="0044500B">
              <w:t xml:space="preserve">SECȚIUNEA B: </w:t>
            </w:r>
            <w:r w:rsidRPr="003D42C7">
              <w:t>Urgența și/sau data solicitată pentru executare</w:t>
            </w:r>
          </w:p>
          <w:p w14:paraId="1944E984" w14:textId="77777777" w:rsidR="00EB1950" w:rsidRPr="00AA7594" w:rsidRDefault="00EB1950" w:rsidP="00621A17">
            <w:pPr>
              <w:pStyle w:val="Point0"/>
            </w:pPr>
            <w:r w:rsidRPr="003D42C7">
              <w:t>1.</w:t>
            </w:r>
            <w:r w:rsidRPr="003D42C7">
              <w:tab/>
              <w:t>Vă rugăm să indicați motivele speciale de urgență:</w:t>
            </w:r>
          </w:p>
          <w:p w14:paraId="03BF344A" w14:textId="02E4647B" w:rsidR="00EB1950" w:rsidRPr="00595766" w:rsidRDefault="00EB1950" w:rsidP="00621A17">
            <w:pPr>
              <w:pStyle w:val="Point0"/>
            </w:pPr>
            <w:r w:rsidRPr="003D42C7">
              <w:t>□</w:t>
            </w:r>
            <w:r w:rsidRPr="003D42C7">
              <w:tab/>
              <w:t>Existența unor motive legitime pentru a considera că bunul în cauză va fi înlăturat sau distrus în mod iminent, și anume:</w:t>
            </w:r>
            <w:r>
              <w:br/>
            </w:r>
            <w:r w:rsidRPr="00595766">
              <w:t>………………………………………………………………………………………………………………….</w:t>
            </w:r>
            <w:r w:rsidRPr="00595766">
              <w:tab/>
              <w:t>…………………………………………………………………………</w:t>
            </w:r>
          </w:p>
          <w:p w14:paraId="5945AB5C" w14:textId="77777777" w:rsidR="00EB1950" w:rsidRPr="00344B1E" w:rsidRDefault="00EB1950" w:rsidP="00621A17">
            <w:pPr>
              <w:pStyle w:val="Point0"/>
              <w:rPr>
                <w:noProof/>
              </w:rPr>
            </w:pPr>
            <w:r w:rsidRPr="003D42C7">
              <w:t>□</w:t>
            </w:r>
            <w:r w:rsidRPr="003D42C7">
              <w:tab/>
              <w:t xml:space="preserve">Nevoi de investigare sau procedurale din statul emitent, și anume: </w:t>
            </w:r>
            <w:r>
              <w:br/>
            </w:r>
            <w:r w:rsidRPr="003D42C7">
              <w:t>……………………………………………………………………………………………………………</w:t>
            </w:r>
            <w:r>
              <w:t>.</w:t>
            </w:r>
            <w:r>
              <w:tab/>
            </w:r>
            <w:r w:rsidRPr="003D42C7">
              <w:t>……………………………………………………………………………</w:t>
            </w:r>
          </w:p>
        </w:tc>
      </w:tr>
      <w:tr w:rsidR="00EB1950" w14:paraId="2BD9C90E" w14:textId="77777777" w:rsidTr="00621A17">
        <w:tc>
          <w:tcPr>
            <w:tcW w:w="9855" w:type="dxa"/>
          </w:tcPr>
          <w:p w14:paraId="06E7D37C" w14:textId="77777777" w:rsidR="00EB1950" w:rsidRPr="0044500B" w:rsidRDefault="00EB1950" w:rsidP="00621A17">
            <w:pPr>
              <w:pageBreakBefore/>
              <w:tabs>
                <w:tab w:val="left" w:pos="567"/>
                <w:tab w:val="right" w:leader="dot" w:pos="9639"/>
              </w:tabs>
              <w:rPr>
                <w:noProof/>
              </w:rPr>
            </w:pPr>
            <w:r w:rsidRPr="003D42C7">
              <w:lastRenderedPageBreak/>
              <w:t>2.</w:t>
            </w:r>
            <w:r w:rsidRPr="003D42C7">
              <w:tab/>
              <w:t>Data de executare:</w:t>
            </w:r>
          </w:p>
          <w:p w14:paraId="06A8FB4A" w14:textId="77777777" w:rsidR="00EB1950" w:rsidRDefault="00EB1950" w:rsidP="00621A17">
            <w:pPr>
              <w:pStyle w:val="Point0"/>
            </w:pPr>
            <w:r w:rsidRPr="003D42C7">
              <w:t>□</w:t>
            </w:r>
            <w:r w:rsidRPr="003D42C7">
              <w:tab/>
              <w:t>Se sol</w:t>
            </w:r>
            <w:r>
              <w:t>icită o anumită dată, și anume:…………………………………....</w:t>
            </w:r>
            <w:r w:rsidRPr="003D42C7">
              <w:t>………………….</w:t>
            </w:r>
          </w:p>
          <w:p w14:paraId="1BBD050D" w14:textId="77777777" w:rsidR="00EB1950" w:rsidRPr="00595766" w:rsidRDefault="00EB1950" w:rsidP="00621A17">
            <w:pPr>
              <w:pStyle w:val="Point0"/>
            </w:pPr>
            <w:r w:rsidRPr="003D42C7">
              <w:t>□</w:t>
            </w:r>
            <w:r w:rsidRPr="003D42C7">
              <w:tab/>
              <w:t>Este necesară coordonarea între statele membre implicate</w:t>
            </w:r>
          </w:p>
          <w:p w14:paraId="3D777BEB" w14:textId="77777777" w:rsidR="00EB1950" w:rsidRPr="0044500B" w:rsidRDefault="00EB1950" w:rsidP="00621A17">
            <w:pPr>
              <w:pStyle w:val="Point0"/>
              <w:ind w:left="0" w:firstLine="1"/>
            </w:pPr>
            <w:r w:rsidRPr="003D42C7">
              <w:t>Motivele acestei cereri: ……………………………………………………………………………………………………………………………………………………………………</w:t>
            </w:r>
            <w:r>
              <w:t>……</w:t>
            </w:r>
            <w:r w:rsidRPr="003D42C7">
              <w:t>……………………</w:t>
            </w:r>
            <w:r>
              <w:t>……………………</w:t>
            </w:r>
          </w:p>
        </w:tc>
      </w:tr>
      <w:tr w:rsidR="00EB1950" w14:paraId="32B11D5D" w14:textId="77777777" w:rsidTr="00621A17">
        <w:tc>
          <w:tcPr>
            <w:tcW w:w="9855" w:type="dxa"/>
          </w:tcPr>
          <w:p w14:paraId="5D02DA07" w14:textId="77777777" w:rsidR="00EB1950" w:rsidRPr="0044500B" w:rsidRDefault="00EB1950" w:rsidP="00621A17">
            <w:pPr>
              <w:tabs>
                <w:tab w:val="left" w:pos="993"/>
                <w:tab w:val="left" w:pos="1276"/>
                <w:tab w:val="right" w:leader="dot" w:pos="9498"/>
              </w:tabs>
              <w:ind w:left="1134" w:hanging="1134"/>
            </w:pPr>
            <w:r w:rsidRPr="0044500B">
              <w:t xml:space="preserve">SECȚIUNEA C: </w:t>
            </w:r>
            <w:r w:rsidRPr="003D42C7">
              <w:rPr>
                <w:bCs/>
                <w:iCs/>
              </w:rPr>
              <w:t>Persoana (persoanele) afectate</w:t>
            </w:r>
          </w:p>
          <w:p w14:paraId="5173245F" w14:textId="77777777" w:rsidR="00EB1950" w:rsidRPr="0044500B" w:rsidRDefault="00EB1950" w:rsidP="00621A17">
            <w:pPr>
              <w:tabs>
                <w:tab w:val="left" w:pos="993"/>
                <w:tab w:val="left" w:pos="1276"/>
                <w:tab w:val="right" w:leader="dot" w:pos="9498"/>
              </w:tabs>
              <w:rPr>
                <w:noProof/>
              </w:rPr>
            </w:pPr>
            <w:r w:rsidRPr="003D42C7">
              <w:t>Identitatea persoanei (persoanelor) împotriva căreia (cărora) a fost emis ordinul de indisponibilizare sau a persoanei (persoanelor) care dețin(e) proprietatea asupra bunului care face obiectul ordinului de indisponibilizare(în cazul în care sunt afectate mai multe persoane, vă rugăm să furnizați informații pentru fiecare persoană în parte):</w:t>
            </w:r>
          </w:p>
          <w:p w14:paraId="49472495" w14:textId="77777777" w:rsidR="00EB1950" w:rsidRPr="00595766" w:rsidRDefault="00EB1950" w:rsidP="00621A17">
            <w:pPr>
              <w:pStyle w:val="Point0"/>
            </w:pPr>
            <w:r w:rsidRPr="003D42C7">
              <w:t>1.</w:t>
            </w:r>
            <w:r w:rsidRPr="003D42C7">
              <w:tab/>
              <w:t>Date de identificare</w:t>
            </w:r>
          </w:p>
          <w:p w14:paraId="49533A53" w14:textId="77777777" w:rsidR="00EB1950" w:rsidRPr="00595766" w:rsidRDefault="00EB1950" w:rsidP="00621A17">
            <w:pPr>
              <w:pStyle w:val="Point0"/>
            </w:pPr>
            <w:r w:rsidRPr="003D42C7">
              <w:t>(i)</w:t>
            </w:r>
            <w:r w:rsidRPr="003D42C7">
              <w:tab/>
              <w:t>în cazul persoanei (persoanelor) fizice</w:t>
            </w:r>
          </w:p>
          <w:p w14:paraId="18F165F6" w14:textId="315FB03A" w:rsidR="00EB1950" w:rsidRPr="0044500B" w:rsidRDefault="00EB1950" w:rsidP="00621A17">
            <w:pPr>
              <w:tabs>
                <w:tab w:val="left" w:pos="567"/>
                <w:tab w:val="left" w:pos="1134"/>
                <w:tab w:val="right" w:leader="dot" w:pos="9639"/>
              </w:tabs>
              <w:rPr>
                <w:noProof/>
              </w:rPr>
            </w:pPr>
            <w:r w:rsidRPr="003D42C7">
              <w:t>Numele:</w:t>
            </w:r>
            <w:r w:rsidR="00153209">
              <w:tab/>
            </w:r>
            <w:r w:rsidR="00BA7510">
              <w:t>……………….</w:t>
            </w:r>
            <w:r w:rsidRPr="003D42C7">
              <w:t>……………………………………………………………………………</w:t>
            </w:r>
          </w:p>
          <w:p w14:paraId="7FE13FBE" w14:textId="7E567E57" w:rsidR="00EB1950" w:rsidRPr="0044500B" w:rsidRDefault="00EB1950" w:rsidP="00621A17">
            <w:pPr>
              <w:tabs>
                <w:tab w:val="left" w:pos="567"/>
                <w:tab w:val="left" w:pos="1134"/>
                <w:tab w:val="right" w:leader="dot" w:pos="9639"/>
              </w:tabs>
              <w:rPr>
                <w:noProof/>
              </w:rPr>
            </w:pPr>
            <w:r w:rsidRPr="003D42C7">
              <w:t>Prenumele:</w:t>
            </w:r>
            <w:r w:rsidR="00153209">
              <w:tab/>
            </w:r>
            <w:r w:rsidRPr="003D42C7">
              <w:t>…………</w:t>
            </w:r>
            <w:r w:rsidR="00BA7510">
              <w:t>…………………</w:t>
            </w:r>
            <w:r w:rsidRPr="003D42C7">
              <w:t>……………………………………………………………….</w:t>
            </w:r>
          </w:p>
          <w:p w14:paraId="7F5750C2" w14:textId="77777777" w:rsidR="00EB1950" w:rsidRPr="0044500B" w:rsidRDefault="00EB1950" w:rsidP="00621A17">
            <w:pPr>
              <w:tabs>
                <w:tab w:val="left" w:pos="567"/>
                <w:tab w:val="left" w:pos="1134"/>
                <w:tab w:val="right" w:leader="dot" w:pos="9639"/>
              </w:tabs>
              <w:rPr>
                <w:noProof/>
              </w:rPr>
            </w:pPr>
            <w:r w:rsidRPr="003D42C7">
              <w:t>Alt(e) nume relevant(e), dacă este cazul:</w:t>
            </w:r>
            <w:r>
              <w:tab/>
            </w:r>
            <w:r w:rsidRPr="003D42C7">
              <w:t>…………………………………………………</w:t>
            </w:r>
          </w:p>
          <w:p w14:paraId="53C222AE" w14:textId="77777777" w:rsidR="00EB1950" w:rsidRPr="0044500B" w:rsidRDefault="00EB1950" w:rsidP="00621A17">
            <w:pPr>
              <w:tabs>
                <w:tab w:val="left" w:pos="567"/>
                <w:tab w:val="left" w:pos="1134"/>
                <w:tab w:val="right" w:leader="dot" w:pos="9639"/>
              </w:tabs>
              <w:rPr>
                <w:noProof/>
              </w:rPr>
            </w:pPr>
            <w:r w:rsidRPr="003D42C7">
              <w:t>Pseudonimul, dacă este cazul:</w:t>
            </w:r>
            <w:r>
              <w:tab/>
            </w:r>
            <w:r w:rsidRPr="003D42C7">
              <w:t>…………………………………………………..</w:t>
            </w:r>
          </w:p>
          <w:p w14:paraId="59B93EF5" w14:textId="1298001A" w:rsidR="00EB1950" w:rsidRPr="00344B1E" w:rsidRDefault="00EB1950" w:rsidP="00621A17">
            <w:pPr>
              <w:tabs>
                <w:tab w:val="left" w:pos="567"/>
                <w:tab w:val="left" w:pos="1134"/>
                <w:tab w:val="right" w:leader="dot" w:pos="9639"/>
              </w:tabs>
              <w:rPr>
                <w:noProof/>
              </w:rPr>
            </w:pPr>
            <w:r>
              <w:t>Sexul:</w:t>
            </w:r>
            <w:r w:rsidR="00153209">
              <w:tab/>
            </w:r>
            <w:r>
              <w:t>…………………………….</w:t>
            </w:r>
            <w:r w:rsidRPr="003D42C7">
              <w:t>……………………………………</w:t>
            </w:r>
          </w:p>
        </w:tc>
      </w:tr>
      <w:tr w:rsidR="00EB1950" w14:paraId="75176029" w14:textId="77777777" w:rsidTr="00621A17">
        <w:tc>
          <w:tcPr>
            <w:tcW w:w="9855" w:type="dxa"/>
          </w:tcPr>
          <w:p w14:paraId="4FC042E3" w14:textId="6DA634AA" w:rsidR="00EB1950" w:rsidRDefault="00EB1950" w:rsidP="00621A17">
            <w:pPr>
              <w:pageBreakBefore/>
              <w:tabs>
                <w:tab w:val="right" w:leader="dot" w:pos="9639"/>
              </w:tabs>
            </w:pPr>
            <w:r w:rsidRPr="003D42C7">
              <w:lastRenderedPageBreak/>
              <w:t>Cetățenia:</w:t>
            </w:r>
            <w:r w:rsidR="00153209">
              <w:tab/>
            </w:r>
            <w:r w:rsidRPr="003D42C7">
              <w:t>………………………………………………..</w:t>
            </w:r>
          </w:p>
          <w:p w14:paraId="1DD2F0F5" w14:textId="77777777" w:rsidR="00EB1950" w:rsidRPr="0044500B" w:rsidRDefault="00EB1950" w:rsidP="00621A17">
            <w:pPr>
              <w:tabs>
                <w:tab w:val="right" w:leader="dot" w:pos="9639"/>
              </w:tabs>
              <w:rPr>
                <w:noProof/>
              </w:rPr>
            </w:pPr>
            <w:r w:rsidRPr="003D42C7">
              <w:t>Codul numeric personal sau numărul de asigurare socială, dacă este disponibil:</w:t>
            </w:r>
            <w:r>
              <w:tab/>
            </w:r>
            <w:r w:rsidRPr="003D42C7">
              <w:t>..……………</w:t>
            </w:r>
          </w:p>
          <w:p w14:paraId="4072AF76" w14:textId="77777777" w:rsidR="00EB1950" w:rsidRPr="0044500B" w:rsidRDefault="00EB1950" w:rsidP="00621A17">
            <w:pPr>
              <w:tabs>
                <w:tab w:val="right" w:leader="dot" w:pos="9639"/>
              </w:tabs>
              <w:rPr>
                <w:noProof/>
              </w:rPr>
            </w:pPr>
            <w:r w:rsidRPr="003D42C7">
              <w:t>Tipul și numărul documentului (documentelor) de identitate (carte de identitate sau pașaport), dacă sunt disponibile:</w:t>
            </w:r>
          </w:p>
          <w:p w14:paraId="0AC20E26" w14:textId="77777777" w:rsidR="00EB1950" w:rsidRPr="0044500B" w:rsidRDefault="00EB1950" w:rsidP="00621A17">
            <w:pPr>
              <w:tabs>
                <w:tab w:val="right" w:leader="dot" w:pos="9639"/>
              </w:tabs>
              <w:rPr>
                <w:noProof/>
              </w:rPr>
            </w:pPr>
            <w:r>
              <w:t>……</w:t>
            </w:r>
            <w:r>
              <w:tab/>
            </w:r>
            <w:r w:rsidRPr="003D42C7">
              <w:t>………………………………………………….....................................</w:t>
            </w:r>
          </w:p>
          <w:p w14:paraId="51A577D5" w14:textId="77777777" w:rsidR="00EB1950" w:rsidRPr="0044500B" w:rsidRDefault="00EB1950" w:rsidP="00621A17">
            <w:pPr>
              <w:tabs>
                <w:tab w:val="right" w:leader="dot" w:pos="9639"/>
              </w:tabs>
              <w:rPr>
                <w:noProof/>
              </w:rPr>
            </w:pPr>
            <w:r w:rsidRPr="003D42C7">
              <w:t>Data nașterii:</w:t>
            </w:r>
            <w:r>
              <w:t>…</w:t>
            </w:r>
            <w:r>
              <w:tab/>
            </w:r>
            <w:r w:rsidRPr="003D42C7">
              <w:t>……………………………………………………………</w:t>
            </w:r>
          </w:p>
          <w:p w14:paraId="53F310C7" w14:textId="77777777" w:rsidR="00EB1950" w:rsidRPr="0044500B" w:rsidRDefault="00EB1950" w:rsidP="00621A17">
            <w:pPr>
              <w:tabs>
                <w:tab w:val="right" w:leader="dot" w:pos="9639"/>
              </w:tabs>
              <w:rPr>
                <w:noProof/>
              </w:rPr>
            </w:pPr>
            <w:r w:rsidRPr="003D42C7">
              <w:t>Locul nașterii:</w:t>
            </w:r>
            <w:r>
              <w:t>…</w:t>
            </w:r>
            <w:r>
              <w:tab/>
            </w:r>
            <w:r w:rsidRPr="003D42C7">
              <w:t>……………………………………………………………</w:t>
            </w:r>
          </w:p>
          <w:p w14:paraId="2ED77970" w14:textId="77777777" w:rsidR="00EB1950" w:rsidRPr="0044500B" w:rsidRDefault="00EB1950" w:rsidP="00621A17">
            <w:pPr>
              <w:tabs>
                <w:tab w:val="right" w:leader="dot" w:pos="9639"/>
              </w:tabs>
              <w:rPr>
                <w:noProof/>
              </w:rPr>
            </w:pPr>
            <w:r w:rsidRPr="003D42C7">
              <w:t>Domiciliul și/sau adresa cunoscută (în cazul în care nu se cunoaște adresa, ultima adresă cunoscută):</w:t>
            </w:r>
          </w:p>
          <w:p w14:paraId="1B5A7AAF" w14:textId="77777777" w:rsidR="00EB1950" w:rsidRPr="0044500B" w:rsidRDefault="00EB1950" w:rsidP="00621A17">
            <w:pPr>
              <w:tabs>
                <w:tab w:val="right" w:leader="dot" w:pos="9639"/>
              </w:tabs>
              <w:rPr>
                <w:noProof/>
              </w:rPr>
            </w:pPr>
            <w:r>
              <w:t>…</w:t>
            </w:r>
            <w:r>
              <w:tab/>
            </w:r>
            <w:r w:rsidRPr="003D42C7">
              <w:t>………………………………………………………………………………………………</w:t>
            </w:r>
          </w:p>
          <w:p w14:paraId="79213981" w14:textId="77777777" w:rsidR="00EB1950" w:rsidRDefault="00EB1950" w:rsidP="00621A17">
            <w:pPr>
              <w:tabs>
                <w:tab w:val="right" w:leader="dot" w:pos="9639"/>
              </w:tabs>
            </w:pPr>
            <w:r w:rsidRPr="003D42C7">
              <w:t>Limba (limbile) pe care persoana afectată o (le) înțelege:</w:t>
            </w:r>
            <w:r>
              <w:t xml:space="preserve"> …</w:t>
            </w:r>
            <w:r>
              <w:tab/>
            </w:r>
            <w:r w:rsidRPr="003D42C7">
              <w:t>…………………………………………</w:t>
            </w:r>
          </w:p>
          <w:p w14:paraId="0AA7F0F8" w14:textId="77777777" w:rsidR="00EB1950" w:rsidRPr="0044500B" w:rsidRDefault="00EB1950" w:rsidP="00621A17">
            <w:pPr>
              <w:tabs>
                <w:tab w:val="right" w:leader="dot" w:pos="9639"/>
              </w:tabs>
              <w:rPr>
                <w:noProof/>
              </w:rPr>
            </w:pPr>
            <w:r w:rsidRPr="003D42C7">
              <w:t>Vă rugăm să descrieți statutul pe care persoana afectată îl are în cadrul procedurii:</w:t>
            </w:r>
          </w:p>
          <w:p w14:paraId="67D40B2B" w14:textId="77777777" w:rsidR="00EB1950" w:rsidRPr="00595766" w:rsidRDefault="00EB1950" w:rsidP="00621A17">
            <w:pPr>
              <w:pStyle w:val="Point0"/>
              <w:tabs>
                <w:tab w:val="left" w:pos="567"/>
              </w:tabs>
            </w:pPr>
            <w:r w:rsidRPr="003D42C7">
              <w:t>□</w:t>
            </w:r>
            <w:r w:rsidRPr="003D42C7">
              <w:tab/>
              <w:t>persoana împotriva căreia a fost emis ordinul de indisponibilizare</w:t>
            </w:r>
          </w:p>
          <w:p w14:paraId="4CBD6FD9" w14:textId="77777777" w:rsidR="00EB1950" w:rsidRPr="00595766" w:rsidRDefault="00EB1950" w:rsidP="00621A17">
            <w:pPr>
              <w:pStyle w:val="Point0"/>
              <w:tabs>
                <w:tab w:val="left" w:pos="567"/>
              </w:tabs>
            </w:pPr>
            <w:r w:rsidRPr="003D42C7">
              <w:t>□</w:t>
            </w:r>
            <w:r w:rsidRPr="003D42C7">
              <w:tab/>
              <w:t>persoana care deține proprietatea asupra bunurilor care fac obiectul ordinului de indisponibilizare</w:t>
            </w:r>
          </w:p>
          <w:p w14:paraId="1A78C202" w14:textId="77777777" w:rsidR="00EB1950" w:rsidRPr="00595766" w:rsidRDefault="00EB1950" w:rsidP="00621A17">
            <w:pPr>
              <w:pStyle w:val="Point0"/>
              <w:tabs>
                <w:tab w:val="left" w:pos="567"/>
              </w:tabs>
            </w:pPr>
            <w:r w:rsidRPr="003D42C7">
              <w:t>(ii)</w:t>
            </w:r>
            <w:r w:rsidRPr="003D42C7">
              <w:tab/>
              <w:t>În cazul persoanei (persoanelor) juridice</w:t>
            </w:r>
          </w:p>
          <w:p w14:paraId="25B788F7" w14:textId="77777777" w:rsidR="00EB1950" w:rsidRPr="0044500B" w:rsidRDefault="00EB1950" w:rsidP="00621A17">
            <w:pPr>
              <w:tabs>
                <w:tab w:val="left" w:pos="567"/>
                <w:tab w:val="left" w:pos="1134"/>
                <w:tab w:val="right" w:leader="dot" w:pos="9639"/>
              </w:tabs>
              <w:rPr>
                <w:noProof/>
              </w:rPr>
            </w:pPr>
            <w:r w:rsidRPr="003D42C7">
              <w:t xml:space="preserve">Denumirea: </w:t>
            </w:r>
            <w:r>
              <w:t>…</w:t>
            </w:r>
            <w:r>
              <w:tab/>
            </w:r>
            <w:r w:rsidRPr="003D42C7">
              <w:t>………………………………………………………………………..</w:t>
            </w:r>
          </w:p>
          <w:p w14:paraId="0D0E3517" w14:textId="77777777" w:rsidR="00EB1950" w:rsidRPr="00344B1E" w:rsidRDefault="00EB1950" w:rsidP="00621A17">
            <w:pPr>
              <w:tabs>
                <w:tab w:val="left" w:pos="567"/>
                <w:tab w:val="left" w:pos="1134"/>
                <w:tab w:val="right" w:leader="dot" w:pos="9639"/>
              </w:tabs>
              <w:rPr>
                <w:noProof/>
              </w:rPr>
            </w:pPr>
            <w:r w:rsidRPr="003D42C7">
              <w:t xml:space="preserve">Forma juridică: </w:t>
            </w:r>
            <w:r>
              <w:t>…</w:t>
            </w:r>
            <w:r>
              <w:tab/>
            </w:r>
            <w:r w:rsidRPr="003D42C7">
              <w:t>………………………………………………………………………..</w:t>
            </w:r>
          </w:p>
        </w:tc>
      </w:tr>
      <w:tr w:rsidR="00EB1950" w14:paraId="0CE98E9D" w14:textId="77777777" w:rsidTr="00621A17">
        <w:trPr>
          <w:trHeight w:val="11071"/>
        </w:trPr>
        <w:tc>
          <w:tcPr>
            <w:tcW w:w="9855" w:type="dxa"/>
          </w:tcPr>
          <w:p w14:paraId="1CD0F690" w14:textId="77777777" w:rsidR="00EB1950" w:rsidRPr="0044500B" w:rsidRDefault="00EB1950" w:rsidP="00621A17">
            <w:pPr>
              <w:pageBreakBefore/>
              <w:tabs>
                <w:tab w:val="right" w:leader="dot" w:pos="9639"/>
              </w:tabs>
              <w:rPr>
                <w:noProof/>
              </w:rPr>
            </w:pPr>
            <w:r w:rsidRPr="003D42C7">
              <w:lastRenderedPageBreak/>
              <w:t>Denumirea prescurtată, denumirea utilizată frecvent sau denumirea comercială, după caz:</w:t>
            </w:r>
            <w:r>
              <w:t>…</w:t>
            </w:r>
            <w:r>
              <w:tab/>
            </w:r>
          </w:p>
          <w:p w14:paraId="178FBAEC" w14:textId="77777777" w:rsidR="00EB1950" w:rsidRPr="0044500B" w:rsidRDefault="00EB1950" w:rsidP="00621A17">
            <w:pPr>
              <w:tabs>
                <w:tab w:val="right" w:leader="dot" w:pos="9639"/>
              </w:tabs>
              <w:rPr>
                <w:noProof/>
              </w:rPr>
            </w:pPr>
            <w:r w:rsidRPr="003D42C7">
              <w:t>Sediul social:</w:t>
            </w:r>
            <w:r>
              <w:t>…</w:t>
            </w:r>
            <w:r>
              <w:tab/>
            </w:r>
            <w:r w:rsidRPr="003D42C7">
              <w:t>……………………………………………………………………………….</w:t>
            </w:r>
          </w:p>
          <w:p w14:paraId="0002A397" w14:textId="77777777" w:rsidR="00EB1950" w:rsidRPr="003D42C7" w:rsidRDefault="00EB1950" w:rsidP="00621A17">
            <w:pPr>
              <w:tabs>
                <w:tab w:val="right" w:leader="dot" w:pos="9639"/>
              </w:tabs>
            </w:pPr>
            <w:r w:rsidRPr="003D42C7">
              <w:t>Numărul de înregistrare:</w:t>
            </w:r>
            <w:r>
              <w:t>…</w:t>
            </w:r>
            <w:r>
              <w:tab/>
            </w:r>
            <w:r w:rsidRPr="003D42C7">
              <w:t>………………………………………………………………………….</w:t>
            </w:r>
          </w:p>
          <w:p w14:paraId="004A7FA6" w14:textId="77777777" w:rsidR="00EB1950" w:rsidRPr="0044500B" w:rsidRDefault="00EB1950" w:rsidP="00621A17">
            <w:pPr>
              <w:tabs>
                <w:tab w:val="right" w:leader="dot" w:pos="9639"/>
              </w:tabs>
              <w:rPr>
                <w:noProof/>
              </w:rPr>
            </w:pPr>
            <w:r w:rsidRPr="003D42C7">
              <w:t>Adresa:</w:t>
            </w:r>
            <w:r>
              <w:t>…</w:t>
            </w:r>
            <w:r>
              <w:tab/>
            </w:r>
            <w:r w:rsidRPr="003D42C7">
              <w:t>……………………………………………………………………………………….</w:t>
            </w:r>
          </w:p>
          <w:p w14:paraId="450FA1BA" w14:textId="77777777" w:rsidR="00EB1950" w:rsidRPr="0044500B" w:rsidRDefault="00EB1950" w:rsidP="00621A17">
            <w:pPr>
              <w:tabs>
                <w:tab w:val="right" w:leader="dot" w:pos="9639"/>
              </w:tabs>
              <w:rPr>
                <w:noProof/>
              </w:rPr>
            </w:pPr>
            <w:r w:rsidRPr="003D42C7">
              <w:t>Numele reprezentantului:</w:t>
            </w:r>
            <w:r>
              <w:t xml:space="preserve"> …</w:t>
            </w:r>
            <w:r>
              <w:tab/>
            </w:r>
            <w:r w:rsidRPr="003D42C7">
              <w:t>……………………………………………………</w:t>
            </w:r>
          </w:p>
          <w:p w14:paraId="03BC3A82" w14:textId="77777777" w:rsidR="00EB1950" w:rsidRPr="0044500B" w:rsidRDefault="00EB1950" w:rsidP="00621A17">
            <w:pPr>
              <w:tabs>
                <w:tab w:val="right" w:leader="dot" w:pos="9639"/>
              </w:tabs>
              <w:rPr>
                <w:noProof/>
              </w:rPr>
            </w:pPr>
            <w:r w:rsidRPr="003D42C7">
              <w:t>Vă rugăm să descrieți statutul pe care persoana afectată îl are în cadrul procedurii:</w:t>
            </w:r>
          </w:p>
          <w:p w14:paraId="671D3F20" w14:textId="77777777" w:rsidR="00EB1950" w:rsidRPr="00595766" w:rsidRDefault="00EB1950" w:rsidP="00621A17">
            <w:pPr>
              <w:pStyle w:val="Point0"/>
            </w:pPr>
            <w:r w:rsidRPr="003D42C7">
              <w:t>□</w:t>
            </w:r>
            <w:r w:rsidRPr="003D42C7">
              <w:tab/>
              <w:t>persoana împotriva căreia a fost emis ordinul de indisponibilizare</w:t>
            </w:r>
          </w:p>
          <w:p w14:paraId="680BADC7" w14:textId="77777777" w:rsidR="00EB1950" w:rsidRPr="003D42C7" w:rsidRDefault="00EB1950" w:rsidP="00621A17">
            <w:pPr>
              <w:pStyle w:val="Point0"/>
            </w:pPr>
            <w:r w:rsidRPr="003D42C7">
              <w:t>□</w:t>
            </w:r>
            <w:r w:rsidRPr="003D42C7">
              <w:tab/>
              <w:t>persoana care deține proprietatea asupra bunurilor care fac obiectul ordinului de indisponibilizare</w:t>
            </w:r>
          </w:p>
          <w:p w14:paraId="23168E80" w14:textId="77777777" w:rsidR="00EB1950" w:rsidRPr="00595766" w:rsidRDefault="00EB1950" w:rsidP="00621A17">
            <w:pPr>
              <w:pStyle w:val="Point0"/>
              <w:tabs>
                <w:tab w:val="right" w:pos="9639"/>
              </w:tabs>
              <w:ind w:right="7"/>
            </w:pPr>
            <w:r w:rsidRPr="003D42C7">
              <w:t>2.</w:t>
            </w:r>
            <w:r w:rsidRPr="003D42C7">
              <w:tab/>
              <w:t>În cazul unei/unor adrese diferite de cea menționată mai sus, precizați locul în care urmează să se execute ordinul de indisponibilizare:</w:t>
            </w:r>
            <w:r>
              <w:t xml:space="preserve"> </w:t>
            </w:r>
            <w:r>
              <w:br/>
              <w:t>….</w:t>
            </w:r>
            <w:r w:rsidRPr="003D42C7">
              <w:t>……………………………………………………………………………………………</w:t>
            </w:r>
          </w:p>
          <w:p w14:paraId="33658ADC" w14:textId="77777777" w:rsidR="00EB1950" w:rsidRPr="00595766" w:rsidRDefault="00EB1950" w:rsidP="00621A17">
            <w:pPr>
              <w:pStyle w:val="Point0"/>
              <w:tabs>
                <w:tab w:val="right" w:pos="9639"/>
              </w:tabs>
            </w:pPr>
            <w:r w:rsidRPr="003D42C7">
              <w:t>3.</w:t>
            </w:r>
            <w:r w:rsidRPr="003D42C7">
              <w:tab/>
              <w:t>Terți ale căror drepturi în legătură cu bunurile care fac obiectul ordinului de indisponibilizare sunt direct prejudiciate de ordinul respectiv (identitate și motive)</w:t>
            </w:r>
            <w:r>
              <w:br/>
            </w:r>
            <w:r w:rsidRPr="003D42C7">
              <w:t>………………………………………………………………………………………………</w:t>
            </w:r>
            <w:r>
              <w:br/>
              <w:t>……………………………………………………………………………………………….</w:t>
            </w:r>
          </w:p>
          <w:p w14:paraId="598CE2E7" w14:textId="77777777" w:rsidR="00EB1950" w:rsidRPr="003D42C7" w:rsidRDefault="00EB1950" w:rsidP="00621A17">
            <w:pPr>
              <w:pStyle w:val="Point0"/>
              <w:tabs>
                <w:tab w:val="right" w:pos="9639"/>
              </w:tabs>
            </w:pPr>
            <w:r w:rsidRPr="003D42C7">
              <w:t>4.</w:t>
            </w:r>
            <w:r w:rsidRPr="003D42C7">
              <w:tab/>
              <w:t>Furnizați orice alte informații care vor facilita executarea ordinului de indisponibilizare:</w:t>
            </w:r>
            <w:r>
              <w:br/>
              <w:t>……</w:t>
            </w:r>
            <w:r w:rsidRPr="003D42C7">
              <w:t>………………………………………………………………………………………….</w:t>
            </w:r>
          </w:p>
        </w:tc>
      </w:tr>
      <w:tr w:rsidR="00EB1950" w14:paraId="1AD938DD" w14:textId="77777777" w:rsidTr="00621A17">
        <w:trPr>
          <w:trHeight w:val="8941"/>
        </w:trPr>
        <w:tc>
          <w:tcPr>
            <w:tcW w:w="9855" w:type="dxa"/>
          </w:tcPr>
          <w:p w14:paraId="7710D694" w14:textId="77777777" w:rsidR="00EB1950" w:rsidRPr="0044500B" w:rsidRDefault="00EB1950" w:rsidP="00621A17">
            <w:pPr>
              <w:pageBreakBefore/>
              <w:tabs>
                <w:tab w:val="left" w:pos="567"/>
                <w:tab w:val="left" w:pos="1134"/>
                <w:tab w:val="left" w:pos="1701"/>
                <w:tab w:val="right" w:leader="dot" w:pos="9498"/>
                <w:tab w:val="right" w:leader="dot" w:pos="9639"/>
              </w:tabs>
              <w:rPr>
                <w:noProof/>
              </w:rPr>
            </w:pPr>
            <w:r w:rsidRPr="0044500B">
              <w:lastRenderedPageBreak/>
              <w:t>SECȚIUNEA D: Informații privind bunurile care fac obiectul ordinului</w:t>
            </w:r>
          </w:p>
          <w:p w14:paraId="5C04D8C9" w14:textId="77777777" w:rsidR="00EB1950" w:rsidRPr="00595766" w:rsidRDefault="00EB1950" w:rsidP="00621A17">
            <w:pPr>
              <w:pStyle w:val="Point0"/>
            </w:pPr>
            <w:r w:rsidRPr="003D42C7">
              <w:t>1.</w:t>
            </w:r>
            <w:r w:rsidRPr="003D42C7">
              <w:tab/>
              <w:t>Vă rugăm să indicați</w:t>
            </w:r>
            <w:r w:rsidRPr="0044500B">
              <w:t xml:space="preserve"> dacă ordinul vizează:</w:t>
            </w:r>
          </w:p>
          <w:p w14:paraId="40FD7BF3" w14:textId="77777777" w:rsidR="00EB1950" w:rsidRPr="00595766" w:rsidRDefault="00EB1950" w:rsidP="00621A17">
            <w:pPr>
              <w:pStyle w:val="Point0"/>
            </w:pPr>
            <w:r w:rsidRPr="00595766">
              <w:sym w:font="Bookshelf Symbol 3" w:char="F0FF"/>
            </w:r>
            <w:r w:rsidRPr="0044500B">
              <w:tab/>
              <w:t>o sumă de bani</w:t>
            </w:r>
          </w:p>
          <w:p w14:paraId="5788E674" w14:textId="77777777" w:rsidR="00EB1950" w:rsidRPr="00595766" w:rsidRDefault="00EB1950" w:rsidP="00621A17">
            <w:pPr>
              <w:pStyle w:val="Point0"/>
            </w:pPr>
            <w:r w:rsidRPr="00595766">
              <w:sym w:font="Bookshelf Symbol 3" w:char="F0FF"/>
            </w:r>
            <w:r w:rsidRPr="0044500B">
              <w:tab/>
              <w:t xml:space="preserve">un bun (bunuri) specific(e) </w:t>
            </w:r>
            <w:r w:rsidRPr="003D42C7">
              <w:t>[corporal(e) sau necorporal(e), mobil(e) sau imobil(e)]</w:t>
            </w:r>
          </w:p>
          <w:p w14:paraId="39FDCD6D" w14:textId="77777777" w:rsidR="00EB1950" w:rsidRPr="00595766" w:rsidRDefault="00EB1950" w:rsidP="00621A17">
            <w:pPr>
              <w:pStyle w:val="Point0"/>
            </w:pPr>
            <w:r w:rsidRPr="0044500B">
              <w:sym w:font="Bookshelf Symbol 3" w:char="F0FF"/>
            </w:r>
            <w:r w:rsidRPr="0044500B">
              <w:tab/>
              <w:t xml:space="preserve">bunuri </w:t>
            </w:r>
            <w:r w:rsidRPr="003D42C7">
              <w:t>de valoare echivalentă (în contextul confiscării pe baza valorii)</w:t>
            </w:r>
          </w:p>
          <w:p w14:paraId="58BEADE8" w14:textId="77777777" w:rsidR="00EB1950" w:rsidRPr="00595766" w:rsidRDefault="00EB1950" w:rsidP="00621A17">
            <w:pPr>
              <w:pStyle w:val="Point0"/>
            </w:pPr>
            <w:r w:rsidRPr="003D42C7">
              <w:t>2.</w:t>
            </w:r>
            <w:r w:rsidRPr="003D42C7">
              <w:tab/>
            </w:r>
            <w:r w:rsidRPr="0044500B">
              <w:t xml:space="preserve">În cazul în care ordinul are ca obiect o sumă de bani sau </w:t>
            </w:r>
            <w:r w:rsidRPr="003D42C7">
              <w:t>un bunuri de o valoare echivalentă sumei de bani:</w:t>
            </w:r>
          </w:p>
          <w:p w14:paraId="262278EC" w14:textId="77777777" w:rsidR="00EB1950" w:rsidRPr="003D42C7" w:rsidRDefault="00EB1950" w:rsidP="00153209">
            <w:pPr>
              <w:pStyle w:val="Tiret0"/>
              <w:numPr>
                <w:ilvl w:val="0"/>
                <w:numId w:val="11"/>
              </w:numPr>
              <w:tabs>
                <w:tab w:val="right" w:pos="9639"/>
              </w:tabs>
            </w:pPr>
            <w:r w:rsidRPr="0044500B">
              <w:t>Suma care urmează să fie executată în statul de executare</w:t>
            </w:r>
            <w:r w:rsidRPr="003D42C7">
              <w:t>,</w:t>
            </w:r>
            <w:r w:rsidRPr="0044500B">
              <w:t xml:space="preserve"> în cifre și litere</w:t>
            </w:r>
            <w:r w:rsidRPr="003D42C7">
              <w:t xml:space="preserve"> (indicați moneda) </w:t>
            </w:r>
            <w:r>
              <w:t>…………………………………………..</w:t>
            </w:r>
            <w:r w:rsidRPr="003D42C7">
              <w:t>………………………………………..</w:t>
            </w:r>
          </w:p>
          <w:p w14:paraId="1385AED5" w14:textId="77777777" w:rsidR="00EB1950" w:rsidRPr="003D42C7" w:rsidRDefault="00EB1950" w:rsidP="00153209">
            <w:pPr>
              <w:pStyle w:val="Tiret0"/>
              <w:numPr>
                <w:ilvl w:val="0"/>
                <w:numId w:val="11"/>
              </w:numPr>
              <w:tabs>
                <w:tab w:val="right" w:pos="9639"/>
              </w:tabs>
            </w:pPr>
            <w:r w:rsidRPr="0044500B">
              <w:t>Suma totală vizată de ordin, în cifre și litere</w:t>
            </w:r>
            <w:r w:rsidRPr="003D42C7">
              <w:t xml:space="preserve"> (indicați moneda): ………………………………………</w:t>
            </w:r>
            <w:r>
              <w:t>………………………………………………………</w:t>
            </w:r>
          </w:p>
          <w:p w14:paraId="0A90E498" w14:textId="77777777" w:rsidR="00EB1950" w:rsidRPr="00595766" w:rsidRDefault="00EB1950" w:rsidP="00621A17">
            <w:pPr>
              <w:pStyle w:val="Point0"/>
              <w:tabs>
                <w:tab w:val="left" w:pos="9400"/>
                <w:tab w:val="right" w:pos="9639"/>
              </w:tabs>
            </w:pPr>
            <w:r w:rsidRPr="0044500B">
              <w:t xml:space="preserve">Informații </w:t>
            </w:r>
            <w:r w:rsidRPr="003D42C7">
              <w:t>suplimentare</w:t>
            </w:r>
            <w:r w:rsidRPr="0044500B">
              <w:t>:</w:t>
            </w:r>
          </w:p>
          <w:p w14:paraId="739E4C12" w14:textId="77777777" w:rsidR="00EB1950" w:rsidRPr="003D42C7" w:rsidRDefault="00EB1950" w:rsidP="00153209">
            <w:pPr>
              <w:pStyle w:val="Tiret0"/>
              <w:numPr>
                <w:ilvl w:val="0"/>
                <w:numId w:val="11"/>
              </w:numPr>
              <w:tabs>
                <w:tab w:val="right" w:pos="9639"/>
              </w:tabs>
            </w:pPr>
            <w:r w:rsidRPr="0044500B">
              <w:t>Motivele pe care vă bazați ipoteza că persoana afectată are bunuri/venituri în statul de executare:</w:t>
            </w:r>
            <w:r>
              <w:t xml:space="preserve"> </w:t>
            </w:r>
            <w:r w:rsidRPr="0044500B">
              <w:t>………………………………………………………………………………..</w:t>
            </w:r>
          </w:p>
        </w:tc>
      </w:tr>
      <w:tr w:rsidR="00EB1950" w14:paraId="449892A1" w14:textId="77777777" w:rsidTr="00621A17">
        <w:trPr>
          <w:trHeight w:val="7807"/>
        </w:trPr>
        <w:tc>
          <w:tcPr>
            <w:tcW w:w="9855" w:type="dxa"/>
          </w:tcPr>
          <w:p w14:paraId="1A674689" w14:textId="77777777" w:rsidR="00EB1950" w:rsidRPr="00962370" w:rsidRDefault="00EB1950" w:rsidP="00153209">
            <w:pPr>
              <w:pStyle w:val="Tiret0"/>
              <w:pageBreakBefore/>
              <w:numPr>
                <w:ilvl w:val="0"/>
                <w:numId w:val="11"/>
              </w:numPr>
              <w:ind w:left="851" w:hanging="851"/>
              <w:rPr>
                <w:noProof/>
              </w:rPr>
            </w:pPr>
            <w:r w:rsidRPr="0044500B">
              <w:lastRenderedPageBreak/>
              <w:t>Descrierea bunurilor/sursei de venit a persoanei afectate (dacă este posibil):</w:t>
            </w:r>
            <w:r>
              <w:t xml:space="preserve"> </w:t>
            </w:r>
            <w:r>
              <w:br/>
              <w:t>…………</w:t>
            </w:r>
            <w:r w:rsidRPr="0044500B">
              <w:t>…………………………………………………………………………………….</w:t>
            </w:r>
            <w:r w:rsidRPr="003D42C7">
              <w:t>.</w:t>
            </w:r>
          </w:p>
          <w:p w14:paraId="0709BDDB" w14:textId="77777777" w:rsidR="00EB1950" w:rsidRPr="0044500B" w:rsidRDefault="00EB1950" w:rsidP="00153209">
            <w:pPr>
              <w:pStyle w:val="Tiret0"/>
              <w:numPr>
                <w:ilvl w:val="0"/>
                <w:numId w:val="11"/>
              </w:numPr>
            </w:pPr>
            <w:r w:rsidRPr="0044500B">
              <w:t>Locul exact al bunurilor</w:t>
            </w:r>
            <w:r w:rsidRPr="0044500B" w:rsidDel="00166FFB">
              <w:t xml:space="preserve"> </w:t>
            </w:r>
            <w:r w:rsidRPr="0044500B">
              <w:t>/sursei de venit a persoanei afectate (dacă acesta nu este cunoscut, precizați ultimul loc</w:t>
            </w:r>
            <w:r>
              <w:t xml:space="preserve"> despre care aveți informații):</w:t>
            </w:r>
            <w:r>
              <w:br/>
            </w:r>
            <w:r w:rsidRPr="0044500B">
              <w:t>………………………………………………………………………</w:t>
            </w:r>
            <w:r>
              <w:t>………………….</w:t>
            </w:r>
            <w:r w:rsidRPr="0044500B">
              <w:t>……</w:t>
            </w:r>
          </w:p>
          <w:p w14:paraId="1BC523FF" w14:textId="77777777" w:rsidR="00EB1950" w:rsidRPr="0044500B" w:rsidRDefault="00EB1950" w:rsidP="00153209">
            <w:pPr>
              <w:pStyle w:val="Tiret0"/>
              <w:numPr>
                <w:ilvl w:val="0"/>
                <w:numId w:val="11"/>
              </w:numPr>
            </w:pPr>
            <w:r w:rsidRPr="003D42C7">
              <w:t>Informații privind contul bancar al persoanei afectate (dacă se cunosc):</w:t>
            </w:r>
            <w:r>
              <w:br/>
            </w:r>
            <w:r w:rsidRPr="003D42C7">
              <w:t>………………………………………………………………</w:t>
            </w:r>
            <w:r>
              <w:t>……………………………….</w:t>
            </w:r>
          </w:p>
          <w:p w14:paraId="7502B245" w14:textId="77777777" w:rsidR="00EB1950" w:rsidRPr="00595766" w:rsidRDefault="00EB1950" w:rsidP="00621A17">
            <w:pPr>
              <w:pStyle w:val="Point0"/>
            </w:pPr>
            <w:r w:rsidRPr="003D42C7">
              <w:t>3.</w:t>
            </w:r>
            <w:r w:rsidRPr="003D42C7">
              <w:tab/>
              <w:t>În cazul în care ordinul are ca obiect unul sau mai multe bunuri specifice sau un bun de o valoare echivalentă cu cea a acestuia (acestora):</w:t>
            </w:r>
          </w:p>
          <w:p w14:paraId="037DE998" w14:textId="77777777" w:rsidR="00EB1950" w:rsidRPr="00595766" w:rsidRDefault="00EB1950" w:rsidP="00621A17">
            <w:pPr>
              <w:pStyle w:val="Point0"/>
            </w:pPr>
            <w:r w:rsidRPr="0044500B">
              <w:t xml:space="preserve">Motive pentru </w:t>
            </w:r>
            <w:r w:rsidRPr="003D42C7">
              <w:t>transmiterea ordinului către statul de executare:</w:t>
            </w:r>
          </w:p>
          <w:p w14:paraId="10772EAF" w14:textId="77777777" w:rsidR="00EB1950" w:rsidRPr="00595766" w:rsidRDefault="00EB1950" w:rsidP="00621A17">
            <w:pPr>
              <w:pStyle w:val="Point0"/>
            </w:pPr>
            <w:r w:rsidRPr="0044500B">
              <w:sym w:font="Symbol" w:char="F090"/>
            </w:r>
            <w:r w:rsidRPr="0044500B">
              <w:tab/>
            </w:r>
            <w:r w:rsidRPr="003D42C7">
              <w:t>bunul (bunurile) se găsește (găsesc) în statul de executare</w:t>
            </w:r>
          </w:p>
          <w:p w14:paraId="4746A778" w14:textId="77777777" w:rsidR="00EB1950" w:rsidRPr="00595766" w:rsidRDefault="00EB1950" w:rsidP="00621A17">
            <w:pPr>
              <w:pStyle w:val="Point0"/>
            </w:pPr>
            <w:r w:rsidRPr="0044500B">
              <w:sym w:font="Symbol" w:char="F090"/>
            </w:r>
            <w:r w:rsidRPr="0044500B">
              <w:tab/>
            </w:r>
            <w:r w:rsidRPr="003D42C7">
              <w:t>bunul (bunurile) respectiv(e) este înregistrat (sunt</w:t>
            </w:r>
            <w:r w:rsidRPr="0044500B">
              <w:t xml:space="preserve"> înregistrate) în statul de executare</w:t>
            </w:r>
          </w:p>
          <w:p w14:paraId="7C9393C3" w14:textId="77777777" w:rsidR="00EB1950" w:rsidRPr="0044500B" w:rsidRDefault="00EB1950" w:rsidP="00621A17">
            <w:pPr>
              <w:pStyle w:val="Point0"/>
            </w:pPr>
            <w:r w:rsidRPr="0044500B">
              <w:sym w:font="Symbol" w:char="F090"/>
            </w:r>
            <w:r w:rsidRPr="0044500B">
              <w:tab/>
              <w:t>autoritatea emitentă are motive rezonabile să creadă că toate bunurile specifice sau o parte a acestora, vizate de ordinul de confiscare se găsesc în statul de executare.</w:t>
            </w:r>
          </w:p>
        </w:tc>
      </w:tr>
      <w:tr w:rsidR="00EB1950" w14:paraId="3AF83DBF" w14:textId="77777777" w:rsidTr="00621A17">
        <w:tc>
          <w:tcPr>
            <w:tcW w:w="9855" w:type="dxa"/>
          </w:tcPr>
          <w:p w14:paraId="2C3E0ED2" w14:textId="77777777" w:rsidR="00EB1950" w:rsidRPr="0044500B" w:rsidRDefault="00EB1950" w:rsidP="00621A17">
            <w:pPr>
              <w:pageBreakBefore/>
              <w:tabs>
                <w:tab w:val="num" w:pos="0"/>
                <w:tab w:val="left" w:pos="567"/>
                <w:tab w:val="left" w:pos="1134"/>
                <w:tab w:val="left" w:pos="1701"/>
                <w:tab w:val="left" w:pos="2268"/>
                <w:tab w:val="right" w:leader="dot" w:pos="9639"/>
              </w:tabs>
              <w:ind w:left="851" w:hanging="851"/>
              <w:rPr>
                <w:noProof/>
              </w:rPr>
            </w:pPr>
            <w:r w:rsidRPr="0044500B">
              <w:lastRenderedPageBreak/>
              <w:t xml:space="preserve">Informații </w:t>
            </w:r>
            <w:r w:rsidRPr="003D42C7">
              <w:t>suplimentare</w:t>
            </w:r>
            <w:r w:rsidRPr="0044500B">
              <w:t>:</w:t>
            </w:r>
          </w:p>
          <w:p w14:paraId="63CB4A14" w14:textId="77777777" w:rsidR="00EB1950" w:rsidRDefault="00EB1950" w:rsidP="00153209">
            <w:pPr>
              <w:pStyle w:val="Tiret0"/>
              <w:numPr>
                <w:ilvl w:val="0"/>
                <w:numId w:val="11"/>
              </w:numPr>
            </w:pPr>
            <w:r w:rsidRPr="0044500B">
              <w:t>Motivele pe care vă bazați ipoteza că bunul (bunurile) specific(e) se găsește (găsesc) în statul de executare:</w:t>
            </w:r>
            <w:r>
              <w:t xml:space="preserve"> </w:t>
            </w:r>
            <w:r>
              <w:br/>
              <w:t>………</w:t>
            </w:r>
            <w:r w:rsidRPr="003D42C7">
              <w:t>………………………………………………………………………………………</w:t>
            </w:r>
          </w:p>
          <w:p w14:paraId="08E5DF86" w14:textId="77777777" w:rsidR="00EB1950" w:rsidRPr="00595766" w:rsidRDefault="00EB1950" w:rsidP="00153209">
            <w:pPr>
              <w:pStyle w:val="Tiret0"/>
              <w:numPr>
                <w:ilvl w:val="0"/>
                <w:numId w:val="11"/>
              </w:numPr>
            </w:pPr>
            <w:r w:rsidRPr="0044500B">
              <w:t>Descrierea bunului</w:t>
            </w:r>
            <w:r w:rsidRPr="003D42C7">
              <w:t>:</w:t>
            </w:r>
            <w:r>
              <w:t xml:space="preserve"> </w:t>
            </w:r>
            <w:r>
              <w:br/>
              <w:t>……………..</w:t>
            </w:r>
            <w:r w:rsidRPr="003D42C7">
              <w:t>………………………………………………………………………………..</w:t>
            </w:r>
          </w:p>
          <w:p w14:paraId="75BCCDA0" w14:textId="77777777" w:rsidR="00EB1950" w:rsidRDefault="00EB1950" w:rsidP="00153209">
            <w:pPr>
              <w:pStyle w:val="Tiret0"/>
              <w:numPr>
                <w:ilvl w:val="0"/>
                <w:numId w:val="11"/>
              </w:numPr>
            </w:pPr>
            <w:r w:rsidRPr="0044500B">
              <w:t>Locul în care se găsește bunul (dacă acesta nu este cunoscut, precizați ultimul loc despre care aveți informații):</w:t>
            </w:r>
            <w:r>
              <w:t xml:space="preserve"> ..</w:t>
            </w:r>
            <w:r w:rsidRPr="003D42C7">
              <w:t>……………………………………………………………………..</w:t>
            </w:r>
          </w:p>
          <w:p w14:paraId="67296AEF" w14:textId="77777777" w:rsidR="00EB1950" w:rsidRPr="003D42C7" w:rsidRDefault="00EB1950" w:rsidP="00153209">
            <w:pPr>
              <w:pStyle w:val="Tiret0"/>
              <w:numPr>
                <w:ilvl w:val="0"/>
                <w:numId w:val="11"/>
              </w:numPr>
            </w:pPr>
            <w:r w:rsidRPr="003D42C7">
              <w:t>Alte informații</w:t>
            </w:r>
            <w:r w:rsidRPr="0044500B">
              <w:t xml:space="preserve"> relevante</w:t>
            </w:r>
            <w:r w:rsidRPr="003D42C7">
              <w:t xml:space="preserve"> (ex. numirea unui administrator judiciar)</w:t>
            </w:r>
            <w:r w:rsidRPr="0044500B">
              <w:t>:</w:t>
            </w:r>
            <w:r>
              <w:t xml:space="preserve"> </w:t>
            </w:r>
            <w:r>
              <w:br/>
              <w:t>……………………………………………</w:t>
            </w:r>
            <w:r w:rsidRPr="00B651F7">
              <w:t>…………………………………………………</w:t>
            </w:r>
          </w:p>
        </w:tc>
      </w:tr>
      <w:tr w:rsidR="00EB1950" w14:paraId="3689BD0F" w14:textId="77777777" w:rsidTr="00621A17">
        <w:tc>
          <w:tcPr>
            <w:tcW w:w="9855" w:type="dxa"/>
          </w:tcPr>
          <w:p w14:paraId="6065A9F1" w14:textId="77777777" w:rsidR="00EB1950" w:rsidRPr="0044500B" w:rsidRDefault="00EB1950" w:rsidP="00621A17">
            <w:pPr>
              <w:tabs>
                <w:tab w:val="num" w:pos="0"/>
                <w:tab w:val="left" w:pos="567"/>
                <w:tab w:val="left" w:pos="1134"/>
                <w:tab w:val="left" w:pos="1701"/>
                <w:tab w:val="left" w:pos="1985"/>
                <w:tab w:val="left" w:pos="2268"/>
                <w:tab w:val="right" w:leader="dot" w:pos="9639"/>
              </w:tabs>
              <w:ind w:left="1701" w:hanging="1701"/>
              <w:rPr>
                <w:noProof/>
              </w:rPr>
            </w:pPr>
            <w:r w:rsidRPr="003D42C7">
              <w:t>SECȚIUNEA E: Motivele emiterii ordinului de indisponibilizare</w:t>
            </w:r>
          </w:p>
          <w:p w14:paraId="37356F6C" w14:textId="77777777" w:rsidR="00EB1950" w:rsidRPr="00595766" w:rsidRDefault="00EB1950" w:rsidP="00621A17">
            <w:pPr>
              <w:pStyle w:val="Point0"/>
            </w:pPr>
            <w:r w:rsidRPr="003D42C7">
              <w:t>1.</w:t>
            </w:r>
            <w:r w:rsidRPr="003D42C7">
              <w:tab/>
              <w:t>Rezumatul situației de fapt</w:t>
            </w:r>
          </w:p>
          <w:p w14:paraId="18005927" w14:textId="77777777" w:rsidR="00EB1950" w:rsidRPr="00595766" w:rsidRDefault="00EB1950" w:rsidP="00621A17">
            <w:pPr>
              <w:pStyle w:val="Point0"/>
            </w:pPr>
            <w:r w:rsidRPr="003D42C7">
              <w:t>Precizați motivele emiterii ordinului de indisponibilizare, inclusiv:</w:t>
            </w:r>
          </w:p>
          <w:p w14:paraId="6068FB9E" w14:textId="77777777" w:rsidR="00EB1950" w:rsidRPr="00EF5B90" w:rsidRDefault="00EB1950" w:rsidP="00153209">
            <w:pPr>
              <w:pStyle w:val="Tiret0"/>
              <w:numPr>
                <w:ilvl w:val="0"/>
                <w:numId w:val="11"/>
              </w:numPr>
              <w:rPr>
                <w:noProof/>
              </w:rPr>
            </w:pPr>
            <w:r w:rsidRPr="003D42C7">
              <w:t>un rezumat al situației de fapt și o descriere a infracțiunii (infracțiunilor):</w:t>
            </w:r>
            <w:r>
              <w:t xml:space="preserve"> </w:t>
            </w:r>
            <w:r>
              <w:br/>
              <w:t>….</w:t>
            </w:r>
            <w:r w:rsidRPr="003D42C7">
              <w:t>……………………………………………………………………………………………………………………………………………………………………………………………</w:t>
            </w:r>
          </w:p>
        </w:tc>
      </w:tr>
      <w:tr w:rsidR="00EB1950" w14:paraId="648B6B69" w14:textId="77777777" w:rsidTr="00621A17">
        <w:tc>
          <w:tcPr>
            <w:tcW w:w="9855" w:type="dxa"/>
          </w:tcPr>
          <w:p w14:paraId="5D26A810" w14:textId="36C545F5" w:rsidR="00EB1950" w:rsidRPr="00595766" w:rsidRDefault="00EB1950" w:rsidP="00153209">
            <w:pPr>
              <w:pStyle w:val="Tiret0"/>
              <w:pageBreakBefore/>
              <w:numPr>
                <w:ilvl w:val="0"/>
                <w:numId w:val="11"/>
              </w:numPr>
              <w:ind w:left="851" w:hanging="851"/>
            </w:pPr>
            <w:r w:rsidRPr="003D42C7">
              <w:lastRenderedPageBreak/>
              <w:t>stadiul investigării:</w:t>
            </w:r>
            <w:r>
              <w:t xml:space="preserve"> .</w:t>
            </w:r>
            <w:r w:rsidRPr="003D42C7">
              <w:t>………………………………………………………………………………………………………………………………………………………………………………………………</w:t>
            </w:r>
          </w:p>
          <w:p w14:paraId="2F0A4FD2" w14:textId="061D30F0" w:rsidR="00EB1950" w:rsidRDefault="00EB1950" w:rsidP="00153209">
            <w:pPr>
              <w:pStyle w:val="Tiret0"/>
              <w:numPr>
                <w:ilvl w:val="0"/>
                <w:numId w:val="11"/>
              </w:numPr>
            </w:pPr>
            <w:r w:rsidRPr="003D42C7">
              <w:t>motivele indisponibilizării:</w:t>
            </w:r>
            <w:r>
              <w:t xml:space="preserve"> …</w:t>
            </w:r>
            <w:r w:rsidRPr="003D42C7">
              <w:t>……………………………………………………………………………………………………………………………………………………………………………………………</w:t>
            </w:r>
          </w:p>
          <w:p w14:paraId="39A4F53E" w14:textId="77777777" w:rsidR="00EB1950" w:rsidRPr="00595766" w:rsidRDefault="00EB1950" w:rsidP="00153209">
            <w:pPr>
              <w:pStyle w:val="Tiret0"/>
              <w:numPr>
                <w:ilvl w:val="0"/>
                <w:numId w:val="11"/>
              </w:numPr>
            </w:pPr>
            <w:r w:rsidRPr="003D42C7">
              <w:t>alte informații relevante:</w:t>
            </w:r>
            <w:r>
              <w:t xml:space="preserve"> </w:t>
            </w:r>
            <w:r w:rsidRPr="003D42C7">
              <w:t>………………………………………………………………………………………………………………………………………………………………………………………………</w:t>
            </w:r>
          </w:p>
          <w:p w14:paraId="08613015" w14:textId="77777777" w:rsidR="00EB1950" w:rsidRPr="00595766" w:rsidRDefault="00EB1950" w:rsidP="00621A17">
            <w:pPr>
              <w:pStyle w:val="Point0"/>
            </w:pPr>
            <w:r w:rsidRPr="003D42C7">
              <w:t>2.</w:t>
            </w:r>
            <w:r w:rsidRPr="003D42C7">
              <w:tab/>
              <w:t>Natura și încadrarea juridică a infracțiunii (infracțiunilor) în legătură cu care a fost emis ordinul de indisponibilizare și dispoziția (dispozițiile) legală (legale) aplicabilă (aplicabile):</w:t>
            </w:r>
            <w:r>
              <w:t xml:space="preserve"> </w:t>
            </w:r>
            <w:r w:rsidRPr="003D42C7">
              <w:t>……………………………………………………………………………………………</w:t>
            </w:r>
            <w:r>
              <w:t>…</w:t>
            </w:r>
            <w:r>
              <w:br/>
              <w:t>…</w:t>
            </w:r>
            <w:r w:rsidRPr="003D42C7">
              <w:t>…………………………………………………………………………………………….</w:t>
            </w:r>
          </w:p>
          <w:p w14:paraId="137E3FF7" w14:textId="2B0F52D6" w:rsidR="00EB1950" w:rsidRPr="00595766" w:rsidRDefault="00EB1950" w:rsidP="00621A17">
            <w:pPr>
              <w:pStyle w:val="Point0"/>
            </w:pPr>
            <w:r w:rsidRPr="003D42C7">
              <w:t>3.</w:t>
            </w:r>
            <w:r w:rsidRPr="003D42C7">
              <w:tab/>
              <w:t>Infracțiunea în legătură cu care a fost emis ordinul de indisponibilizare în statul emitent se pedepsește cu o pedeapsă privativă de libertate pe o perioadă maximă de cel puțin trei ani și este inclusă în lista infracțiunilor care figurează mai jos? (vă rugăm să bifați căsuța corespunzătoare) Dacă ordinul de indisponibilizare se referă la mai multe infracțiuni, vă rugăm să indicați numerele în lista infracțiunilor de mai jos (care corespund infracțiunilor descrise la punctele 1 și 2 de mai sus).</w:t>
            </w:r>
          </w:p>
          <w:p w14:paraId="6D68B241" w14:textId="77777777" w:rsidR="00EB1950" w:rsidRPr="00EF5B90" w:rsidRDefault="00EB1950" w:rsidP="00621A17">
            <w:pPr>
              <w:pStyle w:val="Point1"/>
              <w:rPr>
                <w:noProof/>
              </w:rPr>
            </w:pPr>
            <w:r w:rsidRPr="003D42C7">
              <w:t>□</w:t>
            </w:r>
            <w:r w:rsidRPr="003D42C7">
              <w:tab/>
              <w:t>participarea la un grup infracțional organizat</w:t>
            </w:r>
          </w:p>
        </w:tc>
      </w:tr>
      <w:tr w:rsidR="00EB1950" w14:paraId="349BDFEE" w14:textId="77777777" w:rsidTr="00621A17">
        <w:tc>
          <w:tcPr>
            <w:tcW w:w="9855" w:type="dxa"/>
          </w:tcPr>
          <w:p w14:paraId="53A48877" w14:textId="77777777" w:rsidR="00EB1950" w:rsidRPr="0044500B" w:rsidRDefault="00EB1950" w:rsidP="00621A17">
            <w:pPr>
              <w:pStyle w:val="Text1"/>
              <w:pageBreakBefore/>
              <w:ind w:left="851"/>
              <w:rPr>
                <w:noProof/>
              </w:rPr>
            </w:pPr>
            <w:r w:rsidRPr="003D42C7">
              <w:lastRenderedPageBreak/>
              <w:t>□</w:t>
            </w:r>
            <w:r w:rsidRPr="003D42C7">
              <w:tab/>
              <w:t>terorismul</w:t>
            </w:r>
          </w:p>
          <w:p w14:paraId="6A141797" w14:textId="77777777" w:rsidR="00EB1950" w:rsidRDefault="00EB1950" w:rsidP="00621A17">
            <w:pPr>
              <w:pStyle w:val="Point1"/>
            </w:pPr>
            <w:r w:rsidRPr="003D42C7">
              <w:t>□</w:t>
            </w:r>
            <w:r w:rsidRPr="003D42C7">
              <w:tab/>
              <w:t>traficul de persoane</w:t>
            </w:r>
          </w:p>
          <w:p w14:paraId="1FD9FE4F" w14:textId="77777777" w:rsidR="00EB1950" w:rsidRPr="00595766" w:rsidRDefault="00EB1950" w:rsidP="00621A17">
            <w:pPr>
              <w:pStyle w:val="Point1"/>
            </w:pPr>
            <w:r w:rsidRPr="003D42C7">
              <w:t>□</w:t>
            </w:r>
            <w:r w:rsidRPr="003D42C7">
              <w:tab/>
              <w:t>exploatarea sexuală a copiilor și pornografia infantilă</w:t>
            </w:r>
          </w:p>
          <w:p w14:paraId="08FDD93F" w14:textId="77777777" w:rsidR="00EB1950" w:rsidRPr="00595766" w:rsidRDefault="00EB1950" w:rsidP="00621A17">
            <w:pPr>
              <w:pStyle w:val="Point1"/>
            </w:pPr>
            <w:r w:rsidRPr="003D42C7">
              <w:t>□</w:t>
            </w:r>
            <w:r w:rsidRPr="003D42C7">
              <w:tab/>
              <w:t>traficul ilicit de stupefiante și de substanțe psihotrope</w:t>
            </w:r>
          </w:p>
          <w:p w14:paraId="0D83F060" w14:textId="77777777" w:rsidR="00EB1950" w:rsidRPr="00595766" w:rsidRDefault="00EB1950" w:rsidP="00621A17">
            <w:pPr>
              <w:pStyle w:val="Point1"/>
            </w:pPr>
            <w:r w:rsidRPr="003D42C7">
              <w:t>□</w:t>
            </w:r>
            <w:r w:rsidRPr="003D42C7">
              <w:tab/>
              <w:t>traficul ilicit de arme, muniții și substanțe explozive</w:t>
            </w:r>
          </w:p>
          <w:p w14:paraId="19A945FB" w14:textId="77777777" w:rsidR="00EB1950" w:rsidRPr="00595766" w:rsidRDefault="00EB1950" w:rsidP="00621A17">
            <w:pPr>
              <w:pStyle w:val="Point1"/>
            </w:pPr>
            <w:r w:rsidRPr="003D42C7">
              <w:t>□</w:t>
            </w:r>
            <w:r w:rsidRPr="003D42C7">
              <w:tab/>
              <w:t>corupția</w:t>
            </w:r>
          </w:p>
          <w:p w14:paraId="0DEE5D04" w14:textId="77777777" w:rsidR="00EB1950" w:rsidRPr="00595766" w:rsidRDefault="00EB1950" w:rsidP="00621A17">
            <w:pPr>
              <w:pStyle w:val="Point1"/>
            </w:pPr>
            <w:r w:rsidRPr="003D42C7">
              <w:t>□</w:t>
            </w:r>
            <w:r w:rsidRPr="003D42C7">
              <w:tab/>
              <w:t>frauda, inclusiv frauda și alte infracțiuni îndreptate împotriva intereselor financiare ale Uniunii, astfel cum sunt definite în Directiva (UE) 2017/1371</w:t>
            </w:r>
          </w:p>
          <w:p w14:paraId="0C732A17" w14:textId="77777777" w:rsidR="00EB1950" w:rsidRPr="00595766" w:rsidRDefault="00EB1950" w:rsidP="00621A17">
            <w:pPr>
              <w:pStyle w:val="Point1"/>
            </w:pPr>
            <w:r w:rsidRPr="003D42C7">
              <w:t>□</w:t>
            </w:r>
            <w:r w:rsidRPr="003D42C7">
              <w:tab/>
              <w:t>spălarea produselor infracțiunii</w:t>
            </w:r>
          </w:p>
          <w:p w14:paraId="39225A58" w14:textId="77777777" w:rsidR="00EB1950" w:rsidRPr="00595766" w:rsidRDefault="00EB1950" w:rsidP="00621A17">
            <w:pPr>
              <w:pStyle w:val="Point1"/>
            </w:pPr>
            <w:r w:rsidRPr="003D42C7">
              <w:t>□</w:t>
            </w:r>
            <w:r w:rsidRPr="003D42C7">
              <w:tab/>
              <w:t>falsificarea de monedă, inclusiv falsificarea monedei euro</w:t>
            </w:r>
          </w:p>
          <w:p w14:paraId="75F0BF54" w14:textId="77777777" w:rsidR="00EB1950" w:rsidRDefault="00EB1950" w:rsidP="00621A17">
            <w:pPr>
              <w:pStyle w:val="Point1"/>
            </w:pPr>
            <w:r w:rsidRPr="003D42C7">
              <w:t>□</w:t>
            </w:r>
            <w:r w:rsidRPr="003D42C7">
              <w:tab/>
              <w:t>criminalitatea informatică</w:t>
            </w:r>
          </w:p>
          <w:p w14:paraId="2FE8DFCB" w14:textId="77777777" w:rsidR="00EB1950" w:rsidRPr="00595766" w:rsidRDefault="00EB1950" w:rsidP="00621A17">
            <w:pPr>
              <w:pStyle w:val="Point1"/>
            </w:pPr>
            <w:r w:rsidRPr="003D42C7">
              <w:t>□</w:t>
            </w:r>
            <w:r w:rsidRPr="003D42C7">
              <w:tab/>
              <w:t>infracțiunile împotriva mediului, inclusiv traficul ilicit de specii de animale pe cale de dispariție și traficul ilicit de specii și soiuri de plante pe cale de dispariție</w:t>
            </w:r>
          </w:p>
          <w:p w14:paraId="13DE4657" w14:textId="77777777" w:rsidR="00EB1950" w:rsidRPr="00595766" w:rsidRDefault="00EB1950" w:rsidP="00621A17">
            <w:pPr>
              <w:pStyle w:val="Point1"/>
            </w:pPr>
            <w:r w:rsidRPr="003D42C7">
              <w:t>□</w:t>
            </w:r>
            <w:r w:rsidRPr="003D42C7">
              <w:tab/>
              <w:t>facilitarea intrării și șederii neautorizate</w:t>
            </w:r>
          </w:p>
          <w:p w14:paraId="513D380B" w14:textId="77777777" w:rsidR="00EB1950" w:rsidRPr="00EF568F" w:rsidRDefault="00EB1950" w:rsidP="00621A17">
            <w:pPr>
              <w:pStyle w:val="Point1"/>
              <w:rPr>
                <w:noProof/>
              </w:rPr>
            </w:pPr>
            <w:r w:rsidRPr="003D42C7">
              <w:t>□</w:t>
            </w:r>
            <w:r w:rsidRPr="003D42C7">
              <w:tab/>
              <w:t>omucidere sau vătămare corporală gravă</w:t>
            </w:r>
          </w:p>
        </w:tc>
      </w:tr>
      <w:tr w:rsidR="00EB1950" w14:paraId="14967A5B" w14:textId="77777777" w:rsidTr="00621A17">
        <w:trPr>
          <w:trHeight w:val="9819"/>
        </w:trPr>
        <w:tc>
          <w:tcPr>
            <w:tcW w:w="9855" w:type="dxa"/>
          </w:tcPr>
          <w:p w14:paraId="5AEA7072" w14:textId="77777777" w:rsidR="00EB1950" w:rsidRPr="0044500B" w:rsidRDefault="00EB1950" w:rsidP="00DC00FB">
            <w:pPr>
              <w:pStyle w:val="Point1"/>
            </w:pPr>
            <w:r w:rsidRPr="003D42C7">
              <w:lastRenderedPageBreak/>
              <w:t>□</w:t>
            </w:r>
            <w:r w:rsidRPr="003D42C7">
              <w:tab/>
              <w:t>traficul ilicit de organe și țesuturi umane</w:t>
            </w:r>
          </w:p>
          <w:p w14:paraId="6EE8AE16" w14:textId="77777777" w:rsidR="00EB1950" w:rsidRPr="00595766" w:rsidRDefault="00EB1950" w:rsidP="00621A17">
            <w:pPr>
              <w:pStyle w:val="Point1"/>
            </w:pPr>
            <w:r w:rsidRPr="003D42C7">
              <w:t>□</w:t>
            </w:r>
            <w:r w:rsidRPr="003D42C7">
              <w:tab/>
              <w:t>răpirea, lipsirea de libertate în mod ilegal sau luarea de ostatici</w:t>
            </w:r>
          </w:p>
          <w:p w14:paraId="6F6B78AD" w14:textId="77777777" w:rsidR="00EB1950" w:rsidRPr="00595766" w:rsidRDefault="00EB1950" w:rsidP="00621A17">
            <w:pPr>
              <w:pStyle w:val="Point1"/>
            </w:pPr>
            <w:r w:rsidRPr="003D42C7">
              <w:t>□</w:t>
            </w:r>
            <w:r w:rsidRPr="003D42C7">
              <w:tab/>
              <w:t>rasismul și xenofobia</w:t>
            </w:r>
          </w:p>
          <w:p w14:paraId="09017A44" w14:textId="77777777" w:rsidR="00EB1950" w:rsidRPr="00595766" w:rsidRDefault="00EB1950" w:rsidP="00621A17">
            <w:pPr>
              <w:pStyle w:val="Point1"/>
            </w:pPr>
            <w:r w:rsidRPr="003D42C7">
              <w:t>□</w:t>
            </w:r>
            <w:r w:rsidRPr="003D42C7">
              <w:tab/>
              <w:t>jaful organizat sau armat</w:t>
            </w:r>
          </w:p>
          <w:p w14:paraId="18BC2818" w14:textId="77777777" w:rsidR="00EB1950" w:rsidRPr="00595766" w:rsidRDefault="00EB1950" w:rsidP="00621A17">
            <w:pPr>
              <w:pStyle w:val="Point1"/>
            </w:pPr>
            <w:r w:rsidRPr="003D42C7">
              <w:t>□</w:t>
            </w:r>
            <w:r w:rsidRPr="003D42C7">
              <w:tab/>
              <w:t>traficul ilicit de bunuri culturale, inclusiv antichități și opere de artă</w:t>
            </w:r>
          </w:p>
          <w:p w14:paraId="055AECB3" w14:textId="77777777" w:rsidR="00EB1950" w:rsidRPr="003D42C7" w:rsidRDefault="00EB1950" w:rsidP="00621A17">
            <w:pPr>
              <w:pStyle w:val="Point1"/>
            </w:pPr>
            <w:r w:rsidRPr="003D42C7">
              <w:t>□</w:t>
            </w:r>
            <w:r w:rsidRPr="003D42C7">
              <w:tab/>
              <w:t>înșelăciunea</w:t>
            </w:r>
          </w:p>
          <w:p w14:paraId="0C37498D" w14:textId="77777777" w:rsidR="00EB1950" w:rsidRPr="00595766" w:rsidRDefault="00EB1950" w:rsidP="00621A17">
            <w:pPr>
              <w:pStyle w:val="Point1"/>
            </w:pPr>
            <w:r w:rsidRPr="003D42C7">
              <w:t>□</w:t>
            </w:r>
            <w:r w:rsidRPr="003D42C7">
              <w:tab/>
              <w:t>racketul și extorcarea de fonduri</w:t>
            </w:r>
          </w:p>
          <w:p w14:paraId="400D5461" w14:textId="77777777" w:rsidR="00EB1950" w:rsidRPr="00595766" w:rsidRDefault="00EB1950" w:rsidP="00621A17">
            <w:pPr>
              <w:pStyle w:val="Point1"/>
            </w:pPr>
            <w:r w:rsidRPr="003D42C7">
              <w:t>□</w:t>
            </w:r>
            <w:r w:rsidRPr="003D42C7">
              <w:tab/>
              <w:t>contrafacerea și pirateria produselor</w:t>
            </w:r>
          </w:p>
          <w:p w14:paraId="5A6AE2E1" w14:textId="77777777" w:rsidR="00EB1950" w:rsidRPr="00595766" w:rsidRDefault="00EB1950" w:rsidP="00621A17">
            <w:pPr>
              <w:pStyle w:val="Point1"/>
            </w:pPr>
            <w:r w:rsidRPr="003D42C7">
              <w:t>□</w:t>
            </w:r>
            <w:r w:rsidRPr="003D42C7">
              <w:tab/>
              <w:t>falsul și uzul de fals în înscrisuri oficiale</w:t>
            </w:r>
          </w:p>
          <w:p w14:paraId="518EC32E" w14:textId="77777777" w:rsidR="00EB1950" w:rsidRPr="00595766" w:rsidRDefault="00EB1950" w:rsidP="00621A17">
            <w:pPr>
              <w:pStyle w:val="Point1"/>
            </w:pPr>
            <w:r w:rsidRPr="003D42C7">
              <w:t>□</w:t>
            </w:r>
            <w:r w:rsidRPr="003D42C7">
              <w:tab/>
              <w:t>falsificarea de mijloace de plată</w:t>
            </w:r>
          </w:p>
          <w:p w14:paraId="6CE295B3" w14:textId="77777777" w:rsidR="00EB1950" w:rsidRPr="00595766" w:rsidRDefault="00EB1950" w:rsidP="00621A17">
            <w:pPr>
              <w:pStyle w:val="Point1"/>
            </w:pPr>
            <w:r w:rsidRPr="003D42C7">
              <w:t>□</w:t>
            </w:r>
            <w:r w:rsidRPr="003D42C7">
              <w:tab/>
              <w:t>traficul ilicit cu substanțe hormonale și alți factori de creștere</w:t>
            </w:r>
          </w:p>
          <w:p w14:paraId="4B95D3A3" w14:textId="77777777" w:rsidR="00EB1950" w:rsidRPr="00595766" w:rsidRDefault="00EB1950" w:rsidP="00621A17">
            <w:pPr>
              <w:pStyle w:val="Point1"/>
            </w:pPr>
            <w:r w:rsidRPr="003D42C7">
              <w:t>□</w:t>
            </w:r>
            <w:r w:rsidRPr="003D42C7">
              <w:tab/>
              <w:t>traficul ilicit de materiale nucleare sau radioactive</w:t>
            </w:r>
          </w:p>
          <w:p w14:paraId="4DE4E55D" w14:textId="77777777" w:rsidR="00EB1950" w:rsidRPr="00595766" w:rsidRDefault="00EB1950" w:rsidP="00621A17">
            <w:pPr>
              <w:pStyle w:val="Point1"/>
            </w:pPr>
            <w:r w:rsidRPr="003D42C7">
              <w:t>□</w:t>
            </w:r>
            <w:r w:rsidRPr="003D42C7">
              <w:tab/>
              <w:t>traficul de autovehicule furate</w:t>
            </w:r>
          </w:p>
          <w:p w14:paraId="613FEFC2" w14:textId="77777777" w:rsidR="00EB1950" w:rsidRPr="00595766" w:rsidRDefault="00EB1950" w:rsidP="00621A17">
            <w:pPr>
              <w:pStyle w:val="Point1"/>
            </w:pPr>
            <w:r w:rsidRPr="003D42C7">
              <w:t>□</w:t>
            </w:r>
            <w:r w:rsidRPr="003D42C7">
              <w:tab/>
              <w:t>violul</w:t>
            </w:r>
          </w:p>
          <w:p w14:paraId="6CDDD08C" w14:textId="77777777" w:rsidR="00EB1950" w:rsidRPr="003D42C7" w:rsidRDefault="00EB1950" w:rsidP="00621A17">
            <w:pPr>
              <w:pStyle w:val="Point1"/>
            </w:pPr>
            <w:r w:rsidRPr="003D42C7">
              <w:t>□</w:t>
            </w:r>
            <w:r w:rsidRPr="003D42C7">
              <w:tab/>
              <w:t>incendierea cu intenție</w:t>
            </w:r>
          </w:p>
        </w:tc>
      </w:tr>
      <w:tr w:rsidR="00EB1950" w14:paraId="4E58DAC5" w14:textId="77777777" w:rsidTr="00621A17">
        <w:tc>
          <w:tcPr>
            <w:tcW w:w="9855" w:type="dxa"/>
          </w:tcPr>
          <w:p w14:paraId="6BE0B352" w14:textId="77777777" w:rsidR="00EB1950" w:rsidRDefault="00EB1950" w:rsidP="00DC00FB">
            <w:pPr>
              <w:pStyle w:val="Point1"/>
              <w:pageBreakBefore/>
              <w:ind w:left="1418"/>
            </w:pPr>
            <w:r w:rsidRPr="003D42C7">
              <w:lastRenderedPageBreak/>
              <w:t>□</w:t>
            </w:r>
            <w:r w:rsidRPr="003D42C7">
              <w:tab/>
              <w:t>infracțiunile de competența Curții Penale Internaționale</w:t>
            </w:r>
          </w:p>
          <w:p w14:paraId="264C4ED2" w14:textId="77777777" w:rsidR="00EB1950" w:rsidRPr="00595766" w:rsidRDefault="00EB1950" w:rsidP="00621A17">
            <w:pPr>
              <w:pStyle w:val="Point1"/>
            </w:pPr>
            <w:r w:rsidRPr="003D42C7">
              <w:t>□</w:t>
            </w:r>
            <w:r w:rsidRPr="003D42C7">
              <w:tab/>
              <w:t>capturarea ilicită a aeronavelor sau a navelor</w:t>
            </w:r>
          </w:p>
          <w:p w14:paraId="587895D8" w14:textId="77777777" w:rsidR="00EB1950" w:rsidRPr="00595766" w:rsidRDefault="00EB1950" w:rsidP="00621A17">
            <w:pPr>
              <w:pStyle w:val="Point1"/>
            </w:pPr>
            <w:r w:rsidRPr="003D42C7">
              <w:t>□</w:t>
            </w:r>
            <w:r w:rsidRPr="003D42C7">
              <w:tab/>
              <w:t>sabotajul</w:t>
            </w:r>
          </w:p>
          <w:p w14:paraId="25196B38" w14:textId="77777777" w:rsidR="00EB1950" w:rsidRPr="00595766" w:rsidRDefault="00EB1950" w:rsidP="00621A17">
            <w:pPr>
              <w:pStyle w:val="Point0"/>
            </w:pPr>
            <w:r w:rsidRPr="003D42C7">
              <w:t>4.</w:t>
            </w:r>
            <w:r w:rsidRPr="003D42C7">
              <w:tab/>
              <w:t>Orice alte informații relevante (de exemplu, relația dintre bun și infracțiune)</w:t>
            </w:r>
          </w:p>
          <w:p w14:paraId="5B32FE76" w14:textId="77777777" w:rsidR="00EB1950" w:rsidRPr="00B651F7" w:rsidRDefault="00EB1950" w:rsidP="00621A17">
            <w:pPr>
              <w:pStyle w:val="Point0"/>
              <w:rPr>
                <w:noProof/>
              </w:rPr>
            </w:pPr>
            <w:r w:rsidRPr="003D42C7">
              <w:t>………………………………………………………………………………………………………..</w:t>
            </w:r>
          </w:p>
        </w:tc>
      </w:tr>
      <w:tr w:rsidR="00EB1950" w14:paraId="264755E1" w14:textId="77777777" w:rsidTr="00621A17">
        <w:tc>
          <w:tcPr>
            <w:tcW w:w="9855" w:type="dxa"/>
          </w:tcPr>
          <w:p w14:paraId="41CD929B" w14:textId="77777777" w:rsidR="00EB1950" w:rsidRPr="0044500B" w:rsidRDefault="00EB1950" w:rsidP="00621A17">
            <w:pPr>
              <w:tabs>
                <w:tab w:val="num" w:pos="0"/>
                <w:tab w:val="left" w:pos="567"/>
                <w:tab w:val="left" w:pos="1134"/>
                <w:tab w:val="left" w:pos="1701"/>
                <w:tab w:val="right" w:leader="dot" w:pos="9639"/>
              </w:tabs>
              <w:ind w:left="1134" w:hanging="1134"/>
              <w:rPr>
                <w:noProof/>
              </w:rPr>
            </w:pPr>
            <w:r w:rsidRPr="0044500B">
              <w:t xml:space="preserve">SECȚIUNEA F: </w:t>
            </w:r>
            <w:r w:rsidRPr="003D42C7">
              <w:t>Confidențialitatea</w:t>
            </w:r>
            <w:r w:rsidRPr="0044500B">
              <w:t xml:space="preserve"> ordinului </w:t>
            </w:r>
            <w:r w:rsidRPr="003D42C7">
              <w:t>și/sau solicitarea unor formalități specifice</w:t>
            </w:r>
          </w:p>
          <w:p w14:paraId="067E1263" w14:textId="77777777" w:rsidR="00EB1950" w:rsidRDefault="00EB1950" w:rsidP="00621A17">
            <w:pPr>
              <w:pStyle w:val="Point0"/>
            </w:pPr>
            <w:r w:rsidRPr="003D42C7">
              <w:sym w:font="Symbol" w:char="F090"/>
            </w:r>
            <w:r w:rsidRPr="0044500B">
              <w:tab/>
            </w:r>
            <w:r w:rsidRPr="003D42C7">
              <w:t>Necesitatea de a menține confidențialitatea informațiilor din cuprinsul ordinului după executare:</w:t>
            </w:r>
            <w:r>
              <w:t xml:space="preserve"> .</w:t>
            </w:r>
            <w:r w:rsidRPr="003D42C7">
              <w:t>………………………………………………………………………………….</w:t>
            </w:r>
          </w:p>
          <w:p w14:paraId="2D941DC8" w14:textId="77777777" w:rsidR="00EB1950" w:rsidRPr="00EF568F" w:rsidRDefault="00EB1950" w:rsidP="00621A17">
            <w:pPr>
              <w:pStyle w:val="Point0"/>
              <w:rPr>
                <w:noProof/>
              </w:rPr>
            </w:pPr>
            <w:r w:rsidRPr="003D42C7">
              <w:sym w:font="Symbol" w:char="F090"/>
            </w:r>
            <w:r w:rsidRPr="0044500B">
              <w:tab/>
            </w:r>
            <w:r w:rsidRPr="003D42C7">
              <w:t>Necesitatea unor formalități specifice în momentul executării:</w:t>
            </w:r>
            <w:r>
              <w:t xml:space="preserve"> </w:t>
            </w:r>
            <w:r>
              <w:br/>
            </w:r>
            <w:r w:rsidRPr="003D42C7">
              <w:t>……………………………………………………………………………………………….</w:t>
            </w:r>
          </w:p>
        </w:tc>
      </w:tr>
      <w:tr w:rsidR="00EB1950" w14:paraId="420CD7F2" w14:textId="77777777" w:rsidTr="00621A17">
        <w:tc>
          <w:tcPr>
            <w:tcW w:w="9855" w:type="dxa"/>
          </w:tcPr>
          <w:p w14:paraId="19B65283" w14:textId="77777777" w:rsidR="00EB1950" w:rsidRPr="0044500B" w:rsidRDefault="00EB1950" w:rsidP="00621A17">
            <w:pPr>
              <w:pageBreakBefore/>
              <w:tabs>
                <w:tab w:val="left" w:pos="851"/>
                <w:tab w:val="right" w:leader="dot" w:pos="9498"/>
              </w:tabs>
              <w:rPr>
                <w:noProof/>
              </w:rPr>
            </w:pPr>
            <w:r w:rsidRPr="003D42C7">
              <w:lastRenderedPageBreak/>
              <w:t>SECȚIUNEA G: În cazul în care un certificat de indisponibilizare</w:t>
            </w:r>
            <w:r w:rsidRPr="0044500B">
              <w:t xml:space="preserve"> a fost transmis mai multor state de executare, indicați următoarele informații:</w:t>
            </w:r>
          </w:p>
          <w:p w14:paraId="028820CB" w14:textId="77777777" w:rsidR="00EB1950" w:rsidRPr="00595766" w:rsidRDefault="00EB1950" w:rsidP="00621A17">
            <w:pPr>
              <w:pStyle w:val="Point0"/>
            </w:pPr>
            <w:r w:rsidRPr="0044500B">
              <w:t>1.</w:t>
            </w:r>
            <w:r w:rsidRPr="0044500B">
              <w:tab/>
            </w:r>
            <w:r w:rsidRPr="003D42C7">
              <w:t>Un certificat de indisponibilizare</w:t>
            </w:r>
            <w:r w:rsidRPr="0044500B">
              <w:t xml:space="preserve"> a fost transmis următorului (următoarelor) alt(e) stat(e) de executare (statul și autoritate):</w:t>
            </w:r>
            <w:r>
              <w:t xml:space="preserve"> </w:t>
            </w:r>
            <w:r>
              <w:br/>
            </w:r>
            <w:r w:rsidRPr="003D42C7">
              <w:t>……………………………………………</w:t>
            </w:r>
            <w:r>
              <w:t>………..</w:t>
            </w:r>
            <w:r w:rsidRPr="003D42C7">
              <w:t>………………………………………</w:t>
            </w:r>
            <w:r>
              <w:t>.</w:t>
            </w:r>
            <w:r>
              <w:br/>
            </w:r>
            <w:r w:rsidRPr="003D42C7">
              <w:t>…………………………………………………</w:t>
            </w:r>
            <w:r>
              <w:t>…………..</w:t>
            </w:r>
            <w:r w:rsidRPr="003D42C7">
              <w:t>……………………………….</w:t>
            </w:r>
          </w:p>
          <w:p w14:paraId="3B5EBDE0" w14:textId="77777777" w:rsidR="00EB1950" w:rsidRDefault="00EB1950" w:rsidP="00621A17">
            <w:pPr>
              <w:pStyle w:val="Point0"/>
            </w:pPr>
            <w:r w:rsidRPr="0044500B">
              <w:t>2.</w:t>
            </w:r>
            <w:r w:rsidRPr="0044500B">
              <w:tab/>
            </w:r>
            <w:r w:rsidRPr="003D42C7">
              <w:t>Un certificat de indisponibilizare</w:t>
            </w:r>
            <w:r w:rsidRPr="0044500B">
              <w:t xml:space="preserve"> a fost transmis mai multor state de executare, din următoarele motive</w:t>
            </w:r>
            <w:r w:rsidRPr="003D42C7">
              <w:t>:</w:t>
            </w:r>
          </w:p>
          <w:p w14:paraId="3CA701B6" w14:textId="77777777" w:rsidR="00EB1950" w:rsidRPr="0044500B" w:rsidRDefault="00EB1950" w:rsidP="00621A17">
            <w:pPr>
              <w:pStyle w:val="Point0"/>
            </w:pPr>
            <w:r w:rsidRPr="0044500B">
              <w:t>În cazul în care ordinul de indisponibilizare privește bunuri specifice:</w:t>
            </w:r>
          </w:p>
          <w:p w14:paraId="6DF96A99" w14:textId="77777777" w:rsidR="00EB1950" w:rsidRPr="00595766" w:rsidRDefault="00EB1950" w:rsidP="00621A17">
            <w:pPr>
              <w:pStyle w:val="Point0"/>
            </w:pPr>
            <w:r w:rsidRPr="0044500B">
              <w:sym w:font="Symbol" w:char="F090"/>
            </w:r>
            <w:r w:rsidRPr="0044500B">
              <w:tab/>
              <w:t>există motive pentru a considera că diferitele bunuri care fac obiectul ordinului se găsesc în state de executare diferite</w:t>
            </w:r>
          </w:p>
          <w:p w14:paraId="147B545D" w14:textId="77777777" w:rsidR="00EB1950" w:rsidRPr="00595766" w:rsidRDefault="00EB1950" w:rsidP="00621A17">
            <w:pPr>
              <w:pStyle w:val="Point0"/>
            </w:pPr>
            <w:r w:rsidRPr="0044500B">
              <w:sym w:font="Symbol" w:char="F090"/>
            </w:r>
            <w:r w:rsidRPr="0044500B">
              <w:tab/>
            </w:r>
            <w:r w:rsidRPr="003D42C7">
              <w:t>indisponibilizarea</w:t>
            </w:r>
            <w:r w:rsidRPr="0044500B">
              <w:t xml:space="preserve"> unui bun specific necesită acțiuni întreprinse în mai multe state de executare</w:t>
            </w:r>
          </w:p>
          <w:p w14:paraId="5A603319" w14:textId="77777777" w:rsidR="00EB1950" w:rsidRPr="00595766" w:rsidRDefault="00EB1950" w:rsidP="00621A17">
            <w:pPr>
              <w:pStyle w:val="Point0"/>
            </w:pPr>
            <w:r w:rsidRPr="0044500B">
              <w:t>În cazul în care ordinul de indisponibilizare privește o sumă de bani:</w:t>
            </w:r>
          </w:p>
          <w:p w14:paraId="37953294" w14:textId="77777777" w:rsidR="00EB1950" w:rsidRPr="00595766" w:rsidRDefault="00EB1950" w:rsidP="00621A17">
            <w:pPr>
              <w:pStyle w:val="Point0"/>
            </w:pPr>
            <w:r w:rsidRPr="0044500B">
              <w:sym w:font="Symbol" w:char="F090"/>
            </w:r>
            <w:r w:rsidRPr="0044500B">
              <w:tab/>
              <w:t xml:space="preserve">este probabil ca valoarea estimată a bunului care poate fi </w:t>
            </w:r>
            <w:r w:rsidRPr="003D42C7">
              <w:t xml:space="preserve">indisponibilizat </w:t>
            </w:r>
            <w:r w:rsidRPr="0044500B">
              <w:t>în statul emitent și în oricare stat de executare să nu fie suficientă pentru a indisponibiliza suma totală prevăzută în ordin</w:t>
            </w:r>
          </w:p>
          <w:p w14:paraId="71C23234" w14:textId="77777777" w:rsidR="00EB1950" w:rsidRPr="00B651F7" w:rsidRDefault="00EB1950" w:rsidP="00621A17">
            <w:pPr>
              <w:pStyle w:val="Point0"/>
              <w:rPr>
                <w:noProof/>
              </w:rPr>
            </w:pPr>
            <w:r w:rsidRPr="003D42C7">
              <w:sym w:font="Symbol" w:char="F090"/>
            </w:r>
            <w:r w:rsidRPr="0044500B">
              <w:tab/>
            </w:r>
            <w:r w:rsidRPr="003D42C7">
              <w:t>alte necesități specifice:</w:t>
            </w:r>
            <w:r>
              <w:t xml:space="preserve"> </w:t>
            </w:r>
            <w:r>
              <w:br/>
              <w:t>…..</w:t>
            </w:r>
            <w:r w:rsidRPr="003D42C7">
              <w:t>…………………………………………………………………………………………..</w:t>
            </w:r>
          </w:p>
        </w:tc>
      </w:tr>
      <w:tr w:rsidR="00EB1950" w14:paraId="3C47B9FA" w14:textId="77777777" w:rsidTr="00621A17">
        <w:tc>
          <w:tcPr>
            <w:tcW w:w="9855" w:type="dxa"/>
          </w:tcPr>
          <w:p w14:paraId="01C53DDA" w14:textId="77777777" w:rsidR="00EB1950" w:rsidRPr="0044500B" w:rsidRDefault="00EB1950" w:rsidP="00621A17">
            <w:pPr>
              <w:pageBreakBefore/>
              <w:tabs>
                <w:tab w:val="left" w:pos="567"/>
                <w:tab w:val="left" w:pos="993"/>
                <w:tab w:val="right" w:leader="dot" w:pos="9498"/>
              </w:tabs>
              <w:ind w:left="992" w:hanging="992"/>
              <w:jc w:val="both"/>
              <w:rPr>
                <w:noProof/>
              </w:rPr>
            </w:pPr>
            <w:r w:rsidRPr="003D42C7">
              <w:lastRenderedPageBreak/>
              <w:t>3.</w:t>
            </w:r>
            <w:r w:rsidRPr="003D42C7">
              <w:tab/>
              <w:t>Valoarea activelor, dacă este cunoscută, în fiecare stat de executare:</w:t>
            </w:r>
            <w:r>
              <w:br/>
            </w:r>
            <w:r w:rsidRPr="003D42C7">
              <w:t>…………………………………………………………………………………………</w:t>
            </w:r>
            <w:r>
              <w:br/>
            </w:r>
            <w:r w:rsidRPr="003D42C7">
              <w:t>…………………………………………………………………………………………</w:t>
            </w:r>
          </w:p>
          <w:p w14:paraId="06E28CFF" w14:textId="77777777" w:rsidR="00EB1950" w:rsidRPr="003D42C7" w:rsidRDefault="00EB1950" w:rsidP="00621A17">
            <w:pPr>
              <w:pStyle w:val="Point0"/>
            </w:pPr>
            <w:r w:rsidRPr="003D42C7">
              <w:t>4.</w:t>
            </w:r>
            <w:r w:rsidRPr="003D42C7">
              <w:tab/>
              <w:t>În cazul în care indisponibilizarea bunului (bunurilor) specific(e) necesită acțiuni întreprinse în mai multe state de executare, descrieți acțiunile care urmează să fie întreprinse în statul de executare:</w:t>
            </w:r>
            <w:r>
              <w:t xml:space="preserve"> </w:t>
            </w:r>
            <w:r>
              <w:br/>
            </w:r>
            <w:r w:rsidRPr="00595766">
              <w:t>…………………………………………………………………………………………</w:t>
            </w:r>
            <w:r>
              <w:t>……</w:t>
            </w:r>
            <w:r>
              <w:br/>
            </w:r>
            <w:r w:rsidRPr="00595766">
              <w:t>…………………………………………………………………………………………</w:t>
            </w:r>
            <w:r>
              <w:t>……</w:t>
            </w:r>
          </w:p>
        </w:tc>
      </w:tr>
      <w:tr w:rsidR="00EB1950" w14:paraId="74E4718C" w14:textId="77777777" w:rsidTr="00621A17">
        <w:tc>
          <w:tcPr>
            <w:tcW w:w="9855" w:type="dxa"/>
          </w:tcPr>
          <w:p w14:paraId="26B68427" w14:textId="77777777" w:rsidR="00EB1950" w:rsidRPr="00595766" w:rsidRDefault="00EB1950" w:rsidP="00621A17">
            <w:pPr>
              <w:pStyle w:val="Point0"/>
              <w:ind w:left="0" w:firstLine="1"/>
            </w:pPr>
            <w:r w:rsidRPr="003D42C7">
              <w:t>SECȚIUNEA H: Relația cu un ordin de indisponibilizare și/sau alt (alte) ordin(e) sau cerere (cereri) anterioare</w:t>
            </w:r>
          </w:p>
          <w:p w14:paraId="42F89CA4" w14:textId="77777777" w:rsidR="00EB1950" w:rsidRPr="0044500B" w:rsidRDefault="00EB1950" w:rsidP="00621A17">
            <w:pPr>
              <w:tabs>
                <w:tab w:val="left" w:pos="0"/>
                <w:tab w:val="right" w:leader="dot" w:pos="9498"/>
              </w:tabs>
              <w:rPr>
                <w:noProof/>
              </w:rPr>
            </w:pPr>
            <w:r w:rsidRPr="003D42C7">
              <w:t>Vă rugăm să indicați dacă prezentul ordin de indisponibilizare se referă la un ordin anterior sau la o cerere anterioară (de exemplu, un ordin de indisponibilizare, un ordin european de anchetă, un mandat european de arestare și asistență judiciară reciprocă). După caz, furnizați următoarele informații relevante pentru identificarea ordinului anterior sau a cererii anterioare:</w:t>
            </w:r>
          </w:p>
          <w:p w14:paraId="569E1C90" w14:textId="5604CD45" w:rsidR="00EB1950" w:rsidRPr="00595766" w:rsidRDefault="00DC00FB" w:rsidP="00DC00FB">
            <w:pPr>
              <w:pStyle w:val="Point0"/>
            </w:pPr>
            <w:r>
              <w:t>⸺</w:t>
            </w:r>
            <w:r>
              <w:tab/>
            </w:r>
            <w:r w:rsidR="00EB1950" w:rsidRPr="003D42C7">
              <w:t>Tipul de ordin/cerere:</w:t>
            </w:r>
            <w:r w:rsidR="00EB1950">
              <w:t xml:space="preserve"> </w:t>
            </w:r>
            <w:r w:rsidR="00EB1950">
              <w:br/>
              <w:t>……………..……..</w:t>
            </w:r>
            <w:r w:rsidR="00EB1950" w:rsidRPr="003D42C7">
              <w:t>………………………………………………………………………….</w:t>
            </w:r>
          </w:p>
          <w:p w14:paraId="0ABAAA1D" w14:textId="385F5452" w:rsidR="00EB1950" w:rsidRPr="00595766" w:rsidRDefault="00DC00FB" w:rsidP="00621A17">
            <w:pPr>
              <w:pStyle w:val="Point0"/>
            </w:pPr>
            <w:r>
              <w:t>⸺</w:t>
            </w:r>
            <w:r>
              <w:tab/>
            </w:r>
            <w:r w:rsidR="00EB1950" w:rsidRPr="003D42C7">
              <w:t>Data emiterii:</w:t>
            </w:r>
            <w:r w:rsidR="00EB1950">
              <w:t xml:space="preserve"> </w:t>
            </w:r>
            <w:r w:rsidR="00EB1950">
              <w:br/>
              <w:t>…………..</w:t>
            </w:r>
            <w:r w:rsidR="00EB1950" w:rsidRPr="003D42C7">
              <w:t>…………………………………………………………………………………..</w:t>
            </w:r>
          </w:p>
          <w:p w14:paraId="361CE04B" w14:textId="71140BF2" w:rsidR="00EB1950" w:rsidRPr="00595766" w:rsidRDefault="00DC00FB" w:rsidP="00621A17">
            <w:pPr>
              <w:pStyle w:val="Point0"/>
            </w:pPr>
            <w:r>
              <w:t>⸺</w:t>
            </w:r>
            <w:r>
              <w:tab/>
            </w:r>
            <w:r w:rsidR="00EB1950" w:rsidRPr="003D42C7">
              <w:t>Autoritatea căreia i-a fost transmis ordinul/cererea:</w:t>
            </w:r>
            <w:r w:rsidR="00EB1950">
              <w:t xml:space="preserve"> </w:t>
            </w:r>
            <w:r w:rsidR="00EB1950">
              <w:br/>
              <w:t>……………………………………………</w:t>
            </w:r>
            <w:r w:rsidR="00EB1950" w:rsidRPr="003D42C7">
              <w:t>………………………………………………….</w:t>
            </w:r>
          </w:p>
          <w:p w14:paraId="0CD57B36" w14:textId="42CD589C" w:rsidR="00EB1950" w:rsidRPr="00B651F7" w:rsidRDefault="00DC00FB" w:rsidP="00621A17">
            <w:pPr>
              <w:pStyle w:val="Point0"/>
              <w:rPr>
                <w:noProof/>
              </w:rPr>
            </w:pPr>
            <w:r>
              <w:t>⸺</w:t>
            </w:r>
            <w:r>
              <w:tab/>
            </w:r>
            <w:r w:rsidR="00EB1950" w:rsidRPr="003D42C7">
              <w:t>Numărul de referință atribuit de autoritatea emitentă:</w:t>
            </w:r>
            <w:r w:rsidR="00EB1950">
              <w:t xml:space="preserve"> </w:t>
            </w:r>
            <w:r w:rsidR="00EB1950">
              <w:br/>
              <w:t>…………………………………………………</w:t>
            </w:r>
            <w:r w:rsidR="00EB1950" w:rsidRPr="003D42C7">
              <w:t>……………………………………………</w:t>
            </w:r>
          </w:p>
        </w:tc>
      </w:tr>
      <w:tr w:rsidR="00EB1950" w14:paraId="3FE8FA2F" w14:textId="77777777" w:rsidTr="00621A17">
        <w:tc>
          <w:tcPr>
            <w:tcW w:w="9855" w:type="dxa"/>
          </w:tcPr>
          <w:p w14:paraId="7AE50B21" w14:textId="77777777" w:rsidR="00EB1950" w:rsidRPr="003D42C7" w:rsidRDefault="00EB1950" w:rsidP="00153209">
            <w:pPr>
              <w:pStyle w:val="Tiret0"/>
              <w:pageBreakBefore/>
              <w:numPr>
                <w:ilvl w:val="0"/>
                <w:numId w:val="11"/>
              </w:numPr>
              <w:ind w:left="851" w:hanging="851"/>
            </w:pPr>
            <w:r w:rsidRPr="003D42C7">
              <w:lastRenderedPageBreak/>
              <w:t>Numărul (numerele) de referință atribuit (atribuite) de autoritatea (autoritățile) de executare: ……………………………………</w:t>
            </w:r>
          </w:p>
        </w:tc>
      </w:tr>
      <w:tr w:rsidR="00EB1950" w14:paraId="70016F82" w14:textId="77777777" w:rsidTr="00621A17">
        <w:tc>
          <w:tcPr>
            <w:tcW w:w="9855" w:type="dxa"/>
          </w:tcPr>
          <w:p w14:paraId="67D2A707" w14:textId="77777777" w:rsidR="00EB1950" w:rsidRPr="003D42C7" w:rsidRDefault="00EB1950" w:rsidP="00621A17">
            <w:pPr>
              <w:tabs>
                <w:tab w:val="left" w:pos="567"/>
                <w:tab w:val="right" w:leader="dot" w:pos="9639"/>
              </w:tabs>
            </w:pPr>
            <w:r w:rsidRPr="003D42C7">
              <w:t>SECȚIUNEA I: Confiscare</w:t>
            </w:r>
          </w:p>
          <w:p w14:paraId="175E9C19" w14:textId="77777777" w:rsidR="00EB1950" w:rsidRPr="0044500B" w:rsidRDefault="00EB1950" w:rsidP="00621A17">
            <w:pPr>
              <w:tabs>
                <w:tab w:val="left" w:pos="567"/>
                <w:tab w:val="right" w:leader="dot" w:pos="9639"/>
              </w:tabs>
              <w:rPr>
                <w:noProof/>
              </w:rPr>
            </w:pPr>
            <w:r w:rsidRPr="003D42C7">
              <w:t>Vă rugăm să indicați dacă:</w:t>
            </w:r>
          </w:p>
          <w:p w14:paraId="23973BC8" w14:textId="77777777" w:rsidR="00EB1950" w:rsidRPr="00595766" w:rsidRDefault="00EB1950" w:rsidP="00621A17">
            <w:pPr>
              <w:pStyle w:val="Point0"/>
            </w:pPr>
            <w:r w:rsidRPr="003D42C7">
              <w:t>□</w:t>
            </w:r>
            <w:r w:rsidRPr="003D42C7">
              <w:tab/>
              <w:t xml:space="preserve">prezentul certificat de indisponibilizare este însoțit de un certificat de confiscare emis în statul emitent (numărul de referință al certificatului de confiscare): </w:t>
            </w:r>
            <w:r>
              <w:br/>
            </w:r>
            <w:r w:rsidRPr="003D42C7">
              <w:t>………………………...........................................................................................................</w:t>
            </w:r>
          </w:p>
          <w:p w14:paraId="7BDD332E" w14:textId="77777777" w:rsidR="00EB1950" w:rsidRPr="00B651F7" w:rsidRDefault="00EB1950" w:rsidP="00621A17">
            <w:pPr>
              <w:pStyle w:val="Point0"/>
              <w:rPr>
                <w:noProof/>
              </w:rPr>
            </w:pPr>
            <w:r w:rsidRPr="003D42C7">
              <w:t>□</w:t>
            </w:r>
            <w:r w:rsidRPr="003D42C7">
              <w:tab/>
              <w:t>bunul rămâne indisponibilizat în statul de executare până la transmiterea și executarea ordinului de confiscare (data estimată pentru transmiterea certificatului de confiscare, dacă este posibil):</w:t>
            </w:r>
            <w:r>
              <w:br/>
              <w:t>…</w:t>
            </w:r>
            <w:r w:rsidRPr="003D42C7">
              <w:t>……………………………………………………………………………………………</w:t>
            </w:r>
          </w:p>
        </w:tc>
      </w:tr>
      <w:tr w:rsidR="00EB1950" w14:paraId="6D92D038" w14:textId="77777777" w:rsidTr="00621A17">
        <w:tc>
          <w:tcPr>
            <w:tcW w:w="9855" w:type="dxa"/>
          </w:tcPr>
          <w:p w14:paraId="021FBB8D" w14:textId="77777777" w:rsidR="00EB1950" w:rsidRPr="0044500B" w:rsidRDefault="00EB1950" w:rsidP="00621A17">
            <w:pPr>
              <w:tabs>
                <w:tab w:val="left" w:pos="567"/>
                <w:tab w:val="left" w:pos="1134"/>
                <w:tab w:val="left" w:pos="1701"/>
                <w:tab w:val="right" w:leader="dot" w:pos="9639"/>
              </w:tabs>
            </w:pPr>
            <w:r w:rsidRPr="003D42C7">
              <w:t>SECȚIUNEA J: Măsuri alternative</w:t>
            </w:r>
          </w:p>
          <w:p w14:paraId="166AC44D" w14:textId="77777777" w:rsidR="00EB1950" w:rsidRPr="00595766" w:rsidRDefault="00EB1950" w:rsidP="00621A17">
            <w:pPr>
              <w:pStyle w:val="Point0"/>
            </w:pPr>
            <w:r w:rsidRPr="003D42C7">
              <w:t>1.</w:t>
            </w:r>
            <w:r w:rsidRPr="003D42C7">
              <w:tab/>
              <w:t>Vă rugăm să indicați dacă statul emitent permite aplicarea unor măsuri alternative de către statul de executare în cazul în care executarea ordinului de indisponibilizare este, parțial sau total, imposibilă:</w:t>
            </w:r>
          </w:p>
          <w:p w14:paraId="18F97AAB" w14:textId="77777777" w:rsidR="00EB1950" w:rsidRPr="00595766" w:rsidRDefault="00EB1950" w:rsidP="00621A17">
            <w:pPr>
              <w:pStyle w:val="Point0"/>
            </w:pPr>
            <w:r w:rsidRPr="003D42C7">
              <w:t>□</w:t>
            </w:r>
            <w:r w:rsidRPr="003D42C7">
              <w:tab/>
              <w:t>Da</w:t>
            </w:r>
          </w:p>
          <w:p w14:paraId="35E3C18C" w14:textId="77777777" w:rsidR="00EB1950" w:rsidRPr="00595766" w:rsidRDefault="00EB1950" w:rsidP="00621A17">
            <w:pPr>
              <w:pStyle w:val="Point0"/>
            </w:pPr>
            <w:r w:rsidRPr="003D42C7">
              <w:t>□</w:t>
            </w:r>
            <w:r w:rsidRPr="003D42C7">
              <w:tab/>
              <w:t>Nu</w:t>
            </w:r>
          </w:p>
          <w:p w14:paraId="7D84E003" w14:textId="31CA9BC2" w:rsidR="00EB1950" w:rsidRPr="00B651F7" w:rsidRDefault="00EB1950" w:rsidP="00A009E5">
            <w:pPr>
              <w:pStyle w:val="Point0"/>
            </w:pPr>
            <w:r w:rsidRPr="003D42C7">
              <w:t>2.</w:t>
            </w:r>
            <w:r w:rsidRPr="003D42C7">
              <w:tab/>
              <w:t xml:space="preserve">În cazul în care răspunsul este afirmativ, indicați </w:t>
            </w:r>
            <w:r w:rsidR="00A009E5">
              <w:t>măsuri</w:t>
            </w:r>
            <w:r w:rsidR="00A009E5" w:rsidRPr="003D42C7">
              <w:t xml:space="preserve">le </w:t>
            </w:r>
            <w:r w:rsidRPr="003D42C7">
              <w:t>care se pot aplica:</w:t>
            </w:r>
            <w:r>
              <w:t xml:space="preserve"> </w:t>
            </w:r>
            <w:r>
              <w:br/>
              <w:t>…</w:t>
            </w:r>
            <w:r w:rsidRPr="003D42C7">
              <w:t>…………………………………………………………………………………………….</w:t>
            </w:r>
          </w:p>
        </w:tc>
      </w:tr>
      <w:tr w:rsidR="00EB1950" w14:paraId="04EA6DFE" w14:textId="77777777" w:rsidTr="00621A17">
        <w:tc>
          <w:tcPr>
            <w:tcW w:w="9855" w:type="dxa"/>
          </w:tcPr>
          <w:p w14:paraId="344ADB5F" w14:textId="77777777" w:rsidR="00EB1950" w:rsidRPr="0044500B" w:rsidRDefault="00EB1950" w:rsidP="00621A17">
            <w:pPr>
              <w:pageBreakBefore/>
              <w:tabs>
                <w:tab w:val="left" w:pos="567"/>
                <w:tab w:val="left" w:pos="1134"/>
                <w:tab w:val="left" w:pos="1701"/>
                <w:tab w:val="left" w:pos="2268"/>
                <w:tab w:val="right" w:leader="dot" w:pos="9639"/>
              </w:tabs>
              <w:rPr>
                <w:noProof/>
              </w:rPr>
            </w:pPr>
            <w:r w:rsidRPr="003D42C7">
              <w:lastRenderedPageBreak/>
              <w:t>SECȚIUNEA K: RESTITUIREA BUNURILOR INDISPONIBILIZATE</w:t>
            </w:r>
          </w:p>
          <w:p w14:paraId="36CE9C0F" w14:textId="77777777" w:rsidR="00EB1950" w:rsidRPr="00595766" w:rsidRDefault="00EB1950" w:rsidP="00621A17">
            <w:pPr>
              <w:pStyle w:val="Point0"/>
            </w:pPr>
            <w:r w:rsidRPr="003D42C7">
              <w:t>1.</w:t>
            </w:r>
            <w:r w:rsidRPr="003D42C7">
              <w:tab/>
              <w:t>Vă rugăm să precizați dacă a fost pronunțată o hotărâre de restituire a bunurilor indisponibilizate în favoarea victimei:</w:t>
            </w:r>
          </w:p>
          <w:p w14:paraId="2F45CF68" w14:textId="77777777" w:rsidR="00EB1950" w:rsidRPr="00595766" w:rsidRDefault="00EB1950" w:rsidP="00621A17">
            <w:pPr>
              <w:pStyle w:val="Point0"/>
            </w:pPr>
            <w:r w:rsidRPr="003D42C7">
              <w:t>□</w:t>
            </w:r>
            <w:r w:rsidRPr="003D42C7">
              <w:tab/>
              <w:t>Da</w:t>
            </w:r>
          </w:p>
          <w:p w14:paraId="24328819" w14:textId="77777777" w:rsidR="00EB1950" w:rsidRPr="00595766" w:rsidRDefault="00EB1950" w:rsidP="00621A17">
            <w:pPr>
              <w:pStyle w:val="Point0"/>
            </w:pPr>
            <w:r w:rsidRPr="003D42C7">
              <w:t>□</w:t>
            </w:r>
            <w:r w:rsidRPr="003D42C7">
              <w:tab/>
              <w:t>Nu</w:t>
            </w:r>
          </w:p>
          <w:p w14:paraId="419BED37" w14:textId="77777777" w:rsidR="00EB1950" w:rsidRPr="0044500B" w:rsidRDefault="00EB1950" w:rsidP="00621A17">
            <w:pPr>
              <w:tabs>
                <w:tab w:val="left" w:pos="567"/>
                <w:tab w:val="right" w:leader="dot" w:pos="9639"/>
              </w:tabs>
              <w:rPr>
                <w:noProof/>
              </w:rPr>
            </w:pPr>
            <w:r w:rsidRPr="003D42C7">
              <w:t>În cazul în care răspunsul este afirmativ, precizați următoarele în ceea ce privește hotărârea de restituire a bunurilor indisponibilizate în favoarea victimei:</w:t>
            </w:r>
          </w:p>
          <w:p w14:paraId="15E8316C" w14:textId="77777777" w:rsidR="00EB1950" w:rsidRPr="00595766" w:rsidRDefault="00EB1950" w:rsidP="00621A17">
            <w:pPr>
              <w:pStyle w:val="Point0"/>
              <w:ind w:left="0" w:firstLine="1"/>
            </w:pPr>
            <w:r w:rsidRPr="003D42C7">
              <w:t>Autoritatea care a emis hotărârea(denumirea oficială): ……………….………………………………………</w:t>
            </w:r>
            <w:r>
              <w:t>……………………………………………….</w:t>
            </w:r>
          </w:p>
          <w:p w14:paraId="07BCB8EE" w14:textId="77777777" w:rsidR="00EB1950" w:rsidRPr="003D42C7" w:rsidRDefault="00EB1950" w:rsidP="00621A17">
            <w:pPr>
              <w:pStyle w:val="Point0"/>
            </w:pPr>
            <w:r w:rsidRPr="003D42C7">
              <w:t>Data hotărârii:.………………………….…………………………………………</w:t>
            </w:r>
            <w:r>
              <w:t>………………….</w:t>
            </w:r>
          </w:p>
          <w:p w14:paraId="6E0F3AE1" w14:textId="77777777" w:rsidR="00EB1950" w:rsidRPr="00595766" w:rsidRDefault="00EB1950" w:rsidP="00621A17">
            <w:pPr>
              <w:pStyle w:val="Point0"/>
            </w:pPr>
            <w:r w:rsidRPr="003D42C7">
              <w:t xml:space="preserve">Numărul de referință al hotărârii (dacă este disponibil): </w:t>
            </w:r>
            <w:r>
              <w:t>…………………………………………….</w:t>
            </w:r>
          </w:p>
          <w:p w14:paraId="5952C153" w14:textId="77777777" w:rsidR="00EB1950" w:rsidRPr="00595766" w:rsidRDefault="00EB1950" w:rsidP="00621A17">
            <w:pPr>
              <w:pStyle w:val="Point0"/>
            </w:pPr>
            <w:r w:rsidRPr="003D42C7">
              <w:t>Descrierea bunurilor de restituit: ………..……………………………………</w:t>
            </w:r>
            <w:r>
              <w:t>………………………</w:t>
            </w:r>
          </w:p>
          <w:p w14:paraId="56CF6318" w14:textId="77777777" w:rsidR="00EB1950" w:rsidRPr="00595766" w:rsidRDefault="00EB1950" w:rsidP="00621A17">
            <w:pPr>
              <w:pStyle w:val="Point0"/>
            </w:pPr>
            <w:r w:rsidRPr="003D42C7">
              <w:t>Numele victimei: ……………………………….…………………………………………</w:t>
            </w:r>
            <w:r>
              <w:t>………….</w:t>
            </w:r>
          </w:p>
          <w:p w14:paraId="6D1976AB" w14:textId="77777777" w:rsidR="00EB1950" w:rsidRPr="00B651F7" w:rsidRDefault="00EB1950" w:rsidP="00621A17">
            <w:pPr>
              <w:pStyle w:val="Point0"/>
              <w:rPr>
                <w:noProof/>
              </w:rPr>
            </w:pPr>
            <w:r w:rsidRPr="003D42C7">
              <w:t>Adresa victimei: ………………………………………………………………………</w:t>
            </w:r>
            <w:r>
              <w:t>……………...</w:t>
            </w:r>
          </w:p>
        </w:tc>
      </w:tr>
      <w:tr w:rsidR="00EB1950" w14:paraId="63E93BB1" w14:textId="77777777" w:rsidTr="00621A17">
        <w:tc>
          <w:tcPr>
            <w:tcW w:w="9855" w:type="dxa"/>
          </w:tcPr>
          <w:p w14:paraId="308A6418" w14:textId="77777777" w:rsidR="00EB1950" w:rsidRPr="0044500B" w:rsidRDefault="00EB1950" w:rsidP="00621A17">
            <w:pPr>
              <w:pageBreakBefore/>
              <w:tabs>
                <w:tab w:val="left" w:pos="567"/>
                <w:tab w:val="left" w:pos="1134"/>
                <w:tab w:val="left" w:pos="2268"/>
                <w:tab w:val="right" w:leader="dot" w:pos="9639"/>
              </w:tabs>
              <w:rPr>
                <w:noProof/>
              </w:rPr>
            </w:pPr>
            <w:r w:rsidRPr="003D42C7">
              <w:lastRenderedPageBreak/>
              <w:t>În cazul în care titlul victimei asupra bunului este contestat, vă rugăm să furnizați detalii (persoana care contestă titlul, motivele etc.):</w:t>
            </w:r>
            <w:r>
              <w:br/>
            </w:r>
            <w:r w:rsidRPr="003D42C7">
              <w:t>……………………………………………………………………………………………</w:t>
            </w:r>
            <w:r>
              <w:t>…………..</w:t>
            </w:r>
            <w:r>
              <w:br/>
              <w:t>………….</w:t>
            </w:r>
            <w:r w:rsidRPr="003D42C7">
              <w:t>…………………………………………………………………………………………….</w:t>
            </w:r>
          </w:p>
          <w:p w14:paraId="482EB6BF" w14:textId="77777777" w:rsidR="00EB1950" w:rsidRDefault="00EB1950" w:rsidP="00621A17">
            <w:r w:rsidRPr="003D42C7">
              <w:t>În cazul în care drepturile persoanelor afectate ar putea fi prejudiciate ca urmare a restituirii, vă rugăm să furnizați detalii (persoanele afectate, drepturile care ar putea fi prejudiciate, motivele etc.):</w:t>
            </w:r>
            <w:r>
              <w:br/>
              <w:t>…………..</w:t>
            </w:r>
            <w:r w:rsidRPr="003D42C7">
              <w:t>…………………………………………………………………………………………….</w:t>
            </w:r>
          </w:p>
          <w:p w14:paraId="4325A8E9" w14:textId="77777777" w:rsidR="00EB1950" w:rsidRPr="00595766" w:rsidRDefault="00EB1950" w:rsidP="00621A17">
            <w:pPr>
              <w:pStyle w:val="Point0"/>
            </w:pPr>
            <w:r>
              <w:t>………….</w:t>
            </w:r>
            <w:r w:rsidRPr="003D42C7">
              <w:t>…………………………………………………………………………………………….</w:t>
            </w:r>
          </w:p>
          <w:p w14:paraId="16CDBF39" w14:textId="77777777" w:rsidR="00EB1950" w:rsidRPr="00595766" w:rsidRDefault="00EB1950" w:rsidP="00621A17">
            <w:pPr>
              <w:pStyle w:val="Point0"/>
            </w:pPr>
            <w:r w:rsidRPr="003D42C7">
              <w:t>2.</w:t>
            </w:r>
            <w:r w:rsidRPr="003D42C7">
              <w:tab/>
              <w:t>Există o cerere de restituire a bunurilor indisponibilizate în favoarea victimei în curs de soluționare în statul emitent?</w:t>
            </w:r>
          </w:p>
          <w:p w14:paraId="6E2DB99B" w14:textId="77777777" w:rsidR="00EB1950" w:rsidRPr="00595766" w:rsidRDefault="00EB1950" w:rsidP="00621A17">
            <w:pPr>
              <w:pStyle w:val="Point0"/>
            </w:pPr>
            <w:r w:rsidRPr="003D42C7">
              <w:t>□</w:t>
            </w:r>
            <w:r w:rsidRPr="003D42C7">
              <w:tab/>
              <w:t>Nu</w:t>
            </w:r>
          </w:p>
          <w:p w14:paraId="6B366F95" w14:textId="77777777" w:rsidR="00EB1950" w:rsidRPr="00595766" w:rsidRDefault="00EB1950" w:rsidP="00621A17">
            <w:pPr>
              <w:pStyle w:val="Point0"/>
            </w:pPr>
            <w:r w:rsidRPr="003D42C7">
              <w:t>□</w:t>
            </w:r>
            <w:r w:rsidRPr="003D42C7">
              <w:tab/>
              <w:t>Da, rezultatul va fi comunicat autorității de executare</w:t>
            </w:r>
          </w:p>
          <w:p w14:paraId="2263A622" w14:textId="77777777" w:rsidR="00EB1950" w:rsidRPr="003D42C7" w:rsidRDefault="00EB1950" w:rsidP="00621A17">
            <w:pPr>
              <w:tabs>
                <w:tab w:val="left" w:pos="567"/>
                <w:tab w:val="left" w:pos="1134"/>
                <w:tab w:val="left" w:pos="1701"/>
                <w:tab w:val="left" w:pos="2268"/>
                <w:tab w:val="right" w:leader="dot" w:pos="9639"/>
              </w:tabs>
              <w:ind w:left="1701" w:hanging="1701"/>
            </w:pPr>
            <w:r w:rsidRPr="003D42C7">
              <w:t>Autoritatea emitentă trebuie să fie notificată în caz de transfer direct către victimă.</w:t>
            </w:r>
          </w:p>
        </w:tc>
      </w:tr>
      <w:tr w:rsidR="00EB1950" w14:paraId="7E5CF3A1" w14:textId="77777777" w:rsidTr="00621A17">
        <w:tc>
          <w:tcPr>
            <w:tcW w:w="9855" w:type="dxa"/>
          </w:tcPr>
          <w:p w14:paraId="05A3F13C" w14:textId="77777777" w:rsidR="00EB1950" w:rsidRPr="0044500B" w:rsidRDefault="00EB1950" w:rsidP="00621A17">
            <w:pPr>
              <w:pageBreakBefore/>
              <w:tabs>
                <w:tab w:val="left" w:pos="567"/>
                <w:tab w:val="left" w:pos="1134"/>
                <w:tab w:val="left" w:pos="1701"/>
                <w:tab w:val="left" w:pos="2268"/>
                <w:tab w:val="right" w:leader="dot" w:pos="9639"/>
              </w:tabs>
              <w:rPr>
                <w:noProof/>
              </w:rPr>
            </w:pPr>
            <w:r w:rsidRPr="003D42C7">
              <w:lastRenderedPageBreak/>
              <w:t>SECȚIUNEA L: Căi de atac</w:t>
            </w:r>
          </w:p>
          <w:p w14:paraId="7D6A4EE7" w14:textId="77777777" w:rsidR="00EB1950" w:rsidRPr="0044500B" w:rsidRDefault="00EB1950" w:rsidP="00621A17">
            <w:pPr>
              <w:tabs>
                <w:tab w:val="left" w:pos="0"/>
                <w:tab w:val="left" w:pos="567"/>
                <w:tab w:val="left" w:pos="1134"/>
                <w:tab w:val="left" w:pos="2268"/>
                <w:tab w:val="right" w:leader="dot" w:pos="9639"/>
              </w:tabs>
              <w:rPr>
                <w:noProof/>
              </w:rPr>
            </w:pPr>
            <w:r w:rsidRPr="003D42C7">
              <w:t>Autoritatea din statul emitent care poate furniza informații suplimentare cu privire la procedura de introducere a unei căi de atac în statul emitent și care poate preciza dacă sunt disponibile servicii de asistență juridică, de interpretare și de traducere:</w:t>
            </w:r>
          </w:p>
          <w:p w14:paraId="7261F863" w14:textId="77777777" w:rsidR="00EB1950" w:rsidRPr="00595766" w:rsidRDefault="00EB1950" w:rsidP="00621A17">
            <w:pPr>
              <w:pStyle w:val="Point0"/>
            </w:pPr>
            <w:r w:rsidRPr="003D42C7">
              <w:sym w:font="Symbol" w:char="F090"/>
            </w:r>
            <w:r w:rsidRPr="0044500B">
              <w:tab/>
            </w:r>
            <w:r w:rsidRPr="003D42C7">
              <w:t>Autoritatea emitentă (a se vedea secțiunea M)</w:t>
            </w:r>
          </w:p>
          <w:p w14:paraId="3382F390" w14:textId="77777777" w:rsidR="00EB1950" w:rsidRPr="00595766" w:rsidRDefault="00EB1950" w:rsidP="00621A17">
            <w:pPr>
              <w:pStyle w:val="Point0"/>
            </w:pPr>
            <w:r w:rsidRPr="003D42C7">
              <w:sym w:font="Symbol" w:char="F090"/>
            </w:r>
            <w:r w:rsidRPr="0044500B">
              <w:tab/>
            </w:r>
            <w:r w:rsidRPr="003D42C7">
              <w:t>Autoritatea de validare (a se vedea secțiunea N)</w:t>
            </w:r>
          </w:p>
          <w:p w14:paraId="41C6B00E" w14:textId="77777777" w:rsidR="00EB1950" w:rsidRPr="003D42C7" w:rsidRDefault="00EB1950" w:rsidP="00621A17">
            <w:pPr>
              <w:pStyle w:val="Point0"/>
            </w:pPr>
            <w:r w:rsidRPr="003D42C7">
              <w:sym w:font="Symbol" w:char="F090"/>
            </w:r>
            <w:r w:rsidRPr="003D42C7">
              <w:tab/>
              <w:t>Altele:</w:t>
            </w:r>
            <w:r>
              <w:br/>
            </w:r>
            <w:r w:rsidRPr="003D42C7">
              <w:t>…………………………………</w:t>
            </w:r>
            <w:r>
              <w:t>…………</w:t>
            </w:r>
            <w:r w:rsidRPr="003D42C7">
              <w:t>…………………………………………………</w:t>
            </w:r>
          </w:p>
        </w:tc>
      </w:tr>
      <w:tr w:rsidR="00EB1950" w14:paraId="46ABA56A" w14:textId="77777777" w:rsidTr="00621A17">
        <w:tc>
          <w:tcPr>
            <w:tcW w:w="9855" w:type="dxa"/>
          </w:tcPr>
          <w:p w14:paraId="4EFB72EE" w14:textId="560F86BF" w:rsidR="00EB1950" w:rsidRDefault="00EB1950" w:rsidP="00621A17">
            <w:pPr>
              <w:tabs>
                <w:tab w:val="left" w:pos="567"/>
                <w:tab w:val="left" w:pos="1134"/>
                <w:tab w:val="left" w:pos="1701"/>
                <w:tab w:val="right" w:leader="dot" w:pos="9639"/>
              </w:tabs>
            </w:pPr>
            <w:r w:rsidRPr="003D42C7">
              <w:t>SECȚIUNEA M: Detalii cu privire la autoritatea emitentă</w:t>
            </w:r>
          </w:p>
          <w:p w14:paraId="1F74EFA7" w14:textId="77777777" w:rsidR="00EB1950" w:rsidRPr="0044500B" w:rsidRDefault="00EB1950" w:rsidP="00621A17">
            <w:pPr>
              <w:tabs>
                <w:tab w:val="left" w:pos="567"/>
                <w:tab w:val="left" w:pos="1134"/>
                <w:tab w:val="left" w:pos="1701"/>
                <w:tab w:val="right" w:leader="dot" w:pos="9639"/>
              </w:tabs>
              <w:rPr>
                <w:noProof/>
              </w:rPr>
            </w:pPr>
            <w:r w:rsidRPr="003D42C7">
              <w:t>Bifați tipul autorității emitente:</w:t>
            </w:r>
          </w:p>
          <w:p w14:paraId="641A8F51" w14:textId="77777777" w:rsidR="00EB1950" w:rsidRPr="00595766" w:rsidRDefault="00EB1950" w:rsidP="00621A17">
            <w:pPr>
              <w:pStyle w:val="Point0"/>
            </w:pPr>
            <w:r w:rsidRPr="003D42C7">
              <w:t>□</w:t>
            </w:r>
            <w:r w:rsidRPr="003D42C7">
              <w:tab/>
              <w:t>judecător, instanță judecătorească, procuror</w:t>
            </w:r>
          </w:p>
          <w:p w14:paraId="69F8F25C" w14:textId="77777777" w:rsidR="00EB1950" w:rsidRPr="00595766" w:rsidRDefault="00EB1950" w:rsidP="00621A17">
            <w:pPr>
              <w:pStyle w:val="Point0"/>
            </w:pPr>
            <w:r w:rsidRPr="003D42C7">
              <w:t>□</w:t>
            </w:r>
            <w:r w:rsidRPr="003D42C7">
              <w:tab/>
              <w:t>altă autoritate competentă desemnată de statul emitent</w:t>
            </w:r>
          </w:p>
          <w:p w14:paraId="0E76AEC2" w14:textId="77777777" w:rsidR="00EB1950" w:rsidRPr="0044500B" w:rsidRDefault="00EB1950" w:rsidP="00621A17">
            <w:pPr>
              <w:tabs>
                <w:tab w:val="left" w:pos="567"/>
                <w:tab w:val="left" w:pos="1134"/>
                <w:tab w:val="left" w:pos="1701"/>
                <w:tab w:val="right" w:leader="dot" w:pos="9639"/>
              </w:tabs>
              <w:rPr>
                <w:noProof/>
              </w:rPr>
            </w:pPr>
            <w:r w:rsidRPr="003D42C7">
              <w:t>Denumirea autorității:……………………</w:t>
            </w:r>
            <w:r>
              <w:t>……..</w:t>
            </w:r>
            <w:r w:rsidRPr="003D42C7">
              <w:t>…………………………………………………….</w:t>
            </w:r>
          </w:p>
          <w:p w14:paraId="7A1AFB33" w14:textId="77777777" w:rsidR="00EB1950" w:rsidRPr="003D42C7" w:rsidRDefault="00EB1950" w:rsidP="00621A17">
            <w:pPr>
              <w:tabs>
                <w:tab w:val="left" w:pos="567"/>
                <w:tab w:val="left" w:pos="1134"/>
                <w:tab w:val="left" w:pos="1701"/>
                <w:tab w:val="right" w:leader="dot" w:pos="9639"/>
              </w:tabs>
            </w:pPr>
            <w:r w:rsidRPr="003D42C7">
              <w:t>Numele persoanei de contact:……………</w:t>
            </w:r>
            <w:r>
              <w:t>…..</w:t>
            </w:r>
            <w:r w:rsidRPr="003D42C7">
              <w:t>……………………………………………………….</w:t>
            </w:r>
          </w:p>
          <w:p w14:paraId="7823D29A" w14:textId="77777777" w:rsidR="00EB1950" w:rsidRPr="0044500B" w:rsidRDefault="00EB1950" w:rsidP="00621A17">
            <w:pPr>
              <w:tabs>
                <w:tab w:val="left" w:pos="567"/>
                <w:tab w:val="left" w:pos="1134"/>
                <w:tab w:val="left" w:pos="1701"/>
                <w:tab w:val="right" w:leader="dot" w:pos="9639"/>
              </w:tabs>
              <w:rPr>
                <w:noProof/>
              </w:rPr>
            </w:pPr>
            <w:r w:rsidRPr="003D42C7">
              <w:t xml:space="preserve">Funcția deținută (titlu/grad): </w:t>
            </w:r>
            <w:r>
              <w:t>…………………………………………………………………………</w:t>
            </w:r>
          </w:p>
          <w:p w14:paraId="1153608C" w14:textId="095C1DD0" w:rsidR="009F2982" w:rsidRDefault="00EB1950" w:rsidP="00621A17">
            <w:pPr>
              <w:tabs>
                <w:tab w:val="left" w:pos="567"/>
                <w:tab w:val="left" w:pos="1134"/>
                <w:tab w:val="left" w:pos="1701"/>
                <w:tab w:val="right" w:leader="dot" w:pos="9639"/>
              </w:tabs>
              <w:rPr>
                <w:noProof/>
              </w:rPr>
            </w:pPr>
            <w:r w:rsidRPr="003D42C7">
              <w:t>Nr. dosarului:</w:t>
            </w:r>
            <w:r>
              <w:t xml:space="preserve"> ………………………………………………………………………………………….</w:t>
            </w:r>
          </w:p>
          <w:p w14:paraId="2DF07CA5" w14:textId="5B43A224" w:rsidR="00EB1950" w:rsidRPr="009F2982" w:rsidRDefault="00EB1950" w:rsidP="009F2982">
            <w:pPr>
              <w:tabs>
                <w:tab w:val="left" w:pos="1806"/>
              </w:tabs>
            </w:pPr>
          </w:p>
        </w:tc>
      </w:tr>
      <w:tr w:rsidR="00EB1950" w14:paraId="7CBA6AA7" w14:textId="77777777" w:rsidTr="00621A17">
        <w:tc>
          <w:tcPr>
            <w:tcW w:w="9855" w:type="dxa"/>
          </w:tcPr>
          <w:p w14:paraId="41F5A315" w14:textId="77777777" w:rsidR="00EB1950" w:rsidRPr="0044500B" w:rsidRDefault="00EB1950" w:rsidP="00621A17">
            <w:pPr>
              <w:pageBreakBefore/>
              <w:tabs>
                <w:tab w:val="left" w:pos="567"/>
                <w:tab w:val="left" w:pos="1134"/>
                <w:tab w:val="left" w:pos="1701"/>
                <w:tab w:val="right" w:leader="dot" w:pos="9639"/>
              </w:tabs>
              <w:rPr>
                <w:noProof/>
              </w:rPr>
            </w:pPr>
            <w:r>
              <w:lastRenderedPageBreak/>
              <w:t>Adresă: ……………</w:t>
            </w:r>
            <w:r w:rsidRPr="003D42C7">
              <w:t>…………………………………………………………………………………..</w:t>
            </w:r>
          </w:p>
          <w:p w14:paraId="077E32BA" w14:textId="77777777" w:rsidR="00EB1950" w:rsidRPr="0044500B" w:rsidRDefault="00EB1950" w:rsidP="00621A17">
            <w:pPr>
              <w:tabs>
                <w:tab w:val="left" w:pos="567"/>
                <w:tab w:val="left" w:pos="1134"/>
                <w:tab w:val="left" w:pos="1701"/>
                <w:tab w:val="right" w:leader="dot" w:pos="9639"/>
              </w:tabs>
              <w:rPr>
                <w:noProof/>
              </w:rPr>
            </w:pPr>
            <w:r w:rsidRPr="003D42C7">
              <w:t xml:space="preserve">Nr. de telefon: (prefixul țării) (prefixul regiunii/localității): </w:t>
            </w:r>
            <w:r>
              <w:t>..</w:t>
            </w:r>
            <w:r w:rsidRPr="003D42C7">
              <w:t>……………………………………….</w:t>
            </w:r>
          </w:p>
          <w:p w14:paraId="0F6CB1BC" w14:textId="77777777" w:rsidR="00EB1950" w:rsidRDefault="00EB1950" w:rsidP="00621A17">
            <w:pPr>
              <w:tabs>
                <w:tab w:val="left" w:pos="567"/>
                <w:tab w:val="left" w:pos="1134"/>
                <w:tab w:val="left" w:pos="1701"/>
                <w:tab w:val="right" w:leader="dot" w:pos="9639"/>
              </w:tabs>
            </w:pPr>
            <w:r w:rsidRPr="003D42C7">
              <w:t xml:space="preserve">Nr. de fax: (prefixul țării) (prefixul regiunii/localității): </w:t>
            </w:r>
            <w:r>
              <w:t>.</w:t>
            </w:r>
            <w:r w:rsidRPr="003D42C7">
              <w:t>………………………………………….....</w:t>
            </w:r>
          </w:p>
          <w:p w14:paraId="57EB3A8F" w14:textId="77777777" w:rsidR="00EB1950" w:rsidRPr="0044500B" w:rsidRDefault="00EB1950" w:rsidP="00621A17">
            <w:pPr>
              <w:tabs>
                <w:tab w:val="left" w:pos="567"/>
                <w:tab w:val="left" w:pos="1134"/>
                <w:tab w:val="left" w:pos="1701"/>
                <w:tab w:val="right" w:leader="dot" w:pos="9639"/>
              </w:tabs>
              <w:rPr>
                <w:noProof/>
              </w:rPr>
            </w:pPr>
            <w:r w:rsidRPr="003D42C7">
              <w:t>E-mail:……………………………………………………………………</w:t>
            </w:r>
            <w:r>
              <w:t>……….</w:t>
            </w:r>
            <w:r w:rsidRPr="003D42C7">
              <w:t>………………….</w:t>
            </w:r>
          </w:p>
          <w:p w14:paraId="763261CD" w14:textId="77777777" w:rsidR="00EB1950" w:rsidRPr="0044500B" w:rsidRDefault="00EB1950" w:rsidP="00621A17">
            <w:pPr>
              <w:tabs>
                <w:tab w:val="left" w:pos="567"/>
                <w:tab w:val="left" w:pos="1134"/>
                <w:tab w:val="left" w:pos="1701"/>
                <w:tab w:val="right" w:leader="dot" w:pos="9639"/>
              </w:tabs>
              <w:rPr>
                <w:noProof/>
              </w:rPr>
            </w:pPr>
            <w:r w:rsidRPr="003D42C7">
              <w:t>Limbile în care se poate comunica cu autoritatea emitentă:</w:t>
            </w:r>
            <w:r>
              <w:t xml:space="preserve"> ……………………….</w:t>
            </w:r>
            <w:r w:rsidRPr="003D42C7">
              <w:t>………………..</w:t>
            </w:r>
          </w:p>
          <w:p w14:paraId="05DEFE38" w14:textId="77777777" w:rsidR="00EB1950" w:rsidRPr="0044500B" w:rsidRDefault="00EB1950" w:rsidP="00621A17">
            <w:pPr>
              <w:tabs>
                <w:tab w:val="left" w:pos="567"/>
                <w:tab w:val="left" w:pos="1134"/>
                <w:tab w:val="left" w:pos="1701"/>
                <w:tab w:val="right" w:leader="dot" w:pos="9639"/>
              </w:tabs>
              <w:rPr>
                <w:noProof/>
              </w:rPr>
            </w:pPr>
            <w:r w:rsidRPr="003D42C7">
              <w:t>Dacă sunt diferite de cele de mai sus, detaliile de contact ale persoanei (persoanelor) care trebuie contactată (contactate) pentru obținerea de informații suplimentare sau pentru stabilirea modalităților practice de executare a ordinului:</w:t>
            </w:r>
          </w:p>
          <w:p w14:paraId="56CB70DA" w14:textId="77777777" w:rsidR="00EB1950" w:rsidRPr="0044500B" w:rsidRDefault="00EB1950" w:rsidP="00621A17">
            <w:pPr>
              <w:tabs>
                <w:tab w:val="left" w:pos="567"/>
                <w:tab w:val="left" w:pos="1134"/>
                <w:tab w:val="left" w:pos="1701"/>
                <w:tab w:val="right" w:leader="dot" w:pos="9639"/>
              </w:tabs>
              <w:rPr>
                <w:noProof/>
              </w:rPr>
            </w:pPr>
            <w:r w:rsidRPr="003D42C7">
              <w:t>Nume/Titlu/Organizație:………………………</w:t>
            </w:r>
            <w:r>
              <w:t>………..</w:t>
            </w:r>
            <w:r w:rsidRPr="003D42C7">
              <w:t>…………………………………………….</w:t>
            </w:r>
          </w:p>
          <w:p w14:paraId="55B5321C" w14:textId="77777777" w:rsidR="00EB1950" w:rsidRPr="0044500B" w:rsidRDefault="00EB1950" w:rsidP="00621A17">
            <w:pPr>
              <w:tabs>
                <w:tab w:val="left" w:pos="567"/>
                <w:tab w:val="left" w:pos="1134"/>
                <w:tab w:val="left" w:pos="1701"/>
                <w:tab w:val="right" w:leader="dot" w:pos="9639"/>
              </w:tabs>
              <w:rPr>
                <w:noProof/>
              </w:rPr>
            </w:pPr>
            <w:r>
              <w:t>Adresă: ………….</w:t>
            </w:r>
            <w:r w:rsidRPr="003D42C7">
              <w:t>……………………………………………………………………………………</w:t>
            </w:r>
          </w:p>
          <w:p w14:paraId="235050FD" w14:textId="77777777" w:rsidR="00EB1950" w:rsidRDefault="00EB1950" w:rsidP="00621A17">
            <w:pPr>
              <w:tabs>
                <w:tab w:val="left" w:pos="567"/>
                <w:tab w:val="left" w:pos="1134"/>
                <w:tab w:val="left" w:pos="1701"/>
                <w:tab w:val="right" w:leader="dot" w:pos="9639"/>
              </w:tabs>
            </w:pPr>
            <w:r w:rsidRPr="003D42C7">
              <w:t>E-mail/Nr. de telefon:</w:t>
            </w:r>
            <w:r>
              <w:t xml:space="preserve"> ………….</w:t>
            </w:r>
            <w:r w:rsidRPr="003D42C7">
              <w:t>…………………………………………………………………….</w:t>
            </w:r>
          </w:p>
          <w:p w14:paraId="5B3FB434" w14:textId="77777777" w:rsidR="00EB1950" w:rsidRPr="00231C07" w:rsidRDefault="00EB1950" w:rsidP="00621A17">
            <w:r>
              <w:t>_________________</w:t>
            </w:r>
          </w:p>
          <w:p w14:paraId="35F114DE" w14:textId="77777777" w:rsidR="00EB1950" w:rsidRPr="00B653F4" w:rsidRDefault="00EB1950" w:rsidP="00621A17">
            <w:pPr>
              <w:tabs>
                <w:tab w:val="left" w:pos="567"/>
                <w:tab w:val="left" w:pos="1134"/>
                <w:tab w:val="left" w:pos="1701"/>
                <w:tab w:val="right" w:leader="dot" w:pos="9639"/>
              </w:tabs>
              <w:rPr>
                <w:noProof/>
              </w:rPr>
            </w:pPr>
            <w:r w:rsidRPr="003D42C7">
              <w:t>Semnătura autorității emitente și/sau a reprezentatului acesteia certificând exactitatea și corectitudinea conținutului certificatului de indisponibilizare: ………………………………………</w:t>
            </w:r>
          </w:p>
        </w:tc>
      </w:tr>
      <w:tr w:rsidR="00EB1950" w14:paraId="3B09BBBC" w14:textId="77777777" w:rsidTr="00621A17">
        <w:tc>
          <w:tcPr>
            <w:tcW w:w="9855" w:type="dxa"/>
          </w:tcPr>
          <w:p w14:paraId="169A78FD" w14:textId="77777777" w:rsidR="00EB1950" w:rsidRPr="0044500B" w:rsidRDefault="00EB1950" w:rsidP="00621A17">
            <w:pPr>
              <w:pageBreakBefore/>
              <w:tabs>
                <w:tab w:val="left" w:pos="567"/>
                <w:tab w:val="left" w:pos="1134"/>
                <w:tab w:val="left" w:pos="1701"/>
                <w:tab w:val="right" w:leader="dot" w:pos="9639"/>
              </w:tabs>
              <w:rPr>
                <w:noProof/>
              </w:rPr>
            </w:pPr>
            <w:r w:rsidRPr="003D42C7">
              <w:lastRenderedPageBreak/>
              <w:t>Numele:……………………</w:t>
            </w:r>
            <w:r>
              <w:t>………</w:t>
            </w:r>
            <w:r w:rsidRPr="003D42C7">
              <w:t>………………………………………………………………….</w:t>
            </w:r>
          </w:p>
          <w:p w14:paraId="3F20402D" w14:textId="77777777" w:rsidR="00EB1950" w:rsidRDefault="00EB1950" w:rsidP="00621A17">
            <w:pPr>
              <w:tabs>
                <w:tab w:val="left" w:pos="567"/>
                <w:tab w:val="left" w:pos="1134"/>
                <w:tab w:val="left" w:pos="1701"/>
                <w:tab w:val="right" w:leader="dot" w:pos="9639"/>
              </w:tabs>
            </w:pPr>
            <w:r w:rsidRPr="003D42C7">
              <w:t>Funcția deținută (titlu/grad):………………………………………………………………………….</w:t>
            </w:r>
          </w:p>
          <w:p w14:paraId="534AD603" w14:textId="77777777" w:rsidR="00EB1950" w:rsidRPr="0044500B" w:rsidRDefault="00EB1950" w:rsidP="00621A17">
            <w:pPr>
              <w:tabs>
                <w:tab w:val="left" w:pos="567"/>
                <w:tab w:val="left" w:pos="1134"/>
                <w:tab w:val="left" w:pos="1701"/>
                <w:tab w:val="right" w:leader="dot" w:pos="9639"/>
              </w:tabs>
              <w:rPr>
                <w:noProof/>
              </w:rPr>
            </w:pPr>
            <w:r w:rsidRPr="003D42C7">
              <w:t>Data:</w:t>
            </w:r>
            <w:r>
              <w:t xml:space="preserve"> …….</w:t>
            </w:r>
            <w:r w:rsidRPr="003D42C7">
              <w:t>……………………………………………………………………………………………</w:t>
            </w:r>
          </w:p>
          <w:p w14:paraId="79011EDB" w14:textId="77777777" w:rsidR="00EB1950" w:rsidRPr="00B651F7" w:rsidRDefault="00EB1950" w:rsidP="00621A17">
            <w:pPr>
              <w:tabs>
                <w:tab w:val="left" w:pos="567"/>
                <w:tab w:val="left" w:pos="1134"/>
                <w:tab w:val="left" w:pos="1701"/>
                <w:tab w:val="right" w:leader="dot" w:pos="9639"/>
              </w:tabs>
              <w:rPr>
                <w:noProof/>
              </w:rPr>
            </w:pPr>
            <w:r w:rsidRPr="003D42C7">
              <w:t>Ștampila oficială (dacă există):</w:t>
            </w:r>
            <w:r>
              <w:t xml:space="preserve"> …</w:t>
            </w:r>
            <w:r w:rsidRPr="003D42C7">
              <w:t>……………………………………………………………………</w:t>
            </w:r>
          </w:p>
        </w:tc>
      </w:tr>
      <w:tr w:rsidR="00EB1950" w14:paraId="019689FE" w14:textId="77777777" w:rsidTr="00621A17">
        <w:tc>
          <w:tcPr>
            <w:tcW w:w="9855" w:type="dxa"/>
          </w:tcPr>
          <w:p w14:paraId="7F73DEA7" w14:textId="77777777" w:rsidR="00EB1950" w:rsidRPr="0044500B" w:rsidRDefault="00EB1950" w:rsidP="00621A17">
            <w:pPr>
              <w:tabs>
                <w:tab w:val="left" w:pos="567"/>
                <w:tab w:val="left" w:pos="1134"/>
                <w:tab w:val="left" w:pos="1701"/>
                <w:tab w:val="right" w:leader="dot" w:pos="9639"/>
              </w:tabs>
              <w:rPr>
                <w:noProof/>
              </w:rPr>
            </w:pPr>
            <w:r w:rsidRPr="003D42C7">
              <w:t>SECȚIUNEA N Detalii cu privire la autoritatea care a validat ordinul de indisponibilizare</w:t>
            </w:r>
          </w:p>
          <w:p w14:paraId="1B31B830" w14:textId="77777777" w:rsidR="00EB1950" w:rsidRPr="0044500B" w:rsidRDefault="00EB1950" w:rsidP="00621A17">
            <w:pPr>
              <w:tabs>
                <w:tab w:val="left" w:pos="567"/>
                <w:tab w:val="left" w:pos="1134"/>
                <w:tab w:val="left" w:pos="1701"/>
                <w:tab w:val="right" w:leader="dot" w:pos="9639"/>
              </w:tabs>
              <w:rPr>
                <w:noProof/>
              </w:rPr>
            </w:pPr>
            <w:r w:rsidRPr="003D42C7">
              <w:t>Vă rugăm să indicați tipul autorității care a validat ordinul de indisponibilizare, dacă este cazul:</w:t>
            </w:r>
          </w:p>
          <w:p w14:paraId="5D73C54E" w14:textId="77777777" w:rsidR="00EB1950" w:rsidRPr="00595766" w:rsidRDefault="00EB1950" w:rsidP="00621A17">
            <w:pPr>
              <w:pStyle w:val="Point0"/>
            </w:pPr>
            <w:r w:rsidRPr="003D42C7">
              <w:t>□</w:t>
            </w:r>
            <w:r w:rsidRPr="003D42C7">
              <w:tab/>
              <w:t>judecător sau instanță judecătorească</w:t>
            </w:r>
          </w:p>
          <w:p w14:paraId="3D652032" w14:textId="77777777" w:rsidR="00EB1950" w:rsidRPr="00595766" w:rsidRDefault="00EB1950" w:rsidP="00621A17">
            <w:pPr>
              <w:pStyle w:val="Point0"/>
            </w:pPr>
            <w:r w:rsidRPr="003D42C7">
              <w:t>□</w:t>
            </w:r>
            <w:r w:rsidRPr="003D42C7">
              <w:tab/>
              <w:t>procuror</w:t>
            </w:r>
          </w:p>
          <w:p w14:paraId="6B90F65A" w14:textId="77777777" w:rsidR="00EB1950" w:rsidRPr="0044500B" w:rsidRDefault="00EB1950" w:rsidP="00621A17">
            <w:pPr>
              <w:tabs>
                <w:tab w:val="left" w:pos="567"/>
                <w:tab w:val="left" w:pos="1134"/>
                <w:tab w:val="left" w:pos="1701"/>
                <w:tab w:val="right" w:leader="dot" w:pos="9639"/>
              </w:tabs>
              <w:rPr>
                <w:noProof/>
              </w:rPr>
            </w:pPr>
            <w:r w:rsidRPr="003D42C7">
              <w:t>Denumirea autorității de validare:</w:t>
            </w:r>
            <w:r>
              <w:t xml:space="preserve"> …………………</w:t>
            </w:r>
            <w:r w:rsidRPr="003D42C7">
              <w:t>…………………………………………………</w:t>
            </w:r>
          </w:p>
          <w:p w14:paraId="3347D2E2" w14:textId="77777777" w:rsidR="00EB1950" w:rsidRPr="0044500B" w:rsidRDefault="00EB1950" w:rsidP="00621A17">
            <w:pPr>
              <w:tabs>
                <w:tab w:val="left" w:pos="567"/>
                <w:tab w:val="left" w:pos="1134"/>
                <w:tab w:val="left" w:pos="1701"/>
                <w:tab w:val="right" w:leader="dot" w:pos="9639"/>
              </w:tabs>
              <w:rPr>
                <w:noProof/>
              </w:rPr>
            </w:pPr>
            <w:r w:rsidRPr="003D42C7">
              <w:t>Numele persoanei de contact:</w:t>
            </w:r>
            <w:r>
              <w:t xml:space="preserve"> ….</w:t>
            </w:r>
            <w:r w:rsidRPr="003D42C7">
              <w:t>…………………………………………………………………….</w:t>
            </w:r>
          </w:p>
          <w:p w14:paraId="6571E910" w14:textId="77777777" w:rsidR="00EB1950" w:rsidRPr="0044500B" w:rsidRDefault="00EB1950" w:rsidP="00621A17">
            <w:pPr>
              <w:tabs>
                <w:tab w:val="left" w:pos="567"/>
                <w:tab w:val="left" w:pos="1134"/>
                <w:tab w:val="left" w:pos="1701"/>
                <w:tab w:val="right" w:leader="dot" w:pos="9639"/>
              </w:tabs>
              <w:rPr>
                <w:noProof/>
              </w:rPr>
            </w:pPr>
            <w:r w:rsidRPr="003D42C7">
              <w:t>Postul deținut (titlu/grad):</w:t>
            </w:r>
            <w:r>
              <w:t xml:space="preserve"> ……</w:t>
            </w:r>
            <w:r w:rsidRPr="003D42C7">
              <w:t>………………………………………………………………………</w:t>
            </w:r>
          </w:p>
          <w:p w14:paraId="5E06F728" w14:textId="77777777" w:rsidR="00EB1950" w:rsidRPr="003D42C7" w:rsidRDefault="00EB1950" w:rsidP="00621A17">
            <w:pPr>
              <w:tabs>
                <w:tab w:val="left" w:pos="567"/>
                <w:tab w:val="left" w:pos="1134"/>
                <w:tab w:val="left" w:pos="1701"/>
                <w:tab w:val="right" w:leader="dot" w:pos="9639"/>
              </w:tabs>
            </w:pPr>
            <w:r w:rsidRPr="003D42C7">
              <w:t xml:space="preserve">Nr. dosarului: </w:t>
            </w:r>
            <w:r>
              <w:t>…………….</w:t>
            </w:r>
            <w:r w:rsidRPr="003D42C7">
              <w:t>…………………………………………………………………………..</w:t>
            </w:r>
          </w:p>
          <w:p w14:paraId="4C44AC65" w14:textId="77777777" w:rsidR="00EB1950" w:rsidRPr="00B651F7" w:rsidRDefault="00EB1950" w:rsidP="00621A17">
            <w:pPr>
              <w:tabs>
                <w:tab w:val="left" w:pos="567"/>
                <w:tab w:val="left" w:pos="1134"/>
                <w:tab w:val="left" w:pos="1701"/>
                <w:tab w:val="right" w:leader="dot" w:pos="9639"/>
              </w:tabs>
              <w:rPr>
                <w:noProof/>
              </w:rPr>
            </w:pPr>
            <w:r w:rsidRPr="003D42C7">
              <w:t>Adresa:</w:t>
            </w:r>
            <w:r>
              <w:t xml:space="preserve"> …………………..</w:t>
            </w:r>
            <w:r w:rsidRPr="003D42C7">
              <w:t>…………………………………………………………………………..</w:t>
            </w:r>
          </w:p>
        </w:tc>
      </w:tr>
      <w:tr w:rsidR="00EB1950" w14:paraId="22005607" w14:textId="77777777" w:rsidTr="00621A17">
        <w:tc>
          <w:tcPr>
            <w:tcW w:w="9855" w:type="dxa"/>
          </w:tcPr>
          <w:p w14:paraId="07388CF3" w14:textId="77777777" w:rsidR="00EB1950" w:rsidRDefault="00EB1950" w:rsidP="00621A17">
            <w:pPr>
              <w:pageBreakBefore/>
              <w:tabs>
                <w:tab w:val="left" w:pos="567"/>
                <w:tab w:val="left" w:pos="1134"/>
                <w:tab w:val="left" w:pos="1701"/>
                <w:tab w:val="right" w:leader="dot" w:pos="9639"/>
              </w:tabs>
            </w:pPr>
            <w:r w:rsidRPr="003D42C7">
              <w:lastRenderedPageBreak/>
              <w:t>Nr. de telefon: (prefixul țării) (prefixul regiunii/localității) ………………………………………...</w:t>
            </w:r>
          </w:p>
          <w:p w14:paraId="1F83F82F" w14:textId="77777777" w:rsidR="00EB1950" w:rsidRPr="0044500B" w:rsidRDefault="00EB1950" w:rsidP="00621A17">
            <w:pPr>
              <w:tabs>
                <w:tab w:val="left" w:pos="567"/>
                <w:tab w:val="left" w:pos="1134"/>
                <w:tab w:val="left" w:pos="1701"/>
                <w:tab w:val="right" w:leader="dot" w:pos="9639"/>
              </w:tabs>
              <w:rPr>
                <w:noProof/>
              </w:rPr>
            </w:pPr>
            <w:r w:rsidRPr="003D42C7">
              <w:t>Nr. de fax: (prefixul țării) (prefixul regiunii/localității)</w:t>
            </w:r>
            <w:r>
              <w:t xml:space="preserve"> …….</w:t>
            </w:r>
            <w:r w:rsidRPr="003D42C7">
              <w:t>………………………………………</w:t>
            </w:r>
          </w:p>
          <w:p w14:paraId="24D4E101" w14:textId="77777777" w:rsidR="00EB1950" w:rsidRPr="0044500B" w:rsidRDefault="00EB1950" w:rsidP="00621A17">
            <w:pPr>
              <w:tabs>
                <w:tab w:val="left" w:pos="567"/>
                <w:tab w:val="left" w:pos="1134"/>
                <w:tab w:val="left" w:pos="1701"/>
                <w:tab w:val="right" w:leader="dot" w:pos="9639"/>
              </w:tabs>
              <w:rPr>
                <w:noProof/>
              </w:rPr>
            </w:pPr>
            <w:r>
              <w:t>E-mail: ………………</w:t>
            </w:r>
            <w:r w:rsidRPr="003D42C7">
              <w:t>………………………………………………………………………………</w:t>
            </w:r>
          </w:p>
          <w:p w14:paraId="15C8AEDB" w14:textId="77777777" w:rsidR="00EB1950" w:rsidRPr="0044500B" w:rsidRDefault="00EB1950" w:rsidP="00621A17">
            <w:pPr>
              <w:tabs>
                <w:tab w:val="left" w:pos="567"/>
                <w:tab w:val="left" w:pos="1134"/>
                <w:tab w:val="left" w:pos="1701"/>
                <w:tab w:val="right" w:leader="dot" w:pos="9639"/>
              </w:tabs>
              <w:rPr>
                <w:noProof/>
              </w:rPr>
            </w:pPr>
            <w:r w:rsidRPr="003D42C7">
              <w:t xml:space="preserve">Limbile în care se poate comunica cu autoritatea de validare: </w:t>
            </w:r>
            <w:r>
              <w:t>……………………</w:t>
            </w:r>
            <w:r w:rsidRPr="003D42C7">
              <w:t>………………..</w:t>
            </w:r>
          </w:p>
          <w:p w14:paraId="4EE8CE54" w14:textId="77777777" w:rsidR="00EB1950" w:rsidRPr="0044500B" w:rsidRDefault="00EB1950" w:rsidP="00621A17">
            <w:pPr>
              <w:tabs>
                <w:tab w:val="left" w:pos="567"/>
                <w:tab w:val="left" w:pos="1134"/>
                <w:tab w:val="left" w:pos="1701"/>
                <w:tab w:val="right" w:leader="dot" w:pos="9639"/>
              </w:tabs>
              <w:rPr>
                <w:noProof/>
              </w:rPr>
            </w:pPr>
            <w:r w:rsidRPr="003D42C7">
              <w:t>Vă rugăm să precizați punctul de contact principal pentru autoritatea de executare</w:t>
            </w:r>
            <w:r>
              <w:t>:</w:t>
            </w:r>
          </w:p>
          <w:p w14:paraId="544048A4" w14:textId="77777777" w:rsidR="00EB1950" w:rsidRPr="00595766" w:rsidRDefault="00EB1950" w:rsidP="00621A17">
            <w:pPr>
              <w:pStyle w:val="Point0"/>
            </w:pPr>
            <w:r w:rsidRPr="003D42C7">
              <w:t>□</w:t>
            </w:r>
            <w:r w:rsidRPr="003D42C7">
              <w:tab/>
              <w:t>autoritatea emitentă</w:t>
            </w:r>
          </w:p>
          <w:p w14:paraId="412F8EC0" w14:textId="77777777" w:rsidR="00EB1950" w:rsidRPr="00595766" w:rsidRDefault="00EB1950" w:rsidP="00621A17">
            <w:pPr>
              <w:pStyle w:val="Point0"/>
            </w:pPr>
            <w:r w:rsidRPr="003D42C7">
              <w:t>□</w:t>
            </w:r>
            <w:r w:rsidRPr="003D42C7">
              <w:tab/>
              <w:t>autoritatea de validare</w:t>
            </w:r>
          </w:p>
          <w:p w14:paraId="5884270D" w14:textId="77777777" w:rsidR="00EB1950" w:rsidRPr="0044500B" w:rsidRDefault="00EB1950" w:rsidP="00621A17">
            <w:pPr>
              <w:tabs>
                <w:tab w:val="left" w:pos="567"/>
                <w:tab w:val="left" w:pos="1134"/>
                <w:tab w:val="left" w:pos="1701"/>
                <w:tab w:val="right" w:leader="dot" w:pos="9639"/>
              </w:tabs>
              <w:rPr>
                <w:noProof/>
              </w:rPr>
            </w:pPr>
            <w:r w:rsidRPr="003D42C7">
              <w:t>__________________</w:t>
            </w:r>
          </w:p>
          <w:p w14:paraId="60DB0C9D" w14:textId="77777777" w:rsidR="00EB1950" w:rsidRDefault="00EB1950" w:rsidP="00621A17">
            <w:pPr>
              <w:tabs>
                <w:tab w:val="left" w:pos="567"/>
                <w:tab w:val="left" w:pos="1134"/>
                <w:tab w:val="left" w:pos="1701"/>
                <w:tab w:val="right" w:leader="dot" w:pos="9639"/>
              </w:tabs>
            </w:pPr>
            <w:r w:rsidRPr="003D42C7">
              <w:t>Semnătura și detaliile cu privire la autoritatea de validare și/sau reprezentantul său:</w:t>
            </w:r>
            <w:r>
              <w:t xml:space="preserve"> </w:t>
            </w:r>
            <w:r>
              <w:br/>
            </w:r>
            <w:r w:rsidRPr="003D42C7">
              <w:t>…………………………………………………………………………</w:t>
            </w:r>
            <w:r>
              <w:t>…………………………….</w:t>
            </w:r>
            <w:r w:rsidRPr="003D42C7">
              <w:t>.</w:t>
            </w:r>
          </w:p>
          <w:p w14:paraId="4E7FDCA5" w14:textId="77777777" w:rsidR="00EB1950" w:rsidRPr="0044500B" w:rsidRDefault="00EB1950" w:rsidP="00621A17">
            <w:pPr>
              <w:tabs>
                <w:tab w:val="left" w:pos="567"/>
                <w:tab w:val="left" w:pos="1134"/>
                <w:tab w:val="left" w:pos="1701"/>
                <w:tab w:val="right" w:leader="dot" w:pos="9639"/>
              </w:tabs>
              <w:rPr>
                <w:noProof/>
              </w:rPr>
            </w:pPr>
            <w:r w:rsidRPr="003D42C7">
              <w:t>Numele:</w:t>
            </w:r>
            <w:r>
              <w:t xml:space="preserve"> ..</w:t>
            </w:r>
            <w:r w:rsidRPr="003D42C7">
              <w:t>…………………………………………………………………………</w:t>
            </w:r>
            <w:r>
              <w:t>……</w:t>
            </w:r>
            <w:r w:rsidRPr="003D42C7">
              <w:t>…………….</w:t>
            </w:r>
          </w:p>
          <w:p w14:paraId="1A407837" w14:textId="77777777" w:rsidR="00EB1950" w:rsidRPr="0044500B" w:rsidRDefault="00EB1950" w:rsidP="00621A17">
            <w:pPr>
              <w:tabs>
                <w:tab w:val="left" w:pos="567"/>
                <w:tab w:val="left" w:pos="1134"/>
                <w:tab w:val="left" w:pos="1701"/>
                <w:tab w:val="right" w:leader="dot" w:pos="9639"/>
              </w:tabs>
              <w:rPr>
                <w:noProof/>
              </w:rPr>
            </w:pPr>
            <w:r w:rsidRPr="003D42C7">
              <w:t>Postul deținut (titlu/grad):</w:t>
            </w:r>
            <w:r>
              <w:t xml:space="preserve"> ..</w:t>
            </w:r>
            <w:r w:rsidRPr="003D42C7">
              <w:t>……………………………………………………………</w:t>
            </w:r>
            <w:r>
              <w:t>….</w:t>
            </w:r>
            <w:r w:rsidRPr="003D42C7">
              <w:t>…………</w:t>
            </w:r>
          </w:p>
          <w:p w14:paraId="36509A64" w14:textId="77777777" w:rsidR="00EB1950" w:rsidRPr="0044500B" w:rsidRDefault="00EB1950" w:rsidP="00621A17">
            <w:pPr>
              <w:tabs>
                <w:tab w:val="left" w:pos="567"/>
                <w:tab w:val="left" w:pos="1134"/>
                <w:tab w:val="left" w:pos="1701"/>
                <w:tab w:val="right" w:leader="dot" w:pos="9639"/>
              </w:tabs>
              <w:rPr>
                <w:noProof/>
              </w:rPr>
            </w:pPr>
            <w:r>
              <w:t>Data: ..</w:t>
            </w:r>
            <w:r w:rsidRPr="003D42C7">
              <w:t>……………………………………………………………………………………</w:t>
            </w:r>
            <w:r>
              <w:t>………</w:t>
            </w:r>
            <w:r w:rsidRPr="003D42C7">
              <w:t>…..</w:t>
            </w:r>
          </w:p>
          <w:p w14:paraId="4D3FC1F3" w14:textId="77777777" w:rsidR="00EB1950" w:rsidRPr="00B651F7" w:rsidRDefault="00EB1950" w:rsidP="00621A17">
            <w:pPr>
              <w:tabs>
                <w:tab w:val="left" w:pos="567"/>
                <w:tab w:val="left" w:pos="1134"/>
                <w:tab w:val="left" w:pos="1701"/>
                <w:tab w:val="right" w:leader="dot" w:pos="9639"/>
              </w:tabs>
              <w:rPr>
                <w:noProof/>
              </w:rPr>
            </w:pPr>
            <w:r w:rsidRPr="003D42C7">
              <w:t>Ștampila oficială (dacă există):</w:t>
            </w:r>
            <w:r>
              <w:t xml:space="preserve"> </w:t>
            </w:r>
            <w:r w:rsidRPr="003D42C7">
              <w:t>……………………………………………………………</w:t>
            </w:r>
            <w:r>
              <w:t>…..</w:t>
            </w:r>
            <w:r w:rsidRPr="003D42C7">
              <w:t>……..</w:t>
            </w:r>
          </w:p>
        </w:tc>
      </w:tr>
      <w:tr w:rsidR="00EB1950" w14:paraId="393C9320" w14:textId="77777777" w:rsidTr="00621A17">
        <w:tc>
          <w:tcPr>
            <w:tcW w:w="9855" w:type="dxa"/>
          </w:tcPr>
          <w:p w14:paraId="01F120B7" w14:textId="77777777" w:rsidR="00EB1950" w:rsidRPr="003D42C7" w:rsidRDefault="00EB1950" w:rsidP="00621A17">
            <w:pPr>
              <w:pageBreakBefore/>
              <w:tabs>
                <w:tab w:val="left" w:pos="567"/>
                <w:tab w:val="left" w:pos="1134"/>
                <w:tab w:val="left" w:pos="1701"/>
                <w:tab w:val="right" w:leader="dot" w:pos="9639"/>
              </w:tabs>
            </w:pPr>
            <w:r w:rsidRPr="003D42C7">
              <w:lastRenderedPageBreak/>
              <w:t>SECȚIUNEA O: Autoritatea centrală.</w:t>
            </w:r>
          </w:p>
          <w:p w14:paraId="1A80BB9D" w14:textId="77777777" w:rsidR="00EB1950" w:rsidRPr="0044500B" w:rsidRDefault="00EB1950" w:rsidP="00621A17">
            <w:pPr>
              <w:tabs>
                <w:tab w:val="left" w:pos="567"/>
                <w:tab w:val="left" w:pos="1134"/>
                <w:tab w:val="left" w:pos="1701"/>
                <w:tab w:val="right" w:leader="dot" w:pos="9639"/>
              </w:tabs>
              <w:rPr>
                <w:noProof/>
              </w:rPr>
            </w:pPr>
            <w:r w:rsidRPr="003D42C7">
              <w:t>În cazul desemnării unei autorități centrale pentru transmiterea și primirea pe cale administrativă a certificatelor de indisponibilizare în statul emitent, vă rugăm să indicați:</w:t>
            </w:r>
          </w:p>
          <w:p w14:paraId="57AA332E" w14:textId="77777777" w:rsidR="00EB1950" w:rsidRPr="0044500B" w:rsidRDefault="00EB1950" w:rsidP="00621A17">
            <w:pPr>
              <w:tabs>
                <w:tab w:val="left" w:pos="567"/>
                <w:tab w:val="left" w:pos="1134"/>
                <w:tab w:val="left" w:pos="1701"/>
                <w:tab w:val="right" w:leader="dot" w:pos="9639"/>
              </w:tabs>
              <w:rPr>
                <w:noProof/>
              </w:rPr>
            </w:pPr>
            <w:r w:rsidRPr="003D42C7">
              <w:t>Denumirea autorității centrale: ………</w:t>
            </w:r>
            <w:r>
              <w:t>…….</w:t>
            </w:r>
            <w:r w:rsidRPr="003D42C7">
              <w:t>………………………………………………………...</w:t>
            </w:r>
          </w:p>
          <w:p w14:paraId="377A3E95" w14:textId="77777777" w:rsidR="00EB1950" w:rsidRPr="003D42C7" w:rsidRDefault="00EB1950" w:rsidP="00621A17">
            <w:pPr>
              <w:tabs>
                <w:tab w:val="left" w:pos="567"/>
                <w:tab w:val="left" w:pos="1134"/>
                <w:tab w:val="left" w:pos="1701"/>
                <w:tab w:val="right" w:leader="dot" w:pos="9639"/>
              </w:tabs>
            </w:pPr>
            <w:r w:rsidRPr="003D42C7">
              <w:t>Numele persoanei de contact: …</w:t>
            </w:r>
            <w:r>
              <w:t>.</w:t>
            </w:r>
            <w:r w:rsidRPr="003D42C7">
              <w:t>……</w:t>
            </w:r>
            <w:r>
              <w:t>…………………………….</w:t>
            </w:r>
            <w:r w:rsidRPr="003D42C7">
              <w:t>…………………………………</w:t>
            </w:r>
          </w:p>
          <w:p w14:paraId="67BFAFEB" w14:textId="77777777" w:rsidR="00EB1950" w:rsidRPr="003D42C7" w:rsidRDefault="00EB1950" w:rsidP="00621A17">
            <w:pPr>
              <w:tabs>
                <w:tab w:val="left" w:pos="567"/>
                <w:tab w:val="left" w:pos="1134"/>
                <w:tab w:val="left" w:pos="1701"/>
                <w:tab w:val="right" w:leader="dot" w:pos="9639"/>
              </w:tabs>
            </w:pPr>
            <w:r w:rsidRPr="003D42C7">
              <w:t xml:space="preserve">Funcția deținută (titlu/grad): </w:t>
            </w:r>
            <w:r>
              <w:t>…………………………………………………………………………</w:t>
            </w:r>
          </w:p>
          <w:p w14:paraId="3FCCC9C0" w14:textId="77777777" w:rsidR="00EB1950" w:rsidRPr="0044500B" w:rsidRDefault="00EB1950" w:rsidP="00621A17">
            <w:pPr>
              <w:tabs>
                <w:tab w:val="left" w:pos="567"/>
                <w:tab w:val="left" w:pos="1134"/>
                <w:tab w:val="left" w:pos="1701"/>
                <w:tab w:val="right" w:leader="dot" w:pos="9639"/>
              </w:tabs>
              <w:rPr>
                <w:noProof/>
              </w:rPr>
            </w:pPr>
            <w:r w:rsidRPr="003D42C7">
              <w:t>Numărul dosarului: ………</w:t>
            </w:r>
            <w:r>
              <w:t>………</w:t>
            </w:r>
            <w:r w:rsidRPr="003D42C7">
              <w:t>…………………………………………………………………..</w:t>
            </w:r>
          </w:p>
          <w:p w14:paraId="2E649C80" w14:textId="77777777" w:rsidR="00EB1950" w:rsidRPr="0044500B" w:rsidRDefault="00EB1950" w:rsidP="00621A17">
            <w:pPr>
              <w:tabs>
                <w:tab w:val="left" w:pos="567"/>
                <w:tab w:val="left" w:pos="1134"/>
                <w:tab w:val="left" w:pos="1701"/>
                <w:tab w:val="right" w:leader="dot" w:pos="9639"/>
              </w:tabs>
              <w:rPr>
                <w:noProof/>
              </w:rPr>
            </w:pPr>
            <w:r w:rsidRPr="003D42C7">
              <w:t>Adresa:</w:t>
            </w:r>
            <w:r>
              <w:t xml:space="preserve"> …………</w:t>
            </w:r>
            <w:r w:rsidRPr="003D42C7">
              <w:t>……………………………………………………………………………………..</w:t>
            </w:r>
          </w:p>
          <w:p w14:paraId="64D4947E" w14:textId="77777777" w:rsidR="00EB1950" w:rsidRPr="003D42C7" w:rsidRDefault="00EB1950" w:rsidP="00621A17">
            <w:pPr>
              <w:tabs>
                <w:tab w:val="left" w:pos="567"/>
                <w:tab w:val="left" w:pos="1134"/>
                <w:tab w:val="left" w:pos="1701"/>
                <w:tab w:val="right" w:leader="dot" w:pos="9639"/>
              </w:tabs>
            </w:pPr>
            <w:r w:rsidRPr="003D42C7">
              <w:t xml:space="preserve">Nr. de telefon (prefixul țării) (prefixul regiunii/localității): </w:t>
            </w:r>
            <w:r>
              <w:t>…………………………………………</w:t>
            </w:r>
          </w:p>
          <w:p w14:paraId="4A51963E" w14:textId="77777777" w:rsidR="00EB1950" w:rsidRPr="00EF0683" w:rsidRDefault="00EB1950" w:rsidP="00621A17">
            <w:pPr>
              <w:tabs>
                <w:tab w:val="left" w:pos="567"/>
                <w:tab w:val="left" w:pos="1134"/>
                <w:tab w:val="left" w:pos="1701"/>
                <w:tab w:val="right" w:leader="dot" w:pos="9639"/>
              </w:tabs>
            </w:pPr>
            <w:r w:rsidRPr="003D42C7">
              <w:t>Nr. de fax (prefixul țării) (prefixul regiunii/localității</w:t>
            </w:r>
            <w:r w:rsidRPr="00EF0683">
              <w:t xml:space="preserve">): </w:t>
            </w:r>
            <w:r>
              <w:rPr>
                <w:rStyle w:val="DeltaViewInsertion"/>
                <w:b w:val="0"/>
                <w:bCs/>
                <w:i w:val="0"/>
                <w:iCs/>
                <w:noProof/>
              </w:rPr>
              <w:t>………………………………………</w:t>
            </w:r>
            <w:r w:rsidRPr="00EF0683">
              <w:rPr>
                <w:rStyle w:val="DeltaViewInsertion"/>
                <w:b w:val="0"/>
                <w:bCs/>
                <w:i w:val="0"/>
                <w:iCs/>
                <w:noProof/>
              </w:rPr>
              <w:t>……..</w:t>
            </w:r>
          </w:p>
          <w:p w14:paraId="36FD94A7" w14:textId="77777777" w:rsidR="00EB1950" w:rsidRPr="00B653F4" w:rsidRDefault="00EB1950" w:rsidP="00621A17">
            <w:pPr>
              <w:tabs>
                <w:tab w:val="left" w:pos="567"/>
                <w:tab w:val="left" w:pos="1134"/>
                <w:tab w:val="left" w:pos="1701"/>
                <w:tab w:val="right" w:leader="dot" w:pos="9639"/>
              </w:tabs>
              <w:rPr>
                <w:noProof/>
              </w:rPr>
            </w:pPr>
            <w:r w:rsidRPr="003D42C7">
              <w:t>E-mail:</w:t>
            </w:r>
            <w:r>
              <w:t xml:space="preserve"> …………</w:t>
            </w:r>
            <w:r w:rsidRPr="003D42C7">
              <w:t>……………………………</w:t>
            </w:r>
            <w:bookmarkStart w:id="0" w:name="_GoBack"/>
            <w:bookmarkEnd w:id="0"/>
            <w:r w:rsidRPr="003D42C7">
              <w:t>………………………………………………………..</w:t>
            </w:r>
          </w:p>
        </w:tc>
      </w:tr>
      <w:tr w:rsidR="00EB1950" w14:paraId="06DF531A" w14:textId="77777777" w:rsidTr="00621A17">
        <w:tc>
          <w:tcPr>
            <w:tcW w:w="9855" w:type="dxa"/>
          </w:tcPr>
          <w:p w14:paraId="63E4FEE6" w14:textId="77777777" w:rsidR="00EB1950" w:rsidRPr="0044500B" w:rsidRDefault="00EB1950" w:rsidP="00621A17">
            <w:pPr>
              <w:tabs>
                <w:tab w:val="left" w:pos="567"/>
                <w:tab w:val="left" w:pos="1134"/>
                <w:tab w:val="left" w:pos="1701"/>
                <w:tab w:val="right" w:leader="dot" w:pos="9639"/>
              </w:tabs>
              <w:rPr>
                <w:noProof/>
              </w:rPr>
            </w:pPr>
            <w:r w:rsidRPr="003D42C7">
              <w:t>SECȚIUNEA P: Anexe</w:t>
            </w:r>
          </w:p>
          <w:p w14:paraId="6313BA4F" w14:textId="77777777" w:rsidR="00EB1950" w:rsidRPr="00B651F7" w:rsidRDefault="00EB1950" w:rsidP="00621A17">
            <w:pPr>
              <w:tabs>
                <w:tab w:val="left" w:pos="567"/>
                <w:tab w:val="left" w:pos="1134"/>
                <w:tab w:val="left" w:pos="1701"/>
                <w:tab w:val="right" w:leader="dot" w:pos="9639"/>
              </w:tabs>
              <w:rPr>
                <w:noProof/>
              </w:rPr>
            </w:pPr>
            <w:r w:rsidRPr="003D42C7">
              <w:t>Vă rugăm să indicați orice anexe la certificat:</w:t>
            </w:r>
            <w:r>
              <w:t xml:space="preserve"> ,………</w:t>
            </w:r>
            <w:r w:rsidRPr="003D42C7">
              <w:t>……………………………………………...</w:t>
            </w:r>
          </w:p>
        </w:tc>
      </w:tr>
    </w:tbl>
    <w:p w14:paraId="4083BD39" w14:textId="77777777" w:rsidR="00EB1950" w:rsidRDefault="00EB1950" w:rsidP="00EB1950">
      <w:pPr>
        <w:pStyle w:val="Lignefinal"/>
      </w:pPr>
    </w:p>
    <w:p w14:paraId="718A1171" w14:textId="77777777" w:rsidR="00C80A30" w:rsidRPr="00304834" w:rsidRDefault="00C80A30" w:rsidP="009F2982">
      <w:pPr>
        <w:pStyle w:val="Annexetitre"/>
      </w:pPr>
    </w:p>
    <w:sectPr w:rsidR="00C80A30" w:rsidRPr="00304834" w:rsidSect="00BA7510">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4F21A" w14:textId="77777777" w:rsidR="00555D6C" w:rsidRDefault="00555D6C" w:rsidP="000B2C34">
      <w:pPr>
        <w:spacing w:before="0" w:after="0" w:line="240" w:lineRule="auto"/>
      </w:pPr>
      <w:r>
        <w:separator/>
      </w:r>
    </w:p>
  </w:endnote>
  <w:endnote w:type="continuationSeparator" w:id="0">
    <w:p w14:paraId="09EFCF32" w14:textId="77777777" w:rsidR="00555D6C" w:rsidRDefault="00555D6C"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BA7510" w:rsidRPr="0035025C" w14:paraId="5ED8A8DB" w14:textId="77777777" w:rsidTr="00BA7510">
      <w:trPr>
        <w:jc w:val="center"/>
      </w:trPr>
      <w:tc>
        <w:tcPr>
          <w:tcW w:w="5000" w:type="pct"/>
          <w:gridSpan w:val="7"/>
          <w:shd w:val="clear" w:color="auto" w:fill="auto"/>
          <w:tcMar>
            <w:top w:w="57" w:type="dxa"/>
          </w:tcMar>
        </w:tcPr>
        <w:p w14:paraId="18C87FB9" w14:textId="77777777" w:rsidR="00BA7510" w:rsidRPr="0035025C" w:rsidRDefault="00BA7510" w:rsidP="0035025C">
          <w:pPr>
            <w:pStyle w:val="FooterText"/>
            <w:pBdr>
              <w:top w:val="single" w:sz="4" w:space="1" w:color="auto"/>
            </w:pBdr>
            <w:spacing w:before="200"/>
            <w:rPr>
              <w:sz w:val="2"/>
              <w:szCs w:val="2"/>
            </w:rPr>
          </w:pPr>
        </w:p>
      </w:tc>
    </w:tr>
    <w:tr w:rsidR="00BA7510" w:rsidRPr="00B310DC" w14:paraId="53874E94" w14:textId="77777777" w:rsidTr="00BA7510">
      <w:trPr>
        <w:jc w:val="center"/>
      </w:trPr>
      <w:tc>
        <w:tcPr>
          <w:tcW w:w="2499" w:type="pct"/>
          <w:gridSpan w:val="2"/>
          <w:shd w:val="clear" w:color="auto" w:fill="auto"/>
          <w:tcMar>
            <w:top w:w="0" w:type="dxa"/>
          </w:tcMar>
        </w:tcPr>
        <w:p w14:paraId="38D2D2CB" w14:textId="5400A25A" w:rsidR="00BA7510" w:rsidRPr="00AD7BF2" w:rsidRDefault="00BA7510" w:rsidP="0035025C">
          <w:pPr>
            <w:pStyle w:val="FooterText"/>
          </w:pPr>
        </w:p>
      </w:tc>
      <w:tc>
        <w:tcPr>
          <w:tcW w:w="625" w:type="pct"/>
          <w:shd w:val="clear" w:color="auto" w:fill="auto"/>
          <w:tcMar>
            <w:top w:w="0" w:type="dxa"/>
          </w:tcMar>
        </w:tcPr>
        <w:p w14:paraId="0AED8B8B" w14:textId="77777777" w:rsidR="00BA7510" w:rsidRPr="00AD7BF2" w:rsidRDefault="00BA7510" w:rsidP="0035025C">
          <w:pPr>
            <w:pStyle w:val="FooterText"/>
            <w:jc w:val="center"/>
          </w:pPr>
        </w:p>
      </w:tc>
      <w:tc>
        <w:tcPr>
          <w:tcW w:w="1287" w:type="pct"/>
          <w:gridSpan w:val="3"/>
          <w:shd w:val="clear" w:color="auto" w:fill="auto"/>
          <w:tcMar>
            <w:top w:w="0" w:type="dxa"/>
          </w:tcMar>
        </w:tcPr>
        <w:p w14:paraId="560F0626" w14:textId="1E9C821B" w:rsidR="00BA7510" w:rsidRPr="002511D8" w:rsidRDefault="00BA7510" w:rsidP="0035025C">
          <w:pPr>
            <w:pStyle w:val="FooterText"/>
            <w:jc w:val="center"/>
          </w:pPr>
        </w:p>
      </w:tc>
      <w:tc>
        <w:tcPr>
          <w:tcW w:w="589" w:type="pct"/>
          <w:shd w:val="clear" w:color="auto" w:fill="auto"/>
          <w:tcMar>
            <w:top w:w="0" w:type="dxa"/>
          </w:tcMar>
        </w:tcPr>
        <w:p w14:paraId="196BB18E" w14:textId="3F9FE1A2" w:rsidR="00BA7510" w:rsidRPr="00B310DC" w:rsidRDefault="00BA7510" w:rsidP="00BA7510">
          <w:pPr>
            <w:pStyle w:val="FooterText"/>
            <w:jc w:val="right"/>
          </w:pPr>
          <w:r>
            <w:fldChar w:fldCharType="begin"/>
          </w:r>
          <w:r>
            <w:instrText xml:space="preserve"> PAGE  \* MERGEFORMAT </w:instrText>
          </w:r>
          <w:r>
            <w:fldChar w:fldCharType="separate"/>
          </w:r>
          <w:r w:rsidR="009F2982">
            <w:rPr>
              <w:noProof/>
            </w:rPr>
            <w:t>21</w:t>
          </w:r>
          <w:r>
            <w:fldChar w:fldCharType="end"/>
          </w:r>
        </w:p>
      </w:tc>
    </w:tr>
    <w:tr w:rsidR="00BA7510" w:rsidRPr="0035025C" w14:paraId="302628D4" w14:textId="77777777" w:rsidTr="00BA7510">
      <w:trPr>
        <w:jc w:val="center"/>
      </w:trPr>
      <w:tc>
        <w:tcPr>
          <w:tcW w:w="1774" w:type="pct"/>
          <w:shd w:val="clear" w:color="auto" w:fill="auto"/>
        </w:tcPr>
        <w:p w14:paraId="08DE743D" w14:textId="03D88E4F" w:rsidR="00BA7510" w:rsidRPr="00AD7BF2" w:rsidRDefault="009F2982" w:rsidP="0035025C">
          <w:pPr>
            <w:pStyle w:val="FooterText"/>
            <w:spacing w:before="40"/>
          </w:pPr>
          <w:r>
            <w:t>ANEXA I</w:t>
          </w:r>
        </w:p>
      </w:tc>
      <w:tc>
        <w:tcPr>
          <w:tcW w:w="1494" w:type="pct"/>
          <w:gridSpan w:val="3"/>
          <w:shd w:val="clear" w:color="auto" w:fill="auto"/>
        </w:tcPr>
        <w:p w14:paraId="591DEDEC" w14:textId="4048924F" w:rsidR="00BA7510" w:rsidRPr="00AD7BF2" w:rsidRDefault="00BA7510" w:rsidP="0035025C">
          <w:pPr>
            <w:pStyle w:val="FooterText"/>
            <w:spacing w:before="40"/>
            <w:jc w:val="center"/>
          </w:pPr>
        </w:p>
      </w:tc>
      <w:tc>
        <w:tcPr>
          <w:tcW w:w="703" w:type="pct"/>
          <w:shd w:val="clear" w:color="auto" w:fill="auto"/>
        </w:tcPr>
        <w:p w14:paraId="6C3D658D" w14:textId="5799B21F" w:rsidR="00BA7510" w:rsidRPr="0035025C" w:rsidRDefault="00BA7510" w:rsidP="004B628B">
          <w:pPr>
            <w:pStyle w:val="FooterText"/>
            <w:jc w:val="center"/>
            <w:rPr>
              <w:b/>
              <w:position w:val="-4"/>
              <w:sz w:val="36"/>
            </w:rPr>
          </w:pPr>
        </w:p>
      </w:tc>
      <w:tc>
        <w:tcPr>
          <w:tcW w:w="1029" w:type="pct"/>
          <w:gridSpan w:val="2"/>
          <w:shd w:val="clear" w:color="auto" w:fill="auto"/>
        </w:tcPr>
        <w:p w14:paraId="0A6DC4DE" w14:textId="6DD55A49" w:rsidR="00BA7510" w:rsidRPr="0035025C" w:rsidRDefault="00BA7510" w:rsidP="0035025C">
          <w:pPr>
            <w:pStyle w:val="FooterText"/>
            <w:jc w:val="right"/>
            <w:rPr>
              <w:sz w:val="16"/>
            </w:rPr>
          </w:pPr>
          <w:r>
            <w:rPr>
              <w:b/>
              <w:position w:val="-4"/>
              <w:sz w:val="36"/>
            </w:rPr>
            <w:t>RO</w:t>
          </w:r>
        </w:p>
      </w:tc>
    </w:tr>
  </w:tbl>
  <w:p w14:paraId="190E9824" w14:textId="77777777" w:rsidR="00D54B79" w:rsidRPr="00BA7510" w:rsidRDefault="00D54B79" w:rsidP="00BA7510">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0DEB7" w14:textId="77777777" w:rsidR="00555D6C" w:rsidRDefault="00555D6C" w:rsidP="000B2C34">
      <w:pPr>
        <w:spacing w:before="0" w:after="0" w:line="240" w:lineRule="auto"/>
      </w:pPr>
      <w:r>
        <w:separator/>
      </w:r>
    </w:p>
  </w:footnote>
  <w:footnote w:type="continuationSeparator" w:id="0">
    <w:p w14:paraId="50BE3BFD" w14:textId="77777777" w:rsidR="00555D6C" w:rsidRDefault="00555D6C"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1D61634"/>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4B3A70A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1233"/>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4"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5"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6"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7"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8"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0"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rPr>
        <w:rFonts w:cs="Times New Roman"/>
      </w:rPr>
    </w:lvl>
    <w:lvl w:ilvl="1">
      <w:start w:val="1"/>
      <w:numFmt w:val="lowerRoman"/>
      <w:pStyle w:val="Pointivx1"/>
      <w:lvlText w:val="%2)"/>
      <w:lvlJc w:val="left"/>
      <w:pPr>
        <w:tabs>
          <w:tab w:val="num" w:pos="1134"/>
        </w:tabs>
        <w:ind w:left="1134" w:hanging="567"/>
      </w:pPr>
      <w:rPr>
        <w:rFonts w:cs="Times New Roman"/>
      </w:rPr>
    </w:lvl>
    <w:lvl w:ilvl="2">
      <w:start w:val="1"/>
      <w:numFmt w:val="lowerRoman"/>
      <w:pStyle w:val="Pointivx2"/>
      <w:lvlText w:val="%3)"/>
      <w:lvlJc w:val="left"/>
      <w:pPr>
        <w:tabs>
          <w:tab w:val="num" w:pos="1701"/>
        </w:tabs>
        <w:ind w:left="1701" w:hanging="567"/>
      </w:pPr>
      <w:rPr>
        <w:rFonts w:cs="Times New Roman"/>
      </w:rPr>
    </w:lvl>
    <w:lvl w:ilvl="3">
      <w:start w:val="1"/>
      <w:numFmt w:val="lowerRoman"/>
      <w:pStyle w:val="Pointivx3"/>
      <w:lvlText w:val="%4)"/>
      <w:lvlJc w:val="left"/>
      <w:pPr>
        <w:tabs>
          <w:tab w:val="num" w:pos="2268"/>
        </w:tabs>
        <w:ind w:left="2268" w:hanging="567"/>
      </w:pPr>
      <w:rPr>
        <w:rFonts w:cs="Times New Roman"/>
      </w:rPr>
    </w:lvl>
    <w:lvl w:ilvl="4">
      <w:start w:val="1"/>
      <w:numFmt w:val="lowerRoman"/>
      <w:pStyle w:val="Pointivx4"/>
      <w:lvlText w:val="%5)"/>
      <w:lvlJc w:val="left"/>
      <w:pPr>
        <w:tabs>
          <w:tab w:val="num" w:pos="2835"/>
        </w:tabs>
        <w:ind w:left="2835" w:hanging="567"/>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3"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5"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6"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17"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21" w15:restartNumberingAfterBreak="0">
    <w:nsid w:val="79904CA0"/>
    <w:multiLevelType w:val="singleLevel"/>
    <w:tmpl w:val="54F47DCE"/>
    <w:name w:val="Bullet (4)"/>
    <w:lvl w:ilvl="0">
      <w:start w:val="1"/>
      <w:numFmt w:val="bullet"/>
      <w:lvlRestart w:val="0"/>
      <w:pStyle w:val="ListNumber1"/>
      <w:lvlText w:val=""/>
      <w:lvlJc w:val="left"/>
      <w:pPr>
        <w:tabs>
          <w:tab w:val="num" w:pos="2835"/>
        </w:tabs>
        <w:ind w:left="2835" w:hanging="567"/>
      </w:pPr>
      <w:rPr>
        <w:rFonts w:ascii="Symbol" w:hAnsi="Symbol" w:hint="default"/>
      </w:rPr>
    </w:lvl>
  </w:abstractNum>
  <w:abstractNum w:abstractNumId="2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2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3"/>
  </w:num>
  <w:num w:numId="2">
    <w:abstractNumId w:val="21"/>
  </w:num>
  <w:num w:numId="3">
    <w:abstractNumId w:val="3"/>
  </w:num>
  <w:num w:numId="4">
    <w:abstractNumId w:val="10"/>
  </w:num>
  <w:num w:numId="5">
    <w:abstractNumId w:val="8"/>
  </w:num>
  <w:num w:numId="6">
    <w:abstractNumId w:val="11"/>
  </w:num>
  <w:num w:numId="7">
    <w:abstractNumId w:val="18"/>
  </w:num>
  <w:num w:numId="8">
    <w:abstractNumId w:val="17"/>
  </w:num>
  <w:num w:numId="9">
    <w:abstractNumId w:val="1"/>
  </w:num>
  <w:num w:numId="10">
    <w:abstractNumId w:val="0"/>
  </w:num>
  <w:num w:numId="11">
    <w:abstractNumId w:val="7"/>
    <w:lvlOverride w:ilvl="0">
      <w:startOverride w:val="1"/>
    </w:lvlOverride>
  </w:num>
  <w:num w:numId="12">
    <w:abstractNumId w:val="7"/>
  </w:num>
  <w:num w:numId="13">
    <w:abstractNumId w:val="14"/>
  </w:num>
  <w:num w:numId="14">
    <w:abstractNumId w:val="16"/>
  </w:num>
  <w:num w:numId="15">
    <w:abstractNumId w:val="15"/>
  </w:num>
  <w:num w:numId="16">
    <w:abstractNumId w:val="22"/>
  </w:num>
  <w:num w:numId="17">
    <w:abstractNumId w:val="9"/>
  </w:num>
  <w:num w:numId="18">
    <w:abstractNumId w:val="2"/>
  </w:num>
  <w:num w:numId="19">
    <w:abstractNumId w:val="23"/>
  </w:num>
  <w:num w:numId="20">
    <w:abstractNumId w:val="12"/>
  </w:num>
  <w:num w:numId="21">
    <w:abstractNumId w:val="5"/>
  </w:num>
  <w:num w:numId="22">
    <w:abstractNumId w:val="4"/>
  </w:num>
  <w:num w:numId="23">
    <w:abstractNumId w:val="20"/>
  </w:num>
  <w:num w:numId="24">
    <w:abstractNumId w:val="19"/>
  </w:num>
  <w:num w:numId="25">
    <w:abstractNumId w:val="6"/>
  </w:num>
  <w:num w:numId="26">
    <w:abstractNumId w:val="7"/>
  </w:num>
  <w:num w:numId="27">
    <w:abstractNumId w:val="14"/>
  </w:num>
  <w:num w:numId="28">
    <w:abstractNumId w:val="16"/>
  </w:num>
  <w:num w:numId="29">
    <w:abstractNumId w:val="15"/>
  </w:num>
  <w:num w:numId="30">
    <w:abstractNumId w:val="22"/>
  </w:num>
  <w:num w:numId="31">
    <w:abstractNumId w:val="9"/>
  </w:num>
  <w:num w:numId="32">
    <w:abstractNumId w:val="2"/>
  </w:num>
  <w:num w:numId="33">
    <w:abstractNumId w:val="23"/>
  </w:num>
  <w:num w:numId="34">
    <w:abstractNumId w:val="12"/>
  </w:num>
  <w:num w:numId="35">
    <w:abstractNumId w:val="5"/>
  </w:num>
  <w:num w:numId="36">
    <w:abstractNumId w:val="4"/>
  </w:num>
  <w:num w:numId="37">
    <w:abstractNumId w:val="20"/>
  </w:num>
  <w:num w:numId="38">
    <w:abstractNumId w:val="19"/>
  </w:num>
  <w:num w:numId="3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762073758185520460&quot;&gt;_x000d__x000a_  &lt;metadata key=&quot;md_DocumentLanguages&quot;&gt;_x000d__x000a_    &lt;basicdatatypelist&gt;_x000d__x000a_      &lt;language key=&quot;RO&quot; text=&quot;RO&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22&quot; text=&quot;ACTE LEGISLATIVE &amp;#536;I ALTE INSTRUMENTE&quot; /&gt;_x000d__x000a_    &lt;/basicdatatype&gt;_x000d__x000a_  &lt;/metadata&gt;_x000d__x000a_  &lt;metadata key=&quot;md_HeadingText&quot;&gt;_x000d__x000a_    &lt;headingtext text=&quot;ACTE LEGISLATIVE &amp;#536;I ALTE INSTRUMENTE&quot;&gt;_x000d__x000a_      &lt;formattedtext&gt;_x000d__x000a_        &lt;xaml text=&quot;ACTE LEGISLATIVE &amp;#536;I ALTE INSTRUMENTE&quot;&gt;&amp;lt;FlowDocument xmlns=&quot;http://schemas.microsoft.com/winfx/2006/xaml/presentation&quot;&amp;gt;&amp;lt;Paragraph&amp;gt;ACTE LEGISLATIVE &amp;#536;I ALTE INSTRUMENTE&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UNIUNEA EUROPEAN&amp;#258; PARLAMENTUL EUROPEAN CONSILIUL&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EGULAMENT  AL PARLAMENTULUI EUROPEAN &amp;#536;I AL CONSILIULUI  PRIVIND RECUNOA&amp;#536;TEREA RECIPROC&amp;#258;  A ORDINELOR DE INDISPONIBILIZARE &amp;#536;I DE CONFISCARE&quot;&gt;&amp;lt;FlowDocument FontFamily=&quot;Arial Unicode MS&quot; FontSize=&quot;12&quot; LineHeight=&quot;6&quot; PageWidth=&quot;329&quot; PagePadding=&quot;0,0,0,0&quot; AllowDrop=&quot;False&quot; xmlns=&quot;http://schemas.microsoft.com/winfx/2006/xaml/presentation&quot; xmlns:x=&quot;http://schemas.microsoft.com/winfx/2006/xaml&quot;&amp;gt;&amp;lt;Paragraph LineHeight=&quot;6&quot; FontFamily=&quot;Arial Unicode MS&quot; FontSize=&quot;12&quot; xml:space=&quot;preserve&quot;&amp;gt;REGULAMENT &amp;lt;LineBreak /&amp;gt;AL PARLAMENTULUI EUROPEAN &amp;#536;I AL CONSILIULUI &amp;lt;LineBreak /&amp;gt;PRIVIND RECUNOA&amp;#536;TEREA RECIPROC&amp;#258; &amp;lt;LineBreak /&amp;gt;A ORDINELOR DE INDISPONIBILIZARE &amp;#536;I DE CONFISCARE&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DW_DQC_HasErrors" w:val="true"/>
    <w:docVar w:name="VSSDB_IniPath" w:val="\\at100\user\wovo\SEILEG\vss\srcsafe.ini"/>
    <w:docVar w:name="VSSDB_ProjectPath" w:val="$/DocuWrite/DOT/DW_LEGACTS"/>
  </w:docVars>
  <w:rsids>
    <w:rsidRoot w:val="00C80A30"/>
    <w:rsid w:val="00001EAE"/>
    <w:rsid w:val="00007A10"/>
    <w:rsid w:val="0001343A"/>
    <w:rsid w:val="00036B23"/>
    <w:rsid w:val="00036CED"/>
    <w:rsid w:val="00047BEF"/>
    <w:rsid w:val="00067E53"/>
    <w:rsid w:val="0007040A"/>
    <w:rsid w:val="00072573"/>
    <w:rsid w:val="000968DF"/>
    <w:rsid w:val="000B2C34"/>
    <w:rsid w:val="000D061D"/>
    <w:rsid w:val="000D386D"/>
    <w:rsid w:val="000E4A09"/>
    <w:rsid w:val="00112EDF"/>
    <w:rsid w:val="00114271"/>
    <w:rsid w:val="00122558"/>
    <w:rsid w:val="001521E4"/>
    <w:rsid w:val="00153209"/>
    <w:rsid w:val="001652D8"/>
    <w:rsid w:val="0018706D"/>
    <w:rsid w:val="00196CD8"/>
    <w:rsid w:val="001A1F25"/>
    <w:rsid w:val="001B6359"/>
    <w:rsid w:val="001C041F"/>
    <w:rsid w:val="001C3A81"/>
    <w:rsid w:val="001D529D"/>
    <w:rsid w:val="001E77DF"/>
    <w:rsid w:val="001F34FE"/>
    <w:rsid w:val="002052F9"/>
    <w:rsid w:val="00205FB1"/>
    <w:rsid w:val="002067F5"/>
    <w:rsid w:val="00212CB6"/>
    <w:rsid w:val="0022574C"/>
    <w:rsid w:val="00231C07"/>
    <w:rsid w:val="00231D82"/>
    <w:rsid w:val="002322B4"/>
    <w:rsid w:val="00240272"/>
    <w:rsid w:val="0024262B"/>
    <w:rsid w:val="0027784E"/>
    <w:rsid w:val="002915BD"/>
    <w:rsid w:val="00297EAC"/>
    <w:rsid w:val="002A2785"/>
    <w:rsid w:val="002A59EB"/>
    <w:rsid w:val="002B5C7D"/>
    <w:rsid w:val="002D5DA8"/>
    <w:rsid w:val="002E171C"/>
    <w:rsid w:val="002E71FA"/>
    <w:rsid w:val="00304834"/>
    <w:rsid w:val="00331025"/>
    <w:rsid w:val="003713F8"/>
    <w:rsid w:val="003844AE"/>
    <w:rsid w:val="003A2950"/>
    <w:rsid w:val="003A4557"/>
    <w:rsid w:val="003A6696"/>
    <w:rsid w:val="003B44F4"/>
    <w:rsid w:val="003B5E5E"/>
    <w:rsid w:val="003C1146"/>
    <w:rsid w:val="003D09AE"/>
    <w:rsid w:val="003E630E"/>
    <w:rsid w:val="003E6343"/>
    <w:rsid w:val="00401BC5"/>
    <w:rsid w:val="004024F5"/>
    <w:rsid w:val="0041475D"/>
    <w:rsid w:val="004204C0"/>
    <w:rsid w:val="00421099"/>
    <w:rsid w:val="00421F13"/>
    <w:rsid w:val="00425E7C"/>
    <w:rsid w:val="00431951"/>
    <w:rsid w:val="00436C10"/>
    <w:rsid w:val="00442457"/>
    <w:rsid w:val="00452076"/>
    <w:rsid w:val="00476B85"/>
    <w:rsid w:val="00482881"/>
    <w:rsid w:val="004869E2"/>
    <w:rsid w:val="0049517E"/>
    <w:rsid w:val="004A0C0E"/>
    <w:rsid w:val="004A1A88"/>
    <w:rsid w:val="004D4A60"/>
    <w:rsid w:val="004D52CA"/>
    <w:rsid w:val="004E1897"/>
    <w:rsid w:val="004F4DCE"/>
    <w:rsid w:val="004F676E"/>
    <w:rsid w:val="004F69DF"/>
    <w:rsid w:val="00503954"/>
    <w:rsid w:val="00506BE4"/>
    <w:rsid w:val="00515576"/>
    <w:rsid w:val="00516B1B"/>
    <w:rsid w:val="00555D6C"/>
    <w:rsid w:val="00557CB4"/>
    <w:rsid w:val="005670C0"/>
    <w:rsid w:val="00581D36"/>
    <w:rsid w:val="00583F19"/>
    <w:rsid w:val="00586684"/>
    <w:rsid w:val="005B33E6"/>
    <w:rsid w:val="005C5344"/>
    <w:rsid w:val="00611DFE"/>
    <w:rsid w:val="0061251E"/>
    <w:rsid w:val="006138B2"/>
    <w:rsid w:val="0061479A"/>
    <w:rsid w:val="00621A17"/>
    <w:rsid w:val="006262B0"/>
    <w:rsid w:val="00665E9E"/>
    <w:rsid w:val="00672F8C"/>
    <w:rsid w:val="00684287"/>
    <w:rsid w:val="006B2F31"/>
    <w:rsid w:val="006D7310"/>
    <w:rsid w:val="006E51F8"/>
    <w:rsid w:val="006F2E2A"/>
    <w:rsid w:val="006F7E9D"/>
    <w:rsid w:val="00701005"/>
    <w:rsid w:val="00710FB9"/>
    <w:rsid w:val="0071152B"/>
    <w:rsid w:val="00713DD5"/>
    <w:rsid w:val="00715840"/>
    <w:rsid w:val="0073248E"/>
    <w:rsid w:val="00737C97"/>
    <w:rsid w:val="00737F4F"/>
    <w:rsid w:val="00740D8F"/>
    <w:rsid w:val="00743792"/>
    <w:rsid w:val="00744AE4"/>
    <w:rsid w:val="0077130C"/>
    <w:rsid w:val="007751AB"/>
    <w:rsid w:val="00784FCD"/>
    <w:rsid w:val="007A7C75"/>
    <w:rsid w:val="007B2CB2"/>
    <w:rsid w:val="007B7DF1"/>
    <w:rsid w:val="007D6B0C"/>
    <w:rsid w:val="007E3EAD"/>
    <w:rsid w:val="00807A73"/>
    <w:rsid w:val="008166D1"/>
    <w:rsid w:val="00823835"/>
    <w:rsid w:val="008257A2"/>
    <w:rsid w:val="00835213"/>
    <w:rsid w:val="00852915"/>
    <w:rsid w:val="00875722"/>
    <w:rsid w:val="00880994"/>
    <w:rsid w:val="008A7A4D"/>
    <w:rsid w:val="008C62BD"/>
    <w:rsid w:val="008D05E9"/>
    <w:rsid w:val="008D740F"/>
    <w:rsid w:val="008E5D60"/>
    <w:rsid w:val="00900706"/>
    <w:rsid w:val="00903E23"/>
    <w:rsid w:val="00931585"/>
    <w:rsid w:val="00933A21"/>
    <w:rsid w:val="00940AD0"/>
    <w:rsid w:val="00942637"/>
    <w:rsid w:val="00965847"/>
    <w:rsid w:val="00972423"/>
    <w:rsid w:val="00987AF1"/>
    <w:rsid w:val="00995975"/>
    <w:rsid w:val="009C1814"/>
    <w:rsid w:val="009C3493"/>
    <w:rsid w:val="009D7953"/>
    <w:rsid w:val="009F2982"/>
    <w:rsid w:val="00A009E5"/>
    <w:rsid w:val="00A10E8F"/>
    <w:rsid w:val="00A15B81"/>
    <w:rsid w:val="00A27217"/>
    <w:rsid w:val="00A42891"/>
    <w:rsid w:val="00A44485"/>
    <w:rsid w:val="00A63FD6"/>
    <w:rsid w:val="00A67C23"/>
    <w:rsid w:val="00A850AE"/>
    <w:rsid w:val="00A85A28"/>
    <w:rsid w:val="00AC27A0"/>
    <w:rsid w:val="00AE4E27"/>
    <w:rsid w:val="00B13A3D"/>
    <w:rsid w:val="00B23189"/>
    <w:rsid w:val="00B549A1"/>
    <w:rsid w:val="00B84F46"/>
    <w:rsid w:val="00B85BE4"/>
    <w:rsid w:val="00B90294"/>
    <w:rsid w:val="00BA7510"/>
    <w:rsid w:val="00BB77E8"/>
    <w:rsid w:val="00BD3F47"/>
    <w:rsid w:val="00BE5956"/>
    <w:rsid w:val="00C11B8F"/>
    <w:rsid w:val="00C33651"/>
    <w:rsid w:val="00C34626"/>
    <w:rsid w:val="00C5204E"/>
    <w:rsid w:val="00C6200D"/>
    <w:rsid w:val="00C64E93"/>
    <w:rsid w:val="00C6555C"/>
    <w:rsid w:val="00C661E6"/>
    <w:rsid w:val="00C77EBF"/>
    <w:rsid w:val="00C80A30"/>
    <w:rsid w:val="00C8174C"/>
    <w:rsid w:val="00C957CE"/>
    <w:rsid w:val="00CB0D68"/>
    <w:rsid w:val="00CB27A0"/>
    <w:rsid w:val="00CB6245"/>
    <w:rsid w:val="00CC3907"/>
    <w:rsid w:val="00CC6AEC"/>
    <w:rsid w:val="00CD4DBC"/>
    <w:rsid w:val="00CE76D0"/>
    <w:rsid w:val="00CE7CD6"/>
    <w:rsid w:val="00D05A55"/>
    <w:rsid w:val="00D36171"/>
    <w:rsid w:val="00D530B4"/>
    <w:rsid w:val="00D54B79"/>
    <w:rsid w:val="00D8099D"/>
    <w:rsid w:val="00D840C8"/>
    <w:rsid w:val="00DA1EA2"/>
    <w:rsid w:val="00DB2993"/>
    <w:rsid w:val="00DC00FB"/>
    <w:rsid w:val="00DC58B1"/>
    <w:rsid w:val="00DF1713"/>
    <w:rsid w:val="00E06E50"/>
    <w:rsid w:val="00E07F23"/>
    <w:rsid w:val="00E22F29"/>
    <w:rsid w:val="00E370B7"/>
    <w:rsid w:val="00E52E6E"/>
    <w:rsid w:val="00E56F73"/>
    <w:rsid w:val="00E57BB9"/>
    <w:rsid w:val="00E94EB2"/>
    <w:rsid w:val="00EB1950"/>
    <w:rsid w:val="00EF2C15"/>
    <w:rsid w:val="00F44631"/>
    <w:rsid w:val="00F71676"/>
    <w:rsid w:val="00F72B05"/>
    <w:rsid w:val="00F802C8"/>
    <w:rsid w:val="00F97CAD"/>
    <w:rsid w:val="00FB0E52"/>
    <w:rsid w:val="00FB32D8"/>
    <w:rsid w:val="00FD56E0"/>
    <w:rsid w:val="00FF4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482D9"/>
  <w15:docId w15:val="{3C54FAAE-1C8C-4AE4-B060-5979DC7E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ro-RO"/>
    </w:rPr>
  </w:style>
  <w:style w:type="paragraph" w:styleId="Heading1">
    <w:name w:val="heading 1"/>
    <w:basedOn w:val="Normal"/>
    <w:next w:val="Text1"/>
    <w:link w:val="Heading1Char"/>
    <w:uiPriority w:val="9"/>
    <w:qFormat/>
    <w:rsid w:val="004D52CA"/>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2"/>
      </w:numPr>
      <w:outlineLvl w:val="3"/>
    </w:pPr>
    <w:rPr>
      <w:rFonts w:eastAsiaTheme="majorEastAsia"/>
      <w:bCs/>
      <w:iCs/>
    </w:rPr>
  </w:style>
  <w:style w:type="paragraph" w:styleId="Heading5">
    <w:name w:val="heading 5"/>
    <w:basedOn w:val="Normal"/>
    <w:next w:val="Normal"/>
    <w:link w:val="Heading5Char"/>
    <w:qFormat/>
    <w:rsid w:val="00067E53"/>
    <w:pPr>
      <w:numPr>
        <w:ilvl w:val="4"/>
        <w:numId w:val="1"/>
      </w:numPr>
      <w:spacing w:before="240" w:after="60" w:line="240" w:lineRule="auto"/>
      <w:outlineLvl w:val="4"/>
    </w:pPr>
    <w:rPr>
      <w:szCs w:val="20"/>
      <w:lang w:val="en-US" w:eastAsia="fr-FR"/>
    </w:rPr>
  </w:style>
  <w:style w:type="paragraph" w:styleId="Heading6">
    <w:name w:val="heading 6"/>
    <w:basedOn w:val="Normal"/>
    <w:next w:val="Normal"/>
    <w:link w:val="Heading6Char"/>
    <w:qFormat/>
    <w:rsid w:val="00067E53"/>
    <w:pPr>
      <w:widowControl w:val="0"/>
      <w:spacing w:before="240" w:after="60" w:line="240" w:lineRule="auto"/>
      <w:outlineLvl w:val="5"/>
    </w:pPr>
    <w:rPr>
      <w:i/>
      <w:sz w:val="22"/>
      <w:szCs w:val="20"/>
      <w:lang w:eastAsia="en-GB"/>
    </w:rPr>
  </w:style>
  <w:style w:type="paragraph" w:styleId="Heading7">
    <w:name w:val="heading 7"/>
    <w:basedOn w:val="Normal"/>
    <w:next w:val="Normal"/>
    <w:link w:val="Heading7Char"/>
    <w:qFormat/>
    <w:rsid w:val="00067E53"/>
    <w:pPr>
      <w:widowControl w:val="0"/>
      <w:spacing w:before="240" w:after="60" w:line="240" w:lineRule="auto"/>
      <w:outlineLvl w:val="6"/>
    </w:pPr>
    <w:rPr>
      <w:rFonts w:ascii="Arial" w:hAnsi="Arial"/>
      <w:szCs w:val="20"/>
      <w:lang w:eastAsia="en-GB"/>
    </w:rPr>
  </w:style>
  <w:style w:type="paragraph" w:styleId="Heading8">
    <w:name w:val="heading 8"/>
    <w:basedOn w:val="Normal"/>
    <w:next w:val="Normal"/>
    <w:link w:val="Heading8Char"/>
    <w:qFormat/>
    <w:rsid w:val="00067E53"/>
    <w:pPr>
      <w:widowControl w:val="0"/>
      <w:spacing w:before="240" w:after="60" w:line="240" w:lineRule="auto"/>
      <w:outlineLvl w:val="7"/>
    </w:pPr>
    <w:rPr>
      <w:rFonts w:ascii="Arial" w:hAnsi="Arial"/>
      <w:i/>
      <w:szCs w:val="20"/>
      <w:lang w:eastAsia="en-GB"/>
    </w:rPr>
  </w:style>
  <w:style w:type="paragraph" w:styleId="Heading9">
    <w:name w:val="heading 9"/>
    <w:basedOn w:val="Normal"/>
    <w:next w:val="Normal"/>
    <w:link w:val="Heading9Char"/>
    <w:qFormat/>
    <w:rsid w:val="00067E53"/>
    <w:pPr>
      <w:widowControl w:val="0"/>
      <w:spacing w:before="240" w:after="60" w:line="240" w:lineRule="auto"/>
      <w:outlineLvl w:val="8"/>
    </w:pPr>
    <w:rPr>
      <w:rFonts w:ascii="Arial"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C80A30"/>
    <w:pPr>
      <w:spacing w:before="0" w:after="440"/>
    </w:pPr>
    <w:rPr>
      <w:sz w:val="2"/>
      <w:lang w:val="en-GB"/>
    </w:rPr>
  </w:style>
  <w:style w:type="character" w:customStyle="1" w:styleId="LignefinalChar">
    <w:name w:val="Ligne final Char"/>
    <w:basedOn w:val="DefaultParagraphFont"/>
    <w:rsid w:val="00C80A30"/>
    <w:rPr>
      <w:rFonts w:ascii="Times New Roman" w:hAnsi="Times New Roman" w:cs="Times New Roman"/>
      <w:b/>
      <w:sz w:val="24"/>
      <w:lang w:val="en-GB"/>
    </w:rPr>
  </w:style>
  <w:style w:type="character" w:customStyle="1" w:styleId="HeaderCouncilLargeChar">
    <w:name w:val="Header Council Large Char"/>
    <w:basedOn w:val="LignefinalChar"/>
    <w:link w:val="HeaderCouncilLarge"/>
    <w:rsid w:val="00C80A30"/>
    <w:rPr>
      <w:rFonts w:ascii="Times New Roman" w:hAnsi="Times New Roman" w:cs="Times New Roman"/>
      <w:b w:val="0"/>
      <w:sz w:val="2"/>
      <w:lang w:val="en-GB"/>
    </w:rPr>
  </w:style>
  <w:style w:type="paragraph" w:customStyle="1" w:styleId="FooterText">
    <w:name w:val="Footer Text"/>
    <w:basedOn w:val="Normal"/>
    <w:rsid w:val="00C80A30"/>
    <w:pPr>
      <w:spacing w:before="0" w:after="0" w:line="240" w:lineRule="auto"/>
    </w:pPr>
  </w:style>
  <w:style w:type="character" w:styleId="PlaceholderText">
    <w:name w:val="Placeholder Text"/>
    <w:basedOn w:val="DefaultParagraphFont"/>
    <w:uiPriority w:val="99"/>
    <w:rsid w:val="00C80A30"/>
    <w:rPr>
      <w:color w:val="808080"/>
    </w:rPr>
  </w:style>
  <w:style w:type="character" w:customStyle="1" w:styleId="Heading5Char">
    <w:name w:val="Heading 5 Char"/>
    <w:basedOn w:val="DefaultParagraphFont"/>
    <w:link w:val="Heading5"/>
    <w:rsid w:val="00067E53"/>
    <w:rPr>
      <w:rFonts w:ascii="Times New Roman" w:hAnsi="Times New Roman" w:cs="Times New Roman"/>
      <w:sz w:val="24"/>
      <w:szCs w:val="20"/>
      <w:lang w:eastAsia="fr-FR"/>
    </w:rPr>
  </w:style>
  <w:style w:type="character" w:customStyle="1" w:styleId="Heading6Char">
    <w:name w:val="Heading 6 Char"/>
    <w:basedOn w:val="DefaultParagraphFont"/>
    <w:link w:val="Heading6"/>
    <w:rsid w:val="00067E53"/>
    <w:rPr>
      <w:rFonts w:ascii="Times New Roman" w:eastAsia="Times New Roman" w:hAnsi="Times New Roman" w:cs="Times New Roman"/>
      <w:i/>
      <w:szCs w:val="20"/>
      <w:lang w:val="en-GB" w:eastAsia="en-GB"/>
    </w:rPr>
  </w:style>
  <w:style w:type="character" w:customStyle="1" w:styleId="Heading7Char">
    <w:name w:val="Heading 7 Char"/>
    <w:basedOn w:val="DefaultParagraphFont"/>
    <w:link w:val="Heading7"/>
    <w:rsid w:val="00067E53"/>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067E53"/>
    <w:rPr>
      <w:rFonts w:ascii="Arial" w:eastAsia="Times New Roman" w:hAnsi="Arial" w:cs="Times New Roman"/>
      <w:i/>
      <w:sz w:val="24"/>
      <w:szCs w:val="20"/>
      <w:lang w:val="en-GB" w:eastAsia="en-GB"/>
    </w:rPr>
  </w:style>
  <w:style w:type="character" w:customStyle="1" w:styleId="Heading9Char">
    <w:name w:val="Heading 9 Char"/>
    <w:basedOn w:val="DefaultParagraphFont"/>
    <w:link w:val="Heading9"/>
    <w:rsid w:val="00067E53"/>
    <w:rPr>
      <w:rFonts w:ascii="Arial" w:eastAsia="Times New Roman" w:hAnsi="Arial" w:cs="Times New Roman"/>
      <w:b/>
      <w:i/>
      <w:sz w:val="18"/>
      <w:szCs w:val="20"/>
      <w:lang w:val="en-GB" w:eastAsia="en-GB"/>
    </w:rPr>
  </w:style>
  <w:style w:type="character" w:customStyle="1" w:styleId="HideTWBExt">
    <w:name w:val="HideTWBExt"/>
    <w:rsid w:val="00067E53"/>
    <w:rPr>
      <w:rFonts w:ascii="Arial" w:hAnsi="Arial"/>
      <w:noProof/>
      <w:vanish/>
      <w:color w:val="000080"/>
      <w:sz w:val="20"/>
    </w:rPr>
  </w:style>
  <w:style w:type="paragraph" w:customStyle="1" w:styleId="Normal12a12b">
    <w:name w:val="Normal12a12b"/>
    <w:basedOn w:val="Normal"/>
    <w:rsid w:val="00067E53"/>
    <w:pPr>
      <w:widowControl w:val="0"/>
      <w:spacing w:before="240" w:after="240" w:line="240" w:lineRule="auto"/>
    </w:pPr>
    <w:rPr>
      <w:szCs w:val="20"/>
      <w:lang w:eastAsia="en-GB"/>
    </w:rPr>
  </w:style>
  <w:style w:type="paragraph" w:customStyle="1" w:styleId="Footer2">
    <w:name w:val="Footer2"/>
    <w:basedOn w:val="Normal"/>
    <w:rsid w:val="00067E53"/>
    <w:pPr>
      <w:tabs>
        <w:tab w:val="right" w:pos="9921"/>
      </w:tabs>
      <w:spacing w:before="0" w:after="240" w:line="240" w:lineRule="auto"/>
      <w:ind w:left="-850" w:right="-850"/>
    </w:pPr>
    <w:rPr>
      <w:rFonts w:ascii="Arial" w:hAnsi="Arial" w:cs="Arial"/>
      <w:b/>
      <w:sz w:val="48"/>
      <w:szCs w:val="20"/>
      <w:lang w:eastAsia="en-GB"/>
    </w:rPr>
  </w:style>
  <w:style w:type="paragraph" w:customStyle="1" w:styleId="Normal12">
    <w:name w:val="Normal12"/>
    <w:basedOn w:val="Normal"/>
    <w:link w:val="Normal12Char"/>
    <w:qFormat/>
    <w:rsid w:val="00067E53"/>
    <w:pPr>
      <w:widowControl w:val="0"/>
      <w:spacing w:before="0" w:after="240" w:line="240" w:lineRule="auto"/>
    </w:pPr>
    <w:rPr>
      <w:szCs w:val="20"/>
      <w:lang w:eastAsia="en-GB"/>
    </w:rPr>
  </w:style>
  <w:style w:type="paragraph" w:customStyle="1" w:styleId="TOCPage">
    <w:name w:val="TOC Page"/>
    <w:basedOn w:val="Normal12"/>
    <w:next w:val="TOC1"/>
    <w:rsid w:val="00067E53"/>
    <w:pPr>
      <w:keepNext/>
      <w:jc w:val="right"/>
    </w:pPr>
    <w:rPr>
      <w:rFonts w:ascii="Arial" w:hAnsi="Arial"/>
      <w:b/>
    </w:rPr>
  </w:style>
  <w:style w:type="character" w:customStyle="1" w:styleId="HideTWBInt">
    <w:name w:val="HideTWBInt"/>
    <w:rsid w:val="00067E53"/>
    <w:rPr>
      <w:vanish/>
      <w:color w:val="808080"/>
    </w:rPr>
  </w:style>
  <w:style w:type="paragraph" w:customStyle="1" w:styleId="TableofEntries">
    <w:name w:val="Table of Entries"/>
    <w:basedOn w:val="Normal12"/>
    <w:rsid w:val="00067E53"/>
    <w:pPr>
      <w:widowControl/>
      <w:tabs>
        <w:tab w:val="right" w:leader="dot" w:pos="9072"/>
      </w:tabs>
      <w:jc w:val="both"/>
    </w:pPr>
  </w:style>
  <w:style w:type="paragraph" w:customStyle="1" w:styleId="Normal6">
    <w:name w:val="Normal6"/>
    <w:basedOn w:val="Normal"/>
    <w:link w:val="Normal6Char"/>
    <w:uiPriority w:val="99"/>
    <w:rsid w:val="00067E53"/>
    <w:pPr>
      <w:widowControl w:val="0"/>
      <w:spacing w:before="0" w:line="240" w:lineRule="auto"/>
    </w:pPr>
    <w:rPr>
      <w:szCs w:val="20"/>
      <w:lang w:eastAsia="en-GB"/>
    </w:rPr>
  </w:style>
  <w:style w:type="paragraph" w:customStyle="1" w:styleId="PageHeading">
    <w:name w:val="PageHeading"/>
    <w:basedOn w:val="Normal12a12b"/>
    <w:rsid w:val="00067E53"/>
    <w:pPr>
      <w:keepNext/>
      <w:jc w:val="center"/>
    </w:pPr>
    <w:rPr>
      <w:rFonts w:ascii="Arial" w:hAnsi="Arial"/>
      <w:b/>
    </w:rPr>
  </w:style>
  <w:style w:type="paragraph" w:customStyle="1" w:styleId="Normal12Bold">
    <w:name w:val="Normal12Bold"/>
    <w:basedOn w:val="Normal12"/>
    <w:rsid w:val="00067E53"/>
    <w:rPr>
      <w:b/>
    </w:rPr>
  </w:style>
  <w:style w:type="paragraph" w:customStyle="1" w:styleId="Normal12Hanging">
    <w:name w:val="Normal12Hanging"/>
    <w:basedOn w:val="Normal12"/>
    <w:rsid w:val="00067E53"/>
    <w:pPr>
      <w:ind w:left="567" w:hanging="567"/>
    </w:pPr>
  </w:style>
  <w:style w:type="paragraph" w:customStyle="1" w:styleId="CoverBold">
    <w:name w:val="CoverBold"/>
    <w:basedOn w:val="CoverNormal"/>
    <w:rsid w:val="00067E53"/>
    <w:rPr>
      <w:b/>
    </w:rPr>
  </w:style>
  <w:style w:type="paragraph" w:customStyle="1" w:styleId="Normal24">
    <w:name w:val="Normal24"/>
    <w:basedOn w:val="Normal"/>
    <w:rsid w:val="00067E53"/>
    <w:pPr>
      <w:widowControl w:val="0"/>
      <w:spacing w:before="0" w:after="480" w:line="240" w:lineRule="auto"/>
    </w:pPr>
    <w:rPr>
      <w:szCs w:val="20"/>
      <w:lang w:eastAsia="en-GB"/>
    </w:rPr>
  </w:style>
  <w:style w:type="paragraph" w:customStyle="1" w:styleId="Cover12">
    <w:name w:val="Cover12"/>
    <w:basedOn w:val="Normal12"/>
    <w:rsid w:val="00067E53"/>
    <w:pPr>
      <w:ind w:left="1418"/>
    </w:pPr>
  </w:style>
  <w:style w:type="paragraph" w:customStyle="1" w:styleId="Cover24">
    <w:name w:val="Cover24"/>
    <w:basedOn w:val="Normal24"/>
    <w:rsid w:val="00067E53"/>
    <w:pPr>
      <w:ind w:left="1418"/>
    </w:pPr>
  </w:style>
  <w:style w:type="paragraph" w:customStyle="1" w:styleId="CoverNormal">
    <w:name w:val="CoverNormal"/>
    <w:basedOn w:val="Normal"/>
    <w:rsid w:val="00067E53"/>
    <w:pPr>
      <w:widowControl w:val="0"/>
      <w:spacing w:before="0" w:after="0" w:line="240" w:lineRule="auto"/>
      <w:ind w:left="1418"/>
    </w:pPr>
    <w:rPr>
      <w:szCs w:val="20"/>
      <w:lang w:eastAsia="en-GB"/>
    </w:rPr>
  </w:style>
  <w:style w:type="paragraph" w:customStyle="1" w:styleId="EntPE">
    <w:name w:val="EntPE"/>
    <w:basedOn w:val="Normal12"/>
    <w:rsid w:val="00067E53"/>
    <w:pPr>
      <w:jc w:val="center"/>
    </w:pPr>
    <w:rPr>
      <w:sz w:val="56"/>
    </w:rPr>
  </w:style>
  <w:style w:type="paragraph" w:customStyle="1" w:styleId="Normal36Bold">
    <w:name w:val="Normal36Bold"/>
    <w:basedOn w:val="Normal"/>
    <w:rsid w:val="00067E53"/>
    <w:pPr>
      <w:widowControl w:val="0"/>
      <w:spacing w:before="0" w:after="720" w:line="240" w:lineRule="auto"/>
    </w:pPr>
    <w:rPr>
      <w:b/>
      <w:szCs w:val="20"/>
      <w:lang w:eastAsia="en-GB"/>
    </w:rPr>
  </w:style>
  <w:style w:type="paragraph" w:customStyle="1" w:styleId="RefProc">
    <w:name w:val="RefProc"/>
    <w:basedOn w:val="Normal"/>
    <w:rsid w:val="00067E53"/>
    <w:pPr>
      <w:widowControl w:val="0"/>
      <w:spacing w:before="0" w:after="0" w:line="240" w:lineRule="auto"/>
      <w:jc w:val="right"/>
    </w:pPr>
    <w:rPr>
      <w:rFonts w:ascii="Arial" w:hAnsi="Arial"/>
      <w:b/>
      <w:caps/>
      <w:szCs w:val="20"/>
      <w:lang w:eastAsia="en-GB"/>
    </w:rPr>
  </w:style>
  <w:style w:type="paragraph" w:customStyle="1" w:styleId="RefStatus">
    <w:name w:val="RefStatus"/>
    <w:basedOn w:val="Normal"/>
    <w:rsid w:val="00067E53"/>
    <w:pPr>
      <w:widowControl w:val="0"/>
      <w:spacing w:before="0" w:after="0" w:line="240" w:lineRule="auto"/>
      <w:jc w:val="right"/>
    </w:pPr>
    <w:rPr>
      <w:rFonts w:ascii="Arial" w:hAnsi="Arial"/>
      <w:caps/>
      <w:szCs w:val="20"/>
      <w:lang w:eastAsia="en-GB"/>
    </w:rPr>
  </w:style>
  <w:style w:type="paragraph" w:customStyle="1" w:styleId="RefVer">
    <w:name w:val="RefVer"/>
    <w:basedOn w:val="Normal12"/>
    <w:rsid w:val="00067E53"/>
    <w:pPr>
      <w:jc w:val="right"/>
    </w:pPr>
    <w:rPr>
      <w:rFonts w:ascii="Arial" w:hAnsi="Arial"/>
    </w:rPr>
  </w:style>
  <w:style w:type="paragraph" w:customStyle="1" w:styleId="Term">
    <w:name w:val="Term"/>
    <w:basedOn w:val="Normal"/>
    <w:rsid w:val="00067E53"/>
    <w:pPr>
      <w:widowControl w:val="0"/>
      <w:spacing w:before="0" w:after="0" w:line="240" w:lineRule="auto"/>
      <w:jc w:val="center"/>
    </w:pPr>
    <w:rPr>
      <w:i/>
      <w:sz w:val="28"/>
      <w:szCs w:val="20"/>
      <w:lang w:eastAsia="en-GB"/>
    </w:rPr>
  </w:style>
  <w:style w:type="paragraph" w:customStyle="1" w:styleId="ZDateRes">
    <w:name w:val="ZDateRes"/>
    <w:basedOn w:val="Normal"/>
    <w:rsid w:val="00067E53"/>
    <w:pPr>
      <w:widowControl w:val="0"/>
      <w:tabs>
        <w:tab w:val="right" w:pos="9072"/>
      </w:tabs>
      <w:spacing w:before="1920" w:after="1200" w:line="240" w:lineRule="auto"/>
    </w:pPr>
    <w:rPr>
      <w:szCs w:val="20"/>
      <w:lang w:eastAsia="en-GB"/>
    </w:rPr>
  </w:style>
  <w:style w:type="table" w:styleId="TableGrid">
    <w:name w:val="Table Grid"/>
    <w:basedOn w:val="TableNormal"/>
    <w:uiPriority w:val="39"/>
    <w:rsid w:val="00067E53"/>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067E53"/>
    <w:pPr>
      <w:widowControl w:val="0"/>
      <w:spacing w:before="0" w:after="0" w:line="240" w:lineRule="auto"/>
      <w:jc w:val="center"/>
    </w:pPr>
    <w:rPr>
      <w:rFonts w:ascii="Arial" w:hAnsi="Arial" w:cs="Arial"/>
      <w:i/>
      <w:sz w:val="22"/>
      <w:lang w:eastAsia="en-GB"/>
    </w:rPr>
  </w:style>
  <w:style w:type="paragraph" w:customStyle="1" w:styleId="LineTop">
    <w:name w:val="LineTop"/>
    <w:basedOn w:val="Normal"/>
    <w:next w:val="ZSessionDoc"/>
    <w:rsid w:val="00067E53"/>
    <w:pPr>
      <w:widowControl w:val="0"/>
      <w:pBdr>
        <w:top w:val="single" w:sz="4" w:space="1" w:color="auto"/>
      </w:pBdr>
      <w:spacing w:before="0" w:after="0" w:line="240" w:lineRule="auto"/>
      <w:jc w:val="center"/>
    </w:pPr>
    <w:rPr>
      <w:rFonts w:ascii="Arial" w:hAnsi="Arial"/>
      <w:sz w:val="16"/>
      <w:szCs w:val="16"/>
      <w:lang w:val="fr-FR" w:eastAsia="en-GB"/>
    </w:rPr>
  </w:style>
  <w:style w:type="paragraph" w:customStyle="1" w:styleId="LineBottom">
    <w:name w:val="LineBottom"/>
    <w:basedOn w:val="Normal"/>
    <w:next w:val="Normal"/>
    <w:rsid w:val="00067E53"/>
    <w:pPr>
      <w:widowControl w:val="0"/>
      <w:pBdr>
        <w:bottom w:val="single" w:sz="4" w:space="1" w:color="auto"/>
      </w:pBdr>
      <w:spacing w:before="0" w:after="240" w:line="240" w:lineRule="auto"/>
      <w:jc w:val="center"/>
    </w:pPr>
    <w:rPr>
      <w:rFonts w:ascii="Arial" w:hAnsi="Arial"/>
      <w:sz w:val="16"/>
      <w:szCs w:val="16"/>
      <w:lang w:eastAsia="en-GB"/>
    </w:rPr>
  </w:style>
  <w:style w:type="paragraph" w:customStyle="1" w:styleId="PELeft">
    <w:name w:val="PELeft"/>
    <w:basedOn w:val="Normal"/>
    <w:rsid w:val="00067E53"/>
    <w:pPr>
      <w:widowControl w:val="0"/>
      <w:spacing w:before="40" w:after="40" w:line="240" w:lineRule="auto"/>
    </w:pPr>
    <w:rPr>
      <w:rFonts w:ascii="Arial" w:hAnsi="Arial" w:cs="Arial"/>
      <w:sz w:val="22"/>
      <w:lang w:val="fr-FR" w:eastAsia="en-GB"/>
    </w:rPr>
  </w:style>
  <w:style w:type="paragraph" w:customStyle="1" w:styleId="PERight">
    <w:name w:val="PERight"/>
    <w:basedOn w:val="Normal"/>
    <w:next w:val="Normal"/>
    <w:rsid w:val="00067E53"/>
    <w:pPr>
      <w:widowControl w:val="0"/>
      <w:spacing w:before="0" w:after="0" w:line="240" w:lineRule="auto"/>
      <w:jc w:val="right"/>
    </w:pPr>
    <w:rPr>
      <w:rFonts w:ascii="Arial" w:hAnsi="Arial" w:cs="Arial"/>
      <w:sz w:val="22"/>
      <w:lang w:val="fr-FR" w:eastAsia="en-GB"/>
    </w:rPr>
  </w:style>
  <w:style w:type="paragraph" w:customStyle="1" w:styleId="NormalBold">
    <w:name w:val="NormalBold"/>
    <w:basedOn w:val="Normal"/>
    <w:link w:val="NormalBoldChar"/>
    <w:rsid w:val="00067E53"/>
    <w:pPr>
      <w:widowControl w:val="0"/>
      <w:spacing w:before="0" w:after="0" w:line="240" w:lineRule="auto"/>
    </w:pPr>
    <w:rPr>
      <w:b/>
      <w:szCs w:val="20"/>
      <w:lang w:eastAsia="en-GB"/>
    </w:rPr>
  </w:style>
  <w:style w:type="paragraph" w:customStyle="1" w:styleId="Normal24Bold">
    <w:name w:val="Normal24Bold"/>
    <w:basedOn w:val="Normal"/>
    <w:rsid w:val="00067E53"/>
    <w:pPr>
      <w:widowControl w:val="0"/>
      <w:spacing w:before="0" w:after="480" w:line="240" w:lineRule="auto"/>
    </w:pPr>
    <w:rPr>
      <w:b/>
      <w:szCs w:val="20"/>
      <w:lang w:eastAsia="en-GB"/>
    </w:rPr>
  </w:style>
  <w:style w:type="paragraph" w:customStyle="1" w:styleId="ATHeading1">
    <w:name w:val="AT Heading 1"/>
    <w:basedOn w:val="Normal"/>
    <w:next w:val="Normal"/>
    <w:rsid w:val="00067E53"/>
    <w:pPr>
      <w:keepNext/>
      <w:keepLines/>
      <w:spacing w:before="480" w:line="240" w:lineRule="auto"/>
      <w:outlineLvl w:val="0"/>
    </w:pPr>
    <w:rPr>
      <w:b/>
      <w:noProof/>
      <w:sz w:val="28"/>
      <w:szCs w:val="20"/>
      <w:lang w:val="fr-FR" w:eastAsia="fr-FR"/>
    </w:rPr>
  </w:style>
  <w:style w:type="paragraph" w:customStyle="1" w:styleId="ATHeading2">
    <w:name w:val="AT Heading 2"/>
    <w:basedOn w:val="Normal"/>
    <w:next w:val="Normal"/>
    <w:rsid w:val="00067E53"/>
    <w:pPr>
      <w:spacing w:line="240" w:lineRule="auto"/>
      <w:outlineLvl w:val="1"/>
    </w:pPr>
    <w:rPr>
      <w:b/>
      <w:noProof/>
      <w:sz w:val="28"/>
      <w:szCs w:val="20"/>
      <w:lang w:val="fr-FR" w:eastAsia="fr-FR"/>
    </w:rPr>
  </w:style>
  <w:style w:type="paragraph" w:customStyle="1" w:styleId="ATHeading3">
    <w:name w:val="AT Heading 3"/>
    <w:basedOn w:val="Normal"/>
    <w:next w:val="Normal"/>
    <w:rsid w:val="00067E53"/>
    <w:pPr>
      <w:keepNext/>
      <w:keepLines/>
      <w:spacing w:line="240" w:lineRule="auto"/>
      <w:outlineLvl w:val="2"/>
    </w:pPr>
    <w:rPr>
      <w:b/>
      <w:noProof/>
      <w:szCs w:val="20"/>
      <w:lang w:val="fr-FR" w:eastAsia="fr-FR"/>
    </w:rPr>
  </w:style>
  <w:style w:type="paragraph" w:customStyle="1" w:styleId="ATHeading4">
    <w:name w:val="AT Heading 4"/>
    <w:basedOn w:val="Normal"/>
    <w:next w:val="Normal"/>
    <w:rsid w:val="00067E53"/>
    <w:pPr>
      <w:keepNext/>
      <w:keepLines/>
      <w:spacing w:line="240" w:lineRule="auto"/>
    </w:pPr>
    <w:rPr>
      <w:b/>
      <w:i/>
      <w:noProof/>
      <w:szCs w:val="20"/>
      <w:lang w:val="fr-FR" w:eastAsia="fr-FR"/>
    </w:rPr>
  </w:style>
  <w:style w:type="paragraph" w:customStyle="1" w:styleId="ATHeading5">
    <w:name w:val="AT Heading 5"/>
    <w:basedOn w:val="Normal"/>
    <w:next w:val="Normal"/>
    <w:rsid w:val="00067E53"/>
    <w:pPr>
      <w:keepNext/>
      <w:keepLines/>
      <w:spacing w:line="240" w:lineRule="auto"/>
    </w:pPr>
    <w:rPr>
      <w:i/>
      <w:noProof/>
      <w:szCs w:val="20"/>
      <w:lang w:val="fr-FR" w:eastAsia="fr-FR"/>
    </w:rPr>
  </w:style>
  <w:style w:type="paragraph" w:customStyle="1" w:styleId="ATHeading6">
    <w:name w:val="AT Heading 6"/>
    <w:basedOn w:val="Normal"/>
    <w:next w:val="Normal"/>
    <w:rsid w:val="00067E53"/>
    <w:pPr>
      <w:keepNext/>
      <w:keepLines/>
      <w:spacing w:line="240" w:lineRule="auto"/>
    </w:pPr>
    <w:rPr>
      <w:smallCaps/>
      <w:noProof/>
      <w:szCs w:val="20"/>
      <w:lang w:val="fr-FR" w:eastAsia="fr-FR"/>
    </w:rPr>
  </w:style>
  <w:style w:type="paragraph" w:customStyle="1" w:styleId="ATHeadingMotiv">
    <w:name w:val="AT Heading Motiv"/>
    <w:basedOn w:val="Normal"/>
    <w:next w:val="Normal"/>
    <w:rsid w:val="00067E53"/>
    <w:pPr>
      <w:keepNext/>
      <w:spacing w:before="60" w:after="60" w:line="240" w:lineRule="auto"/>
      <w:jc w:val="center"/>
    </w:pPr>
    <w:rPr>
      <w:i/>
      <w:szCs w:val="20"/>
      <w:lang w:val="fr-FR" w:eastAsia="fr-FR"/>
    </w:rPr>
  </w:style>
  <w:style w:type="paragraph" w:customStyle="1" w:styleId="ATTOCTitle">
    <w:name w:val="AT TOC Title"/>
    <w:basedOn w:val="Normal"/>
    <w:rsid w:val="00067E53"/>
    <w:pPr>
      <w:keepNext/>
      <w:keepLines/>
      <w:spacing w:before="0" w:after="240" w:line="240" w:lineRule="auto"/>
      <w:jc w:val="center"/>
    </w:pPr>
    <w:rPr>
      <w:b/>
      <w:caps/>
      <w:sz w:val="28"/>
      <w:szCs w:val="20"/>
      <w:lang w:val="fr-FR" w:eastAsia="fr-FR"/>
    </w:rPr>
  </w:style>
  <w:style w:type="paragraph" w:customStyle="1" w:styleId="Numroamendement">
    <w:name w:val="Numéro amendement"/>
    <w:basedOn w:val="Normal"/>
    <w:next w:val="Normal"/>
    <w:rsid w:val="00067E53"/>
    <w:pPr>
      <w:widowControl w:val="0"/>
      <w:spacing w:before="0" w:after="0" w:line="240" w:lineRule="auto"/>
      <w:jc w:val="center"/>
    </w:pPr>
    <w:rPr>
      <w:snapToGrid w:val="0"/>
      <w:szCs w:val="20"/>
      <w:lang w:val="fr-FR"/>
    </w:rPr>
  </w:style>
  <w:style w:type="character" w:styleId="PageNumber">
    <w:name w:val="page number"/>
    <w:rsid w:val="00067E53"/>
  </w:style>
  <w:style w:type="paragraph" w:customStyle="1" w:styleId="EPName">
    <w:name w:val="EPName"/>
    <w:basedOn w:val="Normal"/>
    <w:rsid w:val="00067E53"/>
    <w:pPr>
      <w:widowControl w:val="0"/>
      <w:spacing w:before="80" w:after="80" w:line="240" w:lineRule="auto"/>
    </w:pPr>
    <w:rPr>
      <w:rFonts w:ascii="Arial Narrow" w:hAnsi="Arial Narrow" w:cs="Arial"/>
      <w:b/>
      <w:color w:val="000000"/>
      <w:sz w:val="32"/>
      <w:lang w:val="fr-FR" w:eastAsia="en-GB"/>
    </w:rPr>
  </w:style>
  <w:style w:type="paragraph" w:customStyle="1" w:styleId="EPTerm">
    <w:name w:val="EPTerm"/>
    <w:basedOn w:val="Normal"/>
    <w:next w:val="Normal"/>
    <w:rsid w:val="00067E53"/>
    <w:pPr>
      <w:widowControl w:val="0"/>
      <w:spacing w:before="0" w:after="80" w:line="240" w:lineRule="auto"/>
    </w:pPr>
    <w:rPr>
      <w:rFonts w:ascii="Arial" w:hAnsi="Arial" w:cs="Arial"/>
      <w:sz w:val="20"/>
      <w:lang w:val="fr-FR" w:eastAsia="en-GB"/>
    </w:rPr>
  </w:style>
  <w:style w:type="paragraph" w:customStyle="1" w:styleId="EPLogo">
    <w:name w:val="EPLogo"/>
    <w:basedOn w:val="Normal"/>
    <w:qFormat/>
    <w:rsid w:val="00067E53"/>
    <w:pPr>
      <w:widowControl w:val="0"/>
      <w:spacing w:before="0" w:after="0" w:line="240" w:lineRule="auto"/>
      <w:jc w:val="right"/>
    </w:pPr>
    <w:rPr>
      <w:szCs w:val="20"/>
      <w:lang w:eastAsia="en-GB"/>
    </w:rPr>
  </w:style>
  <w:style w:type="character" w:customStyle="1" w:styleId="Normal6Char">
    <w:name w:val="Normal6 Char"/>
    <w:link w:val="Normal6"/>
    <w:uiPriority w:val="99"/>
    <w:rsid w:val="00067E53"/>
    <w:rPr>
      <w:rFonts w:ascii="Times New Roman" w:eastAsia="Times New Roman" w:hAnsi="Times New Roman" w:cs="Times New Roman"/>
      <w:sz w:val="24"/>
      <w:szCs w:val="20"/>
      <w:lang w:val="en-GB" w:eastAsia="en-GB"/>
    </w:rPr>
  </w:style>
  <w:style w:type="character" w:customStyle="1" w:styleId="NormalBoldChar">
    <w:name w:val="NormalBold Char"/>
    <w:link w:val="NormalBold"/>
    <w:rsid w:val="00067E53"/>
    <w:rPr>
      <w:rFonts w:ascii="Times New Roman" w:eastAsia="Times New Roman" w:hAnsi="Times New Roman" w:cs="Times New Roman"/>
      <w:b/>
      <w:sz w:val="24"/>
      <w:szCs w:val="20"/>
      <w:lang w:val="en-GB" w:eastAsia="en-GB"/>
    </w:rPr>
  </w:style>
  <w:style w:type="paragraph" w:customStyle="1" w:styleId="Normal12Italic">
    <w:name w:val="Normal12Italic"/>
    <w:basedOn w:val="Normal"/>
    <w:rsid w:val="00067E53"/>
    <w:pPr>
      <w:widowControl w:val="0"/>
      <w:spacing w:before="240" w:after="0" w:line="240" w:lineRule="auto"/>
    </w:pPr>
    <w:rPr>
      <w:i/>
      <w:szCs w:val="20"/>
      <w:lang w:eastAsia="en-GB"/>
    </w:rPr>
  </w:style>
  <w:style w:type="paragraph" w:customStyle="1" w:styleId="CrossRef">
    <w:name w:val="CrossRef"/>
    <w:basedOn w:val="Normal"/>
    <w:rsid w:val="00067E53"/>
    <w:pPr>
      <w:widowControl w:val="0"/>
      <w:spacing w:before="240" w:after="0" w:line="240" w:lineRule="auto"/>
      <w:jc w:val="center"/>
    </w:pPr>
    <w:rPr>
      <w:i/>
      <w:szCs w:val="20"/>
      <w:lang w:eastAsia="en-GB"/>
    </w:rPr>
  </w:style>
  <w:style w:type="paragraph" w:customStyle="1" w:styleId="JustificationTitle">
    <w:name w:val="JustificationTitle"/>
    <w:basedOn w:val="Normal"/>
    <w:next w:val="Normal12"/>
    <w:rsid w:val="00067E53"/>
    <w:pPr>
      <w:keepNext/>
      <w:widowControl w:val="0"/>
      <w:spacing w:before="240" w:after="0" w:line="240" w:lineRule="auto"/>
      <w:jc w:val="center"/>
    </w:pPr>
    <w:rPr>
      <w:i/>
      <w:szCs w:val="20"/>
      <w:lang w:eastAsia="en-GB"/>
    </w:rPr>
  </w:style>
  <w:style w:type="paragraph" w:customStyle="1" w:styleId="Normal12Centre">
    <w:name w:val="Normal12Centre"/>
    <w:basedOn w:val="Normal12"/>
    <w:rsid w:val="00067E53"/>
    <w:pPr>
      <w:jc w:val="center"/>
    </w:pPr>
  </w:style>
  <w:style w:type="paragraph" w:customStyle="1" w:styleId="Normal12Keep">
    <w:name w:val="Normal12Keep"/>
    <w:basedOn w:val="Normal12"/>
    <w:rsid w:val="00067E53"/>
    <w:pPr>
      <w:keepNext/>
    </w:pPr>
  </w:style>
  <w:style w:type="paragraph" w:customStyle="1" w:styleId="Normal12Tab">
    <w:name w:val="Normal12Tab"/>
    <w:basedOn w:val="Normal12"/>
    <w:rsid w:val="00067E53"/>
    <w:pPr>
      <w:tabs>
        <w:tab w:val="left" w:pos="567"/>
      </w:tabs>
    </w:pPr>
  </w:style>
  <w:style w:type="paragraph" w:customStyle="1" w:styleId="StarsAndIs">
    <w:name w:val="StarsAndIs"/>
    <w:basedOn w:val="Normal"/>
    <w:rsid w:val="00067E53"/>
    <w:pPr>
      <w:widowControl w:val="0"/>
      <w:spacing w:before="0" w:after="0" w:line="240" w:lineRule="auto"/>
      <w:ind w:left="1418"/>
    </w:pPr>
    <w:rPr>
      <w:rFonts w:ascii="Arial" w:hAnsi="Arial"/>
      <w:b/>
      <w:sz w:val="48"/>
      <w:szCs w:val="20"/>
      <w:lang w:eastAsia="en-GB"/>
    </w:rPr>
  </w:style>
  <w:style w:type="paragraph" w:customStyle="1" w:styleId="Lgendesigne">
    <w:name w:val="Légende signe"/>
    <w:basedOn w:val="Normal"/>
    <w:rsid w:val="00067E53"/>
    <w:pPr>
      <w:widowControl w:val="0"/>
      <w:tabs>
        <w:tab w:val="right" w:pos="454"/>
        <w:tab w:val="left" w:pos="737"/>
      </w:tabs>
      <w:spacing w:before="0" w:after="0" w:line="240" w:lineRule="auto"/>
      <w:ind w:left="737" w:hanging="737"/>
    </w:pPr>
    <w:rPr>
      <w:snapToGrid w:val="0"/>
      <w:sz w:val="18"/>
      <w:szCs w:val="20"/>
    </w:rPr>
  </w:style>
  <w:style w:type="paragraph" w:customStyle="1" w:styleId="TypeDoc">
    <w:name w:val="TypeDoc"/>
    <w:basedOn w:val="Normal24"/>
    <w:rsid w:val="00067E53"/>
    <w:pPr>
      <w:ind w:left="1418"/>
    </w:pPr>
    <w:rPr>
      <w:rFonts w:ascii="Arial" w:hAnsi="Arial"/>
      <w:b/>
      <w:sz w:val="48"/>
    </w:rPr>
  </w:style>
  <w:style w:type="paragraph" w:customStyle="1" w:styleId="ZDate">
    <w:name w:val="ZDate"/>
    <w:basedOn w:val="Normal"/>
    <w:rsid w:val="00067E53"/>
    <w:pPr>
      <w:widowControl w:val="0"/>
      <w:spacing w:before="0" w:after="1200" w:line="240" w:lineRule="auto"/>
    </w:pPr>
    <w:rPr>
      <w:szCs w:val="20"/>
      <w:lang w:eastAsia="en-GB"/>
    </w:rPr>
  </w:style>
  <w:style w:type="paragraph" w:customStyle="1" w:styleId="Olang">
    <w:name w:val="Olang"/>
    <w:basedOn w:val="Normal"/>
    <w:rsid w:val="00067E53"/>
    <w:pPr>
      <w:widowControl w:val="0"/>
      <w:spacing w:before="240" w:after="240" w:line="240" w:lineRule="auto"/>
      <w:jc w:val="right"/>
    </w:pPr>
    <w:rPr>
      <w:noProof/>
      <w:szCs w:val="20"/>
      <w:lang w:eastAsia="en-GB"/>
    </w:rPr>
  </w:style>
  <w:style w:type="paragraph" w:customStyle="1" w:styleId="ColumnHeading">
    <w:name w:val="ColumnHeading"/>
    <w:basedOn w:val="Normal"/>
    <w:rsid w:val="00067E53"/>
    <w:pPr>
      <w:widowControl w:val="0"/>
      <w:spacing w:before="0" w:after="240" w:line="240" w:lineRule="auto"/>
      <w:jc w:val="center"/>
    </w:pPr>
    <w:rPr>
      <w:i/>
      <w:szCs w:val="20"/>
      <w:lang w:eastAsia="en-GB"/>
    </w:rPr>
  </w:style>
  <w:style w:type="paragraph" w:customStyle="1" w:styleId="AMNumberTabs">
    <w:name w:val="AMNumberTabs"/>
    <w:basedOn w:val="Normal"/>
    <w:rsid w:val="00067E53"/>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b/>
      <w:szCs w:val="20"/>
      <w:lang w:eastAsia="en-GB"/>
    </w:rPr>
  </w:style>
  <w:style w:type="paragraph" w:customStyle="1" w:styleId="NormalBold12b">
    <w:name w:val="NormalBold12b"/>
    <w:basedOn w:val="Normal"/>
    <w:link w:val="NormalBold12bChar"/>
    <w:rsid w:val="00067E53"/>
    <w:pPr>
      <w:widowControl w:val="0"/>
      <w:spacing w:before="240" w:after="0" w:line="240" w:lineRule="auto"/>
    </w:pPr>
    <w:rPr>
      <w:b/>
      <w:szCs w:val="20"/>
      <w:lang w:eastAsia="en-GB"/>
    </w:rPr>
  </w:style>
  <w:style w:type="paragraph" w:customStyle="1" w:styleId="ZCommittee">
    <w:name w:val="ZCommittee"/>
    <w:basedOn w:val="Normal"/>
    <w:next w:val="Normal"/>
    <w:rsid w:val="00067E53"/>
    <w:pPr>
      <w:widowControl w:val="0"/>
      <w:spacing w:before="0" w:after="0" w:line="240" w:lineRule="auto"/>
      <w:jc w:val="center"/>
    </w:pPr>
    <w:rPr>
      <w:rFonts w:ascii="Arial" w:hAnsi="Arial" w:cs="Arial"/>
      <w:i/>
      <w:sz w:val="22"/>
      <w:lang w:eastAsia="en-GB"/>
    </w:rPr>
  </w:style>
  <w:style w:type="paragraph" w:customStyle="1" w:styleId="Lgendetitre">
    <w:name w:val="Légende titre"/>
    <w:basedOn w:val="Normal"/>
    <w:rsid w:val="00067E53"/>
    <w:pPr>
      <w:widowControl w:val="0"/>
      <w:spacing w:before="240" w:after="240" w:line="240" w:lineRule="auto"/>
    </w:pPr>
    <w:rPr>
      <w:b/>
      <w:i/>
      <w:snapToGrid w:val="0"/>
      <w:szCs w:val="20"/>
    </w:rPr>
  </w:style>
  <w:style w:type="paragraph" w:customStyle="1" w:styleId="Lgendestandard">
    <w:name w:val="Légende standard"/>
    <w:basedOn w:val="Lgendesigne"/>
    <w:rsid w:val="00067E53"/>
    <w:pPr>
      <w:ind w:left="0" w:firstLine="0"/>
    </w:pPr>
  </w:style>
  <w:style w:type="paragraph" w:styleId="NoSpacing">
    <w:name w:val="No Spacing"/>
    <w:uiPriority w:val="1"/>
    <w:qFormat/>
    <w:rsid w:val="00067E53"/>
    <w:rPr>
      <w:rFonts w:ascii="Calibri" w:eastAsia="Calibri" w:hAnsi="Calibri"/>
      <w:lang w:val="en-GB"/>
    </w:rPr>
  </w:style>
  <w:style w:type="paragraph" w:customStyle="1" w:styleId="CommitteeAM">
    <w:name w:val="CommitteeAM"/>
    <w:basedOn w:val="Normal"/>
    <w:rsid w:val="00067E53"/>
    <w:pPr>
      <w:widowControl w:val="0"/>
      <w:spacing w:before="240" w:after="600" w:line="240" w:lineRule="auto"/>
      <w:jc w:val="center"/>
    </w:pPr>
    <w:rPr>
      <w:i/>
      <w:szCs w:val="20"/>
      <w:lang w:eastAsia="en-GB"/>
    </w:rPr>
  </w:style>
  <w:style w:type="paragraph" w:customStyle="1" w:styleId="ZDateAM">
    <w:name w:val="ZDateAM"/>
    <w:basedOn w:val="Normal"/>
    <w:rsid w:val="00067E53"/>
    <w:pPr>
      <w:widowControl w:val="0"/>
      <w:tabs>
        <w:tab w:val="right" w:pos="9356"/>
      </w:tabs>
      <w:spacing w:before="0" w:after="480" w:line="240" w:lineRule="auto"/>
    </w:pPr>
    <w:rPr>
      <w:noProof/>
      <w:szCs w:val="20"/>
      <w:lang w:eastAsia="en-GB"/>
    </w:rPr>
  </w:style>
  <w:style w:type="paragraph" w:customStyle="1" w:styleId="ProjRap">
    <w:name w:val="ProjRap"/>
    <w:basedOn w:val="Normal"/>
    <w:rsid w:val="00067E53"/>
    <w:pPr>
      <w:widowControl w:val="0"/>
      <w:tabs>
        <w:tab w:val="right" w:pos="9356"/>
      </w:tabs>
      <w:spacing w:before="0" w:after="0" w:line="240" w:lineRule="auto"/>
    </w:pPr>
    <w:rPr>
      <w:b/>
      <w:noProof/>
      <w:szCs w:val="20"/>
      <w:lang w:eastAsia="en-GB"/>
    </w:rPr>
  </w:style>
  <w:style w:type="character" w:customStyle="1" w:styleId="Normal12Char">
    <w:name w:val="Normal12 Char"/>
    <w:link w:val="Normal12"/>
    <w:locked/>
    <w:rsid w:val="00067E53"/>
    <w:rPr>
      <w:rFonts w:ascii="Times New Roman" w:eastAsia="Times New Roman" w:hAnsi="Times New Roman" w:cs="Times New Roman"/>
      <w:sz w:val="24"/>
      <w:szCs w:val="20"/>
      <w:lang w:val="en-GB" w:eastAsia="en-GB"/>
    </w:rPr>
  </w:style>
  <w:style w:type="character" w:customStyle="1" w:styleId="Footer2Middle">
    <w:name w:val="Footer2Middle"/>
    <w:rsid w:val="00067E53"/>
    <w:rPr>
      <w:rFonts w:ascii="Arial" w:cs="Arial"/>
      <w:b w:val="0"/>
      <w:i/>
      <w:color w:val="C0C0C0"/>
      <w:sz w:val="22"/>
    </w:rPr>
  </w:style>
  <w:style w:type="character" w:styleId="CommentReference">
    <w:name w:val="annotation reference"/>
    <w:uiPriority w:val="99"/>
    <w:rsid w:val="00067E53"/>
    <w:rPr>
      <w:sz w:val="16"/>
      <w:szCs w:val="16"/>
    </w:rPr>
  </w:style>
  <w:style w:type="paragraph" w:styleId="CommentText">
    <w:name w:val="annotation text"/>
    <w:basedOn w:val="Normal"/>
    <w:link w:val="CommentTextChar"/>
    <w:uiPriority w:val="99"/>
    <w:rsid w:val="00067E53"/>
    <w:pPr>
      <w:widowControl w:val="0"/>
      <w:spacing w:before="0" w:after="0" w:line="240" w:lineRule="auto"/>
    </w:pPr>
    <w:rPr>
      <w:sz w:val="20"/>
      <w:szCs w:val="20"/>
      <w:lang w:eastAsia="en-GB"/>
    </w:rPr>
  </w:style>
  <w:style w:type="character" w:customStyle="1" w:styleId="CommentTextChar">
    <w:name w:val="Comment Text Char"/>
    <w:basedOn w:val="DefaultParagraphFont"/>
    <w:link w:val="CommentText"/>
    <w:uiPriority w:val="99"/>
    <w:rsid w:val="00067E53"/>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67E53"/>
    <w:rPr>
      <w:b/>
      <w:bCs/>
    </w:rPr>
  </w:style>
  <w:style w:type="character" w:customStyle="1" w:styleId="CommentSubjectChar">
    <w:name w:val="Comment Subject Char"/>
    <w:basedOn w:val="CommentTextChar"/>
    <w:link w:val="CommentSubject"/>
    <w:uiPriority w:val="99"/>
    <w:rsid w:val="00067E53"/>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rsid w:val="00067E53"/>
    <w:pPr>
      <w:widowControl w:val="0"/>
      <w:spacing w:before="0" w:after="0" w:line="240" w:lineRule="auto"/>
    </w:pPr>
    <w:rPr>
      <w:rFonts w:ascii="Segoe UI" w:hAnsi="Segoe UI" w:cs="Segoe UI"/>
      <w:sz w:val="18"/>
      <w:szCs w:val="18"/>
      <w:lang w:eastAsia="en-GB"/>
    </w:rPr>
  </w:style>
  <w:style w:type="character" w:customStyle="1" w:styleId="BalloonTextChar">
    <w:name w:val="Balloon Text Char"/>
    <w:basedOn w:val="DefaultParagraphFont"/>
    <w:link w:val="BalloonText"/>
    <w:uiPriority w:val="99"/>
    <w:rsid w:val="00067E53"/>
    <w:rPr>
      <w:rFonts w:ascii="Segoe UI" w:eastAsia="Times New Roman" w:hAnsi="Segoe UI" w:cs="Segoe UI"/>
      <w:sz w:val="18"/>
      <w:szCs w:val="18"/>
      <w:lang w:val="en-GB" w:eastAsia="en-GB"/>
    </w:rPr>
  </w:style>
  <w:style w:type="character" w:styleId="Hyperlink">
    <w:name w:val="Hyperlink"/>
    <w:uiPriority w:val="99"/>
    <w:rsid w:val="00067E53"/>
    <w:rPr>
      <w:color w:val="0563C1"/>
      <w:u w:val="single"/>
    </w:rPr>
  </w:style>
  <w:style w:type="character" w:customStyle="1" w:styleId="NormalBold12bChar">
    <w:name w:val="NormalBold12b Char"/>
    <w:link w:val="NormalBold12b"/>
    <w:rsid w:val="00067E53"/>
    <w:rPr>
      <w:rFonts w:ascii="Times New Roman" w:eastAsia="Times New Roman" w:hAnsi="Times New Roman" w:cs="Times New Roman"/>
      <w:b/>
      <w:sz w:val="24"/>
      <w:szCs w:val="20"/>
      <w:lang w:val="en-GB" w:eastAsia="en-GB"/>
    </w:rPr>
  </w:style>
  <w:style w:type="numbering" w:customStyle="1" w:styleId="NoList1">
    <w:name w:val="No List1"/>
    <w:next w:val="NoList"/>
    <w:uiPriority w:val="99"/>
    <w:semiHidden/>
    <w:unhideWhenUsed/>
    <w:rsid w:val="00067E53"/>
  </w:style>
  <w:style w:type="numbering" w:customStyle="1" w:styleId="NoList11">
    <w:name w:val="No List11"/>
    <w:next w:val="NoList"/>
    <w:uiPriority w:val="99"/>
    <w:semiHidden/>
    <w:unhideWhenUsed/>
    <w:rsid w:val="00067E53"/>
  </w:style>
  <w:style w:type="table" w:customStyle="1" w:styleId="TableGrid1">
    <w:name w:val="Table Grid1"/>
    <w:basedOn w:val="TableNormal"/>
    <w:next w:val="TableGrid"/>
    <w:rsid w:val="00067E53"/>
    <w:pPr>
      <w:widowControl w:val="0"/>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067E53"/>
    <w:rPr>
      <w:sz w:val="24"/>
      <w:lang w:val="en-GB" w:eastAsia="en-GB"/>
    </w:rPr>
  </w:style>
  <w:style w:type="paragraph" w:customStyle="1" w:styleId="PageHeadingNotTOC">
    <w:name w:val="PageHeadingNotTOC"/>
    <w:basedOn w:val="Normal"/>
    <w:rsid w:val="00067E53"/>
    <w:pPr>
      <w:keepNext/>
      <w:widowControl w:val="0"/>
      <w:spacing w:before="240" w:after="240" w:line="240" w:lineRule="auto"/>
      <w:jc w:val="center"/>
    </w:pPr>
    <w:rPr>
      <w:rFonts w:ascii="Arial" w:hAnsi="Arial"/>
      <w:b/>
      <w:szCs w:val="20"/>
      <w:lang w:eastAsia="en-GB"/>
    </w:rPr>
  </w:style>
  <w:style w:type="paragraph" w:customStyle="1" w:styleId="NormalTabs">
    <w:name w:val="NormalTabs"/>
    <w:basedOn w:val="Normal"/>
    <w:qFormat/>
    <w:rsid w:val="00067E53"/>
    <w:pPr>
      <w:widowControl w:val="0"/>
      <w:tabs>
        <w:tab w:val="center" w:pos="284"/>
        <w:tab w:val="left" w:pos="426"/>
      </w:tabs>
      <w:spacing w:before="0" w:after="0" w:line="240" w:lineRule="auto"/>
    </w:pPr>
    <w:rPr>
      <w:snapToGrid w:val="0"/>
      <w:szCs w:val="20"/>
      <w:lang w:val="en-US"/>
    </w:rPr>
  </w:style>
  <w:style w:type="paragraph" w:customStyle="1" w:styleId="ConclusionsPA">
    <w:name w:val="ConclusionsPA"/>
    <w:basedOn w:val="Normal12"/>
    <w:rsid w:val="00067E53"/>
    <w:pPr>
      <w:spacing w:before="480"/>
      <w:jc w:val="center"/>
    </w:pPr>
    <w:rPr>
      <w:rFonts w:ascii="Arial" w:hAnsi="Arial"/>
      <w:b/>
      <w:caps/>
      <w:snapToGrid w:val="0"/>
      <w:lang w:val="en-US" w:eastAsia="en-US"/>
    </w:rPr>
  </w:style>
  <w:style w:type="character" w:customStyle="1" w:styleId="Sup">
    <w:name w:val="Sup"/>
    <w:uiPriority w:val="99"/>
    <w:rsid w:val="00067E53"/>
    <w:rPr>
      <w:color w:val="000000"/>
      <w:vertAlign w:val="superscript"/>
    </w:rPr>
  </w:style>
  <w:style w:type="paragraph" w:customStyle="1" w:styleId="Center">
    <w:name w:val="Center"/>
    <w:rsid w:val="00067E53"/>
    <w:pPr>
      <w:spacing w:after="120"/>
      <w:jc w:val="center"/>
    </w:pPr>
    <w:rPr>
      <w:color w:val="000000"/>
      <w:lang w:val="en-GB" w:eastAsia="en-GB"/>
    </w:rPr>
  </w:style>
  <w:style w:type="paragraph" w:customStyle="1" w:styleId="NormalCentreKeep12b">
    <w:name w:val="NormalCentreKeep12b"/>
    <w:basedOn w:val="Normal12"/>
    <w:rsid w:val="00067E53"/>
    <w:pPr>
      <w:keepNext/>
      <w:spacing w:before="240" w:after="0"/>
      <w:jc w:val="center"/>
    </w:pPr>
  </w:style>
  <w:style w:type="paragraph" w:customStyle="1" w:styleId="NormalCentreKeep">
    <w:name w:val="NormalCentreKeep"/>
    <w:basedOn w:val="Normal"/>
    <w:rsid w:val="00067E53"/>
    <w:pPr>
      <w:keepNext/>
      <w:widowControl w:val="0"/>
      <w:spacing w:before="0" w:after="0" w:line="240" w:lineRule="auto"/>
      <w:jc w:val="center"/>
    </w:pPr>
    <w:rPr>
      <w:noProof/>
      <w:szCs w:val="20"/>
      <w:lang w:eastAsia="en-GB"/>
    </w:rPr>
  </w:style>
  <w:style w:type="paragraph" w:customStyle="1" w:styleId="Normal24b12aBoldItalic">
    <w:name w:val="Normal24b12aBoldItalic"/>
    <w:basedOn w:val="Normal12a12b"/>
    <w:rsid w:val="00067E53"/>
    <w:pPr>
      <w:spacing w:before="480"/>
    </w:pPr>
    <w:rPr>
      <w:b/>
      <w:i/>
      <w:szCs w:val="24"/>
    </w:rPr>
  </w:style>
  <w:style w:type="paragraph" w:customStyle="1" w:styleId="Normal12a12bKeep">
    <w:name w:val="Normal12a12bKeep"/>
    <w:basedOn w:val="Normal"/>
    <w:rsid w:val="00067E53"/>
    <w:pPr>
      <w:keepNext/>
      <w:widowControl w:val="0"/>
      <w:spacing w:before="240" w:after="240" w:line="240" w:lineRule="auto"/>
    </w:pPr>
    <w:rPr>
      <w:szCs w:val="20"/>
      <w:lang w:eastAsia="en-GB"/>
    </w:rPr>
  </w:style>
  <w:style w:type="paragraph" w:customStyle="1" w:styleId="NormalKeep">
    <w:name w:val="NormalKeep"/>
    <w:basedOn w:val="Normal"/>
    <w:rsid w:val="00067E53"/>
    <w:pPr>
      <w:keepNext/>
      <w:widowControl w:val="0"/>
      <w:spacing w:before="0" w:after="0" w:line="240" w:lineRule="auto"/>
    </w:pPr>
    <w:rPr>
      <w:szCs w:val="20"/>
      <w:lang w:eastAsia="en-GB"/>
    </w:rPr>
  </w:style>
  <w:style w:type="character" w:customStyle="1" w:styleId="added">
    <w:name w:val="added"/>
    <w:rsid w:val="00067E53"/>
    <w:rPr>
      <w:b/>
      <w:i/>
      <w:noProof w:val="0"/>
      <w:lang w:val="en-US"/>
    </w:rPr>
  </w:style>
  <w:style w:type="paragraph" w:customStyle="1" w:styleId="Justification">
    <w:name w:val="Justification"/>
    <w:basedOn w:val="Normal12"/>
    <w:rsid w:val="00067E53"/>
    <w:rPr>
      <w:i/>
    </w:rPr>
  </w:style>
  <w:style w:type="paragraph" w:customStyle="1" w:styleId="AMClosing">
    <w:name w:val="AMClosing"/>
    <w:basedOn w:val="Normal"/>
    <w:rsid w:val="00067E53"/>
    <w:pPr>
      <w:widowControl w:val="0"/>
      <w:spacing w:before="480" w:after="720" w:line="240" w:lineRule="auto"/>
    </w:pPr>
    <w:rPr>
      <w:szCs w:val="20"/>
      <w:lang w:eastAsia="en-GB"/>
    </w:rPr>
  </w:style>
  <w:style w:type="paragraph" w:customStyle="1" w:styleId="ConsHeading">
    <w:name w:val="ConsHeading"/>
    <w:basedOn w:val="Normal12Centre"/>
    <w:rsid w:val="00067E53"/>
    <w:pPr>
      <w:spacing w:before="720"/>
    </w:pPr>
    <w:rPr>
      <w:noProof/>
    </w:rPr>
  </w:style>
  <w:style w:type="paragraph" w:customStyle="1" w:styleId="NormalJustified">
    <w:name w:val="Normal Justified"/>
    <w:basedOn w:val="Normal"/>
    <w:rsid w:val="00067E53"/>
    <w:pPr>
      <w:autoSpaceDE w:val="0"/>
      <w:autoSpaceDN w:val="0"/>
      <w:adjustRightInd w:val="0"/>
      <w:spacing w:before="200"/>
      <w:jc w:val="both"/>
    </w:pPr>
    <w:rPr>
      <w:lang w:eastAsia="en-GB"/>
    </w:rPr>
  </w:style>
  <w:style w:type="paragraph" w:customStyle="1" w:styleId="FinalLine">
    <w:name w:val="Final Line"/>
    <w:basedOn w:val="Normal"/>
    <w:next w:val="Normal"/>
    <w:rsid w:val="00067E53"/>
    <w:pPr>
      <w:pBdr>
        <w:bottom w:val="single" w:sz="4" w:space="0" w:color="000000"/>
      </w:pBdr>
      <w:autoSpaceDE w:val="0"/>
      <w:autoSpaceDN w:val="0"/>
      <w:adjustRightInd w:val="0"/>
      <w:spacing w:before="360"/>
      <w:ind w:left="3400" w:right="3400"/>
      <w:jc w:val="center"/>
    </w:pPr>
    <w:rPr>
      <w:b/>
      <w:lang w:eastAsia="en-GB"/>
    </w:rPr>
  </w:style>
  <w:style w:type="paragraph" w:customStyle="1" w:styleId="FinalLineLandscape">
    <w:name w:val="Final Line (Landscape)"/>
    <w:basedOn w:val="Normal"/>
    <w:next w:val="Normal"/>
    <w:rsid w:val="00067E53"/>
    <w:pPr>
      <w:pBdr>
        <w:bottom w:val="single" w:sz="4" w:space="0" w:color="000000"/>
      </w:pBdr>
      <w:autoSpaceDE w:val="0"/>
      <w:autoSpaceDN w:val="0"/>
      <w:adjustRightInd w:val="0"/>
      <w:spacing w:before="360"/>
      <w:ind w:left="5868" w:right="5868"/>
      <w:jc w:val="center"/>
    </w:pPr>
    <w:rPr>
      <w:b/>
      <w:lang w:eastAsia="en-GB"/>
    </w:rPr>
  </w:style>
  <w:style w:type="paragraph" w:customStyle="1" w:styleId="Text5">
    <w:name w:val="Text 5"/>
    <w:basedOn w:val="Normal"/>
    <w:rsid w:val="00067E53"/>
    <w:pPr>
      <w:autoSpaceDE w:val="0"/>
      <w:autoSpaceDN w:val="0"/>
      <w:adjustRightInd w:val="0"/>
      <w:ind w:left="2835"/>
    </w:pPr>
    <w:rPr>
      <w:lang w:eastAsia="en-GB"/>
    </w:rPr>
  </w:style>
  <w:style w:type="paragraph" w:customStyle="1" w:styleId="Text6">
    <w:name w:val="Text 6"/>
    <w:basedOn w:val="Normal"/>
    <w:rsid w:val="00067E53"/>
    <w:pPr>
      <w:autoSpaceDE w:val="0"/>
      <w:autoSpaceDN w:val="0"/>
      <w:adjustRightInd w:val="0"/>
      <w:ind w:left="3402"/>
    </w:pPr>
    <w:rPr>
      <w:lang w:eastAsia="en-GB"/>
    </w:rPr>
  </w:style>
  <w:style w:type="paragraph" w:customStyle="1" w:styleId="PointManual">
    <w:name w:val="Point Manual"/>
    <w:basedOn w:val="Normal"/>
    <w:rsid w:val="00067E53"/>
    <w:pPr>
      <w:autoSpaceDE w:val="0"/>
      <w:autoSpaceDN w:val="0"/>
      <w:adjustRightInd w:val="0"/>
      <w:ind w:left="567" w:hanging="567"/>
    </w:pPr>
    <w:rPr>
      <w:lang w:eastAsia="en-GB"/>
    </w:rPr>
  </w:style>
  <w:style w:type="paragraph" w:customStyle="1" w:styleId="PointManual1">
    <w:name w:val="Point Manual (1)"/>
    <w:basedOn w:val="Normal"/>
    <w:rsid w:val="00067E53"/>
    <w:pPr>
      <w:autoSpaceDE w:val="0"/>
      <w:autoSpaceDN w:val="0"/>
      <w:adjustRightInd w:val="0"/>
      <w:ind w:left="1134" w:hanging="567"/>
    </w:pPr>
    <w:rPr>
      <w:lang w:eastAsia="en-GB"/>
    </w:rPr>
  </w:style>
  <w:style w:type="paragraph" w:customStyle="1" w:styleId="PointManual2">
    <w:name w:val="Point Manual (2)"/>
    <w:basedOn w:val="Normal"/>
    <w:rsid w:val="00067E53"/>
    <w:pPr>
      <w:autoSpaceDE w:val="0"/>
      <w:autoSpaceDN w:val="0"/>
      <w:adjustRightInd w:val="0"/>
      <w:ind w:left="1701" w:hanging="567"/>
    </w:pPr>
    <w:rPr>
      <w:lang w:eastAsia="en-GB"/>
    </w:rPr>
  </w:style>
  <w:style w:type="paragraph" w:customStyle="1" w:styleId="PointManual3">
    <w:name w:val="Point Manual (3)"/>
    <w:basedOn w:val="Normal"/>
    <w:rsid w:val="00067E53"/>
    <w:pPr>
      <w:autoSpaceDE w:val="0"/>
      <w:autoSpaceDN w:val="0"/>
      <w:adjustRightInd w:val="0"/>
      <w:ind w:left="2268" w:hanging="567"/>
    </w:pPr>
    <w:rPr>
      <w:lang w:eastAsia="en-GB"/>
    </w:rPr>
  </w:style>
  <w:style w:type="paragraph" w:customStyle="1" w:styleId="PointManual4">
    <w:name w:val="Point Manual (4)"/>
    <w:basedOn w:val="Normal"/>
    <w:rsid w:val="00067E53"/>
    <w:pPr>
      <w:autoSpaceDE w:val="0"/>
      <w:autoSpaceDN w:val="0"/>
      <w:adjustRightInd w:val="0"/>
      <w:ind w:left="2835" w:hanging="567"/>
    </w:pPr>
    <w:rPr>
      <w:lang w:eastAsia="en-GB"/>
    </w:rPr>
  </w:style>
  <w:style w:type="paragraph" w:customStyle="1" w:styleId="PointDoubleManual">
    <w:name w:val="Point Double Manual"/>
    <w:basedOn w:val="Normal"/>
    <w:rsid w:val="00067E53"/>
    <w:pPr>
      <w:tabs>
        <w:tab w:val="left" w:pos="567"/>
      </w:tabs>
      <w:autoSpaceDE w:val="0"/>
      <w:autoSpaceDN w:val="0"/>
      <w:adjustRightInd w:val="0"/>
      <w:ind w:left="1134" w:hanging="1134"/>
    </w:pPr>
    <w:rPr>
      <w:lang w:eastAsia="en-GB"/>
    </w:rPr>
  </w:style>
  <w:style w:type="paragraph" w:customStyle="1" w:styleId="PointDoubleManual1">
    <w:name w:val="Point Double Manual (1)"/>
    <w:basedOn w:val="Normal"/>
    <w:rsid w:val="00067E53"/>
    <w:pPr>
      <w:tabs>
        <w:tab w:val="left" w:pos="1134"/>
      </w:tabs>
      <w:autoSpaceDE w:val="0"/>
      <w:autoSpaceDN w:val="0"/>
      <w:adjustRightInd w:val="0"/>
      <w:ind w:left="1701" w:hanging="1134"/>
    </w:pPr>
    <w:rPr>
      <w:lang w:eastAsia="en-GB"/>
    </w:rPr>
  </w:style>
  <w:style w:type="paragraph" w:customStyle="1" w:styleId="PointDoubleManual2">
    <w:name w:val="Point Double Manual (2)"/>
    <w:basedOn w:val="Normal"/>
    <w:rsid w:val="00067E53"/>
    <w:pPr>
      <w:tabs>
        <w:tab w:val="left" w:pos="1701"/>
      </w:tabs>
      <w:autoSpaceDE w:val="0"/>
      <w:autoSpaceDN w:val="0"/>
      <w:adjustRightInd w:val="0"/>
      <w:ind w:left="2268" w:hanging="1134"/>
    </w:pPr>
    <w:rPr>
      <w:lang w:eastAsia="en-GB"/>
    </w:rPr>
  </w:style>
  <w:style w:type="paragraph" w:customStyle="1" w:styleId="PointDoubleManual3">
    <w:name w:val="Point Double Manual (3)"/>
    <w:basedOn w:val="Normal"/>
    <w:rsid w:val="00067E53"/>
    <w:pPr>
      <w:tabs>
        <w:tab w:val="left" w:pos="2268"/>
      </w:tabs>
      <w:autoSpaceDE w:val="0"/>
      <w:autoSpaceDN w:val="0"/>
      <w:adjustRightInd w:val="0"/>
      <w:ind w:left="2835" w:hanging="1134"/>
    </w:pPr>
    <w:rPr>
      <w:lang w:eastAsia="en-GB"/>
    </w:rPr>
  </w:style>
  <w:style w:type="paragraph" w:customStyle="1" w:styleId="PointDoubleManual4">
    <w:name w:val="Point Double Manual (4)"/>
    <w:basedOn w:val="Normal"/>
    <w:rsid w:val="00067E53"/>
    <w:pPr>
      <w:tabs>
        <w:tab w:val="left" w:pos="2835"/>
      </w:tabs>
      <w:autoSpaceDE w:val="0"/>
      <w:autoSpaceDN w:val="0"/>
      <w:adjustRightInd w:val="0"/>
      <w:ind w:left="3402" w:hanging="1134"/>
    </w:pPr>
    <w:rPr>
      <w:lang w:eastAsia="en-GB"/>
    </w:rPr>
  </w:style>
  <w:style w:type="paragraph" w:customStyle="1" w:styleId="Pointabc">
    <w:name w:val="Point abc"/>
    <w:basedOn w:val="Normal"/>
    <w:rsid w:val="00067E53"/>
    <w:pPr>
      <w:numPr>
        <w:ilvl w:val="1"/>
        <w:numId w:val="3"/>
      </w:numPr>
      <w:autoSpaceDE w:val="0"/>
      <w:autoSpaceDN w:val="0"/>
      <w:adjustRightInd w:val="0"/>
    </w:pPr>
    <w:rPr>
      <w:lang w:eastAsia="en-GB"/>
    </w:rPr>
  </w:style>
  <w:style w:type="paragraph" w:customStyle="1" w:styleId="Pointabc1">
    <w:name w:val="Point abc (1)"/>
    <w:basedOn w:val="Normal"/>
    <w:rsid w:val="00067E53"/>
    <w:pPr>
      <w:numPr>
        <w:ilvl w:val="3"/>
        <w:numId w:val="3"/>
      </w:numPr>
      <w:autoSpaceDE w:val="0"/>
      <w:autoSpaceDN w:val="0"/>
      <w:adjustRightInd w:val="0"/>
    </w:pPr>
    <w:rPr>
      <w:lang w:eastAsia="en-GB"/>
    </w:rPr>
  </w:style>
  <w:style w:type="paragraph" w:customStyle="1" w:styleId="Pointabc2">
    <w:name w:val="Point abc (2)"/>
    <w:basedOn w:val="Normal"/>
    <w:rsid w:val="00067E53"/>
    <w:pPr>
      <w:numPr>
        <w:ilvl w:val="5"/>
        <w:numId w:val="3"/>
      </w:numPr>
      <w:autoSpaceDE w:val="0"/>
      <w:autoSpaceDN w:val="0"/>
      <w:adjustRightInd w:val="0"/>
    </w:pPr>
    <w:rPr>
      <w:lang w:eastAsia="en-GB"/>
    </w:rPr>
  </w:style>
  <w:style w:type="paragraph" w:customStyle="1" w:styleId="Pointabc3">
    <w:name w:val="Point abc (3)"/>
    <w:basedOn w:val="Normal"/>
    <w:rsid w:val="00067E53"/>
    <w:pPr>
      <w:numPr>
        <w:ilvl w:val="7"/>
        <w:numId w:val="3"/>
      </w:numPr>
      <w:autoSpaceDE w:val="0"/>
      <w:autoSpaceDN w:val="0"/>
      <w:adjustRightInd w:val="0"/>
    </w:pPr>
    <w:rPr>
      <w:lang w:eastAsia="en-GB"/>
    </w:rPr>
  </w:style>
  <w:style w:type="paragraph" w:customStyle="1" w:styleId="Pointabc4">
    <w:name w:val="Point abc (4)"/>
    <w:basedOn w:val="Normal"/>
    <w:rsid w:val="00067E53"/>
    <w:pPr>
      <w:numPr>
        <w:ilvl w:val="8"/>
        <w:numId w:val="3"/>
      </w:numPr>
      <w:autoSpaceDE w:val="0"/>
      <w:autoSpaceDN w:val="0"/>
      <w:adjustRightInd w:val="0"/>
    </w:pPr>
    <w:rPr>
      <w:lang w:eastAsia="en-GB"/>
    </w:rPr>
  </w:style>
  <w:style w:type="paragraph" w:customStyle="1" w:styleId="Point123">
    <w:name w:val="Point 123"/>
    <w:basedOn w:val="Normal"/>
    <w:rsid w:val="00067E53"/>
    <w:pPr>
      <w:numPr>
        <w:numId w:val="3"/>
      </w:numPr>
      <w:autoSpaceDE w:val="0"/>
      <w:autoSpaceDN w:val="0"/>
      <w:adjustRightInd w:val="0"/>
    </w:pPr>
    <w:rPr>
      <w:lang w:eastAsia="en-GB"/>
    </w:rPr>
  </w:style>
  <w:style w:type="paragraph" w:customStyle="1" w:styleId="Point1231">
    <w:name w:val="Point 123 (1)"/>
    <w:basedOn w:val="Normal"/>
    <w:rsid w:val="00067E53"/>
    <w:pPr>
      <w:numPr>
        <w:ilvl w:val="2"/>
        <w:numId w:val="3"/>
      </w:numPr>
      <w:autoSpaceDE w:val="0"/>
      <w:autoSpaceDN w:val="0"/>
      <w:adjustRightInd w:val="0"/>
    </w:pPr>
    <w:rPr>
      <w:lang w:eastAsia="en-GB"/>
    </w:rPr>
  </w:style>
  <w:style w:type="paragraph" w:customStyle="1" w:styleId="Point1232">
    <w:name w:val="Point 123 (2)"/>
    <w:basedOn w:val="Normal"/>
    <w:rsid w:val="00067E53"/>
    <w:pPr>
      <w:numPr>
        <w:ilvl w:val="4"/>
        <w:numId w:val="3"/>
      </w:numPr>
      <w:autoSpaceDE w:val="0"/>
      <w:autoSpaceDN w:val="0"/>
      <w:adjustRightInd w:val="0"/>
    </w:pPr>
    <w:rPr>
      <w:lang w:eastAsia="en-GB"/>
    </w:rPr>
  </w:style>
  <w:style w:type="paragraph" w:customStyle="1" w:styleId="Point1233">
    <w:name w:val="Point 123 (3)"/>
    <w:basedOn w:val="Normal"/>
    <w:rsid w:val="00067E53"/>
    <w:pPr>
      <w:numPr>
        <w:ilvl w:val="6"/>
        <w:numId w:val="3"/>
      </w:numPr>
      <w:autoSpaceDE w:val="0"/>
      <w:autoSpaceDN w:val="0"/>
      <w:adjustRightInd w:val="0"/>
    </w:pPr>
    <w:rPr>
      <w:lang w:eastAsia="en-GB"/>
    </w:rPr>
  </w:style>
  <w:style w:type="paragraph" w:customStyle="1" w:styleId="Pointivx">
    <w:name w:val="Point ivx"/>
    <w:basedOn w:val="Normal"/>
    <w:rsid w:val="00067E53"/>
    <w:pPr>
      <w:numPr>
        <w:numId w:val="4"/>
      </w:numPr>
      <w:autoSpaceDE w:val="0"/>
      <w:autoSpaceDN w:val="0"/>
      <w:adjustRightInd w:val="0"/>
    </w:pPr>
    <w:rPr>
      <w:lang w:eastAsia="en-GB"/>
    </w:rPr>
  </w:style>
  <w:style w:type="paragraph" w:customStyle="1" w:styleId="Pointivx1">
    <w:name w:val="Point ivx (1)"/>
    <w:basedOn w:val="Normal"/>
    <w:rsid w:val="00067E53"/>
    <w:pPr>
      <w:numPr>
        <w:ilvl w:val="1"/>
        <w:numId w:val="4"/>
      </w:numPr>
      <w:autoSpaceDE w:val="0"/>
      <w:autoSpaceDN w:val="0"/>
      <w:adjustRightInd w:val="0"/>
    </w:pPr>
    <w:rPr>
      <w:lang w:eastAsia="en-GB"/>
    </w:rPr>
  </w:style>
  <w:style w:type="paragraph" w:customStyle="1" w:styleId="Pointivx2">
    <w:name w:val="Point ivx (2)"/>
    <w:basedOn w:val="Normal"/>
    <w:rsid w:val="00067E53"/>
    <w:pPr>
      <w:numPr>
        <w:ilvl w:val="2"/>
        <w:numId w:val="4"/>
      </w:numPr>
      <w:autoSpaceDE w:val="0"/>
      <w:autoSpaceDN w:val="0"/>
      <w:adjustRightInd w:val="0"/>
    </w:pPr>
    <w:rPr>
      <w:lang w:eastAsia="en-GB"/>
    </w:rPr>
  </w:style>
  <w:style w:type="paragraph" w:customStyle="1" w:styleId="Pointivx3">
    <w:name w:val="Point ivx (3)"/>
    <w:basedOn w:val="Normal"/>
    <w:rsid w:val="00067E53"/>
    <w:pPr>
      <w:numPr>
        <w:ilvl w:val="3"/>
        <w:numId w:val="4"/>
      </w:numPr>
      <w:autoSpaceDE w:val="0"/>
      <w:autoSpaceDN w:val="0"/>
      <w:adjustRightInd w:val="0"/>
    </w:pPr>
    <w:rPr>
      <w:lang w:eastAsia="en-GB"/>
    </w:rPr>
  </w:style>
  <w:style w:type="paragraph" w:customStyle="1" w:styleId="Pointivx4">
    <w:name w:val="Point ivx (4)"/>
    <w:basedOn w:val="Normal"/>
    <w:rsid w:val="00067E53"/>
    <w:pPr>
      <w:numPr>
        <w:ilvl w:val="4"/>
        <w:numId w:val="4"/>
      </w:numPr>
      <w:autoSpaceDE w:val="0"/>
      <w:autoSpaceDN w:val="0"/>
      <w:adjustRightInd w:val="0"/>
    </w:pPr>
    <w:rPr>
      <w:lang w:eastAsia="en-GB"/>
    </w:rPr>
  </w:style>
  <w:style w:type="paragraph" w:customStyle="1" w:styleId="Bullet">
    <w:name w:val="Bullet"/>
    <w:basedOn w:val="Normal"/>
    <w:rsid w:val="00067E53"/>
    <w:pPr>
      <w:tabs>
        <w:tab w:val="num" w:pos="567"/>
      </w:tabs>
      <w:autoSpaceDE w:val="0"/>
      <w:autoSpaceDN w:val="0"/>
      <w:adjustRightInd w:val="0"/>
      <w:ind w:left="567" w:hanging="567"/>
    </w:pPr>
    <w:rPr>
      <w:lang w:eastAsia="en-GB"/>
    </w:rPr>
  </w:style>
  <w:style w:type="paragraph" w:customStyle="1" w:styleId="Dash">
    <w:name w:val="Dash"/>
    <w:basedOn w:val="Normal"/>
    <w:rsid w:val="00067E53"/>
    <w:pPr>
      <w:tabs>
        <w:tab w:val="num" w:pos="567"/>
      </w:tabs>
      <w:autoSpaceDE w:val="0"/>
      <w:autoSpaceDN w:val="0"/>
      <w:adjustRightInd w:val="0"/>
      <w:ind w:left="567" w:hanging="567"/>
    </w:pPr>
    <w:rPr>
      <w:lang w:eastAsia="en-GB"/>
    </w:rPr>
  </w:style>
  <w:style w:type="paragraph" w:customStyle="1" w:styleId="Dash1">
    <w:name w:val="Dash 1"/>
    <w:basedOn w:val="Normal"/>
    <w:rsid w:val="00067E53"/>
    <w:pPr>
      <w:tabs>
        <w:tab w:val="num" w:pos="1134"/>
      </w:tabs>
      <w:autoSpaceDE w:val="0"/>
      <w:autoSpaceDN w:val="0"/>
      <w:adjustRightInd w:val="0"/>
      <w:ind w:left="1134" w:hanging="567"/>
    </w:pPr>
    <w:rPr>
      <w:lang w:eastAsia="en-GB"/>
    </w:rPr>
  </w:style>
  <w:style w:type="paragraph" w:customStyle="1" w:styleId="Dash2">
    <w:name w:val="Dash 2"/>
    <w:basedOn w:val="Normal"/>
    <w:rsid w:val="00067E53"/>
    <w:pPr>
      <w:tabs>
        <w:tab w:val="num" w:pos="1701"/>
      </w:tabs>
      <w:autoSpaceDE w:val="0"/>
      <w:autoSpaceDN w:val="0"/>
      <w:adjustRightInd w:val="0"/>
      <w:ind w:left="1701" w:hanging="567"/>
    </w:pPr>
    <w:rPr>
      <w:lang w:eastAsia="en-GB"/>
    </w:rPr>
  </w:style>
  <w:style w:type="paragraph" w:customStyle="1" w:styleId="Dash3">
    <w:name w:val="Dash 3"/>
    <w:basedOn w:val="Normal"/>
    <w:rsid w:val="00067E53"/>
    <w:pPr>
      <w:tabs>
        <w:tab w:val="num" w:pos="2268"/>
      </w:tabs>
      <w:autoSpaceDE w:val="0"/>
      <w:autoSpaceDN w:val="0"/>
      <w:adjustRightInd w:val="0"/>
      <w:ind w:left="2268" w:hanging="567"/>
    </w:pPr>
    <w:rPr>
      <w:lang w:eastAsia="en-GB"/>
    </w:rPr>
  </w:style>
  <w:style w:type="paragraph" w:customStyle="1" w:styleId="Dash4">
    <w:name w:val="Dash 4"/>
    <w:basedOn w:val="Normal"/>
    <w:rsid w:val="00067E53"/>
    <w:pPr>
      <w:tabs>
        <w:tab w:val="num" w:pos="2835"/>
      </w:tabs>
      <w:autoSpaceDE w:val="0"/>
      <w:autoSpaceDN w:val="0"/>
      <w:adjustRightInd w:val="0"/>
      <w:ind w:left="2835" w:hanging="567"/>
    </w:pPr>
    <w:rPr>
      <w:lang w:eastAsia="en-GB"/>
    </w:rPr>
  </w:style>
  <w:style w:type="paragraph" w:customStyle="1" w:styleId="DashEqual">
    <w:name w:val="Dash Equal"/>
    <w:basedOn w:val="Dash"/>
    <w:rsid w:val="00067E53"/>
    <w:pPr>
      <w:tabs>
        <w:tab w:val="num" w:pos="2835"/>
      </w:tabs>
      <w:ind w:left="2835"/>
    </w:pPr>
  </w:style>
  <w:style w:type="paragraph" w:customStyle="1" w:styleId="DashEqual1">
    <w:name w:val="Dash Equal 1"/>
    <w:basedOn w:val="Dash1"/>
    <w:rsid w:val="00067E53"/>
    <w:pPr>
      <w:tabs>
        <w:tab w:val="num" w:pos="567"/>
      </w:tabs>
      <w:ind w:left="567"/>
    </w:pPr>
  </w:style>
  <w:style w:type="paragraph" w:customStyle="1" w:styleId="DashEqual2">
    <w:name w:val="Dash Equal 2"/>
    <w:basedOn w:val="Dash2"/>
    <w:rsid w:val="00067E53"/>
    <w:pPr>
      <w:tabs>
        <w:tab w:val="num" w:pos="1134"/>
      </w:tabs>
      <w:ind w:left="1134"/>
    </w:pPr>
  </w:style>
  <w:style w:type="paragraph" w:customStyle="1" w:styleId="DashEqual3">
    <w:name w:val="Dash Equal 3"/>
    <w:basedOn w:val="Dash3"/>
    <w:rsid w:val="00067E53"/>
    <w:pPr>
      <w:tabs>
        <w:tab w:val="num" w:pos="1701"/>
      </w:tabs>
      <w:ind w:left="1701"/>
    </w:pPr>
  </w:style>
  <w:style w:type="paragraph" w:customStyle="1" w:styleId="DashEqual4">
    <w:name w:val="Dash Equal 4"/>
    <w:basedOn w:val="Dash4"/>
    <w:rsid w:val="00067E53"/>
    <w:pPr>
      <w:tabs>
        <w:tab w:val="num" w:pos="2268"/>
      </w:tabs>
      <w:ind w:left="2268"/>
    </w:pPr>
  </w:style>
  <w:style w:type="paragraph" w:customStyle="1" w:styleId="HeadingLeft">
    <w:name w:val="Heading Left"/>
    <w:basedOn w:val="Normal"/>
    <w:next w:val="Normal"/>
    <w:rsid w:val="00067E53"/>
    <w:pPr>
      <w:autoSpaceDE w:val="0"/>
      <w:autoSpaceDN w:val="0"/>
      <w:adjustRightInd w:val="0"/>
      <w:spacing w:before="360"/>
      <w:outlineLvl w:val="0"/>
    </w:pPr>
    <w:rPr>
      <w:b/>
      <w:caps/>
      <w:u w:val="single"/>
      <w:lang w:eastAsia="en-GB"/>
    </w:rPr>
  </w:style>
  <w:style w:type="paragraph" w:customStyle="1" w:styleId="HeadingIVX">
    <w:name w:val="Heading IVX"/>
    <w:basedOn w:val="HeadingLeft"/>
    <w:next w:val="Normal"/>
    <w:rsid w:val="00067E53"/>
    <w:pPr>
      <w:numPr>
        <w:numId w:val="7"/>
      </w:numPr>
    </w:pPr>
  </w:style>
  <w:style w:type="paragraph" w:customStyle="1" w:styleId="Heading123">
    <w:name w:val="Heading 123"/>
    <w:basedOn w:val="HeadingLeft"/>
    <w:next w:val="Normal"/>
    <w:rsid w:val="00067E53"/>
    <w:pPr>
      <w:numPr>
        <w:numId w:val="6"/>
      </w:numPr>
    </w:pPr>
  </w:style>
  <w:style w:type="paragraph" w:customStyle="1" w:styleId="HeadingABC">
    <w:name w:val="Heading ABC"/>
    <w:basedOn w:val="HeadingLeft"/>
    <w:next w:val="Normal"/>
    <w:rsid w:val="00067E53"/>
    <w:pPr>
      <w:numPr>
        <w:numId w:val="5"/>
      </w:numPr>
    </w:pPr>
  </w:style>
  <w:style w:type="paragraph" w:customStyle="1" w:styleId="HeadingCentered">
    <w:name w:val="Heading Centered"/>
    <w:basedOn w:val="HeadingLeft"/>
    <w:next w:val="Normal"/>
    <w:rsid w:val="00067E53"/>
    <w:pPr>
      <w:jc w:val="center"/>
    </w:pPr>
  </w:style>
  <w:style w:type="paragraph" w:customStyle="1" w:styleId="Jardin">
    <w:name w:val="Jardin"/>
    <w:basedOn w:val="Normal"/>
    <w:uiPriority w:val="99"/>
    <w:rsid w:val="00067E53"/>
    <w:pPr>
      <w:autoSpaceDE w:val="0"/>
      <w:autoSpaceDN w:val="0"/>
      <w:adjustRightInd w:val="0"/>
      <w:spacing w:before="200" w:after="0" w:line="240" w:lineRule="auto"/>
      <w:jc w:val="center"/>
    </w:pPr>
    <w:rPr>
      <w:lang w:eastAsia="en-GB"/>
    </w:rPr>
  </w:style>
  <w:style w:type="paragraph" w:customStyle="1" w:styleId="Amendment">
    <w:name w:val="Amendment"/>
    <w:basedOn w:val="Normal"/>
    <w:next w:val="Normal"/>
    <w:rsid w:val="00067E53"/>
    <w:pPr>
      <w:autoSpaceDE w:val="0"/>
      <w:autoSpaceDN w:val="0"/>
      <w:adjustRightInd w:val="0"/>
    </w:pPr>
    <w:rPr>
      <w:i/>
      <w:u w:val="single"/>
      <w:lang w:eastAsia="en-GB"/>
    </w:rPr>
  </w:style>
  <w:style w:type="paragraph" w:customStyle="1" w:styleId="AmendmentList">
    <w:name w:val="Amendment List"/>
    <w:basedOn w:val="Normal"/>
    <w:rsid w:val="00067E53"/>
    <w:pPr>
      <w:autoSpaceDE w:val="0"/>
      <w:autoSpaceDN w:val="0"/>
      <w:adjustRightInd w:val="0"/>
      <w:ind w:left="2268" w:hanging="2268"/>
    </w:pPr>
    <w:rPr>
      <w:lang w:eastAsia="en-GB"/>
    </w:rPr>
  </w:style>
  <w:style w:type="paragraph" w:customStyle="1" w:styleId="ReplyRE">
    <w:name w:val="Reply RE"/>
    <w:basedOn w:val="Normal"/>
    <w:next w:val="Normal"/>
    <w:rsid w:val="00067E53"/>
    <w:pPr>
      <w:autoSpaceDE w:val="0"/>
      <w:autoSpaceDN w:val="0"/>
      <w:adjustRightInd w:val="0"/>
      <w:spacing w:after="480" w:line="240" w:lineRule="auto"/>
      <w:contextualSpacing/>
    </w:pPr>
    <w:rPr>
      <w:lang w:eastAsia="en-GB"/>
    </w:rPr>
  </w:style>
  <w:style w:type="paragraph" w:customStyle="1" w:styleId="ReplyBold">
    <w:name w:val="Reply Bold"/>
    <w:basedOn w:val="ReplyRE"/>
    <w:next w:val="Normal"/>
    <w:rsid w:val="00067E53"/>
    <w:rPr>
      <w:b/>
    </w:rPr>
  </w:style>
  <w:style w:type="paragraph" w:customStyle="1" w:styleId="Annex">
    <w:name w:val="Annex"/>
    <w:basedOn w:val="Normal"/>
    <w:next w:val="Normal"/>
    <w:rsid w:val="00067E53"/>
    <w:pPr>
      <w:autoSpaceDE w:val="0"/>
      <w:autoSpaceDN w:val="0"/>
      <w:adjustRightInd w:val="0"/>
      <w:jc w:val="right"/>
    </w:pPr>
    <w:rPr>
      <w:b/>
      <w:u w:val="single"/>
      <w:lang w:eastAsia="en-GB"/>
    </w:rPr>
  </w:style>
  <w:style w:type="paragraph" w:customStyle="1" w:styleId="Sign">
    <w:name w:val="Sign"/>
    <w:basedOn w:val="Normal"/>
    <w:rsid w:val="00067E53"/>
    <w:pPr>
      <w:tabs>
        <w:tab w:val="center" w:pos="7087"/>
      </w:tabs>
      <w:autoSpaceDE w:val="0"/>
      <w:autoSpaceDN w:val="0"/>
      <w:adjustRightInd w:val="0"/>
      <w:contextualSpacing/>
    </w:pPr>
    <w:rPr>
      <w:lang w:eastAsia="en-GB"/>
    </w:rPr>
  </w:style>
  <w:style w:type="paragraph" w:customStyle="1" w:styleId="NotDeclassified">
    <w:name w:val="Not Declassified"/>
    <w:basedOn w:val="Normal"/>
    <w:next w:val="Normal"/>
    <w:rsid w:val="00067E53"/>
    <w:pPr>
      <w:autoSpaceDE w:val="0"/>
      <w:autoSpaceDN w:val="0"/>
      <w:adjustRightInd w:val="0"/>
    </w:pPr>
    <w:rPr>
      <w:b/>
      <w:shd w:val="clear" w:color="auto" w:fill="CCCCCC"/>
      <w:lang w:eastAsia="en-GB"/>
    </w:rPr>
  </w:style>
  <w:style w:type="character" w:customStyle="1" w:styleId="NotDeclassifiedCharacter">
    <w:name w:val="Not Declassified Character"/>
    <w:rsid w:val="00067E53"/>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067E53"/>
    <w:pPr>
      <w:autoSpaceDE w:val="0"/>
      <w:autoSpaceDN w:val="0"/>
      <w:adjustRightInd w:val="0"/>
      <w:spacing w:line="240" w:lineRule="auto"/>
    </w:pPr>
    <w:rPr>
      <w:lang w:eastAsia="en-GB"/>
    </w:rPr>
  </w:style>
  <w:style w:type="character" w:customStyle="1" w:styleId="TechnicalBlockChar">
    <w:name w:val="Technical Block Char"/>
    <w:rsid w:val="00067E53"/>
    <w:rPr>
      <w:rFonts w:ascii="Times New Roman" w:hAnsi="Times New Roman" w:cs="Times New Roman"/>
      <w:sz w:val="24"/>
      <w:lang w:val="en-GB"/>
    </w:rPr>
  </w:style>
  <w:style w:type="paragraph" w:styleId="ListParagraph">
    <w:name w:val="List Paragraph"/>
    <w:basedOn w:val="Normal"/>
    <w:uiPriority w:val="34"/>
    <w:qFormat/>
    <w:rsid w:val="00067E53"/>
    <w:pPr>
      <w:autoSpaceDE w:val="0"/>
      <w:autoSpaceDN w:val="0"/>
      <w:adjustRightInd w:val="0"/>
      <w:ind w:left="720"/>
      <w:contextualSpacing/>
    </w:pPr>
    <w:rPr>
      <w:lang w:eastAsia="en-GB"/>
    </w:rPr>
  </w:style>
  <w:style w:type="table" w:customStyle="1" w:styleId="TableGrid11">
    <w:name w:val="Table Grid11"/>
    <w:basedOn w:val="TableNormal"/>
    <w:next w:val="TableGrid"/>
    <w:uiPriority w:val="39"/>
    <w:rsid w:val="00067E53"/>
    <w:rPr>
      <w:rFonts w:ascii="Calibri"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7E53"/>
    <w:pPr>
      <w:autoSpaceDE w:val="0"/>
      <w:autoSpaceDN w:val="0"/>
      <w:adjustRightInd w:val="0"/>
      <w:spacing w:before="100" w:beforeAutospacing="1" w:after="100" w:afterAutospacing="1" w:line="240" w:lineRule="auto"/>
    </w:pPr>
    <w:rPr>
      <w:rFonts w:ascii="Times" w:hAnsi="Times"/>
      <w:sz w:val="20"/>
      <w:szCs w:val="20"/>
      <w:lang w:val="nl-NL" w:eastAsia="en-GB"/>
    </w:rPr>
  </w:style>
  <w:style w:type="paragraph" w:customStyle="1" w:styleId="Rfrenceinterinstitutionnelle">
    <w:name w:val="Référence interinstitutionnelle"/>
    <w:basedOn w:val="Normal"/>
    <w:next w:val="Statut"/>
    <w:rsid w:val="00067E53"/>
    <w:pPr>
      <w:autoSpaceDE w:val="0"/>
      <w:autoSpaceDN w:val="0"/>
      <w:adjustRightInd w:val="0"/>
      <w:spacing w:before="0" w:after="0" w:line="240" w:lineRule="auto"/>
      <w:ind w:left="5103"/>
    </w:pPr>
    <w:rPr>
      <w:lang w:eastAsia="en-GB"/>
    </w:rPr>
  </w:style>
  <w:style w:type="paragraph" w:customStyle="1" w:styleId="odrka-kulat">
    <w:name w:val="odrážka-kulatá"/>
    <w:basedOn w:val="Normal"/>
    <w:qFormat/>
    <w:rsid w:val="00067E53"/>
    <w:pPr>
      <w:numPr>
        <w:numId w:val="8"/>
      </w:numPr>
      <w:tabs>
        <w:tab w:val="num" w:pos="567"/>
      </w:tabs>
      <w:autoSpaceDE w:val="0"/>
      <w:autoSpaceDN w:val="0"/>
      <w:adjustRightInd w:val="0"/>
      <w:spacing w:before="240" w:line="276" w:lineRule="auto"/>
      <w:ind w:left="567" w:hanging="567"/>
      <w:jc w:val="both"/>
    </w:pPr>
    <w:rPr>
      <w:b/>
      <w:lang w:eastAsia="en-GB"/>
    </w:rPr>
  </w:style>
  <w:style w:type="character" w:customStyle="1" w:styleId="odrka-kulatChar">
    <w:name w:val="odrážka-kulatá Char"/>
    <w:rsid w:val="00067E53"/>
    <w:rPr>
      <w:rFonts w:ascii="Times New Roman" w:hAnsi="Times New Roman"/>
      <w:b/>
      <w:sz w:val="24"/>
      <w:lang w:val="en-GB"/>
    </w:rPr>
  </w:style>
  <w:style w:type="paragraph" w:customStyle="1" w:styleId="CM1">
    <w:name w:val="CM1"/>
    <w:basedOn w:val="Normal"/>
    <w:next w:val="Normal"/>
    <w:uiPriority w:val="99"/>
    <w:rsid w:val="00067E53"/>
    <w:pPr>
      <w:autoSpaceDE w:val="0"/>
      <w:autoSpaceDN w:val="0"/>
      <w:adjustRightInd w:val="0"/>
      <w:spacing w:before="0" w:after="0" w:line="240" w:lineRule="auto"/>
    </w:pPr>
    <w:rPr>
      <w:rFonts w:ascii="EUAlbertina" w:hAnsi="EUAlbertina" w:cs="Arial"/>
      <w:lang w:eastAsia="en-GB"/>
    </w:rPr>
  </w:style>
  <w:style w:type="character" w:customStyle="1" w:styleId="italic">
    <w:name w:val="italic"/>
    <w:rsid w:val="00067E53"/>
    <w:rPr>
      <w:rFonts w:cs="Times New Roman"/>
    </w:rPr>
  </w:style>
  <w:style w:type="character" w:styleId="Emphasis">
    <w:name w:val="Emphasis"/>
    <w:uiPriority w:val="20"/>
    <w:qFormat/>
    <w:rsid w:val="00067E53"/>
    <w:rPr>
      <w:rFonts w:cs="Times New Roman"/>
      <w:i/>
    </w:rPr>
  </w:style>
  <w:style w:type="paragraph" w:styleId="HTMLPreformatted">
    <w:name w:val="HTML Preformatted"/>
    <w:basedOn w:val="Normal"/>
    <w:link w:val="HTMLPreformattedChar"/>
    <w:uiPriority w:val="99"/>
    <w:rsid w:val="00067E53"/>
    <w:pPr>
      <w:autoSpaceDE w:val="0"/>
      <w:autoSpaceDN w:val="0"/>
      <w:adjustRightInd w:val="0"/>
      <w:spacing w:before="0" w:after="0" w:line="240" w:lineRule="auto"/>
    </w:pPr>
    <w:rPr>
      <w:rFonts w:ascii="Consolas" w:hAnsi="Consolas"/>
      <w:sz w:val="20"/>
      <w:szCs w:val="20"/>
      <w:lang w:eastAsia="en-GB"/>
    </w:rPr>
  </w:style>
  <w:style w:type="character" w:customStyle="1" w:styleId="HTMLPreformattedChar">
    <w:name w:val="HTML Preformatted Char"/>
    <w:basedOn w:val="DefaultParagraphFont"/>
    <w:link w:val="HTMLPreformatted"/>
    <w:uiPriority w:val="99"/>
    <w:rsid w:val="00067E53"/>
    <w:rPr>
      <w:rFonts w:ascii="Consolas" w:eastAsia="Times New Roman" w:hAnsi="Consolas" w:cs="Times New Roman"/>
      <w:sz w:val="20"/>
      <w:szCs w:val="20"/>
      <w:lang w:val="en-GB" w:eastAsia="en-GB"/>
    </w:rPr>
  </w:style>
  <w:style w:type="paragraph" w:customStyle="1" w:styleId="Revision1">
    <w:name w:val="Revision1"/>
    <w:next w:val="Revision"/>
    <w:hidden/>
    <w:uiPriority w:val="99"/>
    <w:rsid w:val="00067E53"/>
    <w:pPr>
      <w:autoSpaceDE w:val="0"/>
      <w:autoSpaceDN w:val="0"/>
      <w:adjustRightInd w:val="0"/>
    </w:pPr>
    <w:rPr>
      <w:sz w:val="24"/>
      <w:lang w:val="en-GB" w:eastAsia="en-GB"/>
    </w:rPr>
  </w:style>
  <w:style w:type="paragraph" w:customStyle="1" w:styleId="ListBullet1">
    <w:name w:val="List Bullet1"/>
    <w:basedOn w:val="Normal"/>
    <w:next w:val="ListBullet"/>
    <w:uiPriority w:val="99"/>
    <w:rsid w:val="00067E53"/>
    <w:pPr>
      <w:tabs>
        <w:tab w:val="num" w:pos="360"/>
      </w:tabs>
      <w:autoSpaceDE w:val="0"/>
      <w:autoSpaceDN w:val="0"/>
      <w:adjustRightInd w:val="0"/>
      <w:spacing w:line="240" w:lineRule="auto"/>
      <w:ind w:left="360" w:hanging="360"/>
      <w:contextualSpacing/>
      <w:jc w:val="both"/>
    </w:pPr>
    <w:rPr>
      <w:lang w:eastAsia="en-GB"/>
    </w:rPr>
  </w:style>
  <w:style w:type="paragraph" w:customStyle="1" w:styleId="ListBullet21">
    <w:name w:val="List Bullet 21"/>
    <w:basedOn w:val="Normal"/>
    <w:next w:val="ListBullet2"/>
    <w:uiPriority w:val="99"/>
    <w:rsid w:val="00067E53"/>
    <w:pPr>
      <w:tabs>
        <w:tab w:val="num" w:pos="360"/>
      </w:tabs>
      <w:autoSpaceDE w:val="0"/>
      <w:autoSpaceDN w:val="0"/>
      <w:adjustRightInd w:val="0"/>
      <w:spacing w:line="240" w:lineRule="auto"/>
      <w:ind w:left="360" w:hanging="360"/>
      <w:contextualSpacing/>
      <w:jc w:val="both"/>
    </w:pPr>
    <w:rPr>
      <w:lang w:eastAsia="en-GB"/>
    </w:rPr>
  </w:style>
  <w:style w:type="paragraph" w:customStyle="1" w:styleId="ListBullet31">
    <w:name w:val="List Bullet 31"/>
    <w:basedOn w:val="Normal"/>
    <w:next w:val="ListBullet3"/>
    <w:uiPriority w:val="99"/>
    <w:rsid w:val="00067E53"/>
    <w:pPr>
      <w:tabs>
        <w:tab w:val="num" w:pos="720"/>
      </w:tabs>
      <w:autoSpaceDE w:val="0"/>
      <w:autoSpaceDN w:val="0"/>
      <w:adjustRightInd w:val="0"/>
      <w:spacing w:line="240" w:lineRule="auto"/>
      <w:ind w:left="720" w:hanging="360"/>
      <w:contextualSpacing/>
      <w:jc w:val="both"/>
    </w:pPr>
    <w:rPr>
      <w:lang w:eastAsia="en-GB"/>
    </w:rPr>
  </w:style>
  <w:style w:type="character" w:customStyle="1" w:styleId="Bodytext2">
    <w:name w:val="Body text (2)_"/>
    <w:rsid w:val="00067E53"/>
    <w:rPr>
      <w:rFonts w:ascii="Arial" w:eastAsia="Times New Roman" w:hAnsi="Arial"/>
      <w:sz w:val="16"/>
      <w:shd w:val="clear" w:color="auto" w:fill="FFFFFF"/>
    </w:rPr>
  </w:style>
  <w:style w:type="paragraph" w:customStyle="1" w:styleId="Bodytext20">
    <w:name w:val="Body text (2)"/>
    <w:basedOn w:val="Normal"/>
    <w:rsid w:val="00067E53"/>
    <w:pPr>
      <w:widowControl w:val="0"/>
      <w:shd w:val="clear" w:color="auto" w:fill="FFFFFF"/>
      <w:autoSpaceDE w:val="0"/>
      <w:autoSpaceDN w:val="0"/>
      <w:adjustRightInd w:val="0"/>
      <w:spacing w:before="360" w:after="360" w:line="178" w:lineRule="exact"/>
      <w:ind w:hanging="600"/>
      <w:jc w:val="both"/>
    </w:pPr>
    <w:rPr>
      <w:rFonts w:ascii="Arial" w:hAnsi="Arial" w:cs="Arial"/>
      <w:sz w:val="16"/>
      <w:szCs w:val="16"/>
      <w:lang w:val="en-US" w:eastAsia="en-GB"/>
    </w:rPr>
  </w:style>
  <w:style w:type="character" w:customStyle="1" w:styleId="st1">
    <w:name w:val="st1"/>
    <w:rsid w:val="00067E53"/>
  </w:style>
  <w:style w:type="character" w:customStyle="1" w:styleId="Caractresdenotedebasdepage">
    <w:name w:val="Caractères de note de bas de page"/>
    <w:rsid w:val="00067E53"/>
    <w:rPr>
      <w:vertAlign w:val="superscript"/>
    </w:rPr>
  </w:style>
  <w:style w:type="paragraph" w:customStyle="1" w:styleId="CM3">
    <w:name w:val="CM3"/>
    <w:basedOn w:val="Normal"/>
    <w:next w:val="Normal"/>
    <w:uiPriority w:val="99"/>
    <w:rsid w:val="00067E53"/>
    <w:pPr>
      <w:autoSpaceDE w:val="0"/>
      <w:autoSpaceDN w:val="0"/>
      <w:adjustRightInd w:val="0"/>
      <w:spacing w:before="0" w:after="0" w:line="240" w:lineRule="auto"/>
    </w:pPr>
    <w:rPr>
      <w:lang w:eastAsia="en-GB"/>
    </w:rPr>
  </w:style>
  <w:style w:type="paragraph" w:customStyle="1" w:styleId="CM4">
    <w:name w:val="CM4"/>
    <w:basedOn w:val="Normal"/>
    <w:next w:val="Normal"/>
    <w:uiPriority w:val="99"/>
    <w:rsid w:val="00067E53"/>
    <w:pPr>
      <w:autoSpaceDE w:val="0"/>
      <w:autoSpaceDN w:val="0"/>
      <w:adjustRightInd w:val="0"/>
      <w:spacing w:before="0" w:after="0" w:line="240" w:lineRule="auto"/>
    </w:pPr>
    <w:rPr>
      <w:lang w:eastAsia="en-GB"/>
    </w:rPr>
  </w:style>
  <w:style w:type="character" w:customStyle="1" w:styleId="normal--char">
    <w:name w:val="normal--char"/>
    <w:rsid w:val="00067E53"/>
  </w:style>
  <w:style w:type="paragraph" w:customStyle="1" w:styleId="Caption1">
    <w:name w:val="Caption1"/>
    <w:basedOn w:val="Normal"/>
    <w:next w:val="Normal"/>
    <w:uiPriority w:val="35"/>
    <w:qFormat/>
    <w:rsid w:val="00067E53"/>
    <w:pPr>
      <w:autoSpaceDE w:val="0"/>
      <w:autoSpaceDN w:val="0"/>
      <w:adjustRightInd w:val="0"/>
      <w:spacing w:before="0" w:after="200" w:line="240" w:lineRule="auto"/>
      <w:jc w:val="both"/>
    </w:pPr>
    <w:rPr>
      <w:b/>
      <w:color w:val="4F81BD"/>
      <w:sz w:val="18"/>
      <w:szCs w:val="18"/>
      <w:lang w:eastAsia="en-GB"/>
    </w:rPr>
  </w:style>
  <w:style w:type="paragraph" w:customStyle="1" w:styleId="TableofFigures1">
    <w:name w:val="Table of Figures1"/>
    <w:basedOn w:val="Normal"/>
    <w:next w:val="Normal"/>
    <w:uiPriority w:val="99"/>
    <w:rsid w:val="00067E53"/>
    <w:pPr>
      <w:autoSpaceDE w:val="0"/>
      <w:autoSpaceDN w:val="0"/>
      <w:adjustRightInd w:val="0"/>
      <w:spacing w:after="0" w:line="240" w:lineRule="auto"/>
      <w:jc w:val="both"/>
    </w:pPr>
    <w:rPr>
      <w:lang w:eastAsia="en-GB"/>
    </w:rPr>
  </w:style>
  <w:style w:type="paragraph" w:customStyle="1" w:styleId="ListNumber1">
    <w:name w:val="List Number1"/>
    <w:basedOn w:val="Normal"/>
    <w:next w:val="ListNumber"/>
    <w:uiPriority w:val="99"/>
    <w:rsid w:val="00067E53"/>
    <w:pPr>
      <w:numPr>
        <w:numId w:val="2"/>
      </w:numPr>
      <w:tabs>
        <w:tab w:val="clear" w:pos="2835"/>
        <w:tab w:val="num" w:pos="567"/>
      </w:tabs>
      <w:autoSpaceDE w:val="0"/>
      <w:autoSpaceDN w:val="0"/>
      <w:adjustRightInd w:val="0"/>
      <w:spacing w:line="240" w:lineRule="auto"/>
      <w:ind w:left="360" w:hanging="360"/>
      <w:contextualSpacing/>
      <w:jc w:val="both"/>
    </w:pPr>
    <w:rPr>
      <w:lang w:eastAsia="en-GB"/>
    </w:rPr>
  </w:style>
  <w:style w:type="paragraph" w:customStyle="1" w:styleId="ListNumber21">
    <w:name w:val="List Number 21"/>
    <w:basedOn w:val="Normal"/>
    <w:next w:val="ListNumber2"/>
    <w:uiPriority w:val="99"/>
    <w:rsid w:val="00067E53"/>
    <w:pPr>
      <w:tabs>
        <w:tab w:val="num" w:pos="567"/>
        <w:tab w:val="num" w:pos="643"/>
      </w:tabs>
      <w:autoSpaceDE w:val="0"/>
      <w:autoSpaceDN w:val="0"/>
      <w:adjustRightInd w:val="0"/>
      <w:spacing w:line="240" w:lineRule="auto"/>
      <w:ind w:left="643" w:hanging="360"/>
      <w:contextualSpacing/>
      <w:jc w:val="both"/>
    </w:pPr>
    <w:rPr>
      <w:lang w:eastAsia="en-GB"/>
    </w:rPr>
  </w:style>
  <w:style w:type="paragraph" w:customStyle="1" w:styleId="ListNumber41">
    <w:name w:val="List Number 41"/>
    <w:basedOn w:val="Normal"/>
    <w:next w:val="ListNumber4"/>
    <w:uiPriority w:val="99"/>
    <w:rsid w:val="00067E53"/>
    <w:pPr>
      <w:tabs>
        <w:tab w:val="num" w:pos="567"/>
        <w:tab w:val="num" w:pos="1209"/>
      </w:tabs>
      <w:autoSpaceDE w:val="0"/>
      <w:autoSpaceDN w:val="0"/>
      <w:adjustRightInd w:val="0"/>
      <w:spacing w:line="240" w:lineRule="auto"/>
      <w:ind w:left="1209" w:hanging="360"/>
      <w:contextualSpacing/>
      <w:jc w:val="both"/>
    </w:pPr>
    <w:rPr>
      <w:lang w:eastAsia="en-GB"/>
    </w:rPr>
  </w:style>
  <w:style w:type="paragraph" w:customStyle="1" w:styleId="TOCHeading1">
    <w:name w:val="TOC Heading1"/>
    <w:basedOn w:val="Normal"/>
    <w:next w:val="Normal"/>
    <w:uiPriority w:val="39"/>
    <w:qFormat/>
    <w:rsid w:val="00067E53"/>
    <w:pPr>
      <w:autoSpaceDE w:val="0"/>
      <w:autoSpaceDN w:val="0"/>
      <w:adjustRightInd w:val="0"/>
      <w:spacing w:after="240" w:line="240" w:lineRule="auto"/>
      <w:jc w:val="center"/>
    </w:pPr>
    <w:rPr>
      <w:b/>
      <w:sz w:val="28"/>
      <w:lang w:eastAsia="en-GB"/>
    </w:rPr>
  </w:style>
  <w:style w:type="paragraph" w:customStyle="1" w:styleId="TOC11">
    <w:name w:val="TOC 1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21">
    <w:name w:val="TOC 2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31">
    <w:name w:val="TOC 3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41">
    <w:name w:val="TOC 4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51">
    <w:name w:val="TOC 51"/>
    <w:basedOn w:val="Normal"/>
    <w:next w:val="Normal"/>
    <w:uiPriority w:val="39"/>
    <w:rsid w:val="00067E53"/>
    <w:pPr>
      <w:tabs>
        <w:tab w:val="right" w:leader="dot" w:pos="9071"/>
      </w:tabs>
      <w:autoSpaceDE w:val="0"/>
      <w:autoSpaceDN w:val="0"/>
      <w:adjustRightInd w:val="0"/>
      <w:spacing w:before="300" w:line="240" w:lineRule="auto"/>
    </w:pPr>
    <w:rPr>
      <w:lang w:eastAsia="en-GB"/>
    </w:rPr>
  </w:style>
  <w:style w:type="paragraph" w:customStyle="1" w:styleId="TOC61">
    <w:name w:val="TOC 61"/>
    <w:basedOn w:val="Normal"/>
    <w:next w:val="Normal"/>
    <w:uiPriority w:val="39"/>
    <w:rsid w:val="00067E53"/>
    <w:pPr>
      <w:tabs>
        <w:tab w:val="right" w:leader="dot" w:pos="9071"/>
      </w:tabs>
      <w:autoSpaceDE w:val="0"/>
      <w:autoSpaceDN w:val="0"/>
      <w:adjustRightInd w:val="0"/>
      <w:spacing w:before="240" w:line="240" w:lineRule="auto"/>
    </w:pPr>
    <w:rPr>
      <w:lang w:eastAsia="en-GB"/>
    </w:rPr>
  </w:style>
  <w:style w:type="paragraph" w:customStyle="1" w:styleId="TOC71">
    <w:name w:val="TOC 71"/>
    <w:basedOn w:val="Normal"/>
    <w:next w:val="Normal"/>
    <w:uiPriority w:val="39"/>
    <w:rsid w:val="00067E53"/>
    <w:pPr>
      <w:tabs>
        <w:tab w:val="right" w:leader="dot" w:pos="9071"/>
      </w:tabs>
      <w:autoSpaceDE w:val="0"/>
      <w:autoSpaceDN w:val="0"/>
      <w:adjustRightInd w:val="0"/>
      <w:spacing w:before="180" w:line="240" w:lineRule="auto"/>
    </w:pPr>
    <w:rPr>
      <w:lang w:eastAsia="en-GB"/>
    </w:rPr>
  </w:style>
  <w:style w:type="paragraph" w:customStyle="1" w:styleId="TOC81">
    <w:name w:val="TOC 81"/>
    <w:basedOn w:val="Normal"/>
    <w:next w:val="Normal"/>
    <w:uiPriority w:val="39"/>
    <w:rsid w:val="00067E53"/>
    <w:pPr>
      <w:tabs>
        <w:tab w:val="right" w:leader="dot" w:pos="9071"/>
      </w:tabs>
      <w:autoSpaceDE w:val="0"/>
      <w:autoSpaceDN w:val="0"/>
      <w:adjustRightInd w:val="0"/>
      <w:spacing w:line="240" w:lineRule="auto"/>
    </w:pPr>
    <w:rPr>
      <w:lang w:eastAsia="en-GB"/>
    </w:rPr>
  </w:style>
  <w:style w:type="paragraph" w:customStyle="1" w:styleId="TOC91">
    <w:name w:val="TOC 91"/>
    <w:basedOn w:val="Normal"/>
    <w:next w:val="Normal"/>
    <w:uiPriority w:val="39"/>
    <w:rsid w:val="00067E53"/>
    <w:pPr>
      <w:tabs>
        <w:tab w:val="right" w:leader="dot" w:pos="9071"/>
      </w:tabs>
      <w:autoSpaceDE w:val="0"/>
      <w:autoSpaceDN w:val="0"/>
      <w:adjustRightInd w:val="0"/>
      <w:spacing w:line="240" w:lineRule="auto"/>
      <w:jc w:val="both"/>
    </w:pPr>
    <w:rPr>
      <w:lang w:eastAsia="en-GB"/>
    </w:rPr>
  </w:style>
  <w:style w:type="character" w:customStyle="1" w:styleId="Marker2">
    <w:name w:val="Marker2"/>
    <w:rsid w:val="00067E53"/>
    <w:rPr>
      <w:rFonts w:cs="Times New Roman"/>
      <w:color w:val="FF0000"/>
      <w:shd w:val="clear" w:color="auto" w:fill="auto"/>
    </w:rPr>
  </w:style>
  <w:style w:type="paragraph" w:customStyle="1" w:styleId="Annexetitreexpos">
    <w:name w:val="Annexe titre (exposé)"/>
    <w:basedOn w:val="Normal"/>
    <w:next w:val="Normal"/>
    <w:rsid w:val="00067E53"/>
    <w:pPr>
      <w:autoSpaceDE w:val="0"/>
      <w:autoSpaceDN w:val="0"/>
      <w:adjustRightInd w:val="0"/>
      <w:spacing w:line="240" w:lineRule="auto"/>
      <w:jc w:val="center"/>
    </w:pPr>
    <w:rPr>
      <w:b/>
      <w:u w:val="single"/>
      <w:lang w:eastAsia="en-GB"/>
    </w:rPr>
  </w:style>
  <w:style w:type="paragraph" w:customStyle="1" w:styleId="Annexetitrefichefinancire">
    <w:name w:val="Annexe titre (fiche financière)"/>
    <w:basedOn w:val="Normal"/>
    <w:next w:val="Normal"/>
    <w:rsid w:val="00067E53"/>
    <w:pPr>
      <w:autoSpaceDE w:val="0"/>
      <w:autoSpaceDN w:val="0"/>
      <w:adjustRightInd w:val="0"/>
      <w:spacing w:line="240" w:lineRule="auto"/>
      <w:jc w:val="center"/>
    </w:pPr>
    <w:rPr>
      <w:b/>
      <w:u w:val="single"/>
      <w:lang w:eastAsia="en-GB"/>
    </w:rPr>
  </w:style>
  <w:style w:type="paragraph" w:customStyle="1" w:styleId="Avertissementtitre">
    <w:name w:val="Avertissement titre"/>
    <w:basedOn w:val="Normal"/>
    <w:next w:val="Normal"/>
    <w:rsid w:val="00067E53"/>
    <w:pPr>
      <w:keepNext/>
      <w:autoSpaceDE w:val="0"/>
      <w:autoSpaceDN w:val="0"/>
      <w:adjustRightInd w:val="0"/>
      <w:spacing w:before="480" w:line="240" w:lineRule="auto"/>
      <w:jc w:val="both"/>
    </w:pPr>
    <w:rPr>
      <w:u w:val="single"/>
      <w:lang w:eastAsia="en-GB"/>
    </w:rPr>
  </w:style>
  <w:style w:type="paragraph" w:customStyle="1" w:styleId="Confidence">
    <w:name w:val="Confidence"/>
    <w:basedOn w:val="Normal"/>
    <w:next w:val="Normal"/>
    <w:rsid w:val="00067E53"/>
    <w:pPr>
      <w:autoSpaceDE w:val="0"/>
      <w:autoSpaceDN w:val="0"/>
      <w:adjustRightInd w:val="0"/>
      <w:spacing w:before="360" w:line="240" w:lineRule="auto"/>
      <w:jc w:val="center"/>
    </w:pPr>
    <w:rPr>
      <w:lang w:eastAsia="en-GB"/>
    </w:rPr>
  </w:style>
  <w:style w:type="paragraph" w:customStyle="1" w:styleId="Confidentialit">
    <w:name w:val="Confidentialité"/>
    <w:basedOn w:val="Normal"/>
    <w:next w:val="TypedudocumentPagedecouverture"/>
    <w:rsid w:val="00067E53"/>
    <w:pPr>
      <w:autoSpaceDE w:val="0"/>
      <w:autoSpaceDN w:val="0"/>
      <w:adjustRightInd w:val="0"/>
      <w:spacing w:before="240" w:after="240" w:line="240" w:lineRule="auto"/>
      <w:ind w:left="5103"/>
    </w:pPr>
    <w:rPr>
      <w:i/>
      <w:sz w:val="32"/>
      <w:lang w:eastAsia="en-GB"/>
    </w:rPr>
  </w:style>
  <w:style w:type="paragraph" w:customStyle="1" w:styleId="Corrigendum">
    <w:name w:val="Corrigendum"/>
    <w:basedOn w:val="Normal"/>
    <w:next w:val="Normal"/>
    <w:rsid w:val="00067E53"/>
    <w:pPr>
      <w:autoSpaceDE w:val="0"/>
      <w:autoSpaceDN w:val="0"/>
      <w:adjustRightInd w:val="0"/>
      <w:spacing w:before="0" w:after="240" w:line="240" w:lineRule="auto"/>
    </w:pPr>
    <w:rPr>
      <w:lang w:eastAsia="en-GB"/>
    </w:rPr>
  </w:style>
  <w:style w:type="paragraph" w:customStyle="1" w:styleId="Emission">
    <w:name w:val="Emission"/>
    <w:basedOn w:val="Normal"/>
    <w:next w:val="Rfrenceinstitutionnelle"/>
    <w:rsid w:val="00067E53"/>
    <w:pPr>
      <w:autoSpaceDE w:val="0"/>
      <w:autoSpaceDN w:val="0"/>
      <w:adjustRightInd w:val="0"/>
      <w:spacing w:before="0" w:after="0" w:line="240" w:lineRule="auto"/>
      <w:ind w:left="5103"/>
    </w:pPr>
    <w:rPr>
      <w:lang w:eastAsia="en-GB"/>
    </w:rPr>
  </w:style>
  <w:style w:type="paragraph" w:customStyle="1" w:styleId="Exposdesmotifstitre">
    <w:name w:val="Exposé des motifs titre"/>
    <w:basedOn w:val="Normal"/>
    <w:next w:val="Normal"/>
    <w:rsid w:val="00067E53"/>
    <w:pPr>
      <w:autoSpaceDE w:val="0"/>
      <w:autoSpaceDN w:val="0"/>
      <w:adjustRightInd w:val="0"/>
      <w:spacing w:line="240" w:lineRule="auto"/>
      <w:jc w:val="center"/>
    </w:pPr>
    <w:rPr>
      <w:b/>
      <w:u w:val="single"/>
      <w:lang w:eastAsia="en-GB"/>
    </w:rPr>
  </w:style>
  <w:style w:type="paragraph" w:customStyle="1" w:styleId="Langue">
    <w:name w:val="Langue"/>
    <w:basedOn w:val="Normal"/>
    <w:next w:val="Rfrenceinterne"/>
    <w:rsid w:val="00067E53"/>
    <w:pPr>
      <w:framePr w:wrap="auto" w:vAnchor="page" w:hAnchor="text" w:xAlign="center" w:y="14741"/>
      <w:autoSpaceDE w:val="0"/>
      <w:autoSpaceDN w:val="0"/>
      <w:adjustRightInd w:val="0"/>
      <w:spacing w:before="0" w:after="600" w:line="240" w:lineRule="auto"/>
      <w:jc w:val="center"/>
    </w:pPr>
    <w:rPr>
      <w:b/>
      <w:caps/>
      <w:lang w:eastAsia="en-GB"/>
    </w:rPr>
  </w:style>
  <w:style w:type="paragraph" w:customStyle="1" w:styleId="Nomdelinstitution">
    <w:name w:val="Nom de l'institution"/>
    <w:basedOn w:val="Normal"/>
    <w:next w:val="Emission"/>
    <w:rsid w:val="00067E53"/>
    <w:pPr>
      <w:autoSpaceDE w:val="0"/>
      <w:autoSpaceDN w:val="0"/>
      <w:adjustRightInd w:val="0"/>
      <w:spacing w:before="0" w:after="0" w:line="240" w:lineRule="auto"/>
    </w:pPr>
    <w:rPr>
      <w:rFonts w:ascii="Arial" w:hAnsi="Arial" w:cs="Arial"/>
      <w:lang w:eastAsia="en-GB"/>
    </w:rPr>
  </w:style>
  <w:style w:type="paragraph" w:customStyle="1" w:styleId="Rfrenceinstitutionnelle">
    <w:name w:val="Référence institutionnelle"/>
    <w:basedOn w:val="Normal"/>
    <w:next w:val="Confidentialit"/>
    <w:rsid w:val="00067E53"/>
    <w:pPr>
      <w:autoSpaceDE w:val="0"/>
      <w:autoSpaceDN w:val="0"/>
      <w:adjustRightInd w:val="0"/>
      <w:spacing w:before="0" w:after="240" w:line="240" w:lineRule="auto"/>
      <w:ind w:left="5103"/>
    </w:pPr>
    <w:rPr>
      <w:lang w:eastAsia="en-GB"/>
    </w:rPr>
  </w:style>
  <w:style w:type="paragraph" w:customStyle="1" w:styleId="Rfrenceinterne">
    <w:name w:val="Référence interne"/>
    <w:basedOn w:val="Normal"/>
    <w:next w:val="Rfrenceinterinstitutionnelle"/>
    <w:rsid w:val="00067E53"/>
    <w:pPr>
      <w:autoSpaceDE w:val="0"/>
      <w:autoSpaceDN w:val="0"/>
      <w:adjustRightInd w:val="0"/>
      <w:spacing w:before="0" w:after="0" w:line="240" w:lineRule="auto"/>
      <w:ind w:left="5103"/>
    </w:pPr>
    <w:rPr>
      <w:lang w:eastAsia="en-GB"/>
    </w:rPr>
  </w:style>
  <w:style w:type="character" w:customStyle="1" w:styleId="Added0">
    <w:name w:val="Added"/>
    <w:rsid w:val="00067E53"/>
    <w:rPr>
      <w:rFonts w:cs="Times New Roman"/>
      <w:b/>
      <w:u w:val="single"/>
      <w:shd w:val="clear" w:color="auto" w:fill="auto"/>
    </w:rPr>
  </w:style>
  <w:style w:type="character" w:customStyle="1" w:styleId="Deleted">
    <w:name w:val="Deleted"/>
    <w:rsid w:val="00067E53"/>
    <w:rPr>
      <w:rFonts w:cs="Times New Roman"/>
      <w:strike/>
      <w:shd w:val="clear" w:color="auto" w:fill="auto"/>
    </w:rPr>
  </w:style>
  <w:style w:type="paragraph" w:customStyle="1" w:styleId="Address">
    <w:name w:val="Address"/>
    <w:basedOn w:val="Normal"/>
    <w:next w:val="Normal"/>
    <w:rsid w:val="00067E53"/>
    <w:pPr>
      <w:keepLines/>
      <w:autoSpaceDE w:val="0"/>
      <w:autoSpaceDN w:val="0"/>
      <w:adjustRightInd w:val="0"/>
      <w:ind w:left="3402"/>
    </w:pPr>
    <w:rPr>
      <w:lang w:eastAsia="en-GB"/>
    </w:rPr>
  </w:style>
  <w:style w:type="paragraph" w:customStyle="1" w:styleId="Objetexterne">
    <w:name w:val="Objet externe"/>
    <w:basedOn w:val="Normal"/>
    <w:next w:val="Normal"/>
    <w:rsid w:val="00067E53"/>
    <w:pPr>
      <w:autoSpaceDE w:val="0"/>
      <w:autoSpaceDN w:val="0"/>
      <w:adjustRightInd w:val="0"/>
      <w:spacing w:line="240" w:lineRule="auto"/>
      <w:jc w:val="both"/>
    </w:pPr>
    <w:rPr>
      <w:i/>
      <w:caps/>
      <w:lang w:eastAsia="en-GB"/>
    </w:rPr>
  </w:style>
  <w:style w:type="paragraph" w:customStyle="1" w:styleId="Pagedecouverture">
    <w:name w:val="Page de couverture"/>
    <w:basedOn w:val="Normal"/>
    <w:next w:val="Normal"/>
    <w:rsid w:val="00067E53"/>
    <w:pPr>
      <w:autoSpaceDE w:val="0"/>
      <w:autoSpaceDN w:val="0"/>
      <w:adjustRightInd w:val="0"/>
      <w:spacing w:before="0" w:after="0" w:line="240" w:lineRule="auto"/>
      <w:jc w:val="both"/>
    </w:pPr>
    <w:rPr>
      <w:lang w:eastAsia="en-GB"/>
    </w:rPr>
  </w:style>
  <w:style w:type="paragraph" w:customStyle="1" w:styleId="Supertitre">
    <w:name w:val="Supertitre"/>
    <w:basedOn w:val="Normal"/>
    <w:next w:val="Normal"/>
    <w:rsid w:val="00067E53"/>
    <w:pPr>
      <w:autoSpaceDE w:val="0"/>
      <w:autoSpaceDN w:val="0"/>
      <w:adjustRightInd w:val="0"/>
      <w:spacing w:before="0" w:after="600" w:line="240" w:lineRule="auto"/>
      <w:jc w:val="center"/>
    </w:pPr>
    <w:rPr>
      <w:b/>
      <w:lang w:eastAsia="en-GB"/>
    </w:rPr>
  </w:style>
  <w:style w:type="paragraph" w:customStyle="1" w:styleId="Rfrencecroise">
    <w:name w:val="Référence croisée"/>
    <w:basedOn w:val="Normal"/>
    <w:rsid w:val="00067E53"/>
    <w:pPr>
      <w:autoSpaceDE w:val="0"/>
      <w:autoSpaceDN w:val="0"/>
      <w:adjustRightInd w:val="0"/>
      <w:spacing w:before="0" w:after="0" w:line="240" w:lineRule="auto"/>
      <w:jc w:val="center"/>
    </w:pPr>
    <w:rPr>
      <w:lang w:eastAsia="en-GB"/>
    </w:rPr>
  </w:style>
  <w:style w:type="paragraph" w:customStyle="1" w:styleId="Fichefinanciretitre">
    <w:name w:val="Fiche financière titre"/>
    <w:basedOn w:val="Normal"/>
    <w:next w:val="Normal"/>
    <w:rsid w:val="00067E53"/>
    <w:pPr>
      <w:autoSpaceDE w:val="0"/>
      <w:autoSpaceDN w:val="0"/>
      <w:adjustRightInd w:val="0"/>
      <w:spacing w:line="240" w:lineRule="auto"/>
      <w:jc w:val="center"/>
    </w:pPr>
    <w:rPr>
      <w:b/>
      <w:u w:val="single"/>
      <w:lang w:eastAsia="en-GB"/>
    </w:rPr>
  </w:style>
  <w:style w:type="paragraph" w:customStyle="1" w:styleId="DatedadoptionPagedecouverture">
    <w:name w:val="Date d'adoption (Page de couverture)"/>
    <w:basedOn w:val="Datedadoption"/>
    <w:next w:val="TitreobjetPagedecouverture"/>
    <w:rsid w:val="00067E53"/>
    <w:pPr>
      <w:autoSpaceDE w:val="0"/>
      <w:autoSpaceDN w:val="0"/>
      <w:adjustRightInd w:val="0"/>
      <w:spacing w:line="240" w:lineRule="auto"/>
    </w:pPr>
    <w:rPr>
      <w:lang w:eastAsia="en-GB"/>
    </w:rPr>
  </w:style>
  <w:style w:type="paragraph" w:customStyle="1" w:styleId="RfrenceinterinstitutionnellePagedecouverture">
    <w:name w:val="Référence interinstitutionnelle (Page de couverture)"/>
    <w:basedOn w:val="Rfrenceinterinstitutionnelle"/>
    <w:next w:val="Confidentialit"/>
    <w:rsid w:val="00067E53"/>
  </w:style>
  <w:style w:type="paragraph" w:customStyle="1" w:styleId="Sous-titreobjetPagedecouverture">
    <w:name w:val="Sous-titre objet (Page de couverture)"/>
    <w:basedOn w:val="Sous-titreobjet"/>
    <w:rsid w:val="00067E53"/>
    <w:pPr>
      <w:autoSpaceDE w:val="0"/>
      <w:autoSpaceDN w:val="0"/>
      <w:adjustRightInd w:val="0"/>
      <w:spacing w:line="240" w:lineRule="auto"/>
    </w:pPr>
    <w:rPr>
      <w:lang w:eastAsia="en-GB"/>
    </w:rPr>
  </w:style>
  <w:style w:type="paragraph" w:customStyle="1" w:styleId="StatutPagedecouverture">
    <w:name w:val="Statut (Page de couverture)"/>
    <w:basedOn w:val="Statut"/>
    <w:next w:val="TypedudocumentPagedecouverture"/>
    <w:rsid w:val="00067E53"/>
    <w:pPr>
      <w:autoSpaceDE w:val="0"/>
      <w:autoSpaceDN w:val="0"/>
      <w:adjustRightInd w:val="0"/>
      <w:spacing w:line="240" w:lineRule="auto"/>
    </w:pPr>
    <w:rPr>
      <w:lang w:eastAsia="en-GB"/>
    </w:rPr>
  </w:style>
  <w:style w:type="paragraph" w:customStyle="1" w:styleId="TitreobjetPagedecouverture">
    <w:name w:val="Titre objet (Page de couverture)"/>
    <w:basedOn w:val="Titreobjet"/>
    <w:next w:val="Sous-titreobjetPagedecouverture"/>
    <w:rsid w:val="00067E53"/>
    <w:pPr>
      <w:autoSpaceDE w:val="0"/>
      <w:autoSpaceDN w:val="0"/>
      <w:adjustRightInd w:val="0"/>
      <w:spacing w:line="240" w:lineRule="auto"/>
    </w:pPr>
    <w:rPr>
      <w:lang w:eastAsia="en-GB"/>
    </w:rPr>
  </w:style>
  <w:style w:type="paragraph" w:customStyle="1" w:styleId="TypedudocumentPagedecouverture">
    <w:name w:val="Type du document (Page de couverture)"/>
    <w:basedOn w:val="Typedudocument"/>
    <w:next w:val="TitreobjetPagedecouverture"/>
    <w:rsid w:val="00067E53"/>
    <w:pPr>
      <w:autoSpaceDE w:val="0"/>
      <w:autoSpaceDN w:val="0"/>
      <w:adjustRightInd w:val="0"/>
      <w:spacing w:line="240" w:lineRule="auto"/>
    </w:pPr>
    <w:rPr>
      <w:lang w:eastAsia="en-GB"/>
    </w:rPr>
  </w:style>
  <w:style w:type="paragraph" w:customStyle="1" w:styleId="Volume">
    <w:name w:val="Volume"/>
    <w:basedOn w:val="Normal"/>
    <w:next w:val="Confidentialit"/>
    <w:rsid w:val="00067E53"/>
    <w:pPr>
      <w:autoSpaceDE w:val="0"/>
      <w:autoSpaceDN w:val="0"/>
      <w:adjustRightInd w:val="0"/>
      <w:spacing w:before="0" w:after="240" w:line="240" w:lineRule="auto"/>
      <w:ind w:left="5103"/>
    </w:pPr>
    <w:rPr>
      <w:lang w:eastAsia="en-GB"/>
    </w:rPr>
  </w:style>
  <w:style w:type="paragraph" w:customStyle="1" w:styleId="Accompagnant">
    <w:name w:val="Accompagnant"/>
    <w:basedOn w:val="Normal"/>
    <w:next w:val="Typeacteprincipal"/>
    <w:rsid w:val="00067E53"/>
    <w:pPr>
      <w:autoSpaceDE w:val="0"/>
      <w:autoSpaceDN w:val="0"/>
      <w:adjustRightInd w:val="0"/>
      <w:spacing w:before="0" w:after="240" w:line="240" w:lineRule="auto"/>
      <w:jc w:val="center"/>
    </w:pPr>
    <w:rPr>
      <w:b/>
      <w:i/>
      <w:lang w:eastAsia="en-GB"/>
    </w:rPr>
  </w:style>
  <w:style w:type="paragraph" w:customStyle="1" w:styleId="Typeacteprincipal">
    <w:name w:val="Type acte principal"/>
    <w:basedOn w:val="Normal"/>
    <w:next w:val="Objetacteprincipal"/>
    <w:rsid w:val="00067E53"/>
    <w:pPr>
      <w:autoSpaceDE w:val="0"/>
      <w:autoSpaceDN w:val="0"/>
      <w:adjustRightInd w:val="0"/>
      <w:spacing w:before="0" w:after="240" w:line="240" w:lineRule="auto"/>
      <w:jc w:val="center"/>
    </w:pPr>
    <w:rPr>
      <w:b/>
      <w:lang w:eastAsia="en-GB"/>
    </w:rPr>
  </w:style>
  <w:style w:type="paragraph" w:customStyle="1" w:styleId="Objetacteprincipal">
    <w:name w:val="Objet acte principal"/>
    <w:basedOn w:val="Normal"/>
    <w:next w:val="Titrearticle"/>
    <w:rsid w:val="00067E53"/>
    <w:pPr>
      <w:autoSpaceDE w:val="0"/>
      <w:autoSpaceDN w:val="0"/>
      <w:adjustRightInd w:val="0"/>
      <w:spacing w:before="0" w:after="360" w:line="240" w:lineRule="auto"/>
      <w:jc w:val="center"/>
    </w:pPr>
    <w:rPr>
      <w:b/>
      <w:lang w:eastAsia="en-GB"/>
    </w:rPr>
  </w:style>
  <w:style w:type="paragraph" w:customStyle="1" w:styleId="IntrtEEEPagedecouverture">
    <w:name w:val="Intérêt EEE (Page de couverture)"/>
    <w:basedOn w:val="IntrtEEE"/>
    <w:next w:val="Rfrencecroise"/>
    <w:rsid w:val="00067E53"/>
    <w:pPr>
      <w:autoSpaceDE w:val="0"/>
      <w:autoSpaceDN w:val="0"/>
      <w:adjustRightInd w:val="0"/>
      <w:spacing w:line="240" w:lineRule="auto"/>
    </w:pPr>
    <w:rPr>
      <w:lang w:eastAsia="en-GB"/>
    </w:rPr>
  </w:style>
  <w:style w:type="paragraph" w:customStyle="1" w:styleId="AccompagnantPagedecouverture">
    <w:name w:val="Accompagnant (Page de couverture)"/>
    <w:basedOn w:val="Accompagnant"/>
    <w:next w:val="TypeacteprincipalPagedecouverture"/>
    <w:rsid w:val="00067E53"/>
  </w:style>
  <w:style w:type="paragraph" w:customStyle="1" w:styleId="TypeacteprincipalPagedecouverture">
    <w:name w:val="Type acte principal (Page de couverture)"/>
    <w:basedOn w:val="Typeacteprincipal"/>
    <w:next w:val="ObjetacteprincipalPagedecouverture"/>
    <w:rsid w:val="00067E53"/>
  </w:style>
  <w:style w:type="paragraph" w:customStyle="1" w:styleId="ObjetacteprincipalPagedecouverture">
    <w:name w:val="Objet acte principal (Page de couverture)"/>
    <w:basedOn w:val="Objetacteprincipal"/>
    <w:next w:val="Rfrencecroise"/>
    <w:rsid w:val="00067E53"/>
  </w:style>
  <w:style w:type="paragraph" w:customStyle="1" w:styleId="LanguesfaisantfoiPagedecouverture">
    <w:name w:val="Langues faisant foi (Page de couverture)"/>
    <w:basedOn w:val="Normal"/>
    <w:next w:val="Normal"/>
    <w:rsid w:val="00067E53"/>
    <w:pPr>
      <w:autoSpaceDE w:val="0"/>
      <w:autoSpaceDN w:val="0"/>
      <w:adjustRightInd w:val="0"/>
      <w:spacing w:before="360" w:after="0" w:line="240" w:lineRule="auto"/>
      <w:jc w:val="center"/>
    </w:pPr>
    <w:rPr>
      <w:lang w:eastAsia="en-GB"/>
    </w:rPr>
  </w:style>
  <w:style w:type="paragraph" w:customStyle="1" w:styleId="pj">
    <w:name w:val="p.j."/>
    <w:basedOn w:val="Normal"/>
    <w:rsid w:val="00067E53"/>
    <w:pPr>
      <w:autoSpaceDE w:val="0"/>
      <w:autoSpaceDN w:val="0"/>
      <w:adjustRightInd w:val="0"/>
      <w:spacing w:before="1200" w:line="240" w:lineRule="auto"/>
      <w:ind w:left="1440" w:hanging="1440"/>
    </w:pPr>
    <w:rPr>
      <w:lang w:eastAsia="en-GB"/>
    </w:rPr>
  </w:style>
  <w:style w:type="character" w:customStyle="1" w:styleId="pjChar">
    <w:name w:val="p.j. Char"/>
    <w:rsid w:val="00067E53"/>
  </w:style>
  <w:style w:type="character" w:customStyle="1" w:styleId="HeaderCouncilChar">
    <w:name w:val="Header Council Char"/>
    <w:rsid w:val="00067E53"/>
    <w:rPr>
      <w:rFonts w:ascii="Times New Roman" w:hAnsi="Times New Roman" w:cs="Times New Roman"/>
      <w:sz w:val="2"/>
      <w:lang w:val="en-GB"/>
    </w:rPr>
  </w:style>
  <w:style w:type="character" w:customStyle="1" w:styleId="FooterCouncilChar">
    <w:name w:val="Footer Council Char"/>
    <w:rsid w:val="00067E53"/>
    <w:rPr>
      <w:rFonts w:ascii="Times New Roman" w:hAnsi="Times New Roman" w:cs="Times New Roman"/>
      <w:sz w:val="2"/>
      <w:lang w:val="en-GB"/>
    </w:rPr>
  </w:style>
  <w:style w:type="paragraph" w:customStyle="1" w:styleId="DeltaViewTableHeading">
    <w:name w:val="DeltaView Table Heading"/>
    <w:basedOn w:val="Normal"/>
    <w:uiPriority w:val="99"/>
    <w:rsid w:val="00067E53"/>
    <w:pPr>
      <w:autoSpaceDE w:val="0"/>
      <w:autoSpaceDN w:val="0"/>
      <w:adjustRightInd w:val="0"/>
      <w:spacing w:before="0" w:line="240" w:lineRule="auto"/>
    </w:pPr>
    <w:rPr>
      <w:rFonts w:ascii="Arial" w:hAnsi="Arial"/>
      <w:b/>
      <w:lang w:val="en-US" w:eastAsia="en-GB"/>
    </w:rPr>
  </w:style>
  <w:style w:type="paragraph" w:customStyle="1" w:styleId="DeltaViewTableBody">
    <w:name w:val="DeltaView Table Body"/>
    <w:basedOn w:val="Normal"/>
    <w:uiPriority w:val="99"/>
    <w:rsid w:val="00067E53"/>
    <w:pPr>
      <w:autoSpaceDE w:val="0"/>
      <w:autoSpaceDN w:val="0"/>
      <w:adjustRightInd w:val="0"/>
      <w:spacing w:before="0" w:after="0" w:line="240" w:lineRule="auto"/>
    </w:pPr>
    <w:rPr>
      <w:rFonts w:ascii="Arial" w:hAnsi="Arial"/>
      <w:lang w:val="en-US" w:eastAsia="en-GB"/>
    </w:rPr>
  </w:style>
  <w:style w:type="paragraph" w:customStyle="1" w:styleId="DeltaViewAnnounce">
    <w:name w:val="DeltaView Announce"/>
    <w:uiPriority w:val="99"/>
    <w:rsid w:val="00067E53"/>
    <w:pPr>
      <w:autoSpaceDE w:val="0"/>
      <w:autoSpaceDN w:val="0"/>
      <w:adjustRightInd w:val="0"/>
      <w:spacing w:before="100" w:beforeAutospacing="1" w:after="100" w:afterAutospacing="1"/>
    </w:pPr>
    <w:rPr>
      <w:rFonts w:ascii="Arial" w:hAnsi="Arial"/>
      <w:sz w:val="24"/>
      <w:szCs w:val="24"/>
      <w:lang w:val="en-GB" w:eastAsia="en-GB"/>
    </w:rPr>
  </w:style>
  <w:style w:type="paragraph" w:customStyle="1" w:styleId="BodyText1">
    <w:name w:val="Body Text1"/>
    <w:basedOn w:val="Normal"/>
    <w:next w:val="FootnoteText"/>
    <w:uiPriority w:val="99"/>
    <w:rsid w:val="00067E53"/>
    <w:pPr>
      <w:autoSpaceDE w:val="0"/>
      <w:autoSpaceDN w:val="0"/>
      <w:adjustRightInd w:val="0"/>
      <w:spacing w:before="0" w:after="0" w:line="240" w:lineRule="auto"/>
    </w:pPr>
    <w:rPr>
      <w:sz w:val="18"/>
      <w:lang w:val="en-US" w:eastAsia="en-GB"/>
    </w:rPr>
  </w:style>
  <w:style w:type="character" w:customStyle="1" w:styleId="BodyTextChar">
    <w:name w:val="Body Text Char"/>
    <w:link w:val="BodyText"/>
    <w:uiPriority w:val="99"/>
    <w:rsid w:val="00067E53"/>
    <w:rPr>
      <w:sz w:val="18"/>
      <w:szCs w:val="24"/>
    </w:rPr>
  </w:style>
  <w:style w:type="character" w:customStyle="1" w:styleId="DeltaViewInsertion">
    <w:name w:val="DeltaView Insertion"/>
    <w:uiPriority w:val="99"/>
    <w:rsid w:val="00067E53"/>
    <w:rPr>
      <w:b/>
      <w:i/>
      <w:color w:val="191919"/>
    </w:rPr>
  </w:style>
  <w:style w:type="character" w:customStyle="1" w:styleId="DeltaViewDeletion">
    <w:name w:val="DeltaView Deletion"/>
    <w:uiPriority w:val="99"/>
    <w:rsid w:val="00067E53"/>
    <w:rPr>
      <w:strike/>
      <w:color w:val="000000"/>
    </w:rPr>
  </w:style>
  <w:style w:type="character" w:customStyle="1" w:styleId="DeltaViewMoveSource">
    <w:name w:val="DeltaView Move Source"/>
    <w:uiPriority w:val="99"/>
    <w:rsid w:val="00067E53"/>
    <w:rPr>
      <w:strike/>
      <w:color w:val="000000"/>
    </w:rPr>
  </w:style>
  <w:style w:type="character" w:customStyle="1" w:styleId="DeltaViewMoveDestination">
    <w:name w:val="DeltaView Move Destination"/>
    <w:uiPriority w:val="99"/>
    <w:rsid w:val="00067E53"/>
    <w:rPr>
      <w:color w:val="191919"/>
      <w:u w:val="double"/>
    </w:rPr>
  </w:style>
  <w:style w:type="character" w:customStyle="1" w:styleId="DeltaViewChangeNumber">
    <w:name w:val="DeltaView Change Number"/>
    <w:uiPriority w:val="99"/>
    <w:rsid w:val="00067E53"/>
    <w:rPr>
      <w:color w:val="000000"/>
      <w:vertAlign w:val="superscript"/>
    </w:rPr>
  </w:style>
  <w:style w:type="character" w:customStyle="1" w:styleId="DeltaViewDelimiter">
    <w:name w:val="DeltaView Delimiter"/>
    <w:uiPriority w:val="99"/>
    <w:rsid w:val="00067E53"/>
  </w:style>
  <w:style w:type="paragraph" w:customStyle="1" w:styleId="DocumentMap1">
    <w:name w:val="Document Map1"/>
    <w:basedOn w:val="Normal"/>
    <w:next w:val="HeaderCouncil"/>
    <w:uiPriority w:val="99"/>
    <w:rsid w:val="00067E53"/>
    <w:pPr>
      <w:shd w:val="clear" w:color="auto" w:fill="000080"/>
      <w:autoSpaceDE w:val="0"/>
      <w:autoSpaceDN w:val="0"/>
      <w:adjustRightInd w:val="0"/>
      <w:spacing w:before="0" w:after="0" w:line="240" w:lineRule="auto"/>
    </w:pPr>
    <w:rPr>
      <w:rFonts w:ascii="Tahoma" w:hAnsi="Tahoma"/>
      <w:lang w:val="en-US" w:eastAsia="en-GB"/>
    </w:rPr>
  </w:style>
  <w:style w:type="character" w:customStyle="1" w:styleId="DocumentMapChar">
    <w:name w:val="Document Map Char"/>
    <w:link w:val="DocumentMap"/>
    <w:uiPriority w:val="99"/>
    <w:rsid w:val="00067E53"/>
    <w:rPr>
      <w:rFonts w:ascii="Tahoma" w:hAnsi="Tahoma"/>
      <w:sz w:val="24"/>
      <w:szCs w:val="24"/>
    </w:rPr>
  </w:style>
  <w:style w:type="character" w:customStyle="1" w:styleId="DeltaViewFormatChange">
    <w:name w:val="DeltaView Format Change"/>
    <w:uiPriority w:val="99"/>
    <w:rsid w:val="00067E53"/>
    <w:rPr>
      <w:color w:val="000000"/>
    </w:rPr>
  </w:style>
  <w:style w:type="character" w:customStyle="1" w:styleId="DeltaViewMovedDeletion">
    <w:name w:val="DeltaView Moved Deletion"/>
    <w:uiPriority w:val="99"/>
    <w:rsid w:val="00067E53"/>
    <w:rPr>
      <w:strike/>
      <w:color w:val="C08080"/>
    </w:rPr>
  </w:style>
  <w:style w:type="character" w:customStyle="1" w:styleId="DeltaViewComment">
    <w:name w:val="DeltaView Comment"/>
    <w:uiPriority w:val="99"/>
    <w:rsid w:val="00067E53"/>
    <w:rPr>
      <w:color w:val="000000"/>
    </w:rPr>
  </w:style>
  <w:style w:type="character" w:customStyle="1" w:styleId="DeltaViewStyleChangeText">
    <w:name w:val="DeltaView Style Change Text"/>
    <w:uiPriority w:val="99"/>
    <w:rsid w:val="00067E53"/>
    <w:rPr>
      <w:color w:val="000000"/>
      <w:u w:val="double"/>
    </w:rPr>
  </w:style>
  <w:style w:type="character" w:customStyle="1" w:styleId="DeltaViewStyleChangeLabel">
    <w:name w:val="DeltaView Style Change Label"/>
    <w:uiPriority w:val="99"/>
    <w:rsid w:val="00067E53"/>
    <w:rPr>
      <w:color w:val="000000"/>
    </w:rPr>
  </w:style>
  <w:style w:type="character" w:customStyle="1" w:styleId="DeltaViewInsertedComment">
    <w:name w:val="DeltaView Inserted Comment"/>
    <w:uiPriority w:val="99"/>
    <w:rsid w:val="00067E53"/>
    <w:rPr>
      <w:color w:val="0000FF"/>
      <w:u w:val="double"/>
    </w:rPr>
  </w:style>
  <w:style w:type="character" w:customStyle="1" w:styleId="DeltaViewDeletedComment">
    <w:name w:val="DeltaView Deleted Comment"/>
    <w:uiPriority w:val="99"/>
    <w:rsid w:val="00067E53"/>
    <w:rPr>
      <w:strike/>
      <w:color w:val="FF0000"/>
    </w:rPr>
  </w:style>
  <w:style w:type="character" w:styleId="LineNumber">
    <w:name w:val="line number"/>
    <w:uiPriority w:val="99"/>
    <w:unhideWhenUsed/>
    <w:rsid w:val="00067E53"/>
  </w:style>
  <w:style w:type="character" w:styleId="Strong">
    <w:name w:val="Strong"/>
    <w:uiPriority w:val="22"/>
    <w:qFormat/>
    <w:rsid w:val="00067E53"/>
    <w:rPr>
      <w:b/>
      <w:bCs/>
    </w:rPr>
  </w:style>
  <w:style w:type="character" w:customStyle="1" w:styleId="FollowedHyperlink1">
    <w:name w:val="FollowedHyperlink1"/>
    <w:uiPriority w:val="99"/>
    <w:semiHidden/>
    <w:unhideWhenUsed/>
    <w:rsid w:val="00067E53"/>
    <w:rPr>
      <w:color w:val="800080"/>
      <w:u w:val="single"/>
    </w:rPr>
  </w:style>
  <w:style w:type="paragraph" w:customStyle="1" w:styleId="title-doc-first2">
    <w:name w:val="title-doc-first2"/>
    <w:basedOn w:val="Normal"/>
    <w:rsid w:val="00067E53"/>
    <w:pPr>
      <w:spacing w:after="0" w:line="312" w:lineRule="atLeast"/>
      <w:jc w:val="center"/>
    </w:pPr>
    <w:rPr>
      <w:b/>
      <w:bCs/>
      <w:lang w:eastAsia="en-GB"/>
    </w:rPr>
  </w:style>
  <w:style w:type="paragraph" w:styleId="ListBullet">
    <w:name w:val="List Bullet"/>
    <w:basedOn w:val="Normal"/>
    <w:uiPriority w:val="99"/>
    <w:rsid w:val="00067E53"/>
    <w:pPr>
      <w:widowControl w:val="0"/>
      <w:tabs>
        <w:tab w:val="num" w:pos="360"/>
      </w:tabs>
      <w:spacing w:before="0" w:after="0" w:line="240" w:lineRule="auto"/>
      <w:ind w:left="360" w:hanging="360"/>
      <w:contextualSpacing/>
    </w:pPr>
    <w:rPr>
      <w:szCs w:val="20"/>
      <w:lang w:eastAsia="en-GB"/>
    </w:rPr>
  </w:style>
  <w:style w:type="paragraph" w:styleId="ListBullet2">
    <w:name w:val="List Bullet 2"/>
    <w:basedOn w:val="Normal"/>
    <w:uiPriority w:val="99"/>
    <w:rsid w:val="00067E53"/>
    <w:pPr>
      <w:widowControl w:val="0"/>
      <w:tabs>
        <w:tab w:val="num" w:pos="720"/>
      </w:tabs>
      <w:spacing w:before="0" w:after="0" w:line="240" w:lineRule="auto"/>
      <w:ind w:left="720" w:hanging="360"/>
      <w:contextualSpacing/>
    </w:pPr>
    <w:rPr>
      <w:szCs w:val="20"/>
      <w:lang w:eastAsia="en-GB"/>
    </w:rPr>
  </w:style>
  <w:style w:type="paragraph" w:styleId="ListBullet3">
    <w:name w:val="List Bullet 3"/>
    <w:basedOn w:val="Normal"/>
    <w:uiPriority w:val="99"/>
    <w:rsid w:val="00067E53"/>
    <w:pPr>
      <w:widowControl w:val="0"/>
      <w:tabs>
        <w:tab w:val="num" w:pos="1080"/>
      </w:tabs>
      <w:spacing w:before="0" w:after="0" w:line="240" w:lineRule="auto"/>
      <w:ind w:left="1080" w:hanging="360"/>
      <w:contextualSpacing/>
    </w:pPr>
    <w:rPr>
      <w:szCs w:val="20"/>
      <w:lang w:eastAsia="en-GB"/>
    </w:rPr>
  </w:style>
  <w:style w:type="paragraph" w:styleId="ListNumber">
    <w:name w:val="List Number"/>
    <w:basedOn w:val="Normal"/>
    <w:uiPriority w:val="99"/>
    <w:rsid w:val="00067E53"/>
    <w:pPr>
      <w:widowControl w:val="0"/>
      <w:tabs>
        <w:tab w:val="num" w:pos="360"/>
      </w:tabs>
      <w:spacing w:before="0" w:after="0" w:line="240" w:lineRule="auto"/>
      <w:ind w:left="360" w:hanging="360"/>
      <w:contextualSpacing/>
    </w:pPr>
    <w:rPr>
      <w:szCs w:val="20"/>
      <w:lang w:eastAsia="en-GB"/>
    </w:rPr>
  </w:style>
  <w:style w:type="paragraph" w:styleId="ListNumber2">
    <w:name w:val="List Number 2"/>
    <w:basedOn w:val="Normal"/>
    <w:uiPriority w:val="99"/>
    <w:rsid w:val="00067E53"/>
    <w:pPr>
      <w:widowControl w:val="0"/>
      <w:tabs>
        <w:tab w:val="num" w:pos="720"/>
      </w:tabs>
      <w:spacing w:before="0" w:after="0" w:line="240" w:lineRule="auto"/>
      <w:ind w:left="720" w:hanging="360"/>
      <w:contextualSpacing/>
    </w:pPr>
    <w:rPr>
      <w:szCs w:val="20"/>
      <w:lang w:eastAsia="en-GB"/>
    </w:rPr>
  </w:style>
  <w:style w:type="paragraph" w:styleId="ListNumber4">
    <w:name w:val="List Number 4"/>
    <w:basedOn w:val="Normal"/>
    <w:uiPriority w:val="99"/>
    <w:rsid w:val="00067E53"/>
    <w:pPr>
      <w:widowControl w:val="0"/>
      <w:tabs>
        <w:tab w:val="num" w:pos="1440"/>
      </w:tabs>
      <w:spacing w:before="0" w:after="0" w:line="240" w:lineRule="auto"/>
      <w:ind w:left="1440" w:hanging="360"/>
      <w:contextualSpacing/>
    </w:pPr>
    <w:rPr>
      <w:szCs w:val="20"/>
      <w:lang w:eastAsia="en-GB"/>
    </w:rPr>
  </w:style>
  <w:style w:type="paragraph" w:styleId="BodyText">
    <w:name w:val="Body Text"/>
    <w:basedOn w:val="Normal"/>
    <w:link w:val="BodyTextChar"/>
    <w:uiPriority w:val="99"/>
    <w:rsid w:val="00067E53"/>
    <w:pPr>
      <w:widowControl w:val="0"/>
      <w:spacing w:before="0" w:line="240" w:lineRule="auto"/>
    </w:pPr>
    <w:rPr>
      <w:rFonts w:asciiTheme="minorHAnsi" w:hAnsiTheme="minorHAnsi" w:cstheme="minorBidi"/>
      <w:sz w:val="18"/>
      <w:lang w:val="en-US"/>
    </w:rPr>
  </w:style>
  <w:style w:type="character" w:customStyle="1" w:styleId="BodyTextChar1">
    <w:name w:val="Body Text Char1"/>
    <w:basedOn w:val="DefaultParagraphFont"/>
    <w:rsid w:val="00067E53"/>
    <w:rPr>
      <w:rFonts w:ascii="Times New Roman" w:hAnsi="Times New Roman" w:cs="Times New Roman"/>
      <w:sz w:val="24"/>
      <w:lang w:val="en-GB"/>
    </w:rPr>
  </w:style>
  <w:style w:type="paragraph" w:styleId="DocumentMap">
    <w:name w:val="Document Map"/>
    <w:basedOn w:val="Normal"/>
    <w:link w:val="DocumentMapChar"/>
    <w:uiPriority w:val="99"/>
    <w:rsid w:val="00067E53"/>
    <w:pPr>
      <w:widowControl w:val="0"/>
      <w:spacing w:before="0" w:after="0" w:line="240" w:lineRule="auto"/>
    </w:pPr>
    <w:rPr>
      <w:rFonts w:ascii="Tahoma" w:hAnsi="Tahoma" w:cstheme="minorBidi"/>
      <w:lang w:val="en-US"/>
    </w:rPr>
  </w:style>
  <w:style w:type="character" w:customStyle="1" w:styleId="DocumentMapChar1">
    <w:name w:val="Document Map Char1"/>
    <w:basedOn w:val="DefaultParagraphFont"/>
    <w:rsid w:val="00067E53"/>
    <w:rPr>
      <w:rFonts w:ascii="Segoe UI" w:hAnsi="Segoe UI" w:cs="Segoe UI"/>
      <w:sz w:val="16"/>
      <w:szCs w:val="16"/>
      <w:lang w:val="en-GB"/>
    </w:rPr>
  </w:style>
  <w:style w:type="character" w:styleId="FollowedHyperlink">
    <w:name w:val="FollowedHyperlink"/>
    <w:basedOn w:val="DefaultParagraphFont"/>
    <w:uiPriority w:val="99"/>
    <w:rsid w:val="00067E53"/>
    <w:rPr>
      <w:color w:val="800080" w:themeColor="followedHyperlink"/>
      <w:u w:val="single"/>
    </w:rPr>
  </w:style>
  <w:style w:type="numbering" w:customStyle="1" w:styleId="NoList2">
    <w:name w:val="No List2"/>
    <w:next w:val="NoList"/>
    <w:uiPriority w:val="99"/>
    <w:semiHidden/>
    <w:unhideWhenUsed/>
    <w:rsid w:val="00067E53"/>
  </w:style>
  <w:style w:type="table" w:customStyle="1" w:styleId="TableGrid2">
    <w:name w:val="Table Grid2"/>
    <w:basedOn w:val="TableNormal"/>
    <w:next w:val="TableGrid"/>
    <w:uiPriority w:val="39"/>
    <w:rsid w:val="00067E53"/>
    <w:rPr>
      <w:rFonts w:ascii="Calibri"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qFormat/>
    <w:rsid w:val="00067E53"/>
    <w:pPr>
      <w:autoSpaceDE w:val="0"/>
      <w:autoSpaceDN w:val="0"/>
      <w:adjustRightInd w:val="0"/>
      <w:spacing w:before="0" w:after="200" w:line="240" w:lineRule="auto"/>
      <w:jc w:val="both"/>
    </w:pPr>
    <w:rPr>
      <w:b/>
      <w:color w:val="4F81BD"/>
      <w:sz w:val="18"/>
      <w:szCs w:val="18"/>
      <w:lang w:eastAsia="en-GB"/>
    </w:rPr>
  </w:style>
  <w:style w:type="paragraph" w:customStyle="1" w:styleId="TableofFigures2">
    <w:name w:val="Table of Figures2"/>
    <w:basedOn w:val="Normal"/>
    <w:next w:val="Normal"/>
    <w:uiPriority w:val="99"/>
    <w:rsid w:val="00067E53"/>
    <w:pPr>
      <w:autoSpaceDE w:val="0"/>
      <w:autoSpaceDN w:val="0"/>
      <w:adjustRightInd w:val="0"/>
      <w:spacing w:after="0" w:line="240" w:lineRule="auto"/>
      <w:jc w:val="both"/>
    </w:pPr>
    <w:rPr>
      <w:lang w:eastAsia="en-GB"/>
    </w:rPr>
  </w:style>
  <w:style w:type="paragraph" w:customStyle="1" w:styleId="TOCHeading2">
    <w:name w:val="TOC Heading2"/>
    <w:basedOn w:val="Normal"/>
    <w:next w:val="Normal"/>
    <w:uiPriority w:val="39"/>
    <w:qFormat/>
    <w:rsid w:val="00067E53"/>
    <w:pPr>
      <w:autoSpaceDE w:val="0"/>
      <w:autoSpaceDN w:val="0"/>
      <w:adjustRightInd w:val="0"/>
      <w:spacing w:after="240" w:line="240" w:lineRule="auto"/>
      <w:jc w:val="center"/>
    </w:pPr>
    <w:rPr>
      <w:b/>
      <w:sz w:val="28"/>
      <w:lang w:eastAsia="en-GB"/>
    </w:rPr>
  </w:style>
  <w:style w:type="paragraph" w:customStyle="1" w:styleId="TOC12">
    <w:name w:val="TOC 1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22">
    <w:name w:val="TOC 2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32">
    <w:name w:val="TOC 3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42">
    <w:name w:val="TOC 4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52">
    <w:name w:val="TOC 52"/>
    <w:basedOn w:val="Normal"/>
    <w:next w:val="Normal"/>
    <w:uiPriority w:val="39"/>
    <w:rsid w:val="00067E53"/>
    <w:pPr>
      <w:tabs>
        <w:tab w:val="right" w:leader="dot" w:pos="9071"/>
      </w:tabs>
      <w:autoSpaceDE w:val="0"/>
      <w:autoSpaceDN w:val="0"/>
      <w:adjustRightInd w:val="0"/>
      <w:spacing w:before="300" w:line="240" w:lineRule="auto"/>
    </w:pPr>
    <w:rPr>
      <w:lang w:eastAsia="en-GB"/>
    </w:rPr>
  </w:style>
  <w:style w:type="paragraph" w:customStyle="1" w:styleId="TOC62">
    <w:name w:val="TOC 62"/>
    <w:basedOn w:val="Normal"/>
    <w:next w:val="Normal"/>
    <w:uiPriority w:val="39"/>
    <w:rsid w:val="00067E53"/>
    <w:pPr>
      <w:tabs>
        <w:tab w:val="right" w:leader="dot" w:pos="9071"/>
      </w:tabs>
      <w:autoSpaceDE w:val="0"/>
      <w:autoSpaceDN w:val="0"/>
      <w:adjustRightInd w:val="0"/>
      <w:spacing w:before="240" w:line="240" w:lineRule="auto"/>
    </w:pPr>
    <w:rPr>
      <w:lang w:eastAsia="en-GB"/>
    </w:rPr>
  </w:style>
  <w:style w:type="paragraph" w:customStyle="1" w:styleId="TOC72">
    <w:name w:val="TOC 72"/>
    <w:basedOn w:val="Normal"/>
    <w:next w:val="Normal"/>
    <w:uiPriority w:val="39"/>
    <w:rsid w:val="00067E53"/>
    <w:pPr>
      <w:tabs>
        <w:tab w:val="right" w:leader="dot" w:pos="9071"/>
      </w:tabs>
      <w:autoSpaceDE w:val="0"/>
      <w:autoSpaceDN w:val="0"/>
      <w:adjustRightInd w:val="0"/>
      <w:spacing w:before="180" w:line="240" w:lineRule="auto"/>
    </w:pPr>
    <w:rPr>
      <w:lang w:eastAsia="en-GB"/>
    </w:rPr>
  </w:style>
  <w:style w:type="paragraph" w:customStyle="1" w:styleId="TOC82">
    <w:name w:val="TOC 82"/>
    <w:basedOn w:val="Normal"/>
    <w:next w:val="Normal"/>
    <w:uiPriority w:val="39"/>
    <w:rsid w:val="00067E53"/>
    <w:pPr>
      <w:tabs>
        <w:tab w:val="right" w:leader="dot" w:pos="9071"/>
      </w:tabs>
      <w:autoSpaceDE w:val="0"/>
      <w:autoSpaceDN w:val="0"/>
      <w:adjustRightInd w:val="0"/>
      <w:spacing w:line="240" w:lineRule="auto"/>
    </w:pPr>
    <w:rPr>
      <w:lang w:eastAsia="en-GB"/>
    </w:rPr>
  </w:style>
  <w:style w:type="paragraph" w:customStyle="1" w:styleId="TOC92">
    <w:name w:val="TOC 92"/>
    <w:basedOn w:val="Normal"/>
    <w:next w:val="Normal"/>
    <w:uiPriority w:val="39"/>
    <w:rsid w:val="00067E53"/>
    <w:pPr>
      <w:tabs>
        <w:tab w:val="right" w:leader="dot" w:pos="9071"/>
      </w:tabs>
      <w:autoSpaceDE w:val="0"/>
      <w:autoSpaceDN w:val="0"/>
      <w:adjustRightInd w:val="0"/>
      <w:spacing w:line="240" w:lineRule="auto"/>
      <w:jc w:val="both"/>
    </w:pPr>
    <w:rPr>
      <w:lang w:eastAsia="en-GB"/>
    </w:rPr>
  </w:style>
  <w:style w:type="paragraph" w:customStyle="1" w:styleId="TOitrear">
    <w:name w:val="TOitre ar"/>
    <w:basedOn w:val="Normal"/>
    <w:rsid w:val="00784FCD"/>
    <w:pPr>
      <w:jc w:val="center"/>
    </w:pPr>
    <w:rPr>
      <w:rFonts w:eastAsia="Calibri"/>
    </w:rPr>
  </w:style>
  <w:style w:type="paragraph" w:customStyle="1" w:styleId="Dfait">
    <w:name w:val="Dfait"/>
    <w:basedOn w:val="Normal"/>
    <w:rsid w:val="00516B1B"/>
    <w:rPr>
      <w:rFonts w:eastAsia="Calibri"/>
    </w:rPr>
  </w:style>
  <w:style w:type="paragraph" w:customStyle="1" w:styleId="Annextitre">
    <w:name w:val="Annex titre"/>
    <w:basedOn w:val="Normal"/>
    <w:rsid w:val="00823835"/>
    <w:pPr>
      <w:autoSpaceDE w:val="0"/>
      <w:autoSpaceDN w:val="0"/>
      <w:adjustRightInd w:val="0"/>
      <w:jc w:val="center"/>
    </w:pPr>
  </w:style>
  <w:style w:type="paragraph" w:styleId="ListBullet4">
    <w:name w:val="List Bullet 4"/>
    <w:basedOn w:val="Normal"/>
    <w:uiPriority w:val="99"/>
    <w:semiHidden/>
    <w:unhideWhenUsed/>
    <w:rsid w:val="00AC27A0"/>
    <w:pPr>
      <w:numPr>
        <w:numId w:val="9"/>
      </w:numPr>
      <w:contextualSpacing/>
    </w:pPr>
  </w:style>
  <w:style w:type="paragraph" w:styleId="ListNumber3">
    <w:name w:val="List Number 3"/>
    <w:basedOn w:val="Normal"/>
    <w:uiPriority w:val="99"/>
    <w:semiHidden/>
    <w:unhideWhenUsed/>
    <w:rsid w:val="00AC27A0"/>
    <w:pPr>
      <w:numPr>
        <w:numId w:val="10"/>
      </w:numPr>
      <w:contextualSpacing/>
    </w:pPr>
  </w:style>
  <w:style w:type="paragraph" w:styleId="Caption">
    <w:name w:val="caption"/>
    <w:basedOn w:val="Normal"/>
    <w:next w:val="Normal"/>
    <w:uiPriority w:val="35"/>
    <w:qFormat/>
    <w:rsid w:val="00EB1950"/>
    <w:pPr>
      <w:autoSpaceDE w:val="0"/>
      <w:autoSpaceDN w:val="0"/>
      <w:adjustRightInd w:val="0"/>
      <w:spacing w:before="0" w:after="200" w:line="240" w:lineRule="auto"/>
      <w:jc w:val="both"/>
    </w:pPr>
    <w:rPr>
      <w:b/>
      <w:color w:val="4F81BD"/>
      <w:sz w:val="18"/>
      <w:szCs w:val="18"/>
      <w:lang w:eastAsia="en-GB"/>
    </w:rPr>
  </w:style>
  <w:style w:type="paragraph" w:styleId="TableofFigures">
    <w:name w:val="table of figures"/>
    <w:basedOn w:val="Normal"/>
    <w:next w:val="Normal"/>
    <w:uiPriority w:val="99"/>
    <w:rsid w:val="00EB1950"/>
    <w:pPr>
      <w:autoSpaceDE w:val="0"/>
      <w:autoSpaceDN w:val="0"/>
      <w:adjustRightInd w:val="0"/>
      <w:spacing w:after="0" w:line="240" w:lineRule="auto"/>
      <w:jc w:val="both"/>
    </w:pPr>
    <w:rPr>
      <w:lang w:eastAsia="en-GB"/>
    </w:rPr>
  </w:style>
  <w:style w:type="paragraph" w:customStyle="1" w:styleId="Chaptertitle">
    <w:name w:val="Chapter title"/>
    <w:basedOn w:val="Normal"/>
    <w:rsid w:val="00EB1950"/>
    <w:pPr>
      <w:jc w:val="center"/>
    </w:pPr>
  </w:style>
  <w:style w:type="paragraph" w:customStyle="1" w:styleId="ChapterTitle0">
    <w:name w:val="ChapterTitle"/>
    <w:basedOn w:val="Normal"/>
    <w:next w:val="Normal"/>
    <w:rsid w:val="004D52CA"/>
    <w:pPr>
      <w:keepNext/>
      <w:spacing w:after="360"/>
      <w:jc w:val="center"/>
    </w:pPr>
    <w:rPr>
      <w:b/>
      <w:sz w:val="32"/>
    </w:r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BA7510"/>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BA7510"/>
    <w:rPr>
      <w:rFonts w:ascii="Times New Roman" w:hAnsi="Times New Roman" w:cs="Times New Roman"/>
      <w:sz w:val="24"/>
      <w:szCs w:val="20"/>
      <w:lang w:val="ro-RO"/>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bdr w:val="none" w:sz="0" w:space="0" w:color="auto"/>
      <w:shd w:val="clear" w:color="auto" w:fill="auto"/>
      <w:lang w:val="en-GB"/>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bdr w:val="none" w:sz="0" w:space="0" w:color="auto"/>
      <w:shd w:val="clear" w:color="auto" w:fill="auto"/>
      <w:lang w:val="en-GB"/>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bdr w:val="none" w:sz="0" w:space="0" w:color="auto"/>
      <w:shd w:val="clear" w:color="auto" w:fill="auto"/>
      <w:lang w:val="en-GB"/>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bdr w:val="none" w:sz="0" w:space="0" w:color="auto"/>
      <w:shd w:val="clear" w:color="auto" w:fill="auto"/>
      <w:lang w:val="en-GB"/>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BA7510"/>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6"/>
      </w:numPr>
    </w:pPr>
  </w:style>
  <w:style w:type="paragraph" w:customStyle="1" w:styleId="Tiret1">
    <w:name w:val="Tiret 1"/>
    <w:basedOn w:val="Normal"/>
    <w:rsid w:val="004D52CA"/>
    <w:pPr>
      <w:numPr>
        <w:numId w:val="27"/>
      </w:numPr>
    </w:pPr>
  </w:style>
  <w:style w:type="paragraph" w:customStyle="1" w:styleId="Tiret2">
    <w:name w:val="Tiret 2"/>
    <w:basedOn w:val="Normal"/>
    <w:rsid w:val="004D52CA"/>
    <w:pPr>
      <w:numPr>
        <w:numId w:val="28"/>
      </w:numPr>
    </w:pPr>
  </w:style>
  <w:style w:type="paragraph" w:customStyle="1" w:styleId="Tiret3">
    <w:name w:val="Tiret 3"/>
    <w:basedOn w:val="Normal"/>
    <w:rsid w:val="004D52CA"/>
    <w:pPr>
      <w:numPr>
        <w:numId w:val="29"/>
      </w:numPr>
    </w:pPr>
  </w:style>
  <w:style w:type="paragraph" w:customStyle="1" w:styleId="Tiret4">
    <w:name w:val="Tiret 4"/>
    <w:basedOn w:val="Normal"/>
    <w:rsid w:val="004D52CA"/>
    <w:pPr>
      <w:numPr>
        <w:numId w:val="30"/>
      </w:numPr>
    </w:pPr>
  </w:style>
  <w:style w:type="paragraph" w:customStyle="1" w:styleId="NumPar1">
    <w:name w:val="NumPar 1"/>
    <w:basedOn w:val="Normal"/>
    <w:next w:val="Text1"/>
    <w:rsid w:val="004D52CA"/>
    <w:pPr>
      <w:numPr>
        <w:numId w:val="31"/>
      </w:numPr>
    </w:pPr>
  </w:style>
  <w:style w:type="paragraph" w:customStyle="1" w:styleId="NumPar2">
    <w:name w:val="NumPar 2"/>
    <w:basedOn w:val="Normal"/>
    <w:next w:val="Text1"/>
    <w:rsid w:val="004D52CA"/>
    <w:pPr>
      <w:numPr>
        <w:ilvl w:val="1"/>
        <w:numId w:val="31"/>
      </w:numPr>
    </w:pPr>
  </w:style>
  <w:style w:type="paragraph" w:customStyle="1" w:styleId="NumPar3">
    <w:name w:val="NumPar 3"/>
    <w:basedOn w:val="Normal"/>
    <w:next w:val="Text1"/>
    <w:rsid w:val="004D52CA"/>
    <w:pPr>
      <w:numPr>
        <w:ilvl w:val="2"/>
        <w:numId w:val="31"/>
      </w:numPr>
    </w:pPr>
  </w:style>
  <w:style w:type="paragraph" w:customStyle="1" w:styleId="NumPar4">
    <w:name w:val="NumPar 4"/>
    <w:basedOn w:val="Normal"/>
    <w:next w:val="Text1"/>
    <w:rsid w:val="004D52CA"/>
    <w:pPr>
      <w:numPr>
        <w:ilvl w:val="3"/>
        <w:numId w:val="31"/>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1">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1"/>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3"/>
      </w:numPr>
    </w:pPr>
  </w:style>
  <w:style w:type="paragraph" w:customStyle="1" w:styleId="Point1number">
    <w:name w:val="Point 1 (number)"/>
    <w:basedOn w:val="Normal"/>
    <w:rsid w:val="004D52CA"/>
    <w:pPr>
      <w:numPr>
        <w:ilvl w:val="2"/>
        <w:numId w:val="33"/>
      </w:numPr>
    </w:pPr>
  </w:style>
  <w:style w:type="paragraph" w:customStyle="1" w:styleId="Point2number">
    <w:name w:val="Point 2 (number)"/>
    <w:basedOn w:val="Normal"/>
    <w:rsid w:val="004D52CA"/>
    <w:pPr>
      <w:numPr>
        <w:ilvl w:val="4"/>
        <w:numId w:val="33"/>
      </w:numPr>
    </w:pPr>
  </w:style>
  <w:style w:type="paragraph" w:customStyle="1" w:styleId="Point3number">
    <w:name w:val="Point 3 (number)"/>
    <w:basedOn w:val="Normal"/>
    <w:rsid w:val="004D52CA"/>
    <w:pPr>
      <w:numPr>
        <w:ilvl w:val="6"/>
        <w:numId w:val="33"/>
      </w:numPr>
    </w:pPr>
  </w:style>
  <w:style w:type="paragraph" w:customStyle="1" w:styleId="Point0letter">
    <w:name w:val="Point 0 (letter)"/>
    <w:basedOn w:val="Normal"/>
    <w:rsid w:val="004D52CA"/>
    <w:pPr>
      <w:numPr>
        <w:ilvl w:val="1"/>
        <w:numId w:val="33"/>
      </w:numPr>
    </w:pPr>
  </w:style>
  <w:style w:type="paragraph" w:customStyle="1" w:styleId="Point1letter">
    <w:name w:val="Point 1 (letter)"/>
    <w:basedOn w:val="Normal"/>
    <w:rsid w:val="004D52CA"/>
    <w:pPr>
      <w:numPr>
        <w:ilvl w:val="3"/>
        <w:numId w:val="33"/>
      </w:numPr>
    </w:pPr>
  </w:style>
  <w:style w:type="paragraph" w:customStyle="1" w:styleId="Point2letter">
    <w:name w:val="Point 2 (letter)"/>
    <w:basedOn w:val="Normal"/>
    <w:rsid w:val="004D52CA"/>
    <w:pPr>
      <w:numPr>
        <w:ilvl w:val="5"/>
        <w:numId w:val="33"/>
      </w:numPr>
    </w:pPr>
  </w:style>
  <w:style w:type="paragraph" w:customStyle="1" w:styleId="Point3letter">
    <w:name w:val="Point 3 (letter)"/>
    <w:basedOn w:val="Normal"/>
    <w:rsid w:val="004D52CA"/>
    <w:pPr>
      <w:numPr>
        <w:ilvl w:val="7"/>
        <w:numId w:val="33"/>
      </w:numPr>
    </w:pPr>
  </w:style>
  <w:style w:type="paragraph" w:customStyle="1" w:styleId="Point4letter">
    <w:name w:val="Point 4 (letter)"/>
    <w:basedOn w:val="Normal"/>
    <w:rsid w:val="004D52CA"/>
    <w:pPr>
      <w:numPr>
        <w:ilvl w:val="8"/>
        <w:numId w:val="33"/>
      </w:numPr>
    </w:pPr>
  </w:style>
  <w:style w:type="paragraph" w:customStyle="1" w:styleId="Bullet0">
    <w:name w:val="Bullet 0"/>
    <w:basedOn w:val="Normal"/>
    <w:rsid w:val="004D52CA"/>
    <w:pPr>
      <w:numPr>
        <w:numId w:val="34"/>
      </w:numPr>
    </w:pPr>
  </w:style>
  <w:style w:type="paragraph" w:customStyle="1" w:styleId="Bullet1">
    <w:name w:val="Bullet 1"/>
    <w:basedOn w:val="Normal"/>
    <w:rsid w:val="004D52CA"/>
    <w:pPr>
      <w:numPr>
        <w:numId w:val="35"/>
      </w:numPr>
    </w:pPr>
  </w:style>
  <w:style w:type="paragraph" w:customStyle="1" w:styleId="Bullet2">
    <w:name w:val="Bullet 2"/>
    <w:basedOn w:val="Normal"/>
    <w:rsid w:val="004D52CA"/>
    <w:pPr>
      <w:numPr>
        <w:numId w:val="36"/>
      </w:numPr>
    </w:pPr>
  </w:style>
  <w:style w:type="paragraph" w:customStyle="1" w:styleId="Bullet3">
    <w:name w:val="Bullet 3"/>
    <w:basedOn w:val="Normal"/>
    <w:rsid w:val="004D52CA"/>
    <w:pPr>
      <w:numPr>
        <w:numId w:val="37"/>
      </w:numPr>
    </w:pPr>
  </w:style>
  <w:style w:type="paragraph" w:customStyle="1" w:styleId="Bullet4">
    <w:name w:val="Bullet 4"/>
    <w:basedOn w:val="Normal"/>
    <w:rsid w:val="004D52CA"/>
    <w:pPr>
      <w:numPr>
        <w:numId w:val="38"/>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39"/>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C1C7E-557F-410A-8B7C-8375DC84C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TotalTime>
  <Pages>21</Pages>
  <Words>2769</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c:creator>
  <cp:keywords/>
  <dc:description/>
  <cp:lastModifiedBy>Andrijauska, M.</cp:lastModifiedBy>
  <cp:revision>2</cp:revision>
  <dcterms:created xsi:type="dcterms:W3CDTF">2020-07-29T17:53:00Z</dcterms:created>
  <dcterms:modified xsi:type="dcterms:W3CDTF">2020-07-29T17:53:00Z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