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EC6" w:rsidRPr="004B10FF" w:rsidRDefault="000F0EC6" w:rsidP="000F0EC6">
      <w:pPr>
        <w:pStyle w:val="Annexetitre"/>
      </w:pPr>
      <w:r w:rsidRPr="004B10FF">
        <w:t>ALLEGATO I</w:t>
      </w:r>
    </w:p>
    <w:p w:rsidR="000F0EC6" w:rsidRDefault="000F0EC6" w:rsidP="000F0EC6">
      <w:pPr>
        <w:jc w:val="center"/>
        <w:outlineLvl w:val="0"/>
        <w:rPr>
          <w:rFonts w:eastAsia="Calibri"/>
          <w:color w:val="191919"/>
        </w:rPr>
      </w:pPr>
      <w:r w:rsidRPr="004B10FF">
        <w:rPr>
          <w:rFonts w:eastAsia="Calibri"/>
        </w:rPr>
        <w:t xml:space="preserve">CERTIFICATO </w:t>
      </w:r>
      <w:r w:rsidRPr="000F0EC6">
        <w:rPr>
          <w:rFonts w:eastAsia="Calibri"/>
          <w:color w:val="191919"/>
        </w:rPr>
        <w:t>DI CONGELAMENTO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CE06EE" w:rsidRPr="00CE06EE" w:rsidTr="00A41C9B">
        <w:trPr>
          <w:trHeight w:val="3797"/>
        </w:trPr>
        <w:tc>
          <w:tcPr>
            <w:tcW w:w="9855" w:type="dxa"/>
          </w:tcPr>
          <w:p w:rsidR="00CE06EE" w:rsidRPr="00CE06EE" w:rsidRDefault="00CE06EE" w:rsidP="00CE06EE">
            <w:r w:rsidRPr="004B10FF">
              <w:rPr>
                <w:rFonts w:eastAsia="Calibri"/>
              </w:rPr>
              <w:t xml:space="preserve">SEZIONE </w:t>
            </w:r>
            <w:r w:rsidRPr="00CE06EE">
              <w:t>A:</w:t>
            </w:r>
          </w:p>
          <w:p w:rsidR="00CE06EE" w:rsidRPr="00CE06EE" w:rsidRDefault="00CE06EE" w:rsidP="00CE06EE">
            <w:bookmarkStart w:id="0" w:name="_DV_M801"/>
            <w:bookmarkEnd w:id="0"/>
            <w:r w:rsidRPr="004B10FF">
              <w:rPr>
                <w:rFonts w:eastAsia="Calibri"/>
              </w:rPr>
              <w:t>Stato di emissione</w:t>
            </w:r>
            <w:r w:rsidRPr="00CE06EE">
              <w:t>: …………………………………………………………………………………</w:t>
            </w:r>
            <w:r w:rsidR="00FF2831">
              <w:t>…</w:t>
            </w:r>
            <w:r w:rsidRPr="00CE06EE">
              <w:t>.</w:t>
            </w:r>
          </w:p>
          <w:p w:rsidR="00CE06EE" w:rsidRPr="00CE06EE" w:rsidRDefault="00CE06EE" w:rsidP="00CE06EE">
            <w:bookmarkStart w:id="1" w:name="_DV_C1304"/>
            <w:r w:rsidRPr="000F0EC6">
              <w:rPr>
                <w:rFonts w:eastAsia="Calibri"/>
                <w:color w:val="191919"/>
              </w:rPr>
              <w:t>Autorità di emissione</w:t>
            </w:r>
            <w:r w:rsidRPr="00CE06EE">
              <w:t>: …………………………………………………………………</w:t>
            </w:r>
            <w:bookmarkEnd w:id="1"/>
            <w:r w:rsidRPr="00CE06EE">
              <w:t>……………...</w:t>
            </w:r>
          </w:p>
          <w:p w:rsidR="00CE06EE" w:rsidRPr="00CE06EE" w:rsidRDefault="00CE06EE" w:rsidP="00CE06EE">
            <w:bookmarkStart w:id="2" w:name="_DV_C1305"/>
            <w:r w:rsidRPr="000F0EC6">
              <w:rPr>
                <w:rFonts w:eastAsia="Calibri"/>
                <w:color w:val="191919"/>
              </w:rPr>
              <w:t>Autorità che ha effettuato la convalida (se del caso)</w:t>
            </w:r>
            <w:r w:rsidRPr="00CE06EE">
              <w:t>: …………………………………</w:t>
            </w:r>
            <w:bookmarkEnd w:id="2"/>
            <w:r w:rsidRPr="00CE06EE">
              <w:t>…………….</w:t>
            </w:r>
            <w:r w:rsidR="00FF2831">
              <w:t>..</w:t>
            </w:r>
            <w:r w:rsidRPr="00CE06EE">
              <w:t>.</w:t>
            </w:r>
          </w:p>
          <w:p w:rsidR="00CE06EE" w:rsidRPr="0073423D" w:rsidRDefault="00CE06EE" w:rsidP="00CE06EE">
            <w:bookmarkStart w:id="3" w:name="_DV_M802"/>
            <w:bookmarkEnd w:id="3"/>
            <w:r w:rsidRPr="0073423D">
              <w:rPr>
                <w:rFonts w:eastAsia="Calibri"/>
              </w:rPr>
              <w:t>Stato di esecuzione</w:t>
            </w:r>
            <w:r w:rsidRPr="0073423D">
              <w:t>: …………………………….………………………………………….…….…</w:t>
            </w:r>
            <w:r w:rsidR="00FF2831">
              <w:t>…</w:t>
            </w:r>
          </w:p>
          <w:p w:rsidR="00CE06EE" w:rsidRPr="00CE06EE" w:rsidRDefault="00CE06EE" w:rsidP="00CE06EE">
            <w:bookmarkStart w:id="4" w:name="_DV_C1306"/>
            <w:r w:rsidRPr="000F0EC6">
              <w:rPr>
                <w:rFonts w:eastAsia="Calibri"/>
                <w:color w:val="191919"/>
              </w:rPr>
              <w:t>Autorità di esecuzione (se nota)</w:t>
            </w:r>
            <w:r w:rsidRPr="00CE06EE">
              <w:t>: ………………………………………………………</w:t>
            </w:r>
            <w:bookmarkEnd w:id="4"/>
            <w:r w:rsidRPr="00CE06EE">
              <w:t>……………</w:t>
            </w:r>
            <w:r w:rsidR="00FF2831">
              <w:t>..</w:t>
            </w:r>
          </w:p>
        </w:tc>
      </w:tr>
      <w:tr w:rsidR="00CE06EE" w:rsidRPr="00CE06EE" w:rsidTr="00A41C9B">
        <w:trPr>
          <w:trHeight w:val="4815"/>
        </w:trPr>
        <w:tc>
          <w:tcPr>
            <w:tcW w:w="9855" w:type="dxa"/>
          </w:tcPr>
          <w:p w:rsidR="00CE06EE" w:rsidRPr="00CE06EE" w:rsidRDefault="00CE06EE" w:rsidP="00CE06EE">
            <w:bookmarkStart w:id="5" w:name="_DV_M799"/>
            <w:bookmarkStart w:id="6" w:name="_DV_M800"/>
            <w:bookmarkStart w:id="7" w:name="_DV_M803"/>
            <w:bookmarkStart w:id="8" w:name="_DV_M804"/>
            <w:bookmarkStart w:id="9" w:name="_DV_C1316"/>
            <w:bookmarkEnd w:id="5"/>
            <w:bookmarkEnd w:id="6"/>
            <w:bookmarkEnd w:id="7"/>
            <w:bookmarkEnd w:id="8"/>
            <w:r w:rsidRPr="00CE06EE">
              <w:br w:type="page"/>
            </w:r>
            <w:r w:rsidRPr="004B10FF">
              <w:rPr>
                <w:rFonts w:eastAsia="Calibri"/>
              </w:rPr>
              <w:t xml:space="preserve">SEZIONE B: </w:t>
            </w:r>
            <w:r w:rsidRPr="000F0EC6">
              <w:rPr>
                <w:rFonts w:eastAsia="Calibri"/>
                <w:color w:val="191919"/>
              </w:rPr>
              <w:t>Urgenza e/o data di esecuzione richiesta</w:t>
            </w:r>
          </w:p>
          <w:p w:rsidR="00CE06EE" w:rsidRPr="00CE06EE" w:rsidRDefault="00CE06EE" w:rsidP="00CE06EE">
            <w:pPr>
              <w:pStyle w:val="Point0"/>
            </w:pPr>
            <w:bookmarkStart w:id="10" w:name="_DV_C1313"/>
            <w:r w:rsidRPr="00CE06EE">
              <w:t>1.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Indicare il particolare motivo di urgenza</w:t>
            </w:r>
            <w:r w:rsidRPr="00CE06EE">
              <w:t>:</w:t>
            </w:r>
            <w:bookmarkEnd w:id="10"/>
          </w:p>
          <w:p w:rsidR="00CE06EE" w:rsidRPr="00CE06EE" w:rsidRDefault="00CE06EE" w:rsidP="00CE06EE">
            <w:pPr>
              <w:pStyle w:val="Point0"/>
            </w:pPr>
            <w:bookmarkStart w:id="11" w:name="_DV_C1314"/>
            <w:r w:rsidRPr="00CE06EE">
              <w:t>□</w:t>
            </w:r>
            <w:r w:rsidRPr="00CE06EE">
              <w:tab/>
            </w:r>
            <w:bookmarkEnd w:id="11"/>
            <w:r w:rsidRPr="000F0EC6">
              <w:rPr>
                <w:rFonts w:eastAsia="Calibri"/>
                <w:color w:val="191919"/>
              </w:rPr>
              <w:t>sussistono motivi legittimi per ritenere che i beni in questione saranno a breve trasferiti, o distrutti, vale a dire</w:t>
            </w:r>
            <w:r w:rsidRPr="00CE06EE">
              <w:t xml:space="preserve">: </w:t>
            </w:r>
            <w:r w:rsidRPr="00CE06EE">
              <w:br/>
              <w:t>………………………………………………………………………………………………..</w:t>
            </w:r>
            <w:r w:rsidRPr="00CE06EE">
              <w:br/>
              <w:t>………………………………………………………………………………………………..</w:t>
            </w:r>
          </w:p>
          <w:p w:rsidR="00CE06EE" w:rsidRPr="00CE06EE" w:rsidRDefault="00CE06EE" w:rsidP="00CE06EE">
            <w:pPr>
              <w:pStyle w:val="Point0"/>
            </w:pPr>
            <w:bookmarkStart w:id="12" w:name="_DV_C1315"/>
            <w:r w:rsidRPr="00CE06EE">
              <w:t>□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esigenze investigative o procedurali nello Stato di emissione, vale a dire</w:t>
            </w:r>
            <w:r w:rsidRPr="00CE06EE">
              <w:t xml:space="preserve">: </w:t>
            </w:r>
            <w:r w:rsidRPr="00CE06EE">
              <w:br/>
              <w:t>……………………………………………………………………………………………….</w:t>
            </w:r>
            <w:bookmarkEnd w:id="12"/>
            <w:r w:rsidRPr="00CE06EE">
              <w:t>.</w:t>
            </w:r>
            <w:r w:rsidRPr="00CE06EE">
              <w:br/>
              <w:t>………………………………………………………………………………………………..</w:t>
            </w:r>
          </w:p>
        </w:tc>
      </w:tr>
      <w:tr w:rsidR="00CE06EE" w:rsidTr="00A41C9B">
        <w:trPr>
          <w:trHeight w:val="3348"/>
        </w:trPr>
        <w:tc>
          <w:tcPr>
            <w:tcW w:w="9855" w:type="dxa"/>
          </w:tcPr>
          <w:p w:rsidR="00CE06EE" w:rsidRPr="00CE06EE" w:rsidRDefault="00CE06EE" w:rsidP="00CE06EE">
            <w:pPr>
              <w:pStyle w:val="Point0"/>
              <w:pageBreakBefore/>
            </w:pPr>
            <w:r w:rsidRPr="00CE06EE">
              <w:lastRenderedPageBreak/>
              <w:t>2.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Data di esecuzione</w:t>
            </w:r>
            <w:r w:rsidRPr="00CE06EE">
              <w:t>:</w:t>
            </w:r>
            <w:bookmarkEnd w:id="9"/>
          </w:p>
          <w:p w:rsidR="00CE06EE" w:rsidRPr="00CE06EE" w:rsidRDefault="00CE06EE" w:rsidP="00FF2831">
            <w:pPr>
              <w:pStyle w:val="Point0"/>
            </w:pPr>
            <w:bookmarkStart w:id="13" w:name="_DV_C1317"/>
            <w:r w:rsidRPr="00CE06EE">
              <w:t>□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È richiesta una data specifica, vale a dire il</w:t>
            </w:r>
            <w:r w:rsidRPr="00CE06EE">
              <w:t>: ……………………</w:t>
            </w:r>
            <w:bookmarkEnd w:id="13"/>
            <w:r w:rsidRPr="00CE06EE">
              <w:t>…………………………..</w:t>
            </w:r>
          </w:p>
          <w:p w:rsidR="00CE06EE" w:rsidRPr="00CE06EE" w:rsidRDefault="00CE06EE" w:rsidP="00CE06EE">
            <w:pPr>
              <w:pStyle w:val="Point0"/>
            </w:pPr>
            <w:bookmarkStart w:id="14" w:name="_DV_C1318"/>
            <w:r w:rsidRPr="00CE06EE">
              <w:t>□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È necessario un coordinamento tra gli Stati membri interessati</w:t>
            </w:r>
            <w:bookmarkEnd w:id="14"/>
          </w:p>
          <w:p w:rsidR="00CE06EE" w:rsidRPr="00C957CE" w:rsidRDefault="00CE06EE" w:rsidP="00CE06EE">
            <w:bookmarkStart w:id="15" w:name="_DV_C1319"/>
            <w:r w:rsidRPr="000F0EC6">
              <w:rPr>
                <w:rFonts w:eastAsia="Calibri"/>
                <w:color w:val="191919"/>
              </w:rPr>
              <w:t>Motivi della richiesta</w:t>
            </w:r>
            <w:r w:rsidRPr="00CB6245">
              <w:t>: 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bookmarkEnd w:id="15"/>
          </w:p>
        </w:tc>
      </w:tr>
      <w:tr w:rsidR="00CE06EE" w:rsidTr="00A41C9B">
        <w:trPr>
          <w:trHeight w:val="6815"/>
        </w:trPr>
        <w:tc>
          <w:tcPr>
            <w:tcW w:w="9855" w:type="dxa"/>
          </w:tcPr>
          <w:p w:rsidR="00CE06EE" w:rsidRPr="0073423D" w:rsidRDefault="00CE06EE" w:rsidP="00CE06EE">
            <w:bookmarkStart w:id="16" w:name="_DV_M805"/>
            <w:bookmarkStart w:id="17" w:name="_DV_M806"/>
            <w:bookmarkEnd w:id="16"/>
            <w:bookmarkEnd w:id="17"/>
            <w:r w:rsidRPr="0073423D">
              <w:br w:type="page"/>
            </w:r>
            <w:r w:rsidRPr="004B10FF">
              <w:rPr>
                <w:rFonts w:eastAsia="Calibri"/>
              </w:rPr>
              <w:t>SEZIONE C:</w:t>
            </w:r>
            <w:r w:rsidRPr="004B10FF">
              <w:rPr>
                <w:rFonts w:eastAsia="Calibri"/>
                <w:color w:val="000000"/>
                <w:szCs w:val="24"/>
              </w:rPr>
              <w:tab/>
              <w:t>Soggetti colpiti</w:t>
            </w:r>
            <w:bookmarkStart w:id="18" w:name="_DV_C1321"/>
          </w:p>
          <w:p w:rsidR="00CE06EE" w:rsidRPr="00CE06EE" w:rsidRDefault="00CE06EE" w:rsidP="00CE06EE">
            <w:r w:rsidRPr="000F0EC6">
              <w:rPr>
                <w:rFonts w:eastAsia="Calibri"/>
                <w:color w:val="191919"/>
              </w:rPr>
              <w:t>Identità del soggetto, o dei soggetti, contro i quali è stato emesso il provvedimento di</w:t>
            </w:r>
            <w:r w:rsidR="00C14813">
              <w:rPr>
                <w:rFonts w:eastAsia="Calibri"/>
                <w:color w:val="191919"/>
              </w:rPr>
              <w:t xml:space="preserve"> </w:t>
            </w:r>
            <w:r w:rsidRPr="000F0EC6">
              <w:rPr>
                <w:rFonts w:eastAsia="Calibri"/>
                <w:color w:val="191919"/>
              </w:rPr>
              <w:t>congelamento, o del soggetto, o dei soggetti i cui beni sono oggetto del provvedimento di congelamento (qualora siano colpiti più soggetti, fornire le informazioni per ciascuno di essi)</w:t>
            </w:r>
            <w:r w:rsidRPr="00CE06EE">
              <w:t>:</w:t>
            </w:r>
            <w:bookmarkEnd w:id="18"/>
          </w:p>
          <w:p w:rsidR="00CE06EE" w:rsidRPr="00CE06EE" w:rsidRDefault="00CE06EE" w:rsidP="00CE06EE">
            <w:pPr>
              <w:pStyle w:val="Point0"/>
            </w:pPr>
            <w:bookmarkStart w:id="19" w:name="_DV_C1322"/>
            <w:r w:rsidRPr="00CE06EE">
              <w:t>1.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Dati identificativi</w:t>
            </w:r>
            <w:bookmarkEnd w:id="19"/>
          </w:p>
          <w:p w:rsidR="00CE06EE" w:rsidRPr="00CE06EE" w:rsidRDefault="00CE06EE" w:rsidP="00CE06EE">
            <w:pPr>
              <w:pStyle w:val="Point0"/>
            </w:pPr>
            <w:bookmarkStart w:id="20" w:name="_DV_C1323"/>
            <w:r w:rsidRPr="00CE06EE">
              <w:t>i)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In caso di persona/e fisica/fisiche</w:t>
            </w:r>
            <w:bookmarkEnd w:id="20"/>
          </w:p>
          <w:p w:rsidR="00CE06EE" w:rsidRPr="00CE06EE" w:rsidRDefault="00CE06EE" w:rsidP="00CE06EE">
            <w:bookmarkStart w:id="21" w:name="_DV_C1324"/>
            <w:r w:rsidRPr="000F0EC6">
              <w:rPr>
                <w:rFonts w:eastAsia="Calibri"/>
                <w:color w:val="191919"/>
              </w:rPr>
              <w:t>Cognome</w:t>
            </w:r>
            <w:r w:rsidRPr="00CE06EE">
              <w:t>: ………………………………………………………………………</w:t>
            </w:r>
            <w:bookmarkEnd w:id="21"/>
            <w:r w:rsidRPr="00CE06EE">
              <w:t>……………………</w:t>
            </w:r>
            <w:r w:rsidR="00FF2831">
              <w:t>.</w:t>
            </w:r>
          </w:p>
          <w:p w:rsidR="00CE06EE" w:rsidRPr="00CE06EE" w:rsidRDefault="00CE06EE" w:rsidP="00CE06EE">
            <w:bookmarkStart w:id="22" w:name="_DV_C1325"/>
            <w:r w:rsidRPr="000F0EC6">
              <w:rPr>
                <w:rFonts w:eastAsia="Calibri"/>
                <w:color w:val="191919"/>
              </w:rPr>
              <w:t>Nome/i</w:t>
            </w:r>
            <w:r w:rsidRPr="00CE06EE">
              <w:t>: …………………………………………………………………………</w:t>
            </w:r>
            <w:bookmarkEnd w:id="22"/>
            <w:r w:rsidRPr="00CE06EE">
              <w:t>……………</w:t>
            </w:r>
            <w:r w:rsidR="00FF2831">
              <w:t>…….</w:t>
            </w:r>
            <w:r w:rsidRPr="00CE06EE">
              <w:t>…</w:t>
            </w:r>
          </w:p>
          <w:p w:rsidR="00CE06EE" w:rsidRPr="00CE06EE" w:rsidRDefault="00CE06EE" w:rsidP="00CE06EE">
            <w:bookmarkStart w:id="23" w:name="_DV_C1326"/>
            <w:r w:rsidRPr="000F0EC6">
              <w:rPr>
                <w:rFonts w:eastAsia="Calibri"/>
                <w:color w:val="191919"/>
              </w:rPr>
              <w:t>Se del caso, altro/i nome/i pertinente/i</w:t>
            </w:r>
            <w:r w:rsidRPr="00CE06EE">
              <w:t>: ………………………………………………</w:t>
            </w:r>
            <w:bookmarkEnd w:id="23"/>
            <w:r w:rsidRPr="00CE06EE">
              <w:t>.........................</w:t>
            </w:r>
          </w:p>
          <w:p w:rsidR="00CE06EE" w:rsidRPr="000E4A09" w:rsidRDefault="00CE06EE" w:rsidP="00CE06EE">
            <w:bookmarkStart w:id="24" w:name="_DV_C1327"/>
            <w:r w:rsidRPr="000F0EC6">
              <w:rPr>
                <w:rFonts w:eastAsia="Calibri"/>
                <w:color w:val="191919"/>
              </w:rPr>
              <w:t>Eventuali pseudonimi</w:t>
            </w:r>
            <w:r w:rsidRPr="000E4A09">
              <w:t>:</w:t>
            </w:r>
            <w:r>
              <w:t xml:space="preserve"> </w:t>
            </w:r>
            <w:r w:rsidRPr="000E4A09">
              <w:t>……………………………………………</w:t>
            </w:r>
            <w:bookmarkEnd w:id="24"/>
            <w:r>
              <w:t>…………………………………</w:t>
            </w:r>
            <w:r w:rsidR="00FF2831">
              <w:t>..</w:t>
            </w:r>
          </w:p>
          <w:p w:rsidR="00CE06EE" w:rsidRPr="00CB6245" w:rsidRDefault="00CE06EE" w:rsidP="00CE06EE">
            <w:bookmarkStart w:id="25" w:name="_DV_C1328"/>
            <w:r w:rsidRPr="000F0EC6">
              <w:rPr>
                <w:rFonts w:eastAsia="Calibri"/>
                <w:color w:val="191919"/>
              </w:rPr>
              <w:t>Sesso</w:t>
            </w:r>
            <w:r w:rsidRPr="000E4A09">
              <w:t>:</w:t>
            </w:r>
            <w:r>
              <w:t xml:space="preserve"> </w:t>
            </w:r>
            <w:r w:rsidRPr="000E4A09">
              <w:t>…………………………………………</w:t>
            </w:r>
            <w:bookmarkEnd w:id="25"/>
            <w:r w:rsidR="00FF2831">
              <w:t>……………</w:t>
            </w:r>
            <w:r>
              <w:t>………………………………………</w:t>
            </w:r>
            <w:r w:rsidR="00FF2831">
              <w:t>…</w:t>
            </w:r>
          </w:p>
        </w:tc>
      </w:tr>
      <w:tr w:rsidR="00CE06EE" w:rsidTr="00A41C9B">
        <w:trPr>
          <w:trHeight w:val="20"/>
        </w:trPr>
        <w:tc>
          <w:tcPr>
            <w:tcW w:w="9855" w:type="dxa"/>
          </w:tcPr>
          <w:p w:rsidR="00CE06EE" w:rsidRPr="00CE06EE" w:rsidRDefault="00CE06EE" w:rsidP="00CE06EE">
            <w:pPr>
              <w:pageBreakBefore/>
            </w:pPr>
            <w:bookmarkStart w:id="26" w:name="_DV_C1329"/>
            <w:r w:rsidRPr="00CE06EE">
              <w:lastRenderedPageBreak/>
              <w:t>Cittadinanza: ……………………………………………</w:t>
            </w:r>
            <w:bookmarkEnd w:id="26"/>
            <w:r w:rsidRPr="00CE06EE">
              <w:t>……………………………………………</w:t>
            </w:r>
          </w:p>
          <w:p w:rsidR="00CE06EE" w:rsidRPr="00CE06EE" w:rsidRDefault="00CE06EE" w:rsidP="00CE06EE">
            <w:bookmarkStart w:id="27" w:name="_DV_C1330"/>
            <w:r w:rsidRPr="00CE06EE">
              <w:br w:type="page"/>
            </w:r>
            <w:r w:rsidRPr="000F0EC6">
              <w:rPr>
                <w:rFonts w:eastAsia="Calibri"/>
                <w:color w:val="191919"/>
              </w:rPr>
              <w:t>Numero di identità o di sicurezza sociale, se disponibile</w:t>
            </w:r>
            <w:r w:rsidRPr="00CE06EE">
              <w:t>: ..……………………………………….…</w:t>
            </w:r>
            <w:bookmarkEnd w:id="27"/>
          </w:p>
          <w:p w:rsidR="00CE06EE" w:rsidRPr="00CE06EE" w:rsidRDefault="00CE06EE" w:rsidP="00CE06EE">
            <w:bookmarkStart w:id="28" w:name="_DV_C1331"/>
            <w:r w:rsidRPr="000F0EC6">
              <w:rPr>
                <w:rFonts w:eastAsia="Calibri"/>
                <w:color w:val="191919"/>
              </w:rPr>
              <w:t>Tipo e numero del/dei documento/i di identità (carta di identità o passaporto), se disponibili</w:t>
            </w:r>
            <w:r w:rsidRPr="00CE06EE">
              <w:t>:</w:t>
            </w:r>
            <w:bookmarkEnd w:id="28"/>
          </w:p>
          <w:p w:rsidR="00CE06EE" w:rsidRPr="0073423D" w:rsidRDefault="00CE06EE" w:rsidP="00CE06EE">
            <w:bookmarkStart w:id="29" w:name="_DV_C1332"/>
            <w:r w:rsidRPr="0073423D">
              <w:t>……………………………………………………………………..………….....................................</w:t>
            </w:r>
            <w:bookmarkEnd w:id="29"/>
          </w:p>
          <w:p w:rsidR="00CE06EE" w:rsidRPr="00CE06EE" w:rsidRDefault="00CE06EE" w:rsidP="00FF2831">
            <w:bookmarkStart w:id="30" w:name="_DV_C1333"/>
            <w:r w:rsidRPr="000F0EC6">
              <w:rPr>
                <w:rFonts w:eastAsia="Calibri"/>
                <w:color w:val="191919"/>
              </w:rPr>
              <w:t>Data di nascita</w:t>
            </w:r>
            <w:r w:rsidRPr="00CE06EE">
              <w:t>: ……………………………</w:t>
            </w:r>
            <w:r w:rsidR="00FF2831">
              <w:t>…</w:t>
            </w:r>
            <w:r w:rsidRPr="00CE06EE">
              <w:t>………….....................................................................</w:t>
            </w:r>
            <w:bookmarkEnd w:id="30"/>
          </w:p>
          <w:p w:rsidR="00CE06EE" w:rsidRPr="00CE06EE" w:rsidRDefault="00CE06EE" w:rsidP="00FD3829">
            <w:bookmarkStart w:id="31" w:name="_DV_C1334"/>
            <w:r w:rsidRPr="000F0EC6">
              <w:rPr>
                <w:rFonts w:eastAsia="Calibri"/>
                <w:color w:val="191919"/>
              </w:rPr>
              <w:t>Luogo di nascita</w:t>
            </w:r>
            <w:r w:rsidRPr="00CE06EE">
              <w:t>: ……………………………………………………</w:t>
            </w:r>
            <w:bookmarkEnd w:id="31"/>
            <w:r w:rsidRPr="00CE06EE">
              <w:t>………………………………</w:t>
            </w:r>
            <w:r w:rsidR="00FD3829">
              <w:t>...</w:t>
            </w:r>
          </w:p>
          <w:p w:rsidR="00CE06EE" w:rsidRPr="00CE06EE" w:rsidRDefault="00CE06EE" w:rsidP="00CE06EE">
            <w:bookmarkStart w:id="32" w:name="_DV_C1335"/>
            <w:r w:rsidRPr="000F0EC6">
              <w:rPr>
                <w:rFonts w:eastAsia="Calibri"/>
                <w:color w:val="191919"/>
              </w:rPr>
              <w:t>Residenza e/o indirizzo conosciuto (se sconosciuto, ultimo indirizzo noto)</w:t>
            </w:r>
            <w:r w:rsidRPr="00CE06EE">
              <w:t>:</w:t>
            </w:r>
            <w:bookmarkEnd w:id="32"/>
          </w:p>
          <w:p w:rsidR="00CE06EE" w:rsidRPr="0073423D" w:rsidRDefault="00CE06EE" w:rsidP="00CE06EE">
            <w:bookmarkStart w:id="33" w:name="_DV_C1336"/>
            <w:r w:rsidRPr="0073423D">
              <w:t>………………………………………………………………………………………………</w:t>
            </w:r>
            <w:bookmarkEnd w:id="33"/>
            <w:r w:rsidRPr="0073423D">
              <w:t>…………</w:t>
            </w:r>
          </w:p>
          <w:p w:rsidR="00CE06EE" w:rsidRPr="00CE06EE" w:rsidRDefault="00CE06EE" w:rsidP="00CE06EE">
            <w:bookmarkStart w:id="34" w:name="_DV_C1337"/>
            <w:r w:rsidRPr="000F0EC6">
              <w:rPr>
                <w:rFonts w:eastAsia="Calibri"/>
                <w:color w:val="191919"/>
              </w:rPr>
              <w:t>Lingua/e che il soggetto colpito comprende</w:t>
            </w:r>
            <w:r w:rsidRPr="00CE06EE">
              <w:t xml:space="preserve"> ………………………………………………</w:t>
            </w:r>
            <w:bookmarkEnd w:id="34"/>
            <w:r w:rsidRPr="00CE06EE">
              <w:t>…</w:t>
            </w:r>
            <w:r w:rsidR="00FD3829">
              <w:t>………..</w:t>
            </w:r>
          </w:p>
          <w:p w:rsidR="00CE06EE" w:rsidRPr="00CE06EE" w:rsidRDefault="00CE06EE" w:rsidP="00CE06EE">
            <w:bookmarkStart w:id="35" w:name="_DV_C1338"/>
            <w:r w:rsidRPr="00CE06EE">
              <w:br w:type="page"/>
            </w:r>
            <w:r w:rsidRPr="000F0EC6">
              <w:rPr>
                <w:rFonts w:eastAsia="Calibri"/>
                <w:color w:val="191919"/>
              </w:rPr>
              <w:t>Indicare la posizione del soggetto colpito nel procedimento</w:t>
            </w:r>
            <w:r w:rsidRPr="00CE06EE">
              <w:t>:</w:t>
            </w:r>
            <w:bookmarkEnd w:id="35"/>
          </w:p>
          <w:p w:rsidR="00CE06EE" w:rsidRPr="00CE06EE" w:rsidRDefault="00CE06EE" w:rsidP="00CE06EE">
            <w:bookmarkStart w:id="36" w:name="_DV_C1339"/>
            <w:r w:rsidRPr="00CE06EE">
              <w:t>□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soggetto contro il quale il provvedimento di congelamento è diretto</w:t>
            </w:r>
            <w:bookmarkEnd w:id="36"/>
          </w:p>
          <w:p w:rsidR="00CE06EE" w:rsidRPr="00CE06EE" w:rsidRDefault="00CE06EE" w:rsidP="00CE06EE">
            <w:bookmarkStart w:id="37" w:name="_DV_C1340"/>
            <w:r w:rsidRPr="00CE06EE">
              <w:t>□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soggetto i cui beni sono oggetto del provvedimento di congelamento</w:t>
            </w:r>
            <w:bookmarkEnd w:id="37"/>
          </w:p>
          <w:p w:rsidR="00CE06EE" w:rsidRPr="00CE06EE" w:rsidRDefault="00CE06EE" w:rsidP="00CE06EE">
            <w:bookmarkStart w:id="38" w:name="_DV_C1341"/>
            <w:r w:rsidRPr="00CE06EE">
              <w:t>ii)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In caso di persona/e giuridica/giuridiche</w:t>
            </w:r>
            <w:bookmarkEnd w:id="38"/>
          </w:p>
          <w:p w:rsidR="00CE06EE" w:rsidRPr="001B6359" w:rsidRDefault="00CE06EE" w:rsidP="00CE06EE">
            <w:bookmarkStart w:id="39" w:name="_DV_C1342"/>
            <w:r w:rsidRPr="000F0EC6">
              <w:rPr>
                <w:rFonts w:eastAsia="Calibri"/>
                <w:color w:val="191919"/>
              </w:rPr>
              <w:t>Nome</w:t>
            </w:r>
            <w:r w:rsidRPr="001B6359">
              <w:t>: ………………………………………………………………………</w:t>
            </w:r>
            <w:bookmarkEnd w:id="39"/>
            <w:r w:rsidRPr="001B6359">
              <w:t>…………………………</w:t>
            </w:r>
          </w:p>
          <w:p w:rsidR="00CE06EE" w:rsidRPr="00CB6245" w:rsidRDefault="00CE06EE" w:rsidP="00FF2831">
            <w:bookmarkStart w:id="40" w:name="_DV_C1343"/>
            <w:r w:rsidRPr="000F0EC6">
              <w:rPr>
                <w:rFonts w:eastAsia="Calibri"/>
                <w:color w:val="191919"/>
              </w:rPr>
              <w:t>Forma giuridica</w:t>
            </w:r>
            <w:r w:rsidRPr="001B6359">
              <w:t>:</w:t>
            </w:r>
            <w:bookmarkEnd w:id="40"/>
            <w:r w:rsidRPr="001B6359">
              <w:t xml:space="preserve"> …………………………………</w:t>
            </w:r>
            <w:r w:rsidR="00FF2831">
              <w:t>.</w:t>
            </w:r>
            <w:r w:rsidRPr="001B6359">
              <w:t>………………………………………..……</w:t>
            </w:r>
            <w:r w:rsidR="00FF2831">
              <w:t>……</w:t>
            </w:r>
            <w:r w:rsidRPr="001B6359">
              <w:t>.</w:t>
            </w:r>
          </w:p>
        </w:tc>
      </w:tr>
      <w:tr w:rsidR="00CE06EE" w:rsidRPr="00CE06EE" w:rsidTr="00A41C9B">
        <w:trPr>
          <w:trHeight w:val="20"/>
        </w:trPr>
        <w:tc>
          <w:tcPr>
            <w:tcW w:w="9855" w:type="dxa"/>
          </w:tcPr>
          <w:p w:rsidR="00CE06EE" w:rsidRPr="00CE06EE" w:rsidRDefault="00CE06EE" w:rsidP="00FF2831">
            <w:pPr>
              <w:pageBreakBefore/>
            </w:pPr>
            <w:bookmarkStart w:id="41" w:name="_DV_C1344"/>
            <w:r w:rsidRPr="000F0EC6">
              <w:rPr>
                <w:rFonts w:eastAsia="Calibri"/>
                <w:color w:val="191919"/>
              </w:rPr>
              <w:lastRenderedPageBreak/>
              <w:t>Nome abbreviato, nome utilizzato comunemente o nome commerciale, se del caso</w:t>
            </w:r>
            <w:r w:rsidRPr="00CE06EE">
              <w:t>: ……..….…..…</w:t>
            </w:r>
            <w:bookmarkEnd w:id="41"/>
          </w:p>
          <w:p w:rsidR="00CE06EE" w:rsidRPr="00CE06EE" w:rsidRDefault="00CE06EE" w:rsidP="00CE06EE">
            <w:bookmarkStart w:id="42" w:name="_DV_C1345"/>
            <w:r w:rsidRPr="000F0EC6">
              <w:rPr>
                <w:rFonts w:eastAsia="Calibri"/>
                <w:color w:val="191919"/>
              </w:rPr>
              <w:t>Sede statutaria</w:t>
            </w:r>
            <w:r w:rsidRPr="00CE06EE">
              <w:t>: ……………………………………………………………………..…………………</w:t>
            </w:r>
            <w:bookmarkEnd w:id="42"/>
          </w:p>
          <w:p w:rsidR="00CE06EE" w:rsidRPr="00CE06EE" w:rsidRDefault="00CE06EE" w:rsidP="00FF2831">
            <w:bookmarkStart w:id="43" w:name="_DV_C1346"/>
            <w:r w:rsidRPr="000F0EC6">
              <w:rPr>
                <w:rFonts w:eastAsia="Calibri"/>
                <w:color w:val="191919"/>
              </w:rPr>
              <w:t>Numero di registrazione</w:t>
            </w:r>
            <w:r w:rsidRPr="00CE06EE">
              <w:t>: …………………………………………………………………………</w:t>
            </w:r>
            <w:bookmarkEnd w:id="43"/>
            <w:r w:rsidR="00FF2831">
              <w:t>…..</w:t>
            </w:r>
          </w:p>
          <w:p w:rsidR="00CE06EE" w:rsidRPr="00CE06EE" w:rsidRDefault="00CE06EE" w:rsidP="00CE06EE">
            <w:bookmarkStart w:id="44" w:name="_DV_C1347"/>
            <w:r w:rsidRPr="00CE06EE">
              <w:br w:type="page"/>
            </w:r>
            <w:r w:rsidRPr="000F0EC6">
              <w:rPr>
                <w:rFonts w:eastAsia="Calibri"/>
                <w:color w:val="191919"/>
              </w:rPr>
              <w:t>Indirizzo</w:t>
            </w:r>
            <w:r w:rsidRPr="00CE06EE">
              <w:t>: …………………………………………………………………</w:t>
            </w:r>
            <w:bookmarkEnd w:id="44"/>
            <w:r w:rsidRPr="00CE06EE">
              <w:t>……………………………</w:t>
            </w:r>
          </w:p>
          <w:p w:rsidR="00CE06EE" w:rsidRPr="00CE06EE" w:rsidRDefault="00CE06EE" w:rsidP="00CE06EE">
            <w:bookmarkStart w:id="45" w:name="_DV_C1348"/>
            <w:r w:rsidRPr="000F0EC6">
              <w:rPr>
                <w:rFonts w:eastAsia="Calibri"/>
                <w:color w:val="191919"/>
              </w:rPr>
              <w:t>Nome del rappresentante</w:t>
            </w:r>
            <w:r w:rsidRPr="00CE06EE">
              <w:t>: ……………………………………………………</w:t>
            </w:r>
            <w:bookmarkEnd w:id="45"/>
            <w:r w:rsidRPr="00CE06EE">
              <w:t>……………………</w:t>
            </w:r>
            <w:r w:rsidR="00FF2831">
              <w:t>…..</w:t>
            </w:r>
          </w:p>
          <w:p w:rsidR="00CE06EE" w:rsidRPr="00CE06EE" w:rsidRDefault="00CE06EE" w:rsidP="00CE06EE">
            <w:r w:rsidRPr="000F0EC6">
              <w:rPr>
                <w:rFonts w:eastAsia="Calibri"/>
                <w:color w:val="191919"/>
              </w:rPr>
              <w:t>Indicare la posizione del soggetto colpito nel procedimento</w:t>
            </w:r>
            <w:r w:rsidRPr="00CE06EE">
              <w:t>:</w:t>
            </w:r>
          </w:p>
          <w:p w:rsidR="00CE06EE" w:rsidRPr="00CE06EE" w:rsidRDefault="00CE06EE" w:rsidP="00CE06EE">
            <w:pPr>
              <w:pStyle w:val="Point0"/>
            </w:pPr>
            <w:bookmarkStart w:id="46" w:name="_DV_C1351"/>
            <w:r w:rsidRPr="00CE06EE">
              <w:t>□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soggetto contro il quale il provvedimento di congelamento è diretto</w:t>
            </w:r>
            <w:bookmarkEnd w:id="46"/>
          </w:p>
          <w:p w:rsidR="00CE06EE" w:rsidRPr="00CE06EE" w:rsidRDefault="00CE06EE" w:rsidP="00CE06EE">
            <w:pPr>
              <w:pStyle w:val="Point0"/>
            </w:pPr>
            <w:bookmarkStart w:id="47" w:name="_DV_C1352"/>
            <w:r w:rsidRPr="00CE06EE">
              <w:t>□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soggetto i cui beni sono oggetto del provvedimento di congelamento</w:t>
            </w:r>
            <w:bookmarkEnd w:id="47"/>
          </w:p>
          <w:p w:rsidR="00CE06EE" w:rsidRPr="00CE06EE" w:rsidRDefault="00CE06EE" w:rsidP="00CE06EE">
            <w:pPr>
              <w:pStyle w:val="Point0"/>
            </w:pPr>
            <w:bookmarkStart w:id="48" w:name="_DV_C1354"/>
            <w:r w:rsidRPr="00CE06EE">
              <w:t>2.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Precisare il luogo in cui deve essere eseguito il provvedimento di congelamento, se diverso dall'indirizzo indicato sopra</w:t>
            </w:r>
            <w:r w:rsidRPr="00CE06EE">
              <w:t>:</w:t>
            </w:r>
            <w:bookmarkEnd w:id="48"/>
            <w:r w:rsidRPr="00CE06EE">
              <w:t xml:space="preserve"> </w:t>
            </w:r>
            <w:r w:rsidRPr="00CE06EE">
              <w:br/>
            </w:r>
            <w:bookmarkStart w:id="49" w:name="_DV_C1355"/>
            <w:r w:rsidRPr="00CE06EE">
              <w:t>………………………………………………………………………………………………</w:t>
            </w:r>
            <w:bookmarkEnd w:id="49"/>
            <w:r w:rsidRPr="00CE06EE">
              <w:t>.</w:t>
            </w:r>
          </w:p>
          <w:p w:rsidR="00CE06EE" w:rsidRPr="00CE06EE" w:rsidRDefault="00CE06EE" w:rsidP="00CE06EE">
            <w:pPr>
              <w:pStyle w:val="Point0"/>
            </w:pPr>
            <w:bookmarkStart w:id="50" w:name="_DV_C1356"/>
            <w:r w:rsidRPr="00CE06EE">
              <w:t>3.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Soggetti terzi i cui diritti in relazione ai beni oggetto del provvedimento di congelamento sono direttamente pregiudicati dal provvedimento (identità e motivi)</w:t>
            </w:r>
            <w:r w:rsidRPr="00CE06EE">
              <w:t>:</w:t>
            </w:r>
            <w:bookmarkEnd w:id="50"/>
            <w:r w:rsidRPr="00CE06EE">
              <w:t xml:space="preserve"> </w:t>
            </w:r>
            <w:r w:rsidRPr="00CE06EE">
              <w:br/>
            </w:r>
            <w:bookmarkStart w:id="51" w:name="_DV_C1357"/>
            <w:r w:rsidRPr="00CE06EE">
              <w:t>…………………………………………………</w:t>
            </w:r>
            <w:bookmarkEnd w:id="51"/>
            <w:r w:rsidRPr="00CE06EE">
              <w:t>……………………………………………</w:t>
            </w:r>
            <w:r w:rsidRPr="00CE06EE">
              <w:br/>
            </w:r>
            <w:bookmarkStart w:id="52" w:name="_DV_C1358"/>
            <w:r w:rsidRPr="00CE06EE">
              <w:t>………………………………………………………………………………………………</w:t>
            </w:r>
            <w:bookmarkEnd w:id="52"/>
            <w:r w:rsidRPr="00CE06EE">
              <w:t>.</w:t>
            </w:r>
          </w:p>
          <w:p w:rsidR="00CE06EE" w:rsidRPr="00CE06EE" w:rsidRDefault="00CE06EE" w:rsidP="00CE06EE">
            <w:pPr>
              <w:pStyle w:val="Point0"/>
            </w:pPr>
            <w:bookmarkStart w:id="53" w:name="_DV_C1359"/>
            <w:r w:rsidRPr="00CE06EE">
              <w:t>4.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Fornire eventuali altre informazioni utili all'esecuzione del provvedimento di congelamento</w:t>
            </w:r>
            <w:r w:rsidRPr="00CE06EE">
              <w:t>:</w:t>
            </w:r>
            <w:bookmarkEnd w:id="53"/>
            <w:r w:rsidRPr="00CE06EE">
              <w:t xml:space="preserve"> </w:t>
            </w:r>
            <w:r w:rsidRPr="00CE06EE">
              <w:br/>
            </w:r>
            <w:bookmarkStart w:id="54" w:name="_DV_C1360"/>
            <w:r w:rsidRPr="00CE06EE">
              <w:t>……………………………………………………………………………………………</w:t>
            </w:r>
            <w:bookmarkEnd w:id="54"/>
            <w:r w:rsidRPr="00CE06EE">
              <w:t>….</w:t>
            </w:r>
          </w:p>
        </w:tc>
      </w:tr>
      <w:tr w:rsidR="00CE06EE" w:rsidRPr="00CE06EE" w:rsidTr="00A41C9B">
        <w:trPr>
          <w:trHeight w:val="20"/>
        </w:trPr>
        <w:tc>
          <w:tcPr>
            <w:tcW w:w="9855" w:type="dxa"/>
          </w:tcPr>
          <w:p w:rsidR="00CE06EE" w:rsidRPr="00CE06EE" w:rsidRDefault="00CE06EE" w:rsidP="00CE06EE">
            <w:pPr>
              <w:pageBreakBefore/>
            </w:pPr>
            <w:r w:rsidRPr="00CE06EE">
              <w:lastRenderedPageBreak/>
              <w:br w:type="page"/>
            </w:r>
            <w:bookmarkStart w:id="55" w:name="_DV_M807"/>
            <w:bookmarkEnd w:id="55"/>
            <w:r w:rsidRPr="004B10FF">
              <w:rPr>
                <w:rFonts w:eastAsia="Calibri"/>
              </w:rPr>
              <w:t>SEZIONE D: Informazioni relative al bene cui si riferisce il provvedimento</w:t>
            </w:r>
          </w:p>
          <w:p w:rsidR="00CE06EE" w:rsidRPr="00CE06EE" w:rsidRDefault="00CE06EE" w:rsidP="00CE06EE">
            <w:pPr>
              <w:pStyle w:val="Point0"/>
            </w:pPr>
            <w:bookmarkStart w:id="56" w:name="_DV_C1364"/>
            <w:r w:rsidRPr="00CE06EE">
              <w:t>1.</w:t>
            </w:r>
            <w:r w:rsidRPr="00CE06EE">
              <w:tab/>
            </w:r>
            <w:bookmarkEnd w:id="56"/>
            <w:r w:rsidRPr="000F0EC6">
              <w:rPr>
                <w:rFonts w:eastAsia="Calibri"/>
                <w:color w:val="191919"/>
              </w:rPr>
              <w:t>Indicare</w:t>
            </w:r>
            <w:r w:rsidRPr="004B10FF">
              <w:rPr>
                <w:rFonts w:eastAsia="Calibri"/>
              </w:rPr>
              <w:t xml:space="preserve"> se il provvedimento concerne</w:t>
            </w:r>
            <w:r w:rsidRPr="00CE06EE">
              <w:t>:</w:t>
            </w:r>
          </w:p>
          <w:p w:rsidR="00CE06EE" w:rsidRPr="00CE06EE" w:rsidRDefault="00CE06EE" w:rsidP="00CE06EE">
            <w:pPr>
              <w:pStyle w:val="Point0"/>
            </w:pPr>
            <w:bookmarkStart w:id="57" w:name="_DV_M809"/>
            <w:bookmarkEnd w:id="57"/>
            <w:r w:rsidRPr="00205FB1">
              <w:sym w:font="Bookshelf Symbol 3" w:char="F0FF"/>
            </w:r>
            <w:bookmarkStart w:id="58" w:name="_DV_M810"/>
            <w:bookmarkEnd w:id="58"/>
            <w:r w:rsidRPr="00CE06EE">
              <w:tab/>
            </w:r>
            <w:r w:rsidRPr="004B10FF">
              <w:rPr>
                <w:rFonts w:eastAsia="Calibri"/>
              </w:rPr>
              <w:t>una somma di denaro</w:t>
            </w:r>
          </w:p>
          <w:p w:rsidR="00CE06EE" w:rsidRPr="00CE06EE" w:rsidRDefault="00CE06EE" w:rsidP="00CE06EE">
            <w:pPr>
              <w:pStyle w:val="Point0"/>
            </w:pPr>
            <w:bookmarkStart w:id="59" w:name="_DV_M811"/>
            <w:bookmarkEnd w:id="59"/>
            <w:r w:rsidRPr="00205FB1">
              <w:sym w:font="Bookshelf Symbol 3" w:char="F0FF"/>
            </w:r>
            <w:bookmarkStart w:id="60" w:name="_DV_M812"/>
            <w:bookmarkEnd w:id="60"/>
            <w:r w:rsidRPr="00CE06EE">
              <w:tab/>
            </w:r>
            <w:r w:rsidRPr="004B10FF">
              <w:rPr>
                <w:rFonts w:eastAsia="Calibri"/>
              </w:rPr>
              <w:t>uno o più beni specifici</w:t>
            </w:r>
            <w:r w:rsidRPr="000F0EC6">
              <w:rPr>
                <w:rFonts w:eastAsia="Calibri"/>
                <w:color w:val="191919"/>
              </w:rPr>
              <w:t xml:space="preserve"> (materiali o immateriali, mobili o immobili)</w:t>
            </w:r>
          </w:p>
          <w:p w:rsidR="00CE06EE" w:rsidRPr="00CE06EE" w:rsidRDefault="00CE06EE" w:rsidP="00CE06EE">
            <w:pPr>
              <w:pStyle w:val="Point0"/>
            </w:pPr>
            <w:bookmarkStart w:id="61" w:name="_DV_M813"/>
            <w:bookmarkEnd w:id="61"/>
            <w:r w:rsidRPr="00205FB1">
              <w:sym w:font="Bookshelf Symbol 3" w:char="F0FF"/>
            </w:r>
            <w:bookmarkStart w:id="62" w:name="_DV_M814"/>
            <w:bookmarkEnd w:id="62"/>
            <w:r w:rsidRPr="00CE06EE">
              <w:tab/>
            </w:r>
            <w:r w:rsidRPr="004B10FF">
              <w:rPr>
                <w:rFonts w:eastAsia="Calibri"/>
              </w:rPr>
              <w:t xml:space="preserve">un bene </w:t>
            </w:r>
            <w:r w:rsidRPr="000F0EC6">
              <w:rPr>
                <w:rFonts w:eastAsia="Calibri"/>
                <w:color w:val="191919"/>
              </w:rPr>
              <w:t>di valore equivalente (nell´ambito di una confisca basata sul valore)</w:t>
            </w:r>
          </w:p>
          <w:p w:rsidR="00CE06EE" w:rsidRPr="00CE06EE" w:rsidRDefault="00CE06EE" w:rsidP="00CE06EE">
            <w:pPr>
              <w:pStyle w:val="Point0"/>
            </w:pPr>
            <w:bookmarkStart w:id="63" w:name="_DV_C1370"/>
            <w:r w:rsidRPr="00CE06EE">
              <w:t>2.</w:t>
            </w:r>
            <w:bookmarkStart w:id="64" w:name="_DV_M815"/>
            <w:bookmarkEnd w:id="63"/>
            <w:bookmarkEnd w:id="64"/>
            <w:r w:rsidRPr="00CE06EE">
              <w:tab/>
            </w:r>
            <w:r w:rsidRPr="004B10FF">
              <w:rPr>
                <w:rFonts w:eastAsia="Calibri"/>
              </w:rPr>
              <w:t xml:space="preserve">Se il provvedimento concerne una somma di denaro </w:t>
            </w:r>
            <w:r w:rsidRPr="000F0EC6">
              <w:rPr>
                <w:rFonts w:eastAsia="Calibri"/>
                <w:color w:val="191919"/>
              </w:rPr>
              <w:t>o un bene di valore equivalente ad una somma di denaro</w:t>
            </w:r>
            <w:bookmarkStart w:id="65" w:name="_DV_C1372"/>
            <w:r w:rsidRPr="00CE06EE">
              <w:t>:</w:t>
            </w:r>
            <w:bookmarkEnd w:id="65"/>
          </w:p>
          <w:p w:rsidR="00CE06EE" w:rsidRPr="00CE06EE" w:rsidRDefault="00CE06EE" w:rsidP="00402B09">
            <w:pPr>
              <w:pStyle w:val="Tiret0"/>
              <w:numPr>
                <w:ilvl w:val="0"/>
                <w:numId w:val="25"/>
              </w:numPr>
            </w:pPr>
            <w:bookmarkStart w:id="66" w:name="_DV_M816"/>
            <w:bookmarkStart w:id="67" w:name="_DV_M817"/>
            <w:bookmarkEnd w:id="66"/>
            <w:bookmarkEnd w:id="67"/>
            <w:r w:rsidRPr="004B10FF">
              <w:rPr>
                <w:rFonts w:eastAsia="Calibri"/>
              </w:rPr>
              <w:t>Importo dell'esecuzione nello Stato di esecuzione</w:t>
            </w:r>
            <w:r>
              <w:rPr>
                <w:rFonts w:eastAsia="Calibri"/>
                <w:color w:val="000000"/>
              </w:rPr>
              <w:t xml:space="preserve"> </w:t>
            </w:r>
            <w:r w:rsidRPr="004B10FF">
              <w:rPr>
                <w:rFonts w:eastAsia="Calibri"/>
              </w:rPr>
              <w:t xml:space="preserve">in cifre e lettere </w:t>
            </w:r>
            <w:bookmarkStart w:id="68" w:name="_DV_C1378"/>
            <w:r>
              <w:rPr>
                <w:rFonts w:eastAsia="Calibri"/>
                <w:color w:val="191919"/>
              </w:rPr>
              <w:t>(indicare la valuta</w:t>
            </w:r>
            <w:r w:rsidRPr="00CE06EE">
              <w:t>): ………………………………………</w:t>
            </w:r>
            <w:bookmarkEnd w:id="68"/>
            <w:r w:rsidRPr="00CE06EE">
              <w:t>………………………………………………………..</w:t>
            </w:r>
          </w:p>
          <w:p w:rsidR="00CE06EE" w:rsidRPr="00CE06EE" w:rsidRDefault="00CE06EE" w:rsidP="00CE06EE">
            <w:pPr>
              <w:pStyle w:val="Tiret0"/>
            </w:pPr>
            <w:bookmarkStart w:id="69" w:name="_DV_M819"/>
            <w:bookmarkEnd w:id="69"/>
            <w:r w:rsidRPr="00CE06EE">
              <w:br w:type="page"/>
            </w:r>
            <w:r w:rsidRPr="004B10FF">
              <w:rPr>
                <w:rFonts w:eastAsia="Calibri"/>
              </w:rPr>
              <w:t xml:space="preserve">Importo totale oggetto del provvedimento in cifre e lettere </w:t>
            </w:r>
            <w:r w:rsidRPr="000F0EC6">
              <w:rPr>
                <w:rFonts w:eastAsia="Calibri"/>
                <w:color w:val="191919"/>
              </w:rPr>
              <w:t>(indicare la valuta)</w:t>
            </w:r>
            <w:bookmarkStart w:id="70" w:name="_DV_C1388"/>
            <w:r w:rsidRPr="00CE06EE">
              <w:t>: ………………………………………</w:t>
            </w:r>
            <w:bookmarkEnd w:id="70"/>
            <w:r w:rsidRPr="00CE06EE">
              <w:t>………………………………………………………..</w:t>
            </w:r>
          </w:p>
          <w:p w:rsidR="00CE06EE" w:rsidRPr="00036CED" w:rsidRDefault="00CE06EE" w:rsidP="00CE06EE">
            <w:r w:rsidRPr="004B10FF">
              <w:rPr>
                <w:rFonts w:eastAsia="Calibri"/>
              </w:rPr>
              <w:t xml:space="preserve">Informazioni </w:t>
            </w:r>
            <w:r w:rsidRPr="000F0EC6">
              <w:rPr>
                <w:rFonts w:eastAsia="Calibri"/>
                <w:color w:val="191919"/>
              </w:rPr>
              <w:t>supplementari</w:t>
            </w:r>
            <w:r w:rsidRPr="00036CED">
              <w:t>:</w:t>
            </w:r>
          </w:p>
          <w:p w:rsidR="00CE06EE" w:rsidRPr="00CE06EE" w:rsidRDefault="00CE06EE" w:rsidP="00CE06EE">
            <w:pPr>
              <w:pStyle w:val="Tiret0"/>
            </w:pPr>
            <w:bookmarkStart w:id="71" w:name="_DV_M822"/>
            <w:bookmarkStart w:id="72" w:name="_DV_M823"/>
            <w:bookmarkEnd w:id="71"/>
            <w:bookmarkEnd w:id="72"/>
            <w:r w:rsidRPr="004B10FF">
              <w:rPr>
                <w:rFonts w:eastAsia="Calibri"/>
              </w:rPr>
              <w:t>Motivi per ritenere che il soggetto colpito disponga di beni/reddito nello Stato di esecuzione</w:t>
            </w:r>
            <w:r w:rsidRPr="00CE06EE">
              <w:t xml:space="preserve">: </w:t>
            </w:r>
            <w:r w:rsidRPr="00CE06EE">
              <w:br/>
            </w:r>
            <w:bookmarkStart w:id="73" w:name="_DV_M827"/>
            <w:bookmarkEnd w:id="73"/>
            <w:r w:rsidRPr="00CE06EE">
              <w:t>……………………………………………………………………………..</w:t>
            </w:r>
          </w:p>
        </w:tc>
      </w:tr>
      <w:tr w:rsidR="00CE06EE" w:rsidRPr="00CE06EE" w:rsidTr="00A41C9B">
        <w:trPr>
          <w:trHeight w:val="20"/>
        </w:trPr>
        <w:tc>
          <w:tcPr>
            <w:tcW w:w="9855" w:type="dxa"/>
          </w:tcPr>
          <w:p w:rsidR="00CE06EE" w:rsidRPr="00CE06EE" w:rsidRDefault="00CE06EE" w:rsidP="00CE06EE">
            <w:pPr>
              <w:pStyle w:val="Tiret0"/>
              <w:pageBreakBefore/>
            </w:pPr>
            <w:bookmarkStart w:id="74" w:name="_DV_M828"/>
            <w:bookmarkStart w:id="75" w:name="_DV_M829"/>
            <w:bookmarkEnd w:id="74"/>
            <w:bookmarkEnd w:id="75"/>
            <w:r w:rsidRPr="004B10FF">
              <w:rPr>
                <w:rFonts w:eastAsia="Calibri"/>
              </w:rPr>
              <w:lastRenderedPageBreak/>
              <w:t>Descrizione dei beni /della fonte del reddito del soggetto colpito (se possibile)</w:t>
            </w:r>
            <w:r w:rsidRPr="00CE06EE">
              <w:t xml:space="preserve">: </w:t>
            </w:r>
            <w:r w:rsidRPr="00CE06EE">
              <w:br/>
            </w:r>
            <w:bookmarkStart w:id="76" w:name="_DV_M832"/>
            <w:bookmarkEnd w:id="76"/>
            <w:r w:rsidRPr="00CE06EE">
              <w:t>………………………………………………………………………………………………..</w:t>
            </w:r>
          </w:p>
          <w:p w:rsidR="00CE06EE" w:rsidRPr="00CE06EE" w:rsidRDefault="00CE06EE" w:rsidP="00CE06EE">
            <w:pPr>
              <w:pStyle w:val="Tiret0"/>
            </w:pPr>
            <w:bookmarkStart w:id="77" w:name="_DV_M833"/>
            <w:bookmarkEnd w:id="77"/>
            <w:r w:rsidRPr="004B10FF">
              <w:rPr>
                <w:rFonts w:eastAsia="Calibri"/>
              </w:rPr>
              <w:t>Ubicazione esatta dei beni /della fonte del reddito del soggetto colpito (se è sconosciuta, l'ultima ubicazione conosciuta)</w:t>
            </w:r>
            <w:r w:rsidRPr="00CE06EE">
              <w:t xml:space="preserve">: </w:t>
            </w:r>
            <w:r w:rsidRPr="00CE06EE">
              <w:br/>
              <w:t>………………………………………………………………………………………………..</w:t>
            </w:r>
          </w:p>
          <w:p w:rsidR="00CE06EE" w:rsidRPr="00CE06EE" w:rsidRDefault="00CE06EE" w:rsidP="00CE06EE">
            <w:pPr>
              <w:pStyle w:val="Tiret0"/>
            </w:pPr>
            <w:bookmarkStart w:id="78" w:name="_DV_C1395"/>
            <w:r w:rsidRPr="000F0EC6">
              <w:rPr>
                <w:rFonts w:eastAsia="Calibri"/>
                <w:color w:val="191919"/>
              </w:rPr>
              <w:t>Coordinate bancarie del soggetto colpito (se note)</w:t>
            </w:r>
            <w:r w:rsidRPr="00CE06EE">
              <w:t>:</w:t>
            </w:r>
            <w:bookmarkEnd w:id="78"/>
            <w:r w:rsidRPr="00CE06EE">
              <w:t xml:space="preserve"> </w:t>
            </w:r>
            <w:r w:rsidRPr="00CE06EE">
              <w:br/>
              <w:t>..................................................................................................................................................</w:t>
            </w:r>
          </w:p>
          <w:p w:rsidR="00CE06EE" w:rsidRPr="00CE06EE" w:rsidRDefault="00CE06EE" w:rsidP="00CE06EE">
            <w:pPr>
              <w:pStyle w:val="Point0"/>
            </w:pPr>
            <w:bookmarkStart w:id="79" w:name="_DV_C1396"/>
            <w:r w:rsidRPr="00CE06EE">
              <w:br w:type="page"/>
              <w:t>3.</w:t>
            </w:r>
            <w:r w:rsidRPr="00CE06EE">
              <w:tab/>
            </w:r>
            <w:r w:rsidRPr="000F0EC6">
              <w:rPr>
                <w:rFonts w:eastAsia="Calibri"/>
                <w:color w:val="191919"/>
              </w:rPr>
              <w:t>Se il provvedimento concerne uno o più beni specifici o un bene di valore equivalente</w:t>
            </w:r>
            <w:r w:rsidRPr="00CE06EE">
              <w:t>:</w:t>
            </w:r>
            <w:bookmarkEnd w:id="79"/>
          </w:p>
          <w:p w:rsidR="00CE06EE" w:rsidRPr="00CE06EE" w:rsidRDefault="00CE06EE" w:rsidP="00CE06EE">
            <w:bookmarkStart w:id="80" w:name="_DV_M835"/>
            <w:bookmarkEnd w:id="80"/>
            <w:r w:rsidRPr="004B10FF">
              <w:rPr>
                <w:rFonts w:eastAsia="Calibri"/>
              </w:rPr>
              <w:t xml:space="preserve">Motivi </w:t>
            </w:r>
            <w:r w:rsidRPr="000F0EC6">
              <w:rPr>
                <w:rFonts w:eastAsia="Calibri"/>
                <w:color w:val="191919"/>
              </w:rPr>
              <w:t>per la trasmissione del provvedimento allo Stato di esecuzione</w:t>
            </w:r>
            <w:r w:rsidRPr="00CE06EE">
              <w:t>:</w:t>
            </w:r>
          </w:p>
          <w:p w:rsidR="00CE06EE" w:rsidRPr="00CE06EE" w:rsidRDefault="00CE06EE" w:rsidP="00CE06EE">
            <w:pPr>
              <w:pStyle w:val="Point0"/>
            </w:pPr>
            <w:bookmarkStart w:id="81" w:name="_DV_M836"/>
            <w:bookmarkEnd w:id="81"/>
            <w:r w:rsidRPr="00C34626">
              <w:sym w:font="Symbol" w:char="F090"/>
            </w:r>
            <w:bookmarkStart w:id="82" w:name="_DV_C1401"/>
            <w:r w:rsidRPr="00CE06EE">
              <w:tab/>
            </w:r>
            <w:r w:rsidRPr="000F0EC6">
              <w:rPr>
                <w:rFonts w:eastAsia="Calibri"/>
                <w:color w:val="191919"/>
              </w:rPr>
              <w:t>il bene o i beni specifici sono ubicati nello Stato di esecuzione</w:t>
            </w:r>
            <w:bookmarkEnd w:id="82"/>
          </w:p>
          <w:p w:rsidR="00CE06EE" w:rsidRPr="00CE06EE" w:rsidRDefault="00CE06EE" w:rsidP="00CE06EE">
            <w:pPr>
              <w:pStyle w:val="Point0"/>
            </w:pPr>
            <w:r w:rsidRPr="00C34626">
              <w:sym w:font="Symbol" w:char="F090"/>
            </w:r>
            <w:bookmarkStart w:id="83" w:name="_DV_C1407"/>
            <w:r w:rsidRPr="00CE06EE">
              <w:tab/>
            </w:r>
            <w:bookmarkEnd w:id="83"/>
            <w:r w:rsidRPr="000F0EC6">
              <w:rPr>
                <w:rFonts w:eastAsia="Calibri"/>
                <w:color w:val="191919"/>
              </w:rPr>
              <w:t>il bene o i beni specifici sono registrati</w:t>
            </w:r>
            <w:r w:rsidRPr="004B10FF">
              <w:rPr>
                <w:rFonts w:eastAsia="Calibri"/>
              </w:rPr>
              <w:t xml:space="preserve"> nello Stato di esecuzione</w:t>
            </w:r>
          </w:p>
          <w:p w:rsidR="00CE06EE" w:rsidRPr="00CE06EE" w:rsidRDefault="00CE06EE" w:rsidP="00CE06EE">
            <w:pPr>
              <w:pStyle w:val="Point0"/>
            </w:pPr>
            <w:bookmarkStart w:id="84" w:name="_DV_M838"/>
            <w:bookmarkEnd w:id="84"/>
            <w:r w:rsidRPr="00C34626">
              <w:sym w:font="Symbol" w:char="F090"/>
            </w:r>
            <w:bookmarkStart w:id="85" w:name="_DV_M839"/>
            <w:bookmarkEnd w:id="85"/>
            <w:r w:rsidRPr="00CE06EE">
              <w:tab/>
            </w:r>
            <w:bookmarkStart w:id="86" w:name="_DV_M840"/>
            <w:bookmarkEnd w:id="86"/>
            <w:r w:rsidRPr="004B10FF">
              <w:rPr>
                <w:rFonts w:eastAsia="Calibri"/>
              </w:rPr>
              <w:t>l’autorità di emissione ha fondati motivi per ritenere che il bene o i beni specifici oggetto del provvedimento siano ubicati in tutto o in parte nello Stato di esecuzione</w:t>
            </w:r>
            <w:r w:rsidRPr="00CE06EE">
              <w:t>.</w:t>
            </w:r>
          </w:p>
        </w:tc>
      </w:tr>
      <w:tr w:rsidR="00CE06EE" w:rsidRPr="00CE06EE" w:rsidTr="00A41C9B">
        <w:trPr>
          <w:trHeight w:val="5237"/>
        </w:trPr>
        <w:tc>
          <w:tcPr>
            <w:tcW w:w="9855" w:type="dxa"/>
          </w:tcPr>
          <w:p w:rsidR="00CE06EE" w:rsidRPr="00C34626" w:rsidRDefault="00CE06EE" w:rsidP="00CE06EE">
            <w:pPr>
              <w:pageBreakBefore/>
            </w:pPr>
            <w:r w:rsidRPr="004B10FF">
              <w:rPr>
                <w:rFonts w:eastAsia="Calibri"/>
              </w:rPr>
              <w:lastRenderedPageBreak/>
              <w:t xml:space="preserve">Informazioni </w:t>
            </w:r>
            <w:r w:rsidRPr="000F0EC6">
              <w:rPr>
                <w:rFonts w:eastAsia="Calibri"/>
                <w:color w:val="191919"/>
              </w:rPr>
              <w:t>supplementari</w:t>
            </w:r>
            <w:r w:rsidRPr="00C34626">
              <w:t>:</w:t>
            </w:r>
          </w:p>
          <w:p w:rsidR="00CE06EE" w:rsidRPr="00CE06EE" w:rsidRDefault="00CE06EE" w:rsidP="00CE06EE">
            <w:pPr>
              <w:pStyle w:val="Tiret0"/>
            </w:pPr>
            <w:bookmarkStart w:id="87" w:name="_DV_M847"/>
            <w:bookmarkStart w:id="88" w:name="_DV_M848"/>
            <w:bookmarkEnd w:id="87"/>
            <w:bookmarkEnd w:id="88"/>
            <w:r w:rsidRPr="004B10FF">
              <w:rPr>
                <w:rFonts w:eastAsia="Calibri"/>
              </w:rPr>
              <w:t>Motivi per ritenere che il bene o i beni specifici siano ubicati nello Stato di esecuzione</w:t>
            </w:r>
            <w:r w:rsidRPr="00CE06EE">
              <w:t xml:space="preserve">: </w:t>
            </w:r>
            <w:r w:rsidRPr="00CE06EE">
              <w:br/>
            </w:r>
            <w:bookmarkStart w:id="89" w:name="_DV_M849"/>
            <w:bookmarkStart w:id="90" w:name="_DV_C1412"/>
            <w:bookmarkEnd w:id="89"/>
            <w:r w:rsidRPr="00CE06EE">
              <w:t>…………………………………………………………………………………………</w:t>
            </w:r>
            <w:bookmarkEnd w:id="90"/>
            <w:r w:rsidRPr="00CE06EE">
              <w:t>……..</w:t>
            </w:r>
          </w:p>
          <w:p w:rsidR="00CE06EE" w:rsidRPr="00CE06EE" w:rsidRDefault="00CE06EE" w:rsidP="00CE06EE">
            <w:pPr>
              <w:pStyle w:val="Tiret0"/>
            </w:pPr>
            <w:bookmarkStart w:id="91" w:name="_DV_M850"/>
            <w:bookmarkEnd w:id="91"/>
            <w:r w:rsidRPr="004B10FF">
              <w:rPr>
                <w:rFonts w:eastAsia="Calibri"/>
              </w:rPr>
              <w:t>Descrizione del bene</w:t>
            </w:r>
            <w:bookmarkStart w:id="92" w:name="_DV_C1415"/>
            <w:r w:rsidRPr="00CE06EE">
              <w:rPr>
                <w:lang w:val="en-GB"/>
              </w:rPr>
              <w:t>:</w:t>
            </w:r>
            <w:bookmarkEnd w:id="92"/>
            <w:r w:rsidRPr="00CE06EE">
              <w:rPr>
                <w:lang w:val="en-GB"/>
              </w:rPr>
              <w:t xml:space="preserve"> </w:t>
            </w:r>
            <w:r w:rsidRPr="00CE06EE">
              <w:rPr>
                <w:lang w:val="en-GB"/>
              </w:rPr>
              <w:br/>
            </w:r>
            <w:bookmarkStart w:id="93" w:name="_DV_C1417"/>
            <w:r w:rsidRPr="00CE06EE">
              <w:rPr>
                <w:lang w:val="en-GB"/>
              </w:rPr>
              <w:t>…………………………………………………………………………………</w:t>
            </w:r>
            <w:bookmarkEnd w:id="93"/>
            <w:r w:rsidRPr="00CE06EE">
              <w:rPr>
                <w:lang w:val="en-GB"/>
              </w:rPr>
              <w:t>……………..</w:t>
            </w:r>
          </w:p>
          <w:p w:rsidR="00CE06EE" w:rsidRPr="00CE06EE" w:rsidRDefault="00CE06EE" w:rsidP="00CE06EE">
            <w:pPr>
              <w:pStyle w:val="Tiret0"/>
            </w:pPr>
            <w:bookmarkStart w:id="94" w:name="_DV_M851"/>
            <w:bookmarkEnd w:id="94"/>
            <w:r w:rsidRPr="004B10FF">
              <w:rPr>
                <w:rFonts w:eastAsia="Calibri"/>
              </w:rPr>
              <w:t>Ubicazione del bene (se è sconosciuta, l'ultima ubicazione conosciuta)</w:t>
            </w:r>
            <w:r w:rsidRPr="00CE06EE">
              <w:t xml:space="preserve">: </w:t>
            </w:r>
            <w:r w:rsidRPr="00CE06EE">
              <w:br/>
            </w:r>
            <w:bookmarkStart w:id="95" w:name="_DV_C1423"/>
            <w:r w:rsidRPr="00CE06EE">
              <w:t>…………………………………………………………………………………</w:t>
            </w:r>
            <w:bookmarkEnd w:id="95"/>
            <w:r w:rsidRPr="00CE06EE">
              <w:t>……………..</w:t>
            </w:r>
          </w:p>
          <w:p w:rsidR="00CE06EE" w:rsidRPr="00CE06EE" w:rsidRDefault="00CE06EE" w:rsidP="00CE06EE">
            <w:pPr>
              <w:pStyle w:val="Tiret0"/>
            </w:pPr>
            <w:r w:rsidRPr="000F0EC6">
              <w:rPr>
                <w:rFonts w:eastAsia="Calibri"/>
                <w:color w:val="191919"/>
              </w:rPr>
              <w:t>Altre</w:t>
            </w:r>
            <w:r w:rsidRPr="004B10FF">
              <w:rPr>
                <w:rFonts w:eastAsia="Calibri"/>
              </w:rPr>
              <w:t xml:space="preserve"> </w:t>
            </w:r>
            <w:r w:rsidRPr="000F0EC6">
              <w:rPr>
                <w:rFonts w:eastAsia="Calibri"/>
                <w:color w:val="191919"/>
              </w:rPr>
              <w:t>informazioni</w:t>
            </w:r>
            <w:r>
              <w:rPr>
                <w:rFonts w:eastAsia="Calibri"/>
                <w:color w:val="000000"/>
              </w:rPr>
              <w:t xml:space="preserve"> </w:t>
            </w:r>
            <w:r w:rsidRPr="004B10FF">
              <w:rPr>
                <w:rFonts w:eastAsia="Calibri"/>
              </w:rPr>
              <w:t xml:space="preserve">pertinenti </w:t>
            </w:r>
            <w:r w:rsidRPr="000F0EC6">
              <w:rPr>
                <w:rFonts w:eastAsia="Calibri"/>
              </w:rPr>
              <w:t>(ad esempio nomina di un amministratore giudiziario)</w:t>
            </w:r>
            <w:r w:rsidRPr="00CE06EE">
              <w:t xml:space="preserve">: </w:t>
            </w:r>
            <w:r w:rsidRPr="00CE06EE">
              <w:br/>
            </w:r>
            <w:bookmarkStart w:id="96" w:name="_DV_C1434"/>
            <w:r w:rsidRPr="00CE06EE">
              <w:t>…………………………………………………</w:t>
            </w:r>
            <w:bookmarkEnd w:id="96"/>
            <w:r w:rsidRPr="00CE06EE">
              <w:t>……………………………………………..</w:t>
            </w:r>
          </w:p>
        </w:tc>
      </w:tr>
      <w:tr w:rsidR="00CE06EE" w:rsidRPr="00CE06EE" w:rsidTr="00A41C9B">
        <w:trPr>
          <w:trHeight w:val="3550"/>
        </w:trPr>
        <w:tc>
          <w:tcPr>
            <w:tcW w:w="9855" w:type="dxa"/>
          </w:tcPr>
          <w:p w:rsidR="00CE06EE" w:rsidRPr="00FF2831" w:rsidRDefault="00CE06EE" w:rsidP="00CE06EE">
            <w:bookmarkStart w:id="97" w:name="_DV_C1438"/>
            <w:r w:rsidRPr="00CE06EE">
              <w:br w:type="page"/>
            </w:r>
            <w:r w:rsidR="0073423D" w:rsidRPr="00FF2831">
              <w:rPr>
                <w:rFonts w:eastAsia="Calibri"/>
                <w:color w:val="191919"/>
              </w:rPr>
              <w:t>SEZIONE E: Motivi dell'emissione del provvedimento di congelamento</w:t>
            </w:r>
            <w:bookmarkEnd w:id="97"/>
          </w:p>
          <w:p w:rsidR="00CE06EE" w:rsidRPr="00FF2831" w:rsidRDefault="00CE06EE" w:rsidP="00CE06EE">
            <w:pPr>
              <w:pStyle w:val="Point0"/>
            </w:pPr>
            <w:bookmarkStart w:id="98" w:name="_DV_C1440"/>
            <w:r w:rsidRPr="00FF2831">
              <w:t>1.</w:t>
            </w:r>
            <w:r w:rsidRPr="00FF2831">
              <w:tab/>
            </w:r>
            <w:r w:rsidR="0073423D" w:rsidRPr="00FF2831">
              <w:rPr>
                <w:rFonts w:eastAsia="Calibri"/>
                <w:color w:val="191919"/>
              </w:rPr>
              <w:t>Sintesi dei fatti</w:t>
            </w:r>
            <w:bookmarkEnd w:id="98"/>
          </w:p>
          <w:p w:rsidR="00CE06EE" w:rsidRPr="00FF2831" w:rsidRDefault="0073423D" w:rsidP="00CE06EE">
            <w:bookmarkStart w:id="99" w:name="_DV_C1441"/>
            <w:r w:rsidRPr="00FF2831">
              <w:rPr>
                <w:rFonts w:eastAsia="Calibri"/>
                <w:color w:val="191919"/>
              </w:rPr>
              <w:t>Indicare i motivi dell'emissione del provvedimento di congelamento, compresa</w:t>
            </w:r>
            <w:r w:rsidR="00CE06EE" w:rsidRPr="00FF2831">
              <w:t>:</w:t>
            </w:r>
            <w:bookmarkEnd w:id="99"/>
          </w:p>
          <w:p w:rsidR="00CE06EE" w:rsidRPr="0073423D" w:rsidRDefault="0073423D" w:rsidP="00CE06EE">
            <w:pPr>
              <w:pStyle w:val="Tiret0"/>
            </w:pPr>
            <w:bookmarkStart w:id="100" w:name="_DV_C1442"/>
            <w:r w:rsidRPr="00FF2831">
              <w:rPr>
                <w:rFonts w:eastAsia="Calibri"/>
                <w:color w:val="191919"/>
              </w:rPr>
              <w:t>una sintesi dei fatti, ivi inclusa una descrizione del/i reato/i</w:t>
            </w:r>
            <w:r w:rsidR="00CE06EE" w:rsidRPr="00FF2831">
              <w:t>:</w:t>
            </w:r>
            <w:bookmarkEnd w:id="100"/>
            <w:r w:rsidR="00CE06EE" w:rsidRPr="0073423D">
              <w:t xml:space="preserve"> </w:t>
            </w:r>
            <w:r w:rsidR="00CE06EE" w:rsidRPr="0073423D">
              <w:br/>
            </w:r>
            <w:bookmarkStart w:id="101" w:name="_DV_C1443"/>
            <w:r w:rsidR="00CE06EE" w:rsidRPr="0073423D">
              <w:t>………………………………………………………………………………………………</w:t>
            </w:r>
            <w:bookmarkEnd w:id="101"/>
            <w:r w:rsidR="00CE06EE" w:rsidRPr="0073423D">
              <w:t>..</w:t>
            </w:r>
            <w:r w:rsidR="00CE06EE" w:rsidRPr="0073423D">
              <w:br/>
              <w:t>………………………………………………………………………………………………..</w:t>
            </w:r>
          </w:p>
        </w:tc>
      </w:tr>
      <w:tr w:rsidR="00CE06EE" w:rsidTr="00A41C9B">
        <w:trPr>
          <w:trHeight w:val="20"/>
        </w:trPr>
        <w:tc>
          <w:tcPr>
            <w:tcW w:w="9855" w:type="dxa"/>
          </w:tcPr>
          <w:p w:rsidR="00CE06EE" w:rsidRPr="00FF2831" w:rsidRDefault="0073423D" w:rsidP="00CE06EE">
            <w:pPr>
              <w:pStyle w:val="Tiret0"/>
              <w:pageBreakBefore/>
            </w:pPr>
            <w:bookmarkStart w:id="102" w:name="_DV_C1444"/>
            <w:r w:rsidRPr="00FF2831">
              <w:rPr>
                <w:rFonts w:eastAsia="Calibri"/>
                <w:color w:val="191919"/>
              </w:rPr>
              <w:lastRenderedPageBreak/>
              <w:t>fase delle indagini</w:t>
            </w:r>
            <w:r w:rsidR="00CE06EE" w:rsidRPr="00FF2831">
              <w:t>:</w:t>
            </w:r>
            <w:bookmarkEnd w:id="102"/>
            <w:r w:rsidR="00CE06EE" w:rsidRPr="00FF2831">
              <w:t xml:space="preserve"> </w:t>
            </w:r>
            <w:r w:rsidR="00CE06EE" w:rsidRPr="00FF2831">
              <w:br/>
            </w:r>
            <w:bookmarkStart w:id="103" w:name="_DV_C1445"/>
            <w:r w:rsidR="00CE06EE" w:rsidRPr="00FF2831">
              <w:t>……………………………………………………………………………………………</w:t>
            </w:r>
            <w:bookmarkEnd w:id="103"/>
            <w:r w:rsidR="00CE06EE" w:rsidRPr="00FF2831">
              <w:t>…..</w:t>
            </w:r>
            <w:r w:rsidR="00CE06EE" w:rsidRPr="00FF2831">
              <w:br/>
              <w:t>………………………………………………………………………………………………..</w:t>
            </w:r>
          </w:p>
          <w:p w:rsidR="00CE06EE" w:rsidRPr="00FF2831" w:rsidRDefault="0073423D" w:rsidP="00CE06EE">
            <w:pPr>
              <w:pStyle w:val="Tiret0"/>
            </w:pPr>
            <w:bookmarkStart w:id="104" w:name="_DV_C1446"/>
            <w:r w:rsidRPr="00FF2831">
              <w:rPr>
                <w:rFonts w:eastAsia="Calibri"/>
                <w:color w:val="191919"/>
              </w:rPr>
              <w:t>motivi del congelamento</w:t>
            </w:r>
            <w:r w:rsidR="00CE06EE" w:rsidRPr="00FF2831">
              <w:t>:</w:t>
            </w:r>
            <w:bookmarkEnd w:id="104"/>
            <w:r w:rsidR="00CE06EE" w:rsidRPr="00FF2831">
              <w:t xml:space="preserve"> </w:t>
            </w:r>
            <w:r w:rsidR="00CE06EE" w:rsidRPr="00FF2831">
              <w:br/>
            </w:r>
            <w:bookmarkStart w:id="105" w:name="_DV_C1447"/>
            <w:r w:rsidR="00CE06EE" w:rsidRPr="00FF2831">
              <w:t>……………………………………………………………………………………………</w:t>
            </w:r>
            <w:bookmarkEnd w:id="105"/>
            <w:r w:rsidR="00CE06EE" w:rsidRPr="00FF2831">
              <w:t>…..</w:t>
            </w:r>
            <w:r w:rsidR="00CE06EE" w:rsidRPr="00FF2831">
              <w:br/>
              <w:t>………………………………………………………………………………………………..</w:t>
            </w:r>
          </w:p>
          <w:p w:rsidR="00CE06EE" w:rsidRPr="00C5204E" w:rsidRDefault="0073423D" w:rsidP="00CE06EE">
            <w:pPr>
              <w:pStyle w:val="Tiret0"/>
            </w:pPr>
            <w:bookmarkStart w:id="106" w:name="_DV_C1448"/>
            <w:r w:rsidRPr="00FF2831">
              <w:rPr>
                <w:rFonts w:eastAsia="Calibri"/>
                <w:color w:val="191919"/>
              </w:rPr>
              <w:t>altre informazioni pertinenti</w:t>
            </w:r>
            <w:r w:rsidR="00CE06EE" w:rsidRPr="00C5204E">
              <w:t>:</w:t>
            </w:r>
            <w:bookmarkEnd w:id="106"/>
            <w:r w:rsidR="00CE06EE">
              <w:t xml:space="preserve"> </w:t>
            </w:r>
            <w:r w:rsidR="00CE06EE">
              <w:br/>
            </w:r>
            <w:bookmarkStart w:id="107" w:name="_DV_C1449"/>
            <w:r w:rsidR="00CE06EE" w:rsidRPr="00C5204E">
              <w:t>……………………………………………………………………………………………</w:t>
            </w:r>
            <w:bookmarkEnd w:id="107"/>
            <w:r w:rsidR="00CE06EE">
              <w:t>…..</w:t>
            </w:r>
            <w:r w:rsidR="00CE06EE">
              <w:br/>
              <w:t>………………………………………………………………………………………………..</w:t>
            </w:r>
          </w:p>
          <w:p w:rsidR="00CE06EE" w:rsidRPr="0073423D" w:rsidRDefault="00CE06EE" w:rsidP="00CE06EE">
            <w:pPr>
              <w:pStyle w:val="Point0"/>
            </w:pPr>
            <w:bookmarkStart w:id="108" w:name="_DV_C1450"/>
            <w:r w:rsidRPr="0073423D">
              <w:br w:type="page"/>
              <w:t>2.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Natura e qualificazione giuridica del reato o dei reati connessi al provvedimento di congelamento emesso e disposizione/i di legge applicabile/i</w:t>
            </w:r>
            <w:r w:rsidRPr="0073423D">
              <w:t>:</w:t>
            </w:r>
            <w:bookmarkEnd w:id="108"/>
            <w:r w:rsidRPr="0073423D">
              <w:t xml:space="preserve"> </w:t>
            </w:r>
            <w:r w:rsidRPr="0073423D">
              <w:br/>
            </w:r>
            <w:bookmarkStart w:id="109" w:name="_DV_C1452"/>
            <w:r w:rsidRPr="0073423D">
              <w:t>………………………………………………………………………………………………</w:t>
            </w:r>
            <w:bookmarkEnd w:id="109"/>
            <w:r w:rsidRPr="0073423D">
              <w:t>..</w:t>
            </w:r>
            <w:r w:rsidRPr="0073423D">
              <w:br/>
            </w:r>
            <w:bookmarkStart w:id="110" w:name="_DV_C1453"/>
            <w:r w:rsidRPr="0073423D">
              <w:t>………………………………………………………………………………………………</w:t>
            </w:r>
            <w:bookmarkEnd w:id="110"/>
            <w:r w:rsidRPr="0073423D">
              <w:t>..</w:t>
            </w:r>
          </w:p>
          <w:p w:rsidR="00CE06EE" w:rsidRPr="0073423D" w:rsidRDefault="00CE06EE" w:rsidP="00CE06EE">
            <w:pPr>
              <w:pStyle w:val="Point0"/>
            </w:pPr>
            <w:bookmarkStart w:id="111" w:name="_DV_C1454"/>
            <w:r w:rsidRPr="0073423D">
              <w:t>3.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Il reato cui è connesso il provvedimento di congelamento è punibile nello Stato di emissione con una pena detentiva della durata massima non inferiore a tre anni e figura nell'elenco di reati di seguito riportato? (contrassegnare la casella pertinente) Se il provvedimento di congelamento è connesso a più reati, indicare i relativi numeri (corrispondenti ai reati descritti ai precedenti punti 1 e 2) nell'elenco di reati di cui sotto</w:t>
            </w:r>
            <w:r w:rsidRPr="0073423D">
              <w:t>.</w:t>
            </w:r>
            <w:bookmarkEnd w:id="111"/>
          </w:p>
          <w:p w:rsidR="00CE06EE" w:rsidRPr="00C34626" w:rsidRDefault="00CE06EE" w:rsidP="00CE06EE">
            <w:pPr>
              <w:pStyle w:val="Point1"/>
            </w:pPr>
            <w:bookmarkStart w:id="112" w:name="_DV_C1455"/>
            <w:r w:rsidRPr="007D6B0C">
              <w:t>□</w:t>
            </w:r>
            <w:r w:rsidRPr="007D6B0C">
              <w:tab/>
            </w:r>
            <w:r w:rsidR="0073423D" w:rsidRPr="000F0EC6">
              <w:rPr>
                <w:rFonts w:eastAsia="Calibri"/>
                <w:color w:val="191919"/>
              </w:rPr>
              <w:t>partecipazione a un'organizzazione criminale</w:t>
            </w:r>
            <w:bookmarkEnd w:id="112"/>
          </w:p>
        </w:tc>
      </w:tr>
      <w:tr w:rsidR="00CE06EE" w:rsidRPr="0073423D" w:rsidTr="00A41C9B">
        <w:trPr>
          <w:trHeight w:val="20"/>
        </w:trPr>
        <w:tc>
          <w:tcPr>
            <w:tcW w:w="9855" w:type="dxa"/>
          </w:tcPr>
          <w:p w:rsidR="00CE06EE" w:rsidRPr="0073423D" w:rsidRDefault="00CE06EE" w:rsidP="00CE06EE">
            <w:pPr>
              <w:pStyle w:val="Point1"/>
              <w:pageBreakBefore/>
            </w:pPr>
            <w:bookmarkStart w:id="113" w:name="_DV_C1456"/>
            <w:r w:rsidRPr="0073423D">
              <w:lastRenderedPageBreak/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terrorismo</w:t>
            </w:r>
            <w:bookmarkEnd w:id="113"/>
          </w:p>
          <w:p w:rsidR="00CE06EE" w:rsidRPr="0073423D" w:rsidRDefault="00CE06EE" w:rsidP="00CE06EE">
            <w:pPr>
              <w:pStyle w:val="Point1"/>
            </w:pPr>
            <w:bookmarkStart w:id="114" w:name="_DV_C1457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tratta di esseri umani</w:t>
            </w:r>
            <w:bookmarkEnd w:id="114"/>
          </w:p>
          <w:p w:rsidR="00CE06EE" w:rsidRPr="0073423D" w:rsidRDefault="00CE06EE" w:rsidP="00CE06EE">
            <w:pPr>
              <w:pStyle w:val="Point1"/>
            </w:pPr>
            <w:bookmarkStart w:id="115" w:name="_DV_C1458"/>
            <w:r w:rsidRPr="0073423D">
              <w:br w:type="page"/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sfruttamento sessuale di minori e pedopornografia</w:t>
            </w:r>
            <w:bookmarkEnd w:id="115"/>
          </w:p>
          <w:p w:rsidR="00CE06EE" w:rsidRPr="0073423D" w:rsidRDefault="00CE06EE" w:rsidP="00CE06EE">
            <w:pPr>
              <w:pStyle w:val="Point1"/>
            </w:pPr>
            <w:bookmarkStart w:id="116" w:name="_DV_C1459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traffico illecito di stupefacenti e sostanze psicotrope</w:t>
            </w:r>
            <w:bookmarkEnd w:id="116"/>
          </w:p>
          <w:p w:rsidR="00CE06EE" w:rsidRPr="0073423D" w:rsidRDefault="00CE06EE" w:rsidP="00CE06EE">
            <w:pPr>
              <w:pStyle w:val="Point1"/>
            </w:pPr>
            <w:bookmarkStart w:id="117" w:name="_DV_C1460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traffico illecito di armi, munizioni ed esplosivi</w:t>
            </w:r>
            <w:bookmarkEnd w:id="117"/>
          </w:p>
          <w:p w:rsidR="00CE06EE" w:rsidRPr="00FF2831" w:rsidRDefault="00CE06EE" w:rsidP="0073423D">
            <w:pPr>
              <w:pStyle w:val="Point1"/>
            </w:pPr>
            <w:bookmarkStart w:id="118" w:name="_DV_C1461"/>
            <w:r w:rsidRPr="00FF2831">
              <w:t>□</w:t>
            </w:r>
            <w:r w:rsidRPr="00FF2831">
              <w:tab/>
            </w:r>
            <w:r w:rsidR="0073423D" w:rsidRPr="00FF2831">
              <w:rPr>
                <w:rFonts w:eastAsia="Calibri"/>
                <w:color w:val="191919"/>
              </w:rPr>
              <w:t>corruzione</w:t>
            </w:r>
            <w:bookmarkEnd w:id="118"/>
          </w:p>
          <w:p w:rsidR="00CE06EE" w:rsidRPr="0073423D" w:rsidRDefault="00CE06EE" w:rsidP="00CE06EE">
            <w:pPr>
              <w:pStyle w:val="Point1"/>
            </w:pPr>
            <w:bookmarkStart w:id="119" w:name="_DV_C1462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frode, compresi la frode e gli altri reati che ledono gli interessi finanziari dell'Unione definiti nella direttiva (UE) 2017/1371</w:t>
            </w:r>
            <w:bookmarkEnd w:id="119"/>
          </w:p>
          <w:p w:rsidR="00CE06EE" w:rsidRPr="0073423D" w:rsidRDefault="00CE06EE" w:rsidP="00CE06EE">
            <w:pPr>
              <w:pStyle w:val="Point1"/>
            </w:pPr>
            <w:bookmarkStart w:id="120" w:name="_DV_C1463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riciclaggio di proventi da reato</w:t>
            </w:r>
            <w:bookmarkEnd w:id="120"/>
          </w:p>
          <w:p w:rsidR="00CE06EE" w:rsidRPr="0073423D" w:rsidRDefault="00CE06EE" w:rsidP="00CE06EE">
            <w:pPr>
              <w:pStyle w:val="Point1"/>
            </w:pPr>
            <w:bookmarkStart w:id="121" w:name="_DV_C1464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falsificazione e contraffazione di monete, compresa quella dell'euro</w:t>
            </w:r>
            <w:bookmarkEnd w:id="121"/>
          </w:p>
          <w:p w:rsidR="00CE06EE" w:rsidRPr="0073423D" w:rsidRDefault="00CE06EE" w:rsidP="00CE06EE">
            <w:pPr>
              <w:pStyle w:val="Point1"/>
            </w:pPr>
            <w:bookmarkStart w:id="122" w:name="_DV_C1465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criminalità informatica</w:t>
            </w:r>
            <w:bookmarkEnd w:id="122"/>
          </w:p>
          <w:p w:rsidR="00CE06EE" w:rsidRPr="0073423D" w:rsidRDefault="00CE06EE" w:rsidP="00CE06EE">
            <w:pPr>
              <w:pStyle w:val="Point1"/>
            </w:pPr>
            <w:bookmarkStart w:id="123" w:name="_DV_C1466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criminalità ambientale, compresi il traffico illecito di specie animali protette e il traffico illecito di specie e di essenze vegetali protette</w:t>
            </w:r>
            <w:bookmarkEnd w:id="123"/>
          </w:p>
          <w:p w:rsidR="00CE06EE" w:rsidRPr="0073423D" w:rsidRDefault="00CE06EE" w:rsidP="00CE06EE">
            <w:pPr>
              <w:pStyle w:val="Point1"/>
            </w:pPr>
            <w:bookmarkStart w:id="124" w:name="_DV_C1467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favoreggiamento dell'ingresso e del soggiorno illegali</w:t>
            </w:r>
            <w:bookmarkEnd w:id="124"/>
          </w:p>
          <w:p w:rsidR="00CE06EE" w:rsidRPr="0073423D" w:rsidRDefault="00CE06EE" w:rsidP="00CE06EE">
            <w:pPr>
              <w:pStyle w:val="Point1"/>
            </w:pPr>
            <w:bookmarkStart w:id="125" w:name="_DV_C1468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omicidio volontario o lesioni personali gravi</w:t>
            </w:r>
            <w:bookmarkEnd w:id="125"/>
          </w:p>
        </w:tc>
      </w:tr>
      <w:tr w:rsidR="00CE06EE" w:rsidRPr="0073423D" w:rsidTr="00A41C9B">
        <w:trPr>
          <w:trHeight w:val="20"/>
        </w:trPr>
        <w:tc>
          <w:tcPr>
            <w:tcW w:w="9855" w:type="dxa"/>
          </w:tcPr>
          <w:p w:rsidR="00CE06EE" w:rsidRPr="0073423D" w:rsidRDefault="00CE06EE" w:rsidP="00CE06EE">
            <w:pPr>
              <w:pStyle w:val="Point1"/>
              <w:pageBreakBefore/>
            </w:pPr>
            <w:bookmarkStart w:id="126" w:name="_DV_C1469"/>
            <w:r w:rsidRPr="0073423D">
              <w:lastRenderedPageBreak/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traffico illecito di organi e tessuti umani</w:t>
            </w:r>
            <w:bookmarkEnd w:id="126"/>
          </w:p>
          <w:p w:rsidR="00CE06EE" w:rsidRPr="0073423D" w:rsidRDefault="00CE06EE" w:rsidP="00CE06EE">
            <w:pPr>
              <w:pStyle w:val="Point1"/>
            </w:pPr>
            <w:bookmarkStart w:id="127" w:name="_DV_C1470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rapimento sequestro o presa di ostaggi</w:t>
            </w:r>
            <w:bookmarkEnd w:id="127"/>
          </w:p>
          <w:p w:rsidR="00CE06EE" w:rsidRPr="0073423D" w:rsidRDefault="00CE06EE" w:rsidP="00CE06EE">
            <w:pPr>
              <w:pStyle w:val="Point1"/>
            </w:pPr>
            <w:bookmarkStart w:id="128" w:name="_DV_C1471"/>
            <w:r w:rsidRPr="0073423D">
              <w:br w:type="page"/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razzismo e xenofobia</w:t>
            </w:r>
            <w:bookmarkEnd w:id="128"/>
          </w:p>
          <w:p w:rsidR="00CE06EE" w:rsidRPr="0073423D" w:rsidRDefault="00CE06EE" w:rsidP="00CE06EE">
            <w:pPr>
              <w:pStyle w:val="Point1"/>
            </w:pPr>
            <w:bookmarkStart w:id="129" w:name="_DV_C1472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rapina organizzata o a mano armata</w:t>
            </w:r>
            <w:bookmarkEnd w:id="129"/>
          </w:p>
          <w:p w:rsidR="00CE06EE" w:rsidRPr="0073423D" w:rsidRDefault="00CE06EE" w:rsidP="00CE06EE">
            <w:pPr>
              <w:pStyle w:val="Point1"/>
            </w:pPr>
            <w:bookmarkStart w:id="130" w:name="_DV_C1473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traffico illecito di beni culturali, compresi gli oggetti d'antiquariato e le opere d'arte</w:t>
            </w:r>
            <w:bookmarkEnd w:id="130"/>
          </w:p>
          <w:p w:rsidR="00CE06EE" w:rsidRPr="0073423D" w:rsidRDefault="00CE06EE" w:rsidP="00CE06EE">
            <w:pPr>
              <w:pStyle w:val="Point1"/>
            </w:pPr>
            <w:bookmarkStart w:id="131" w:name="_DV_C1474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truffa</w:t>
            </w:r>
            <w:bookmarkEnd w:id="131"/>
          </w:p>
          <w:p w:rsidR="00CE06EE" w:rsidRPr="0073423D" w:rsidRDefault="00CE06EE" w:rsidP="00CE06EE">
            <w:pPr>
              <w:pStyle w:val="Point1"/>
            </w:pPr>
            <w:bookmarkStart w:id="132" w:name="_DV_C1475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racket ed estorsione</w:t>
            </w:r>
            <w:bookmarkEnd w:id="132"/>
          </w:p>
          <w:p w:rsidR="00CE06EE" w:rsidRPr="0073423D" w:rsidRDefault="00CE06EE" w:rsidP="00CE06EE">
            <w:pPr>
              <w:pStyle w:val="Point1"/>
            </w:pPr>
            <w:bookmarkStart w:id="133" w:name="_DV_C1476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contraffazione e pirateria di prodotti</w:t>
            </w:r>
            <w:bookmarkEnd w:id="133"/>
          </w:p>
          <w:p w:rsidR="00CE06EE" w:rsidRPr="0073423D" w:rsidRDefault="00CE06EE" w:rsidP="00CE06EE">
            <w:pPr>
              <w:pStyle w:val="Point1"/>
            </w:pPr>
            <w:bookmarkStart w:id="134" w:name="_DV_C1477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falsificazione di atti amministrativi e traffico di atti amministrativi falsificati</w:t>
            </w:r>
            <w:bookmarkEnd w:id="134"/>
          </w:p>
          <w:p w:rsidR="00CE06EE" w:rsidRPr="0073423D" w:rsidRDefault="00CE06EE" w:rsidP="00CE06EE">
            <w:pPr>
              <w:pStyle w:val="Point1"/>
            </w:pPr>
            <w:bookmarkStart w:id="135" w:name="_DV_C1478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falsificazione di mezzi di pagamento</w:t>
            </w:r>
            <w:bookmarkEnd w:id="135"/>
          </w:p>
          <w:p w:rsidR="00CE06EE" w:rsidRPr="0073423D" w:rsidRDefault="00CE06EE" w:rsidP="00CE06EE">
            <w:pPr>
              <w:pStyle w:val="Point1"/>
            </w:pPr>
            <w:bookmarkStart w:id="136" w:name="_DV_C1479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traffico illecito di sostanze ormonali ed altri fattori di crescita</w:t>
            </w:r>
            <w:bookmarkEnd w:id="136"/>
          </w:p>
          <w:p w:rsidR="00CE06EE" w:rsidRPr="0073423D" w:rsidRDefault="00CE06EE" w:rsidP="00CE06EE">
            <w:pPr>
              <w:pStyle w:val="Point1"/>
            </w:pPr>
            <w:bookmarkStart w:id="137" w:name="_DV_C1480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traffico illecito di materie nucleari e radioattive</w:t>
            </w:r>
            <w:bookmarkEnd w:id="137"/>
          </w:p>
          <w:p w:rsidR="00CE06EE" w:rsidRPr="0073423D" w:rsidRDefault="00CE06EE" w:rsidP="00CE06EE">
            <w:pPr>
              <w:pStyle w:val="Point1"/>
            </w:pPr>
            <w:bookmarkStart w:id="138" w:name="_DV_C1481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traffico di veicoli rubati</w:t>
            </w:r>
            <w:bookmarkEnd w:id="138"/>
          </w:p>
          <w:p w:rsidR="00CE06EE" w:rsidRPr="0073423D" w:rsidRDefault="00CE06EE" w:rsidP="00CE06EE">
            <w:pPr>
              <w:pStyle w:val="Point1"/>
            </w:pPr>
            <w:bookmarkStart w:id="139" w:name="_DV_C1482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stupro</w:t>
            </w:r>
            <w:bookmarkEnd w:id="139"/>
          </w:p>
          <w:p w:rsidR="00CE06EE" w:rsidRPr="0073423D" w:rsidRDefault="00CE06EE" w:rsidP="00CE06EE">
            <w:pPr>
              <w:pStyle w:val="Point1"/>
            </w:pPr>
            <w:bookmarkStart w:id="140" w:name="_DV_C1483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incendio doloso</w:t>
            </w:r>
            <w:bookmarkEnd w:id="140"/>
          </w:p>
        </w:tc>
      </w:tr>
      <w:tr w:rsidR="00CE06EE" w:rsidRPr="0073423D" w:rsidTr="00A41C9B">
        <w:trPr>
          <w:trHeight w:val="3293"/>
        </w:trPr>
        <w:tc>
          <w:tcPr>
            <w:tcW w:w="9855" w:type="dxa"/>
          </w:tcPr>
          <w:p w:rsidR="00CE06EE" w:rsidRPr="0073423D" w:rsidRDefault="00CE06EE" w:rsidP="00CE06EE">
            <w:pPr>
              <w:pStyle w:val="Point1"/>
              <w:pageBreakBefore/>
            </w:pPr>
            <w:bookmarkStart w:id="141" w:name="_DV_C1484"/>
            <w:r w:rsidRPr="0073423D">
              <w:lastRenderedPageBreak/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reati che rientrano nella competenza giurisdizionale della Corte penale internazionale</w:t>
            </w:r>
            <w:bookmarkEnd w:id="141"/>
          </w:p>
          <w:p w:rsidR="00CE06EE" w:rsidRPr="0073423D" w:rsidRDefault="00CE06EE" w:rsidP="00CE06EE">
            <w:pPr>
              <w:pStyle w:val="Point1"/>
            </w:pPr>
            <w:bookmarkStart w:id="142" w:name="_DV_C1485"/>
            <w:r w:rsidRPr="0073423D">
              <w:br w:type="page"/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dirottamento di aereo o nave</w:t>
            </w:r>
            <w:bookmarkEnd w:id="142"/>
          </w:p>
          <w:p w:rsidR="00CE06EE" w:rsidRPr="0073423D" w:rsidRDefault="00CE06EE" w:rsidP="00CE06EE">
            <w:pPr>
              <w:pStyle w:val="Point1"/>
            </w:pPr>
            <w:bookmarkStart w:id="143" w:name="_DV_C1486"/>
            <w:r w:rsidRPr="0073423D">
              <w:t>□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sabotaggio</w:t>
            </w:r>
            <w:bookmarkEnd w:id="143"/>
          </w:p>
          <w:p w:rsidR="00CE06EE" w:rsidRPr="0073423D" w:rsidRDefault="00CE06EE" w:rsidP="00CE06EE">
            <w:pPr>
              <w:pStyle w:val="Point0"/>
            </w:pPr>
            <w:bookmarkStart w:id="144" w:name="_DV_C1488"/>
            <w:r w:rsidRPr="0073423D">
              <w:t>4.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Altre informazioni pertinenti (p.e. rapporto tra beni e reato)</w:t>
            </w:r>
            <w:r w:rsidRPr="0073423D">
              <w:t>:</w:t>
            </w:r>
            <w:bookmarkEnd w:id="144"/>
            <w:r w:rsidRPr="0073423D">
              <w:t xml:space="preserve"> </w:t>
            </w:r>
            <w:r w:rsidRPr="0073423D">
              <w:br/>
            </w:r>
            <w:bookmarkStart w:id="145" w:name="_DV_C1489"/>
            <w:r w:rsidRPr="0073423D">
              <w:t>………………………………………………………………………………………………</w:t>
            </w:r>
            <w:bookmarkEnd w:id="145"/>
            <w:r w:rsidRPr="0073423D">
              <w:t>..</w:t>
            </w:r>
          </w:p>
        </w:tc>
      </w:tr>
      <w:tr w:rsidR="00CE06EE" w:rsidRPr="0073423D" w:rsidTr="00A41C9B">
        <w:trPr>
          <w:trHeight w:val="2999"/>
        </w:trPr>
        <w:tc>
          <w:tcPr>
            <w:tcW w:w="9855" w:type="dxa"/>
          </w:tcPr>
          <w:p w:rsidR="00CE06EE" w:rsidRPr="0073423D" w:rsidRDefault="0073423D" w:rsidP="00CE06EE">
            <w:bookmarkStart w:id="146" w:name="_DV_M852"/>
            <w:bookmarkEnd w:id="146"/>
            <w:r w:rsidRPr="004B10FF">
              <w:rPr>
                <w:rFonts w:eastAsia="Calibri"/>
              </w:rPr>
              <w:t>SEZIONE F:</w:t>
            </w:r>
            <w:r w:rsidRPr="004B10FF">
              <w:rPr>
                <w:rFonts w:eastAsia="Calibri"/>
                <w:color w:val="000000"/>
              </w:rPr>
              <w:t xml:space="preserve"> </w:t>
            </w:r>
            <w:r w:rsidRPr="000F0EC6">
              <w:rPr>
                <w:rFonts w:eastAsia="Calibri"/>
                <w:color w:val="191919"/>
              </w:rPr>
              <w:t>Riservatezza del</w:t>
            </w:r>
            <w:r w:rsidRPr="004B10FF">
              <w:rPr>
                <w:rFonts w:eastAsia="Calibri"/>
              </w:rPr>
              <w:t xml:space="preserve"> provvedimento </w:t>
            </w:r>
            <w:r w:rsidRPr="000F0EC6">
              <w:rPr>
                <w:rFonts w:eastAsia="Calibri"/>
                <w:color w:val="191919"/>
              </w:rPr>
              <w:t>e/o richiesta di formalità specifiche</w:t>
            </w:r>
          </w:p>
          <w:p w:rsidR="00CE06EE" w:rsidRPr="0073423D" w:rsidRDefault="00CE06EE" w:rsidP="00CE06EE">
            <w:pPr>
              <w:pStyle w:val="Point0"/>
            </w:pPr>
            <w:bookmarkStart w:id="147" w:name="_DV_C1493"/>
            <w:r w:rsidRPr="00C33651">
              <w:sym w:font="Symbol" w:char="F090"/>
            </w:r>
            <w:bookmarkStart w:id="148" w:name="_DV_C1494"/>
            <w:bookmarkEnd w:id="147"/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Necessità di mantenere la riservatezza delle informazioni contenute nel provvedimento dopo l'esecuzione</w:t>
            </w:r>
            <w:r w:rsidRPr="0073423D">
              <w:t>:</w:t>
            </w:r>
            <w:bookmarkEnd w:id="148"/>
            <w:r w:rsidRPr="0073423D">
              <w:t xml:space="preserve"> </w:t>
            </w:r>
            <w:r w:rsidRPr="0073423D">
              <w:br/>
            </w:r>
            <w:bookmarkStart w:id="149" w:name="_DV_C1495"/>
            <w:r w:rsidRPr="0073423D">
              <w:t>……………………………………………………………………………………………….</w:t>
            </w:r>
            <w:bookmarkEnd w:id="149"/>
            <w:r w:rsidRPr="0073423D">
              <w:t>.</w:t>
            </w:r>
          </w:p>
          <w:p w:rsidR="00CE06EE" w:rsidRPr="0073423D" w:rsidRDefault="00CE06EE" w:rsidP="00CE06EE">
            <w:pPr>
              <w:pStyle w:val="Point0"/>
            </w:pPr>
            <w:bookmarkStart w:id="150" w:name="_DV_C1496"/>
            <w:r w:rsidRPr="00C33651">
              <w:sym w:font="Symbol" w:char="F090"/>
            </w:r>
            <w:bookmarkStart w:id="151" w:name="_DV_C1497"/>
            <w:bookmarkEnd w:id="150"/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Necessità di formalità specifiche al momento dell'esecuzione</w:t>
            </w:r>
            <w:r w:rsidRPr="0073423D">
              <w:t>:</w:t>
            </w:r>
            <w:bookmarkEnd w:id="151"/>
            <w:r w:rsidRPr="0073423D">
              <w:t xml:space="preserve"> </w:t>
            </w:r>
            <w:r w:rsidRPr="0073423D">
              <w:br/>
            </w:r>
            <w:bookmarkStart w:id="152" w:name="_DV_C1498"/>
            <w:r w:rsidRPr="0073423D">
              <w:t>……………………………………………………………………………………………….</w:t>
            </w:r>
            <w:bookmarkEnd w:id="152"/>
            <w:r w:rsidRPr="0073423D">
              <w:t>.</w:t>
            </w:r>
          </w:p>
        </w:tc>
      </w:tr>
      <w:tr w:rsidR="00CE06EE" w:rsidTr="00A41C9B">
        <w:trPr>
          <w:trHeight w:val="20"/>
        </w:trPr>
        <w:tc>
          <w:tcPr>
            <w:tcW w:w="9855" w:type="dxa"/>
          </w:tcPr>
          <w:p w:rsidR="00CE06EE" w:rsidRPr="0073423D" w:rsidRDefault="0073423D" w:rsidP="00CE06EE">
            <w:pPr>
              <w:pageBreakBefore/>
            </w:pPr>
            <w:r w:rsidRPr="000F0EC6">
              <w:rPr>
                <w:rFonts w:eastAsia="Calibri"/>
                <w:color w:val="191919"/>
              </w:rPr>
              <w:lastRenderedPageBreak/>
              <w:t>SEZIONE G: In caso di trasmissione di un certificato di congelamento</w:t>
            </w:r>
            <w:r w:rsidRPr="004B10FF">
              <w:rPr>
                <w:rFonts w:eastAsia="Calibri"/>
              </w:rPr>
              <w:t xml:space="preserve"> a più di uno Stato di esecuzione, fornire le seguenti informazioni</w:t>
            </w:r>
            <w:r w:rsidR="00CE06EE" w:rsidRPr="0073423D">
              <w:t>:</w:t>
            </w:r>
          </w:p>
          <w:p w:rsidR="00CE06EE" w:rsidRPr="0073423D" w:rsidRDefault="00CE06EE" w:rsidP="00CE06EE">
            <w:pPr>
              <w:pStyle w:val="Point0"/>
            </w:pPr>
            <w:bookmarkStart w:id="153" w:name="_DV_M855"/>
            <w:bookmarkEnd w:id="153"/>
            <w:r w:rsidRPr="0073423D">
              <w:t>1.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Un certificato di congelamento</w:t>
            </w:r>
            <w:r w:rsidR="0073423D" w:rsidRPr="004B10FF">
              <w:rPr>
                <w:rFonts w:eastAsia="Calibri"/>
              </w:rPr>
              <w:t xml:space="preserve"> è stato trasmesso al/ai seguente/i altro/i Stato/i di esecuzione (Stato e autorità)</w:t>
            </w:r>
            <w:r w:rsidRPr="0073423D">
              <w:t xml:space="preserve">: </w:t>
            </w:r>
            <w:r w:rsidRPr="0073423D">
              <w:br/>
            </w:r>
            <w:bookmarkStart w:id="154" w:name="_DV_M858"/>
            <w:bookmarkStart w:id="155" w:name="_DV_C1503"/>
            <w:bookmarkEnd w:id="154"/>
            <w:r w:rsidRPr="0073423D">
              <w:t>……………………………………………………………………………………</w:t>
            </w:r>
            <w:bookmarkEnd w:id="155"/>
            <w:r w:rsidRPr="0073423D">
              <w:t>…………..</w:t>
            </w:r>
            <w:r w:rsidRPr="0073423D">
              <w:br/>
            </w:r>
            <w:bookmarkStart w:id="156" w:name="_DV_C1504"/>
            <w:r w:rsidRPr="0073423D">
              <w:t>……………………………………………………………………………………</w:t>
            </w:r>
            <w:bookmarkEnd w:id="156"/>
            <w:r w:rsidRPr="0073423D">
              <w:t>…………..</w:t>
            </w:r>
          </w:p>
          <w:p w:rsidR="00CE06EE" w:rsidRPr="0073423D" w:rsidRDefault="00CE06EE" w:rsidP="00CE06EE">
            <w:pPr>
              <w:pStyle w:val="Point0"/>
            </w:pPr>
            <w:bookmarkStart w:id="157" w:name="_DV_M859"/>
            <w:bookmarkEnd w:id="157"/>
            <w:r w:rsidRPr="0073423D">
              <w:t>2.</w:t>
            </w:r>
            <w:bookmarkStart w:id="158" w:name="_DV_C1506"/>
            <w:r w:rsidRPr="0073423D">
              <w:tab/>
            </w:r>
            <w:bookmarkEnd w:id="158"/>
            <w:r w:rsidR="0073423D" w:rsidRPr="000F0EC6">
              <w:rPr>
                <w:rFonts w:eastAsia="Calibri"/>
                <w:color w:val="191919"/>
              </w:rPr>
              <w:t>Un certificato di congelamento</w:t>
            </w:r>
            <w:r w:rsidR="0073423D" w:rsidRPr="004B10FF">
              <w:rPr>
                <w:rFonts w:eastAsia="Calibri"/>
              </w:rPr>
              <w:t xml:space="preserve"> è stato trasmesso a più di uno Stato di esecuzione per i seguenti motivi</w:t>
            </w:r>
            <w:bookmarkStart w:id="159" w:name="_DV_C1508"/>
            <w:r w:rsidRPr="0073423D">
              <w:t>:</w:t>
            </w:r>
            <w:bookmarkEnd w:id="159"/>
          </w:p>
          <w:p w:rsidR="00CE06EE" w:rsidRPr="0073423D" w:rsidRDefault="00CE06EE" w:rsidP="00CE06EE">
            <w:bookmarkStart w:id="160" w:name="_DV_M863"/>
            <w:bookmarkEnd w:id="160"/>
            <w:r w:rsidRPr="0073423D">
              <w:br w:type="page"/>
            </w:r>
            <w:r w:rsidR="0073423D" w:rsidRPr="000F0EC6">
              <w:rPr>
                <w:rFonts w:eastAsia="Calibri"/>
                <w:color w:val="191919"/>
              </w:rPr>
              <w:t>In caso il provvedimento di congelamento riguardi specifici beni</w:t>
            </w:r>
            <w:r w:rsidRPr="0073423D">
              <w:t>:</w:t>
            </w:r>
          </w:p>
          <w:p w:rsidR="00CE06EE" w:rsidRPr="0073423D" w:rsidRDefault="00CE06EE" w:rsidP="00CE06EE">
            <w:pPr>
              <w:pStyle w:val="Point0"/>
            </w:pPr>
            <w:r w:rsidRPr="002A59EB">
              <w:sym w:font="Symbol" w:char="F090"/>
            </w:r>
            <w:bookmarkStart w:id="161" w:name="_DV_M864"/>
            <w:bookmarkEnd w:id="161"/>
            <w:r w:rsidRPr="0073423D">
              <w:tab/>
            </w:r>
            <w:r w:rsidR="0073423D" w:rsidRPr="004B10FF">
              <w:rPr>
                <w:rFonts w:eastAsia="Calibri"/>
              </w:rPr>
              <w:t>si ritiene che diversi beni oggetto del provvedimento siano ubicati in Stati di esecuzione diversi</w:t>
            </w:r>
          </w:p>
          <w:p w:rsidR="00CE06EE" w:rsidRPr="0073423D" w:rsidRDefault="00CE06EE" w:rsidP="00CE06EE">
            <w:pPr>
              <w:pStyle w:val="Point0"/>
            </w:pPr>
            <w:bookmarkStart w:id="162" w:name="_DV_M865"/>
            <w:bookmarkEnd w:id="162"/>
            <w:r w:rsidRPr="002A59EB">
              <w:sym w:font="Symbol" w:char="F090"/>
            </w:r>
            <w:bookmarkStart w:id="163" w:name="_DV_M866"/>
            <w:bookmarkEnd w:id="163"/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il congelamento</w:t>
            </w:r>
            <w:r w:rsidR="0073423D" w:rsidRPr="004B10FF">
              <w:rPr>
                <w:rFonts w:eastAsia="Calibri"/>
              </w:rPr>
              <w:t xml:space="preserve"> di un bene specifico richiede azioni in più di uno Stato di esecuzione</w:t>
            </w:r>
          </w:p>
          <w:p w:rsidR="00CE06EE" w:rsidRPr="0073423D" w:rsidRDefault="0073423D" w:rsidP="00CE06EE">
            <w:r w:rsidRPr="000F0EC6">
              <w:rPr>
                <w:rFonts w:eastAsia="Calibri"/>
                <w:color w:val="191919"/>
              </w:rPr>
              <w:t>In caso il provvedimento di congelamento riguardi una somma di denaro</w:t>
            </w:r>
            <w:r w:rsidR="00CE06EE" w:rsidRPr="0073423D">
              <w:t>:</w:t>
            </w:r>
          </w:p>
          <w:p w:rsidR="00CE06EE" w:rsidRPr="0073423D" w:rsidRDefault="00CE06EE" w:rsidP="00CE06EE">
            <w:pPr>
              <w:pStyle w:val="Point0"/>
            </w:pPr>
            <w:bookmarkStart w:id="164" w:name="_DV_M868"/>
            <w:bookmarkEnd w:id="164"/>
            <w:r w:rsidRPr="002A59EB">
              <w:sym w:font="Symbol" w:char="F090"/>
            </w:r>
            <w:bookmarkStart w:id="165" w:name="_DV_M869"/>
            <w:bookmarkEnd w:id="165"/>
            <w:r w:rsidRPr="0073423D">
              <w:tab/>
            </w:r>
            <w:r w:rsidR="0073423D" w:rsidRPr="004B10FF">
              <w:rPr>
                <w:rFonts w:eastAsia="Calibri"/>
              </w:rPr>
              <w:t xml:space="preserve">il valore stimato dei beni che possono essere sottoposti a </w:t>
            </w:r>
            <w:r w:rsidR="0073423D" w:rsidRPr="000F0EC6">
              <w:rPr>
                <w:rFonts w:eastAsia="Calibri"/>
                <w:color w:val="191919"/>
              </w:rPr>
              <w:t xml:space="preserve">congelamento </w:t>
            </w:r>
            <w:r w:rsidR="0073423D" w:rsidRPr="004B10FF">
              <w:rPr>
                <w:rFonts w:eastAsia="Calibri"/>
              </w:rPr>
              <w:t>nello Stato di emissione e in qualsiasi Stato di esecuzione non è probabilmente sufficiente ai fini del congelamento dell'intero importo oggetto del provvedimento</w:t>
            </w:r>
          </w:p>
          <w:p w:rsidR="00CE06EE" w:rsidRPr="00A67C23" w:rsidRDefault="00CE06EE" w:rsidP="00CE06EE">
            <w:pPr>
              <w:pStyle w:val="Point0"/>
            </w:pPr>
            <w:bookmarkStart w:id="166" w:name="_DV_M872"/>
            <w:bookmarkStart w:id="167" w:name="_DV_C1519"/>
            <w:bookmarkEnd w:id="166"/>
            <w:r w:rsidRPr="002A59EB">
              <w:sym w:font="Symbol" w:char="F090"/>
            </w:r>
            <w:bookmarkStart w:id="168" w:name="_DV_C1520"/>
            <w:bookmarkEnd w:id="167"/>
            <w:r w:rsidRPr="002A59EB">
              <w:tab/>
            </w:r>
            <w:bookmarkEnd w:id="168"/>
            <w:r w:rsidR="0073423D" w:rsidRPr="000F0EC6">
              <w:rPr>
                <w:rFonts w:eastAsia="Calibri"/>
                <w:color w:val="191919"/>
              </w:rPr>
              <w:t>altre esigenze specifiche</w:t>
            </w:r>
            <w:r w:rsidRPr="002A59EB">
              <w:t>:</w:t>
            </w:r>
            <w:r>
              <w:t xml:space="preserve"> </w:t>
            </w:r>
            <w:r>
              <w:br/>
            </w:r>
            <w:bookmarkStart w:id="169" w:name="_DV_C1522"/>
            <w:r w:rsidRPr="002A59EB">
              <w:t>…………………………………………………………………………………………</w:t>
            </w:r>
            <w:bookmarkEnd w:id="169"/>
            <w:r>
              <w:t>……..</w:t>
            </w:r>
          </w:p>
        </w:tc>
      </w:tr>
      <w:tr w:rsidR="00CE06EE" w:rsidRPr="0073423D" w:rsidTr="00A41C9B">
        <w:trPr>
          <w:trHeight w:val="3302"/>
        </w:trPr>
        <w:tc>
          <w:tcPr>
            <w:tcW w:w="9855" w:type="dxa"/>
          </w:tcPr>
          <w:p w:rsidR="00CE06EE" w:rsidRPr="0073423D" w:rsidRDefault="00CE06EE" w:rsidP="00CE06EE">
            <w:pPr>
              <w:pStyle w:val="Point0"/>
              <w:pageBreakBefore/>
            </w:pPr>
            <w:bookmarkStart w:id="170" w:name="_DV_C1523"/>
            <w:r w:rsidRPr="0073423D">
              <w:lastRenderedPageBreak/>
              <w:t>3.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Il valore dei beni, se noto, in ciascuno Stato membro di esecuzione</w:t>
            </w:r>
            <w:r w:rsidRPr="0073423D">
              <w:t>:</w:t>
            </w:r>
            <w:bookmarkEnd w:id="170"/>
            <w:r w:rsidRPr="0073423D">
              <w:t xml:space="preserve"> </w:t>
            </w:r>
            <w:r w:rsidRPr="0073423D">
              <w:br/>
            </w:r>
            <w:bookmarkStart w:id="171" w:name="_DV_C1524"/>
            <w:r w:rsidRPr="0073423D">
              <w:t>…………………………………………………………………………………………</w:t>
            </w:r>
            <w:bookmarkEnd w:id="171"/>
            <w:r w:rsidRPr="0073423D">
              <w:t>……..</w:t>
            </w:r>
            <w:r w:rsidRPr="0073423D">
              <w:br/>
            </w:r>
            <w:bookmarkStart w:id="172" w:name="_DV_C1525"/>
            <w:r w:rsidRPr="0073423D">
              <w:t>…………………………………………………………………………………………</w:t>
            </w:r>
            <w:bookmarkEnd w:id="172"/>
            <w:r w:rsidRPr="0073423D">
              <w:t>……..</w:t>
            </w:r>
          </w:p>
          <w:p w:rsidR="00CE06EE" w:rsidRPr="0073423D" w:rsidRDefault="00CE06EE" w:rsidP="00CE06EE">
            <w:pPr>
              <w:pStyle w:val="Point0"/>
            </w:pPr>
            <w:bookmarkStart w:id="173" w:name="_DV_C1526"/>
            <w:r w:rsidRPr="0073423D">
              <w:t>4.</w:t>
            </w:r>
            <w:r w:rsidRPr="0073423D">
              <w:tab/>
            </w:r>
            <w:r w:rsidR="0073423D" w:rsidRPr="000F0EC6">
              <w:rPr>
                <w:rFonts w:eastAsia="Calibri"/>
                <w:color w:val="191919"/>
              </w:rPr>
              <w:t>Se il congelamento di un bene specifico o di beni specifici richiede azioni in più di uno Stato di esecuzione, descrivere le azioni da intraprendere nello Stato di esecuzione</w:t>
            </w:r>
            <w:r w:rsidRPr="0073423D">
              <w:t>:</w:t>
            </w:r>
            <w:bookmarkEnd w:id="173"/>
            <w:r w:rsidRPr="0073423D">
              <w:t xml:space="preserve"> </w:t>
            </w:r>
            <w:r w:rsidRPr="0073423D">
              <w:br/>
              <w:t>………………………………………………………………………………………………..</w:t>
            </w:r>
            <w:r w:rsidRPr="0073423D">
              <w:br/>
              <w:t>………………………………………………………………………………………………..</w:t>
            </w:r>
          </w:p>
        </w:tc>
      </w:tr>
      <w:tr w:rsidR="00CE06EE" w:rsidRPr="0073423D" w:rsidTr="00A41C9B">
        <w:trPr>
          <w:trHeight w:val="6485"/>
        </w:trPr>
        <w:tc>
          <w:tcPr>
            <w:tcW w:w="9855" w:type="dxa"/>
          </w:tcPr>
          <w:p w:rsidR="00CE06EE" w:rsidRPr="0073423D" w:rsidRDefault="00CE06EE" w:rsidP="00CE06EE">
            <w:bookmarkStart w:id="174" w:name="_DV_C1528"/>
            <w:r w:rsidRPr="0073423D">
              <w:br w:type="page"/>
            </w:r>
            <w:r w:rsidR="0073423D" w:rsidRPr="000F0EC6">
              <w:rPr>
                <w:rFonts w:eastAsia="Calibri"/>
                <w:color w:val="191919"/>
              </w:rPr>
              <w:t>SEZIONE H: Rapporto con un provvedimento di congelamento e/o uno o più altri provvedimenti o una o più altre richieste precedenti</w:t>
            </w:r>
            <w:bookmarkEnd w:id="174"/>
          </w:p>
          <w:p w:rsidR="00CE06EE" w:rsidRPr="0073423D" w:rsidRDefault="0073423D" w:rsidP="00CE06EE">
            <w:bookmarkStart w:id="175" w:name="_DV_C1529"/>
            <w:r w:rsidRPr="000F0EC6">
              <w:rPr>
                <w:rFonts w:eastAsia="Calibri"/>
                <w:color w:val="191919"/>
              </w:rPr>
              <w:t>Indicare se esiste un rapporto tra il provvedimento di congelamento e un provvedimento o una richiesta precedente (p.e. provvedimento di congelamento, ordine europeo d'indagine, mandato d'arresto europeo o assistenza giudiziaria). Se del caso, fornire le seguenti informazioni utili a individuare il provvedimento o la richiesta precedente</w:t>
            </w:r>
            <w:r w:rsidR="00CE06EE" w:rsidRPr="0073423D">
              <w:t>:</w:t>
            </w:r>
            <w:bookmarkEnd w:id="175"/>
          </w:p>
          <w:p w:rsidR="00CE06EE" w:rsidRPr="00CE06EE" w:rsidRDefault="0073423D" w:rsidP="00CE06EE">
            <w:pPr>
              <w:pStyle w:val="Tiret0"/>
            </w:pPr>
            <w:bookmarkStart w:id="176" w:name="_DV_C1530"/>
            <w:r w:rsidRPr="000F0EC6">
              <w:rPr>
                <w:rFonts w:eastAsia="Calibri"/>
                <w:color w:val="191919"/>
              </w:rPr>
              <w:t>Tipo di provvedimento/richiesta</w:t>
            </w:r>
            <w:r w:rsidR="00CE06EE" w:rsidRPr="00CE06EE">
              <w:rPr>
                <w:lang w:val="en-GB"/>
              </w:rPr>
              <w:t>: …………………………………………………………………………</w:t>
            </w:r>
            <w:bookmarkEnd w:id="176"/>
            <w:r w:rsidR="00CE06EE" w:rsidRPr="00CE06EE">
              <w:rPr>
                <w:lang w:val="en-GB"/>
              </w:rPr>
              <w:t>……………………..</w:t>
            </w:r>
          </w:p>
          <w:p w:rsidR="00CE06EE" w:rsidRPr="00557CB4" w:rsidRDefault="0073423D" w:rsidP="00CE06EE">
            <w:pPr>
              <w:pStyle w:val="Tiret0"/>
            </w:pPr>
            <w:bookmarkStart w:id="177" w:name="_DV_C1531"/>
            <w:r w:rsidRPr="000F0EC6">
              <w:rPr>
                <w:rFonts w:eastAsia="Calibri"/>
                <w:color w:val="191919"/>
              </w:rPr>
              <w:t>Data di emissione</w:t>
            </w:r>
            <w:r w:rsidR="00CE06EE" w:rsidRPr="00557CB4">
              <w:t>:</w:t>
            </w:r>
            <w:r w:rsidR="00CE06EE">
              <w:t xml:space="preserve"> </w:t>
            </w:r>
            <w:r w:rsidR="00CE06EE" w:rsidRPr="00557CB4">
              <w:t>…………………………………………………………………………………</w:t>
            </w:r>
            <w:r w:rsidR="00CE06EE">
              <w:t>…………….</w:t>
            </w:r>
            <w:r w:rsidR="00CE06EE" w:rsidRPr="00557CB4">
              <w:t>.</w:t>
            </w:r>
            <w:bookmarkEnd w:id="177"/>
          </w:p>
          <w:p w:rsidR="00CE06EE" w:rsidRPr="0073423D" w:rsidRDefault="0073423D" w:rsidP="00CE06EE">
            <w:pPr>
              <w:pStyle w:val="Tiret0"/>
            </w:pPr>
            <w:bookmarkStart w:id="178" w:name="_DV_C1532"/>
            <w:r w:rsidRPr="000F0EC6">
              <w:rPr>
                <w:rFonts w:eastAsia="Calibri"/>
                <w:color w:val="191919"/>
              </w:rPr>
              <w:t>Autorità alla quale è stato trasmesso il provvedimento/la richiesta</w:t>
            </w:r>
            <w:r w:rsidR="00CE06EE" w:rsidRPr="0073423D">
              <w:t>: …………………………………………………………………………………………….….</w:t>
            </w:r>
            <w:bookmarkEnd w:id="178"/>
          </w:p>
          <w:p w:rsidR="00CE06EE" w:rsidRPr="0073423D" w:rsidRDefault="0073423D" w:rsidP="00CE06EE">
            <w:pPr>
              <w:pStyle w:val="Tiret0"/>
            </w:pPr>
            <w:bookmarkStart w:id="179" w:name="_DV_C1533"/>
            <w:r w:rsidRPr="000F0EC6">
              <w:rPr>
                <w:rFonts w:eastAsia="Calibri"/>
                <w:color w:val="191919"/>
              </w:rPr>
              <w:t>Numero di riferimento assegnato dall'autorità di emissione</w:t>
            </w:r>
            <w:r w:rsidR="00CE06EE" w:rsidRPr="0073423D">
              <w:t>: ……………………………………………………………………………………………..…</w:t>
            </w:r>
            <w:bookmarkEnd w:id="179"/>
          </w:p>
        </w:tc>
      </w:tr>
      <w:tr w:rsidR="00CE06EE" w:rsidRPr="0073423D" w:rsidTr="00A41C9B">
        <w:trPr>
          <w:trHeight w:val="902"/>
        </w:trPr>
        <w:tc>
          <w:tcPr>
            <w:tcW w:w="9855" w:type="dxa"/>
          </w:tcPr>
          <w:p w:rsidR="00CE06EE" w:rsidRPr="0073423D" w:rsidRDefault="0073423D" w:rsidP="00CE06EE">
            <w:pPr>
              <w:pStyle w:val="Tiret0"/>
              <w:pageBreakBefore/>
            </w:pPr>
            <w:bookmarkStart w:id="180" w:name="_DV_C1534"/>
            <w:r w:rsidRPr="000F0EC6">
              <w:rPr>
                <w:rFonts w:eastAsia="Calibri"/>
                <w:color w:val="191919"/>
              </w:rPr>
              <w:lastRenderedPageBreak/>
              <w:t>Numero/i di riferimento assegnato/i dalla/e autorità di esecuzione</w:t>
            </w:r>
            <w:r w:rsidR="00CE06EE" w:rsidRPr="0073423D">
              <w:t>: ……………………………………………………………………………………………..…</w:t>
            </w:r>
            <w:bookmarkEnd w:id="180"/>
          </w:p>
        </w:tc>
      </w:tr>
      <w:tr w:rsidR="00CE06EE" w:rsidRPr="00DD77AE" w:rsidTr="00A41C9B">
        <w:trPr>
          <w:trHeight w:val="4843"/>
        </w:trPr>
        <w:tc>
          <w:tcPr>
            <w:tcW w:w="9855" w:type="dxa"/>
          </w:tcPr>
          <w:p w:rsidR="00CE06EE" w:rsidRPr="00DD77AE" w:rsidRDefault="00CE06EE" w:rsidP="00CE06EE">
            <w:bookmarkStart w:id="181" w:name="_DV_C1535"/>
            <w:r w:rsidRPr="0073423D">
              <w:br w:type="page"/>
            </w:r>
            <w:r w:rsidR="00DD77AE" w:rsidRPr="000F0EC6">
              <w:rPr>
                <w:rFonts w:eastAsia="Calibri"/>
                <w:color w:val="191919"/>
              </w:rPr>
              <w:t>SEZIONE I: Confisca</w:t>
            </w:r>
          </w:p>
          <w:p w:rsidR="00CE06EE" w:rsidRPr="00DD77AE" w:rsidRDefault="00DD77AE" w:rsidP="00CE06EE">
            <w:r w:rsidRPr="000F0EC6">
              <w:rPr>
                <w:rFonts w:eastAsia="Calibri"/>
                <w:color w:val="191919"/>
              </w:rPr>
              <w:t>Indicare se</w:t>
            </w:r>
            <w:r w:rsidR="00CE06EE" w:rsidRPr="00DD77AE">
              <w:t>:</w:t>
            </w:r>
            <w:bookmarkEnd w:id="181"/>
          </w:p>
          <w:p w:rsidR="00CE06EE" w:rsidRPr="00DD77AE" w:rsidRDefault="00CE06EE" w:rsidP="00CE06EE">
            <w:pPr>
              <w:pStyle w:val="Point0"/>
            </w:pPr>
            <w:bookmarkStart w:id="182" w:name="_DV_C1536"/>
            <w:r w:rsidRPr="00DD77AE">
              <w:t>□</w:t>
            </w:r>
            <w:r w:rsidRPr="00DD77AE">
              <w:tab/>
            </w:r>
            <w:r w:rsidR="00DD77AE" w:rsidRPr="000F0EC6">
              <w:rPr>
                <w:rFonts w:eastAsia="Calibri"/>
                <w:color w:val="191919"/>
              </w:rPr>
              <w:t>il presente certificato di congelamento è accompagnato da un certificato di confisca emesso nello Stato di emissione (numero di riferimento del certificato di confisca)</w:t>
            </w:r>
            <w:r w:rsidRPr="00DD77AE">
              <w:t>: ……………………………......................................................................................................</w:t>
            </w:r>
            <w:bookmarkEnd w:id="182"/>
          </w:p>
          <w:p w:rsidR="00CE06EE" w:rsidRPr="00DD77AE" w:rsidRDefault="00CE06EE" w:rsidP="00CE06EE">
            <w:pPr>
              <w:pStyle w:val="Point0"/>
            </w:pPr>
            <w:bookmarkStart w:id="183" w:name="_DV_C1537"/>
            <w:r w:rsidRPr="00DD77AE">
              <w:t>□</w:t>
            </w:r>
            <w:r w:rsidRPr="00DD77AE">
              <w:tab/>
            </w:r>
            <w:r w:rsidR="00DD77AE" w:rsidRPr="000F0EC6">
              <w:rPr>
                <w:rFonts w:eastAsia="Calibri"/>
                <w:color w:val="191919"/>
              </w:rPr>
              <w:t>i beni devono rimanere congelati nello Stato di esecuzione in attesa della trasmissione e dell'esecuzione del provvedimento di confisca (data prevista per la presentazione del certificato di confisca, se possibile)</w:t>
            </w:r>
            <w:r w:rsidRPr="00DD77AE">
              <w:t>:</w:t>
            </w:r>
            <w:bookmarkEnd w:id="183"/>
            <w:r w:rsidRPr="00DD77AE">
              <w:t xml:space="preserve"> </w:t>
            </w:r>
            <w:r w:rsidRPr="00DD77AE">
              <w:br/>
            </w:r>
            <w:bookmarkStart w:id="184" w:name="_DV_C1538"/>
            <w:r w:rsidRPr="00DD77AE">
              <w:t>………………………………………………………………………………………………</w:t>
            </w:r>
            <w:bookmarkEnd w:id="184"/>
            <w:r w:rsidRPr="00DD77AE">
              <w:t>..</w:t>
            </w:r>
          </w:p>
        </w:tc>
      </w:tr>
      <w:tr w:rsidR="00CE06EE" w:rsidRPr="00DD77AE" w:rsidTr="00A41C9B">
        <w:trPr>
          <w:trHeight w:val="4650"/>
        </w:trPr>
        <w:tc>
          <w:tcPr>
            <w:tcW w:w="9855" w:type="dxa"/>
          </w:tcPr>
          <w:p w:rsidR="00CE06EE" w:rsidRPr="00DD77AE" w:rsidRDefault="00DD77AE" w:rsidP="00CE06EE">
            <w:bookmarkStart w:id="185" w:name="_DV_C1540"/>
            <w:r w:rsidRPr="000F0EC6">
              <w:rPr>
                <w:rFonts w:eastAsia="Calibri"/>
                <w:color w:val="191919"/>
              </w:rPr>
              <w:t>SEZIONE J: Misure alternative</w:t>
            </w:r>
          </w:p>
          <w:p w:rsidR="00CE06EE" w:rsidRPr="00DD77AE" w:rsidRDefault="00CE06EE" w:rsidP="00CE06EE">
            <w:pPr>
              <w:pStyle w:val="Point0"/>
            </w:pPr>
            <w:r w:rsidRPr="00DD77AE">
              <w:t>1.</w:t>
            </w:r>
            <w:r w:rsidRPr="00DD77AE">
              <w:tab/>
            </w:r>
            <w:r w:rsidR="00DD77AE" w:rsidRPr="000F0EC6">
              <w:rPr>
                <w:rFonts w:eastAsia="Calibri"/>
                <w:color w:val="191919"/>
              </w:rPr>
              <w:t>Indicare se lo Stato di emissione autorizza lo Stato di esecuzione ad applicare misure alternative qualora non sia possibile eseguire, in tutto o in parte, il provvedimento di congelamento</w:t>
            </w:r>
            <w:r w:rsidRPr="00DD77AE">
              <w:t>:</w:t>
            </w:r>
          </w:p>
          <w:p w:rsidR="00CE06EE" w:rsidRPr="00FF2831" w:rsidRDefault="00CE06EE" w:rsidP="00CE06EE">
            <w:pPr>
              <w:pStyle w:val="Point0"/>
            </w:pPr>
            <w:r w:rsidRPr="00FF2831">
              <w:t>□</w:t>
            </w:r>
            <w:r w:rsidRPr="00FF2831">
              <w:tab/>
            </w:r>
            <w:r w:rsidR="00DD77AE" w:rsidRPr="000F0EC6">
              <w:rPr>
                <w:rFonts w:eastAsia="Calibri"/>
                <w:color w:val="191919"/>
              </w:rPr>
              <w:t>Sì</w:t>
            </w:r>
          </w:p>
          <w:p w:rsidR="00CE06EE" w:rsidRPr="00FF2831" w:rsidRDefault="00CE06EE" w:rsidP="00CE06EE">
            <w:pPr>
              <w:pStyle w:val="Point0"/>
            </w:pPr>
            <w:r w:rsidRPr="00FF2831">
              <w:t>□</w:t>
            </w:r>
            <w:r w:rsidRPr="00FF2831">
              <w:tab/>
              <w:t>No</w:t>
            </w:r>
          </w:p>
          <w:p w:rsidR="00CE06EE" w:rsidRPr="00DD77AE" w:rsidRDefault="00CE06EE" w:rsidP="00CE06EE">
            <w:pPr>
              <w:pStyle w:val="Point0"/>
            </w:pPr>
            <w:r w:rsidRPr="00DD77AE">
              <w:t>2.</w:t>
            </w:r>
            <w:r w:rsidRPr="00DD77AE">
              <w:tab/>
            </w:r>
            <w:r w:rsidR="00DD77AE" w:rsidRPr="000F0EC6">
              <w:rPr>
                <w:rFonts w:eastAsia="Calibri"/>
                <w:color w:val="191919"/>
              </w:rPr>
              <w:t>In caso affermativo, indicare quali sanzioni possono essere applicate</w:t>
            </w:r>
            <w:r w:rsidRPr="00DD77AE">
              <w:t xml:space="preserve">: </w:t>
            </w:r>
            <w:r w:rsidRPr="00DD77AE">
              <w:br/>
              <w:t>………………………………………………………………………………………………..</w:t>
            </w:r>
            <w:bookmarkEnd w:id="185"/>
          </w:p>
        </w:tc>
      </w:tr>
      <w:tr w:rsidR="00CE06EE" w:rsidRPr="00DD77AE" w:rsidTr="00A41C9B">
        <w:trPr>
          <w:trHeight w:val="20"/>
        </w:trPr>
        <w:tc>
          <w:tcPr>
            <w:tcW w:w="9855" w:type="dxa"/>
          </w:tcPr>
          <w:p w:rsidR="00CE06EE" w:rsidRPr="00DD77AE" w:rsidRDefault="00CE06EE" w:rsidP="00CE06EE">
            <w:pPr>
              <w:pageBreakBefore/>
            </w:pPr>
            <w:r w:rsidRPr="00DD77AE">
              <w:lastRenderedPageBreak/>
              <w:br w:type="page"/>
            </w:r>
            <w:r w:rsidR="00DD77AE" w:rsidRPr="000F0EC6">
              <w:rPr>
                <w:rFonts w:eastAsia="Calibri"/>
                <w:color w:val="191919"/>
              </w:rPr>
              <w:t>SEZIONE K: RESTITUZIONE DEI BENI CONGELATI</w:t>
            </w:r>
          </w:p>
          <w:p w:rsidR="00CE06EE" w:rsidRPr="00DD77AE" w:rsidRDefault="00CE06EE" w:rsidP="00CE06EE">
            <w:pPr>
              <w:pStyle w:val="Point0"/>
            </w:pPr>
            <w:bookmarkStart w:id="186" w:name="_DV_C1541"/>
            <w:r w:rsidRPr="00DD77AE">
              <w:t>1.</w:t>
            </w:r>
            <w:r w:rsidRPr="00DD77AE">
              <w:tab/>
            </w:r>
            <w:r w:rsidR="00DD77AE" w:rsidRPr="000F0EC6">
              <w:rPr>
                <w:rFonts w:eastAsia="Calibri"/>
                <w:color w:val="191919"/>
              </w:rPr>
              <w:t>Indicare se è stata emessa una decisione di restituzione alla vittima dei beni congelati</w:t>
            </w:r>
            <w:r w:rsidRPr="00DD77AE">
              <w:t>:</w:t>
            </w:r>
            <w:bookmarkEnd w:id="186"/>
          </w:p>
          <w:p w:rsidR="00CE06EE" w:rsidRPr="00FF2831" w:rsidRDefault="00CE06EE" w:rsidP="00CE06EE">
            <w:pPr>
              <w:pStyle w:val="Point0"/>
            </w:pPr>
            <w:bookmarkStart w:id="187" w:name="_DV_C1542"/>
            <w:r w:rsidRPr="00FF2831">
              <w:t>□</w:t>
            </w:r>
            <w:r w:rsidRPr="00FF2831">
              <w:tab/>
            </w:r>
            <w:r w:rsidR="00DD77AE" w:rsidRPr="000F0EC6">
              <w:rPr>
                <w:rFonts w:eastAsia="Calibri"/>
                <w:color w:val="191919"/>
              </w:rPr>
              <w:t>Sì</w:t>
            </w:r>
            <w:bookmarkEnd w:id="187"/>
          </w:p>
          <w:p w:rsidR="00CE06EE" w:rsidRPr="00FF2831" w:rsidRDefault="00CE06EE" w:rsidP="00CE06EE">
            <w:pPr>
              <w:pStyle w:val="Point0"/>
            </w:pPr>
            <w:bookmarkStart w:id="188" w:name="_DV_C1543"/>
            <w:r w:rsidRPr="00FF2831">
              <w:t>□</w:t>
            </w:r>
            <w:r w:rsidRPr="00FF2831">
              <w:tab/>
              <w:t>No</w:t>
            </w:r>
            <w:bookmarkEnd w:id="188"/>
          </w:p>
          <w:p w:rsidR="00CE06EE" w:rsidRPr="00DD77AE" w:rsidRDefault="00DD77AE" w:rsidP="00CE06EE">
            <w:bookmarkStart w:id="189" w:name="_DV_C1544"/>
            <w:r w:rsidRPr="000F0EC6">
              <w:rPr>
                <w:rFonts w:eastAsia="Calibri"/>
                <w:color w:val="191919"/>
              </w:rPr>
              <w:t>In caso affermativo, precisare quanto segue in merito alla decisione di restituzione alla vittima dei beni congelati</w:t>
            </w:r>
            <w:r w:rsidR="00CE06EE" w:rsidRPr="00DD77AE">
              <w:t>:</w:t>
            </w:r>
            <w:bookmarkEnd w:id="189"/>
          </w:p>
          <w:p w:rsidR="00CE06EE" w:rsidRPr="00DD77AE" w:rsidRDefault="00DD77AE" w:rsidP="00CE06EE">
            <w:bookmarkStart w:id="190" w:name="_DV_C1545"/>
            <w:r w:rsidRPr="000F0EC6">
              <w:rPr>
                <w:rFonts w:eastAsia="Calibri"/>
                <w:color w:val="191919"/>
              </w:rPr>
              <w:t>Autorità che ha emesso la decisione (denominazione ufficiale)</w:t>
            </w:r>
            <w:r w:rsidR="00CE06EE" w:rsidRPr="00DD77AE">
              <w:t>: ……………….………………………………………</w:t>
            </w:r>
            <w:bookmarkEnd w:id="190"/>
            <w:r w:rsidR="00CE06EE" w:rsidRPr="00DD77AE">
              <w:t>………………………………………………...</w:t>
            </w:r>
          </w:p>
          <w:p w:rsidR="00CE06EE" w:rsidRPr="00DD77AE" w:rsidRDefault="00DD77AE" w:rsidP="00CE06EE">
            <w:bookmarkStart w:id="191" w:name="_DV_C1546"/>
            <w:r w:rsidRPr="000F0EC6">
              <w:rPr>
                <w:rFonts w:eastAsia="Calibri"/>
                <w:color w:val="191919"/>
              </w:rPr>
              <w:t>Data della decisione</w:t>
            </w:r>
            <w:r w:rsidR="00CE06EE" w:rsidRPr="00DD77AE">
              <w:t>: .………………………….…………………………………………</w:t>
            </w:r>
            <w:bookmarkEnd w:id="191"/>
            <w:r w:rsidR="00CE06EE" w:rsidRPr="00DD77AE">
              <w:t>……………</w:t>
            </w:r>
          </w:p>
          <w:p w:rsidR="00CE06EE" w:rsidRPr="00DD77AE" w:rsidRDefault="00DD77AE" w:rsidP="00DD77AE">
            <w:r w:rsidRPr="000F0EC6">
              <w:rPr>
                <w:rFonts w:eastAsia="Calibri"/>
                <w:color w:val="191919"/>
              </w:rPr>
              <w:t>Numero di riferimento della decisione (ove disponibile)</w:t>
            </w:r>
            <w:r w:rsidR="00CE06EE" w:rsidRPr="00DD77AE">
              <w:t>: …………………………………………….</w:t>
            </w:r>
          </w:p>
          <w:p w:rsidR="00CE06EE" w:rsidRPr="00DD77AE" w:rsidRDefault="00DD77AE" w:rsidP="00DD77AE">
            <w:bookmarkStart w:id="192" w:name="_DV_C1547"/>
            <w:r w:rsidRPr="000F0EC6">
              <w:rPr>
                <w:rFonts w:eastAsia="Calibri"/>
                <w:color w:val="191919"/>
              </w:rPr>
              <w:t>Descrizione dei beni da restituire</w:t>
            </w:r>
            <w:r w:rsidR="00CE06EE" w:rsidRPr="00DD77AE">
              <w:t>: ………..……………………………………</w:t>
            </w:r>
            <w:r>
              <w:t>…………</w:t>
            </w:r>
            <w:r w:rsidR="00CE06EE" w:rsidRPr="00DD77AE">
              <w:t>………....</w:t>
            </w:r>
            <w:bookmarkEnd w:id="192"/>
            <w:r w:rsidR="00FF2831">
              <w:t>...</w:t>
            </w:r>
          </w:p>
          <w:p w:rsidR="00CE06EE" w:rsidRPr="00DD77AE" w:rsidRDefault="00DD77AE" w:rsidP="00CE06EE">
            <w:bookmarkStart w:id="193" w:name="_DV_C1548"/>
            <w:r w:rsidRPr="000F0EC6">
              <w:rPr>
                <w:rFonts w:eastAsia="Calibri"/>
                <w:color w:val="191919"/>
              </w:rPr>
              <w:t>Nome della vittima</w:t>
            </w:r>
            <w:r w:rsidR="00CE06EE" w:rsidRPr="00DD77AE">
              <w:t>: ……………………………….……………………………………………….….</w:t>
            </w:r>
            <w:bookmarkEnd w:id="193"/>
          </w:p>
          <w:p w:rsidR="00CE06EE" w:rsidRPr="00DD77AE" w:rsidRDefault="00DD77AE" w:rsidP="00DD77AE">
            <w:bookmarkStart w:id="194" w:name="_DV_C1549"/>
            <w:r w:rsidRPr="000F0EC6">
              <w:rPr>
                <w:rFonts w:eastAsia="Calibri"/>
                <w:color w:val="191919"/>
              </w:rPr>
              <w:t>Indirizzo della vittima</w:t>
            </w:r>
            <w:r w:rsidR="00CE06EE" w:rsidRPr="00DD77AE">
              <w:t>: ………………………………………………………………………….…..</w:t>
            </w:r>
            <w:bookmarkEnd w:id="194"/>
          </w:p>
        </w:tc>
      </w:tr>
      <w:tr w:rsidR="00CE06EE" w:rsidRPr="00DD77AE" w:rsidTr="00A41C9B">
        <w:trPr>
          <w:trHeight w:val="6347"/>
        </w:trPr>
        <w:tc>
          <w:tcPr>
            <w:tcW w:w="9855" w:type="dxa"/>
          </w:tcPr>
          <w:p w:rsidR="00CE06EE" w:rsidRPr="00DD77AE" w:rsidRDefault="00CE06EE" w:rsidP="00CE06EE">
            <w:pPr>
              <w:pageBreakBefore/>
            </w:pPr>
            <w:bookmarkStart w:id="195" w:name="_DV_C1550"/>
            <w:r w:rsidRPr="00DD77AE">
              <w:lastRenderedPageBreak/>
              <w:br w:type="page"/>
            </w:r>
            <w:r w:rsidR="00DD77AE" w:rsidRPr="000F0EC6">
              <w:rPr>
                <w:rFonts w:eastAsia="Calibri"/>
                <w:color w:val="191919"/>
              </w:rPr>
              <w:t>Se il titolo della vittima sui beni è contestato, fornire i dettagli (persone che contestano il titolo, motivi, ecc.)</w:t>
            </w:r>
            <w:r w:rsidRPr="00DD77AE">
              <w:t>:</w:t>
            </w:r>
            <w:bookmarkEnd w:id="195"/>
            <w:r w:rsidRPr="00DD77AE">
              <w:t xml:space="preserve"> </w:t>
            </w:r>
            <w:r w:rsidRPr="00DD77AE">
              <w:br/>
            </w:r>
            <w:bookmarkStart w:id="196" w:name="_DV_C1551"/>
            <w:r w:rsidRPr="00DD77AE">
              <w:t>……………………………………………………………………………………………</w:t>
            </w:r>
            <w:bookmarkEnd w:id="196"/>
            <w:r w:rsidRPr="00DD77AE">
              <w:t>……………</w:t>
            </w:r>
            <w:r w:rsidRPr="00DD77AE">
              <w:br/>
            </w:r>
            <w:bookmarkStart w:id="197" w:name="_DV_C1552"/>
            <w:r w:rsidRPr="00DD77AE">
              <w:t>……………………………………………………………………………………………</w:t>
            </w:r>
            <w:bookmarkEnd w:id="197"/>
            <w:r w:rsidRPr="00DD77AE">
              <w:t>……………</w:t>
            </w:r>
          </w:p>
          <w:p w:rsidR="00CE06EE" w:rsidRPr="00DD77AE" w:rsidRDefault="00DD77AE" w:rsidP="00CE06EE">
            <w:bookmarkStart w:id="198" w:name="_DV_C1553"/>
            <w:r w:rsidRPr="000F0EC6">
              <w:rPr>
                <w:rFonts w:eastAsia="Calibri"/>
                <w:color w:val="191919"/>
              </w:rPr>
              <w:t>Se in seguito alla restituzione possono essere pregiudicati i diritti dei soggetti colpiti, fornire i dettagli (soggetti colpiti, diritti che possono essere pregiudicati, motivi, ecc.)</w:t>
            </w:r>
            <w:r w:rsidR="00CE06EE" w:rsidRPr="00DD77AE">
              <w:t>:</w:t>
            </w:r>
            <w:bookmarkEnd w:id="198"/>
            <w:r w:rsidR="00CE06EE" w:rsidRPr="00DD77AE">
              <w:t xml:space="preserve"> </w:t>
            </w:r>
            <w:r w:rsidR="00CE06EE" w:rsidRPr="00DD77AE">
              <w:br/>
            </w:r>
            <w:bookmarkStart w:id="199" w:name="_DV_C1554"/>
            <w:r w:rsidR="00CE06EE" w:rsidRPr="00DD77AE">
              <w:t>…………...…………………………………………………………………………………………….</w:t>
            </w:r>
            <w:bookmarkEnd w:id="199"/>
            <w:r w:rsidR="00CE06EE" w:rsidRPr="00DD77AE">
              <w:br/>
            </w:r>
            <w:bookmarkStart w:id="200" w:name="_DV_C1555"/>
            <w:r w:rsidR="00CE06EE" w:rsidRPr="00DD77AE">
              <w:t>……………………………………………………………………………………………</w:t>
            </w:r>
            <w:bookmarkEnd w:id="200"/>
            <w:r w:rsidR="00CE06EE" w:rsidRPr="00DD77AE">
              <w:t>……………</w:t>
            </w:r>
          </w:p>
          <w:p w:rsidR="00CE06EE" w:rsidRPr="00DD77AE" w:rsidRDefault="00CE06EE" w:rsidP="00CE06EE">
            <w:pPr>
              <w:pStyle w:val="Point0"/>
            </w:pPr>
            <w:bookmarkStart w:id="201" w:name="_DV_C1556"/>
            <w:r w:rsidRPr="00DD77AE">
              <w:t>2.</w:t>
            </w:r>
            <w:r w:rsidRPr="00DD77AE">
              <w:tab/>
            </w:r>
            <w:r w:rsidR="00DD77AE" w:rsidRPr="000F0EC6">
              <w:rPr>
                <w:rFonts w:eastAsia="Calibri"/>
                <w:color w:val="191919"/>
              </w:rPr>
              <w:t>Indicare se nello Stato di emissione è in corso una richiesta di restituzione alla vittima dei beni congelati</w:t>
            </w:r>
            <w:bookmarkEnd w:id="201"/>
          </w:p>
          <w:p w:rsidR="00CE06EE" w:rsidRPr="00FF2831" w:rsidRDefault="00CE06EE" w:rsidP="00CE06EE">
            <w:pPr>
              <w:pStyle w:val="Point0"/>
            </w:pPr>
            <w:bookmarkStart w:id="202" w:name="_DV_C1557"/>
            <w:r w:rsidRPr="00FF2831">
              <w:t>□</w:t>
            </w:r>
            <w:r w:rsidRPr="00FF2831">
              <w:tab/>
              <w:t>No</w:t>
            </w:r>
            <w:bookmarkEnd w:id="202"/>
          </w:p>
          <w:p w:rsidR="00CE06EE" w:rsidRPr="00DD77AE" w:rsidRDefault="00CE06EE" w:rsidP="00CE06EE">
            <w:pPr>
              <w:pStyle w:val="Point0"/>
            </w:pPr>
            <w:bookmarkStart w:id="203" w:name="_DV_C1558"/>
            <w:r w:rsidRPr="00DD77AE">
              <w:t>□</w:t>
            </w:r>
            <w:r w:rsidRPr="00DD77AE">
              <w:tab/>
            </w:r>
            <w:r w:rsidR="00DD77AE" w:rsidRPr="000F0EC6">
              <w:rPr>
                <w:rFonts w:eastAsia="Calibri"/>
                <w:color w:val="191919"/>
              </w:rPr>
              <w:t>Sì, l'esito sarà comunicato all'autorità di esecuzione</w:t>
            </w:r>
            <w:bookmarkEnd w:id="203"/>
          </w:p>
          <w:p w:rsidR="00CE06EE" w:rsidRPr="00DD77AE" w:rsidRDefault="00DD77AE" w:rsidP="00CE06EE">
            <w:bookmarkStart w:id="204" w:name="_DV_C1559"/>
            <w:r w:rsidRPr="000F0EC6">
              <w:rPr>
                <w:rFonts w:eastAsia="Calibri"/>
                <w:color w:val="191919"/>
              </w:rPr>
              <w:t>L'autorità di emissione è informata in caso di trasferimento diretto alla vittima</w:t>
            </w:r>
            <w:r w:rsidR="00CE06EE" w:rsidRPr="00DD77AE">
              <w:t>.</w:t>
            </w:r>
            <w:bookmarkEnd w:id="204"/>
          </w:p>
        </w:tc>
      </w:tr>
      <w:tr w:rsidR="00CE06EE" w:rsidTr="00A41C9B">
        <w:trPr>
          <w:trHeight w:val="4467"/>
        </w:trPr>
        <w:tc>
          <w:tcPr>
            <w:tcW w:w="9855" w:type="dxa"/>
          </w:tcPr>
          <w:p w:rsidR="00CE06EE" w:rsidRPr="001C479D" w:rsidRDefault="00CE06EE" w:rsidP="00CE06EE">
            <w:pPr>
              <w:pageBreakBefore/>
            </w:pPr>
            <w:bookmarkStart w:id="205" w:name="_DV_C1567"/>
            <w:r w:rsidRPr="00DD77AE">
              <w:lastRenderedPageBreak/>
              <w:br w:type="page"/>
            </w:r>
            <w:r w:rsidR="001C479D" w:rsidRPr="000F0EC6">
              <w:rPr>
                <w:rFonts w:eastAsia="Calibri"/>
                <w:color w:val="191919"/>
              </w:rPr>
              <w:t>SEZIONE L: Mezzi di impugnazione</w:t>
            </w:r>
            <w:bookmarkEnd w:id="205"/>
          </w:p>
          <w:p w:rsidR="00CE06EE" w:rsidRPr="001C479D" w:rsidRDefault="001C479D" w:rsidP="00CE06EE">
            <w:bookmarkStart w:id="206" w:name="_DV_C1568"/>
            <w:r w:rsidRPr="000F0EC6">
              <w:rPr>
                <w:rFonts w:eastAsia="Calibri"/>
                <w:color w:val="191919"/>
              </w:rPr>
              <w:t>Autorità referente nello Stato di emissione per ulteriori informazioni sui mezzi di impugnazione ivi applicabili e sulla disponibilità dell'assistenza legale, del servizio di interpretazione e traduzione</w:t>
            </w:r>
            <w:r w:rsidR="00CE06EE" w:rsidRPr="001C479D">
              <w:t>:</w:t>
            </w:r>
            <w:bookmarkEnd w:id="206"/>
          </w:p>
          <w:p w:rsidR="00CE06EE" w:rsidRPr="001C479D" w:rsidRDefault="00CE06EE" w:rsidP="00CE06EE">
            <w:pPr>
              <w:pStyle w:val="Point0"/>
            </w:pPr>
            <w:bookmarkStart w:id="207" w:name="_DV_C1569"/>
            <w:r w:rsidRPr="00114271">
              <w:sym w:font="Symbol" w:char="F090"/>
            </w:r>
            <w:bookmarkStart w:id="208" w:name="_DV_C1570"/>
            <w:bookmarkEnd w:id="207"/>
            <w:r w:rsidRPr="001C479D">
              <w:tab/>
            </w:r>
            <w:r w:rsidR="001C479D" w:rsidRPr="000F0EC6">
              <w:rPr>
                <w:rFonts w:eastAsia="Calibri"/>
                <w:color w:val="191919"/>
              </w:rPr>
              <w:t xml:space="preserve">l'autorità di emissione (v. sezione </w:t>
            </w:r>
            <w:r w:rsidR="001C479D" w:rsidRPr="000F0EC6">
              <w:rPr>
                <w:rFonts w:eastAsia="Calibri"/>
                <w:smallCaps/>
                <w:color w:val="191919"/>
              </w:rPr>
              <w:t>M)</w:t>
            </w:r>
          </w:p>
          <w:p w:rsidR="00CE06EE" w:rsidRPr="001C479D" w:rsidRDefault="00CE06EE" w:rsidP="00CE06EE">
            <w:pPr>
              <w:pStyle w:val="Point0"/>
            </w:pPr>
            <w:bookmarkStart w:id="209" w:name="_DV_C1571"/>
            <w:bookmarkEnd w:id="208"/>
            <w:r w:rsidRPr="00114271">
              <w:sym w:font="Symbol" w:char="F090"/>
            </w:r>
            <w:bookmarkStart w:id="210" w:name="_DV_C1572"/>
            <w:bookmarkEnd w:id="209"/>
            <w:r w:rsidRPr="001C479D">
              <w:tab/>
            </w:r>
            <w:r w:rsidR="001C479D" w:rsidRPr="000F0EC6">
              <w:rPr>
                <w:rFonts w:eastAsia="Calibri"/>
                <w:color w:val="191919"/>
              </w:rPr>
              <w:t>l'autorità che ha effettuato la convalida (v. sezione N)</w:t>
            </w:r>
            <w:bookmarkEnd w:id="210"/>
          </w:p>
          <w:p w:rsidR="00CE06EE" w:rsidRPr="009850F0" w:rsidRDefault="00CE06EE" w:rsidP="00CE06EE">
            <w:pPr>
              <w:pStyle w:val="Point0"/>
            </w:pPr>
            <w:bookmarkStart w:id="211" w:name="_DV_C1573"/>
            <w:r w:rsidRPr="00114271">
              <w:sym w:font="Symbol" w:char="F090"/>
            </w:r>
            <w:bookmarkStart w:id="212" w:name="_DV_C1574"/>
            <w:bookmarkEnd w:id="211"/>
            <w:r w:rsidRPr="00114271">
              <w:tab/>
            </w:r>
            <w:r w:rsidR="001C479D" w:rsidRPr="000F0EC6">
              <w:rPr>
                <w:rFonts w:eastAsia="Calibri"/>
                <w:color w:val="191919"/>
              </w:rPr>
              <w:t>altro</w:t>
            </w:r>
            <w:r w:rsidRPr="00114271">
              <w:t>:</w:t>
            </w:r>
            <w:r>
              <w:t xml:space="preserve"> </w:t>
            </w:r>
            <w:r>
              <w:br/>
            </w:r>
            <w:r w:rsidRPr="00114271">
              <w:t>…………………………………………………………………………………………</w:t>
            </w:r>
            <w:bookmarkEnd w:id="212"/>
            <w:r>
              <w:t>……..</w:t>
            </w:r>
          </w:p>
        </w:tc>
      </w:tr>
      <w:tr w:rsidR="00CE06EE" w:rsidTr="00A41C9B">
        <w:trPr>
          <w:trHeight w:val="5356"/>
        </w:trPr>
        <w:tc>
          <w:tcPr>
            <w:tcW w:w="9855" w:type="dxa"/>
          </w:tcPr>
          <w:p w:rsidR="00CE06EE" w:rsidRPr="001C479D" w:rsidRDefault="00CE06EE" w:rsidP="00CE06EE">
            <w:bookmarkStart w:id="213" w:name="_DV_C1576"/>
            <w:r w:rsidRPr="001C479D">
              <w:br w:type="page"/>
            </w:r>
            <w:r w:rsidR="001C479D" w:rsidRPr="000F0EC6">
              <w:rPr>
                <w:rFonts w:eastAsia="Calibri"/>
                <w:color w:val="191919"/>
              </w:rPr>
              <w:t>SEZIONE M: Estremi dell'autorità emittente</w:t>
            </w:r>
            <w:bookmarkEnd w:id="213"/>
          </w:p>
          <w:p w:rsidR="00CE06EE" w:rsidRPr="001C479D" w:rsidRDefault="001C479D" w:rsidP="00CE06EE">
            <w:bookmarkStart w:id="214" w:name="_DV_C1577"/>
            <w:r w:rsidRPr="000F0EC6">
              <w:rPr>
                <w:rFonts w:eastAsia="Calibri"/>
                <w:color w:val="191919"/>
              </w:rPr>
              <w:t>Tipo di autorità emittente</w:t>
            </w:r>
            <w:r w:rsidR="00CE06EE" w:rsidRPr="001C479D">
              <w:t>:</w:t>
            </w:r>
            <w:bookmarkEnd w:id="214"/>
          </w:p>
          <w:p w:rsidR="00CE06EE" w:rsidRPr="001C479D" w:rsidRDefault="00CE06EE" w:rsidP="00CE06EE">
            <w:pPr>
              <w:pStyle w:val="Point0"/>
            </w:pPr>
            <w:bookmarkStart w:id="215" w:name="_DV_C1578"/>
            <w:r w:rsidRPr="001C479D">
              <w:t>□</w:t>
            </w:r>
            <w:r w:rsidRPr="001C479D">
              <w:tab/>
            </w:r>
            <w:r w:rsidR="001C479D" w:rsidRPr="000F0EC6">
              <w:rPr>
                <w:rFonts w:eastAsia="Calibri"/>
                <w:color w:val="191919"/>
              </w:rPr>
              <w:t>organo giurisdizionale, pubblico ministero</w:t>
            </w:r>
            <w:bookmarkEnd w:id="215"/>
          </w:p>
          <w:p w:rsidR="00CE06EE" w:rsidRPr="001C479D" w:rsidRDefault="00CE06EE" w:rsidP="00CE06EE">
            <w:pPr>
              <w:pStyle w:val="Point0"/>
            </w:pPr>
            <w:bookmarkStart w:id="216" w:name="_DV_C1579"/>
            <w:r w:rsidRPr="001C479D">
              <w:t>□</w:t>
            </w:r>
            <w:r w:rsidRPr="001C479D">
              <w:tab/>
            </w:r>
            <w:r w:rsidR="001C479D" w:rsidRPr="000F0EC6">
              <w:rPr>
                <w:rFonts w:eastAsia="Calibri"/>
                <w:color w:val="191919"/>
              </w:rPr>
              <w:t>altra autorità competente designata dallo Stato di emissione</w:t>
            </w:r>
            <w:bookmarkEnd w:id="216"/>
          </w:p>
          <w:p w:rsidR="00CE06EE" w:rsidRPr="001C479D" w:rsidRDefault="001C479D" w:rsidP="00CE06EE">
            <w:bookmarkStart w:id="217" w:name="_DV_C1580"/>
            <w:r w:rsidRPr="000F0EC6">
              <w:rPr>
                <w:rFonts w:eastAsia="Calibri"/>
                <w:color w:val="191919"/>
              </w:rPr>
              <w:t>Nome dell'autorità</w:t>
            </w:r>
            <w:r w:rsidR="00CE06EE" w:rsidRPr="001C479D">
              <w:t>: ………………………………………………………………………………</w:t>
            </w:r>
            <w:r w:rsidR="00FF2831">
              <w:t>…</w:t>
            </w:r>
            <w:r w:rsidR="00CE06EE" w:rsidRPr="001C479D">
              <w:t>...</w:t>
            </w:r>
            <w:bookmarkEnd w:id="217"/>
          </w:p>
          <w:p w:rsidR="00CE06EE" w:rsidRPr="001C479D" w:rsidRDefault="001C479D" w:rsidP="001C479D">
            <w:bookmarkStart w:id="218" w:name="_DV_C1581"/>
            <w:r w:rsidRPr="000F0EC6">
              <w:rPr>
                <w:rFonts w:eastAsia="Calibri"/>
                <w:color w:val="191919"/>
              </w:rPr>
              <w:t>Nome della persona di contatto</w:t>
            </w:r>
            <w:r w:rsidR="00CE06EE" w:rsidRPr="001C479D">
              <w:t>: ……………………………………………………………………..</w:t>
            </w:r>
            <w:bookmarkEnd w:id="218"/>
          </w:p>
          <w:p w:rsidR="00CE06EE" w:rsidRPr="0041475D" w:rsidRDefault="001C479D" w:rsidP="001C479D">
            <w:r w:rsidRPr="000F0EC6">
              <w:rPr>
                <w:rFonts w:eastAsia="Calibri"/>
                <w:color w:val="191919"/>
              </w:rPr>
              <w:t>Posizione occupata (titolo/grado)</w:t>
            </w:r>
            <w:r w:rsidR="00CE06EE">
              <w:t xml:space="preserve">: </w:t>
            </w:r>
            <w:r w:rsidR="00CE06EE" w:rsidRPr="0041475D">
              <w:t>…………………………………………………………</w:t>
            </w:r>
            <w:r w:rsidR="00CE06EE">
              <w:t>………...</w:t>
            </w:r>
          </w:p>
          <w:p w:rsidR="00CE06EE" w:rsidRDefault="001C479D" w:rsidP="001C479D">
            <w:bookmarkStart w:id="219" w:name="_DV_C1582"/>
            <w:r w:rsidRPr="000F0EC6">
              <w:rPr>
                <w:rFonts w:eastAsia="Calibri"/>
                <w:color w:val="191919"/>
              </w:rPr>
              <w:t>Numero di fascicolo</w:t>
            </w:r>
            <w:r w:rsidR="00CE06EE">
              <w:t xml:space="preserve">: </w:t>
            </w:r>
            <w:r w:rsidR="00CE06EE" w:rsidRPr="0041475D">
              <w:t>…………………………………………………………………</w:t>
            </w:r>
            <w:r w:rsidR="00CE06EE">
              <w:t>…………….</w:t>
            </w:r>
            <w:r w:rsidR="00CE06EE" w:rsidRPr="0041475D">
              <w:t>.</w:t>
            </w:r>
            <w:bookmarkEnd w:id="219"/>
          </w:p>
        </w:tc>
      </w:tr>
      <w:tr w:rsidR="00CE06EE" w:rsidRPr="001C479D" w:rsidTr="00A41C9B">
        <w:trPr>
          <w:trHeight w:val="7906"/>
        </w:trPr>
        <w:tc>
          <w:tcPr>
            <w:tcW w:w="9855" w:type="dxa"/>
          </w:tcPr>
          <w:p w:rsidR="00CE06EE" w:rsidRPr="001C479D" w:rsidRDefault="001C479D" w:rsidP="001C479D">
            <w:pPr>
              <w:pageBreakBefore/>
            </w:pPr>
            <w:bookmarkStart w:id="220" w:name="_DV_C1583"/>
            <w:r w:rsidRPr="000F0EC6">
              <w:rPr>
                <w:rFonts w:eastAsia="Calibri"/>
                <w:color w:val="191919"/>
              </w:rPr>
              <w:lastRenderedPageBreak/>
              <w:t>Indirizzo</w:t>
            </w:r>
            <w:r w:rsidR="00CE06EE" w:rsidRPr="001C479D">
              <w:t>: ………………………………………………………………………………………….....</w:t>
            </w:r>
            <w:bookmarkEnd w:id="220"/>
            <w:r w:rsidR="00FF2831">
              <w:t>..</w:t>
            </w:r>
          </w:p>
          <w:p w:rsidR="00CE06EE" w:rsidRPr="001C479D" w:rsidRDefault="001C479D" w:rsidP="001C479D">
            <w:bookmarkStart w:id="221" w:name="_DV_C1584"/>
            <w:r w:rsidRPr="000F0EC6">
              <w:rPr>
                <w:rFonts w:eastAsia="Calibri"/>
                <w:color w:val="191919"/>
              </w:rPr>
              <w:t>Numero di telefono (prefisso internazionale) (prefisso urbano)</w:t>
            </w:r>
            <w:r w:rsidR="00CE06EE" w:rsidRPr="001C479D">
              <w:t>: …………………………………….</w:t>
            </w:r>
            <w:bookmarkEnd w:id="221"/>
          </w:p>
          <w:p w:rsidR="00CE06EE" w:rsidRPr="001C479D" w:rsidRDefault="001C479D" w:rsidP="001C479D">
            <w:bookmarkStart w:id="222" w:name="_DV_C1585"/>
            <w:r w:rsidRPr="000F0EC6">
              <w:rPr>
                <w:rFonts w:eastAsia="Calibri"/>
                <w:color w:val="191919"/>
              </w:rPr>
              <w:t>Numero di fax (prefisso internazionale) (prefisso urbano)</w:t>
            </w:r>
            <w:r w:rsidR="00CE06EE" w:rsidRPr="001C479D">
              <w:t>: ………………………………………</w:t>
            </w:r>
            <w:bookmarkEnd w:id="222"/>
            <w:r w:rsidR="00FF2831">
              <w:t>….</w:t>
            </w:r>
          </w:p>
          <w:p w:rsidR="00CE06EE" w:rsidRPr="001C479D" w:rsidRDefault="00CE06EE" w:rsidP="00CE06EE">
            <w:bookmarkStart w:id="223" w:name="_DV_C1586"/>
            <w:r w:rsidRPr="001C479D">
              <w:br w:type="page"/>
            </w:r>
            <w:r w:rsidR="001C479D" w:rsidRPr="000F0EC6">
              <w:rPr>
                <w:rFonts w:eastAsia="Calibri"/>
                <w:color w:val="191919"/>
              </w:rPr>
              <w:t>Indirizzo di posta elettronica</w:t>
            </w:r>
            <w:r w:rsidRPr="001C479D">
              <w:t>: ………………………………………………………………………………………</w:t>
            </w:r>
            <w:bookmarkEnd w:id="223"/>
            <w:r w:rsidRPr="001C479D">
              <w:t>………</w:t>
            </w:r>
            <w:r w:rsidR="001C479D" w:rsidRPr="001C479D">
              <w:t>………</w:t>
            </w:r>
            <w:r w:rsidR="00FF2831">
              <w:t>…</w:t>
            </w:r>
          </w:p>
          <w:p w:rsidR="00CE06EE" w:rsidRPr="001C479D" w:rsidRDefault="001C479D" w:rsidP="00CE06EE">
            <w:bookmarkStart w:id="224" w:name="_DV_C1587"/>
            <w:r w:rsidRPr="000F0EC6">
              <w:rPr>
                <w:rFonts w:eastAsia="Calibri"/>
                <w:color w:val="191919"/>
              </w:rPr>
              <w:t>Lingue in cui è possibile comunicare con l'autorità di emissione</w:t>
            </w:r>
            <w:r w:rsidR="00CE06EE" w:rsidRPr="001C479D">
              <w:t>: …………………</w:t>
            </w:r>
            <w:bookmarkEnd w:id="224"/>
            <w:r w:rsidR="00CE06EE" w:rsidRPr="001C479D">
              <w:t>……</w:t>
            </w:r>
            <w:r w:rsidR="00FF2831">
              <w:t>……………</w:t>
            </w:r>
          </w:p>
          <w:p w:rsidR="00CE06EE" w:rsidRPr="001C479D" w:rsidRDefault="001C479D" w:rsidP="00CE06EE">
            <w:bookmarkStart w:id="225" w:name="_DV_C1588"/>
            <w:r w:rsidRPr="000F0EC6">
              <w:rPr>
                <w:rFonts w:eastAsia="Calibri"/>
                <w:color w:val="191919"/>
              </w:rPr>
              <w:t>Se diversi da quelli indicati sopra, estremi della o delle persone da contattare per ottenere informazioni supplementari o per stabilire le modalità pratiche per l'esecuzione del provvedimento</w:t>
            </w:r>
            <w:r w:rsidR="00CE06EE" w:rsidRPr="001C479D">
              <w:t>:</w:t>
            </w:r>
            <w:bookmarkEnd w:id="225"/>
          </w:p>
          <w:p w:rsidR="00CE06EE" w:rsidRPr="001C479D" w:rsidRDefault="001C479D" w:rsidP="001C479D">
            <w:bookmarkStart w:id="226" w:name="_DV_C1589"/>
            <w:r w:rsidRPr="000F0EC6">
              <w:rPr>
                <w:rFonts w:eastAsia="Calibri"/>
                <w:color w:val="191919"/>
              </w:rPr>
              <w:t>Nome/Titolo/Organizzazione</w:t>
            </w:r>
            <w:r w:rsidR="00CE06EE" w:rsidRPr="001C479D">
              <w:t>: ………………………………………………………</w:t>
            </w:r>
            <w:r w:rsidRPr="001C479D">
              <w:t>..</w:t>
            </w:r>
            <w:r w:rsidR="00CE06EE" w:rsidRPr="001C479D">
              <w:t>……</w:t>
            </w:r>
            <w:bookmarkEnd w:id="226"/>
            <w:r w:rsidR="00CE06EE" w:rsidRPr="001C479D">
              <w:t>………</w:t>
            </w:r>
            <w:r w:rsidR="00FF2831">
              <w:t>….</w:t>
            </w:r>
          </w:p>
          <w:p w:rsidR="00CE06EE" w:rsidRPr="001C479D" w:rsidRDefault="001C479D" w:rsidP="00CE06EE">
            <w:bookmarkStart w:id="227" w:name="_DV_C1590"/>
            <w:r w:rsidRPr="000F0EC6">
              <w:rPr>
                <w:rFonts w:eastAsia="Calibri"/>
                <w:color w:val="191919"/>
              </w:rPr>
              <w:t>Indirizzo</w:t>
            </w:r>
            <w:r w:rsidR="00CE06EE" w:rsidRPr="001C479D">
              <w:t>: ……………………………………………………………………………………………</w:t>
            </w:r>
            <w:bookmarkEnd w:id="227"/>
            <w:r w:rsidR="00CE06EE" w:rsidRPr="001C479D">
              <w:t>…</w:t>
            </w:r>
          </w:p>
          <w:p w:rsidR="00CE06EE" w:rsidRPr="001C479D" w:rsidRDefault="001C479D" w:rsidP="00FF2831">
            <w:bookmarkStart w:id="228" w:name="_DV_C1591"/>
            <w:r w:rsidRPr="000F0EC6">
              <w:rPr>
                <w:rFonts w:eastAsia="Calibri"/>
                <w:color w:val="191919"/>
              </w:rPr>
              <w:t>Indirizzo di posta elettronica/Numero di telefono</w:t>
            </w:r>
            <w:r w:rsidR="00CE06EE" w:rsidRPr="001C479D">
              <w:t>: …………………………………………</w:t>
            </w:r>
            <w:bookmarkEnd w:id="228"/>
            <w:r w:rsidRPr="001C479D">
              <w:t>…</w:t>
            </w:r>
            <w:r w:rsidR="00FF2831">
              <w:t>………</w:t>
            </w:r>
          </w:p>
          <w:p w:rsidR="00CE06EE" w:rsidRPr="00FF2831" w:rsidRDefault="00CE06EE" w:rsidP="00CE06EE">
            <w:r w:rsidRPr="00FF2831">
              <w:t>_________________</w:t>
            </w:r>
          </w:p>
          <w:p w:rsidR="00CE06EE" w:rsidRPr="001C479D" w:rsidRDefault="001C479D" w:rsidP="00FF2831">
            <w:bookmarkStart w:id="229" w:name="_DV_C1592"/>
            <w:r w:rsidRPr="000F0EC6">
              <w:rPr>
                <w:rFonts w:eastAsia="Calibri"/>
                <w:color w:val="191919"/>
              </w:rPr>
              <w:t>Firma dell'autorità di emissione e/o del suo rappresentante che certifica l'esattezza e la correttezza delle informazioni contenute nel certificato di congelamento</w:t>
            </w:r>
            <w:r w:rsidR="00CE06EE" w:rsidRPr="001C479D">
              <w:t>: ……………………………………</w:t>
            </w:r>
            <w:bookmarkEnd w:id="229"/>
            <w:r w:rsidR="00CE06EE" w:rsidRPr="001C479D">
              <w:t>…</w:t>
            </w:r>
          </w:p>
        </w:tc>
      </w:tr>
      <w:tr w:rsidR="00CE06EE" w:rsidRPr="0073423D" w:rsidTr="00A41C9B">
        <w:trPr>
          <w:trHeight w:val="2862"/>
        </w:trPr>
        <w:tc>
          <w:tcPr>
            <w:tcW w:w="9855" w:type="dxa"/>
          </w:tcPr>
          <w:p w:rsidR="00CE06EE" w:rsidRPr="001C479D" w:rsidRDefault="001C479D" w:rsidP="00CE06EE">
            <w:pPr>
              <w:pageBreakBefore/>
            </w:pPr>
            <w:bookmarkStart w:id="230" w:name="_DV_C1593"/>
            <w:r w:rsidRPr="000F0EC6">
              <w:rPr>
                <w:rFonts w:eastAsia="Calibri"/>
                <w:color w:val="191919"/>
              </w:rPr>
              <w:lastRenderedPageBreak/>
              <w:t>Nome</w:t>
            </w:r>
            <w:r w:rsidR="00CE06EE" w:rsidRPr="001C479D">
              <w:t>: …………………………………………………………………………………………</w:t>
            </w:r>
            <w:bookmarkEnd w:id="230"/>
            <w:r w:rsidR="00CE06EE" w:rsidRPr="001C479D">
              <w:t>………</w:t>
            </w:r>
          </w:p>
          <w:p w:rsidR="00CE06EE" w:rsidRPr="001C479D" w:rsidRDefault="001C479D" w:rsidP="001C479D">
            <w:bookmarkStart w:id="231" w:name="_DV_C1594"/>
            <w:r w:rsidRPr="000F0EC6">
              <w:rPr>
                <w:rFonts w:eastAsia="Calibri"/>
                <w:color w:val="191919"/>
              </w:rPr>
              <w:t>Funzione (titolo/grado)</w:t>
            </w:r>
            <w:r w:rsidR="00CE06EE" w:rsidRPr="001C479D">
              <w:t>: ………………………………………………………………………</w:t>
            </w:r>
            <w:bookmarkEnd w:id="231"/>
            <w:r w:rsidR="00CE06EE" w:rsidRPr="001C479D">
              <w:t>……...</w:t>
            </w:r>
            <w:r w:rsidR="00387756">
              <w:t>.</w:t>
            </w:r>
          </w:p>
          <w:p w:rsidR="00CE06EE" w:rsidRPr="001C479D" w:rsidRDefault="00CE06EE" w:rsidP="00CE06EE">
            <w:bookmarkStart w:id="232" w:name="_DV_C1595"/>
            <w:r w:rsidRPr="001C479D">
              <w:br w:type="page"/>
            </w:r>
            <w:r w:rsidR="001C479D" w:rsidRPr="000F0EC6">
              <w:rPr>
                <w:rFonts w:eastAsia="Calibri"/>
                <w:color w:val="191919"/>
              </w:rPr>
              <w:t>Data</w:t>
            </w:r>
            <w:r w:rsidRPr="001C479D">
              <w:t>: ……………………………………………………………………………………………</w:t>
            </w:r>
            <w:bookmarkEnd w:id="232"/>
            <w:r w:rsidRPr="001C479D">
              <w:t>……..</w:t>
            </w:r>
          </w:p>
          <w:p w:rsidR="00CE06EE" w:rsidRPr="00CE06EE" w:rsidRDefault="001C479D" w:rsidP="001C479D">
            <w:bookmarkStart w:id="233" w:name="_DV_C1596"/>
            <w:r w:rsidRPr="000F0EC6">
              <w:rPr>
                <w:rFonts w:eastAsia="Calibri"/>
                <w:color w:val="191919"/>
              </w:rPr>
              <w:t>Timbro ufficiale (se disponibile)</w:t>
            </w:r>
            <w:r w:rsidR="00CE06EE" w:rsidRPr="00063BBB">
              <w:t>: ………………………………………………………………</w:t>
            </w:r>
            <w:bookmarkEnd w:id="233"/>
            <w:r w:rsidR="00CE06EE" w:rsidRPr="00063BBB">
              <w:t>……..</w:t>
            </w:r>
          </w:p>
        </w:tc>
      </w:tr>
      <w:tr w:rsidR="00CE06EE" w:rsidTr="00A41C9B">
        <w:trPr>
          <w:trHeight w:val="5733"/>
        </w:trPr>
        <w:tc>
          <w:tcPr>
            <w:tcW w:w="9855" w:type="dxa"/>
          </w:tcPr>
          <w:p w:rsidR="00CE06EE" w:rsidRPr="001C479D" w:rsidRDefault="001C479D" w:rsidP="00CE06EE">
            <w:r w:rsidRPr="000F0EC6">
              <w:rPr>
                <w:rFonts w:eastAsia="Calibri"/>
                <w:color w:val="191919"/>
              </w:rPr>
              <w:t>SEZIONE N: Estremi dell'autorità che ha convalidato il provvedimento di congelamento</w:t>
            </w:r>
          </w:p>
          <w:p w:rsidR="00CE06EE" w:rsidRPr="001C479D" w:rsidRDefault="001C479D" w:rsidP="00CE06EE">
            <w:bookmarkStart w:id="234" w:name="_DV_C1599"/>
            <w:r w:rsidRPr="000F0EC6">
              <w:rPr>
                <w:rFonts w:eastAsia="Calibri"/>
                <w:color w:val="191919"/>
              </w:rPr>
              <w:t>Indicare il tipo di autorità che ha convalidato il presente provvedimento di congelamento, se del caso</w:t>
            </w:r>
            <w:r w:rsidR="00CE06EE" w:rsidRPr="001C479D">
              <w:t>:</w:t>
            </w:r>
            <w:bookmarkEnd w:id="234"/>
          </w:p>
          <w:p w:rsidR="00CE06EE" w:rsidRPr="001C479D" w:rsidRDefault="00CE06EE" w:rsidP="00CE06EE">
            <w:pPr>
              <w:pStyle w:val="Point0"/>
            </w:pPr>
            <w:bookmarkStart w:id="235" w:name="_DV_C1600"/>
            <w:r w:rsidRPr="001C479D">
              <w:t>□</w:t>
            </w:r>
            <w:r w:rsidRPr="001C479D">
              <w:tab/>
            </w:r>
            <w:r w:rsidR="001C479D" w:rsidRPr="000F0EC6">
              <w:rPr>
                <w:rFonts w:eastAsia="Calibri"/>
                <w:color w:val="191919"/>
              </w:rPr>
              <w:t>organo giurisdizionale</w:t>
            </w:r>
            <w:bookmarkEnd w:id="235"/>
          </w:p>
          <w:p w:rsidR="00CE06EE" w:rsidRPr="001C479D" w:rsidRDefault="00CE06EE" w:rsidP="00CE06EE">
            <w:pPr>
              <w:pStyle w:val="Point0"/>
            </w:pPr>
            <w:bookmarkStart w:id="236" w:name="_DV_C1601"/>
            <w:r w:rsidRPr="001C479D">
              <w:t>□</w:t>
            </w:r>
            <w:r w:rsidRPr="001C479D">
              <w:tab/>
            </w:r>
            <w:r w:rsidR="001C479D" w:rsidRPr="000F0EC6">
              <w:rPr>
                <w:rFonts w:eastAsia="Calibri"/>
                <w:color w:val="191919"/>
              </w:rPr>
              <w:t>pubblico ministero</w:t>
            </w:r>
            <w:bookmarkEnd w:id="236"/>
          </w:p>
          <w:p w:rsidR="00CE06EE" w:rsidRPr="001C479D" w:rsidRDefault="001C479D" w:rsidP="001C479D">
            <w:bookmarkStart w:id="237" w:name="_DV_C1602"/>
            <w:r w:rsidRPr="000F0EC6">
              <w:rPr>
                <w:rFonts w:eastAsia="Calibri"/>
                <w:color w:val="191919"/>
              </w:rPr>
              <w:t>Denominazione dell'autorità che ha effettuato la convalida</w:t>
            </w:r>
            <w:r w:rsidR="00CE06EE" w:rsidRPr="001C479D">
              <w:t>: ………………………………………</w:t>
            </w:r>
            <w:bookmarkEnd w:id="237"/>
            <w:r w:rsidR="00CE06EE" w:rsidRPr="001C479D">
              <w:t>….</w:t>
            </w:r>
          </w:p>
          <w:p w:rsidR="00CE06EE" w:rsidRPr="001C479D" w:rsidRDefault="001C479D" w:rsidP="001C479D">
            <w:bookmarkStart w:id="238" w:name="_DV_C1603"/>
            <w:r w:rsidRPr="000F0EC6">
              <w:rPr>
                <w:rFonts w:eastAsia="Calibri"/>
                <w:color w:val="191919"/>
              </w:rPr>
              <w:t>Nome della persona di contatto</w:t>
            </w:r>
            <w:r w:rsidR="00CE06EE" w:rsidRPr="001C479D">
              <w:t>: ……………………………………………………………</w:t>
            </w:r>
            <w:bookmarkEnd w:id="238"/>
            <w:r w:rsidR="00CE06EE" w:rsidRPr="001C479D">
              <w:t>……</w:t>
            </w:r>
            <w:r>
              <w:t>…..</w:t>
            </w:r>
            <w:r w:rsidR="00CE06EE" w:rsidRPr="001C479D">
              <w:t>.</w:t>
            </w:r>
          </w:p>
          <w:p w:rsidR="00CE06EE" w:rsidRPr="004D4A60" w:rsidRDefault="001C479D" w:rsidP="001C479D">
            <w:bookmarkStart w:id="239" w:name="_DV_C1604"/>
            <w:r w:rsidRPr="000F0EC6">
              <w:rPr>
                <w:rFonts w:eastAsia="Calibri"/>
                <w:color w:val="191919"/>
              </w:rPr>
              <w:t>Funzione (titolo/grado)</w:t>
            </w:r>
            <w:r w:rsidR="00CE06EE" w:rsidRPr="004D4A60">
              <w:t>:</w:t>
            </w:r>
            <w:r w:rsidR="00CE06EE">
              <w:t xml:space="preserve"> </w:t>
            </w:r>
            <w:r w:rsidR="00CE06EE" w:rsidRPr="004D4A60">
              <w:t>…………………………………………………………………</w:t>
            </w:r>
            <w:bookmarkEnd w:id="239"/>
            <w:r w:rsidR="00CE06EE">
              <w:t>………</w:t>
            </w:r>
            <w:r>
              <w:t>……</w:t>
            </w:r>
          </w:p>
          <w:p w:rsidR="00CE06EE" w:rsidRPr="004D4A60" w:rsidRDefault="001C479D" w:rsidP="001C479D">
            <w:bookmarkStart w:id="240" w:name="_DV_C1605"/>
            <w:r w:rsidRPr="000F0EC6">
              <w:rPr>
                <w:rFonts w:eastAsia="Calibri"/>
                <w:color w:val="191919"/>
              </w:rPr>
              <w:t>Numero di fascicolo</w:t>
            </w:r>
            <w:r w:rsidR="00CE06EE">
              <w:t>:</w:t>
            </w:r>
            <w:r w:rsidR="00CE06EE" w:rsidRPr="004D4A60">
              <w:t xml:space="preserve"> ……………………………………………………………</w:t>
            </w:r>
            <w:r w:rsidR="00CE06EE">
              <w:t>…………………….</w:t>
            </w:r>
          </w:p>
          <w:p w:rsidR="00CE06EE" w:rsidRPr="00231C07" w:rsidRDefault="001C479D" w:rsidP="00CE06EE">
            <w:r w:rsidRPr="000F0EC6">
              <w:rPr>
                <w:rFonts w:eastAsia="Calibri"/>
                <w:color w:val="191919"/>
              </w:rPr>
              <w:t>Indirizzo</w:t>
            </w:r>
            <w:r w:rsidR="00CE06EE" w:rsidRPr="004D4A60">
              <w:t>: …………………………………………………………………………</w:t>
            </w:r>
            <w:bookmarkEnd w:id="240"/>
            <w:r w:rsidR="00CE06EE">
              <w:t>……………………</w:t>
            </w:r>
          </w:p>
        </w:tc>
      </w:tr>
      <w:tr w:rsidR="00CE06EE" w:rsidRPr="0073423D" w:rsidTr="00A41C9B">
        <w:trPr>
          <w:trHeight w:val="9071"/>
        </w:trPr>
        <w:tc>
          <w:tcPr>
            <w:tcW w:w="9855" w:type="dxa"/>
          </w:tcPr>
          <w:p w:rsidR="00CE06EE" w:rsidRPr="001C479D" w:rsidRDefault="001C479D" w:rsidP="001C479D">
            <w:pPr>
              <w:pageBreakBefore/>
            </w:pPr>
            <w:bookmarkStart w:id="241" w:name="_DV_C1606"/>
            <w:r w:rsidRPr="000F0EC6">
              <w:rPr>
                <w:rFonts w:eastAsia="Calibri"/>
                <w:color w:val="191919"/>
              </w:rPr>
              <w:lastRenderedPageBreak/>
              <w:t>Numero di telefono: (prefisso internazionale) (prefisso urbano)</w:t>
            </w:r>
            <w:r w:rsidR="00CE06EE" w:rsidRPr="001C479D">
              <w:t>: …………………………………</w:t>
            </w:r>
            <w:bookmarkEnd w:id="241"/>
            <w:r w:rsidR="00387756">
              <w:t>…</w:t>
            </w:r>
            <w:r w:rsidR="00CE06EE" w:rsidRPr="001C479D">
              <w:t>.</w:t>
            </w:r>
          </w:p>
          <w:p w:rsidR="00CE06EE" w:rsidRPr="001C479D" w:rsidRDefault="00CE06EE" w:rsidP="001C479D">
            <w:bookmarkStart w:id="242" w:name="_DV_C1607"/>
            <w:r w:rsidRPr="001C479D">
              <w:br w:type="page"/>
            </w:r>
            <w:r w:rsidR="001C479D" w:rsidRPr="000F0EC6">
              <w:rPr>
                <w:rFonts w:eastAsia="Calibri"/>
                <w:color w:val="191919"/>
              </w:rPr>
              <w:t>Numero di fax: (prefisso internazionale) (prefisso urbano)</w:t>
            </w:r>
            <w:r w:rsidRPr="001C479D">
              <w:t>: ………………………………</w:t>
            </w:r>
            <w:bookmarkEnd w:id="242"/>
            <w:r w:rsidR="001C479D" w:rsidRPr="001C479D">
              <w:t>…</w:t>
            </w:r>
            <w:r w:rsidRPr="001C479D">
              <w:t>……</w:t>
            </w:r>
            <w:r w:rsidR="00387756">
              <w:t>…</w:t>
            </w:r>
            <w:r w:rsidRPr="001C479D">
              <w:t>.</w:t>
            </w:r>
          </w:p>
          <w:p w:rsidR="00CE06EE" w:rsidRPr="001C479D" w:rsidRDefault="001C479D" w:rsidP="00387756">
            <w:bookmarkStart w:id="243" w:name="_DV_C1608"/>
            <w:r w:rsidRPr="000F0EC6">
              <w:rPr>
                <w:rFonts w:eastAsia="Calibri"/>
                <w:color w:val="191919"/>
              </w:rPr>
              <w:t>Indirizzo di posta elettronica</w:t>
            </w:r>
            <w:r w:rsidR="00CE06EE" w:rsidRPr="001C479D">
              <w:t>: ……………………………………………………</w:t>
            </w:r>
            <w:bookmarkEnd w:id="243"/>
            <w:r w:rsidR="00CE06EE" w:rsidRPr="001C479D">
              <w:t>……………</w:t>
            </w:r>
            <w:r w:rsidR="00387756">
              <w:t>………</w:t>
            </w:r>
          </w:p>
          <w:p w:rsidR="00CE06EE" w:rsidRPr="001C479D" w:rsidRDefault="001C479D" w:rsidP="00387756">
            <w:bookmarkStart w:id="244" w:name="_DV_C1609"/>
            <w:r w:rsidRPr="000F0EC6">
              <w:rPr>
                <w:rFonts w:eastAsia="Calibri"/>
                <w:color w:val="191919"/>
              </w:rPr>
              <w:t>Lingue in cui è possibile comunicare con l'autorità che ha effettuato la convalida</w:t>
            </w:r>
            <w:r w:rsidR="00387756">
              <w:t>: …</w:t>
            </w:r>
            <w:r w:rsidR="00CE06EE" w:rsidRPr="001C479D">
              <w:t>…....</w:t>
            </w:r>
            <w:r>
              <w:t>............</w:t>
            </w:r>
            <w:r w:rsidR="00387756">
              <w:t>....</w:t>
            </w:r>
          </w:p>
          <w:p w:rsidR="00CE06EE" w:rsidRPr="001C479D" w:rsidRDefault="001C479D" w:rsidP="00CE06EE">
            <w:bookmarkStart w:id="245" w:name="_DV_C1610"/>
            <w:bookmarkEnd w:id="244"/>
            <w:r w:rsidRPr="000F0EC6">
              <w:rPr>
                <w:rFonts w:eastAsia="Calibri"/>
                <w:color w:val="191919"/>
              </w:rPr>
              <w:t>Indicare il punto di contatto principale per l'autorità di esecuzione</w:t>
            </w:r>
            <w:r w:rsidR="00CE06EE" w:rsidRPr="001C479D">
              <w:t>:</w:t>
            </w:r>
            <w:bookmarkEnd w:id="245"/>
          </w:p>
          <w:p w:rsidR="00CE06EE" w:rsidRPr="001C479D" w:rsidRDefault="00CE06EE" w:rsidP="00CE06EE">
            <w:pPr>
              <w:pStyle w:val="Point0"/>
            </w:pPr>
            <w:bookmarkStart w:id="246" w:name="_DV_C1611"/>
            <w:r w:rsidRPr="001C479D">
              <w:t>□</w:t>
            </w:r>
            <w:r w:rsidRPr="001C479D">
              <w:tab/>
            </w:r>
            <w:r w:rsidR="001C479D" w:rsidRPr="000F0EC6">
              <w:rPr>
                <w:rFonts w:eastAsia="Calibri"/>
                <w:color w:val="191919"/>
              </w:rPr>
              <w:t>autorità di emissione</w:t>
            </w:r>
            <w:bookmarkEnd w:id="246"/>
          </w:p>
          <w:p w:rsidR="00CE06EE" w:rsidRPr="001C479D" w:rsidRDefault="00CE06EE" w:rsidP="00CE06EE">
            <w:pPr>
              <w:pStyle w:val="Point0"/>
            </w:pPr>
            <w:bookmarkStart w:id="247" w:name="_DV_C1612"/>
            <w:r w:rsidRPr="001C479D">
              <w:t>□</w:t>
            </w:r>
            <w:r w:rsidRPr="001C479D">
              <w:tab/>
            </w:r>
            <w:r w:rsidR="001C479D" w:rsidRPr="000F0EC6">
              <w:rPr>
                <w:rFonts w:eastAsia="Calibri"/>
                <w:color w:val="191919"/>
              </w:rPr>
              <w:t>autorità che ha effettuato la convalida</w:t>
            </w:r>
            <w:bookmarkEnd w:id="247"/>
          </w:p>
          <w:p w:rsidR="00CE06EE" w:rsidRPr="00FF2831" w:rsidRDefault="00CE06EE" w:rsidP="00CE06EE">
            <w:r w:rsidRPr="00FF2831">
              <w:t>________________</w:t>
            </w:r>
          </w:p>
          <w:p w:rsidR="00CE06EE" w:rsidRPr="001C479D" w:rsidRDefault="001C479D" w:rsidP="00CE06EE">
            <w:r w:rsidRPr="000F0EC6">
              <w:rPr>
                <w:rFonts w:eastAsia="Calibri"/>
                <w:color w:val="191919"/>
              </w:rPr>
              <w:t>Firma ed estremi dell'autorità che ha effettuato la convalida e/o del suo rappresentante</w:t>
            </w:r>
            <w:r w:rsidR="00CE06EE" w:rsidRPr="001C479D">
              <w:t xml:space="preserve">: </w:t>
            </w:r>
            <w:r w:rsidR="00CE06EE" w:rsidRPr="001C479D">
              <w:br/>
              <w:t>................................................................................................................................................................</w:t>
            </w:r>
          </w:p>
          <w:p w:rsidR="00CE06EE" w:rsidRPr="001C479D" w:rsidRDefault="001C479D" w:rsidP="00CE06EE">
            <w:bookmarkStart w:id="248" w:name="_DV_C1615"/>
            <w:r w:rsidRPr="000F0EC6">
              <w:rPr>
                <w:rFonts w:eastAsia="Calibri"/>
                <w:color w:val="191919"/>
              </w:rPr>
              <w:t>Nome</w:t>
            </w:r>
            <w:r w:rsidR="00CE06EE" w:rsidRPr="001C479D">
              <w:t>: ………………………………………………………………………………………………....</w:t>
            </w:r>
            <w:bookmarkEnd w:id="248"/>
          </w:p>
          <w:p w:rsidR="00CE06EE" w:rsidRPr="001C479D" w:rsidRDefault="001C479D" w:rsidP="00CE06EE">
            <w:bookmarkStart w:id="249" w:name="_DV_C1616"/>
            <w:r w:rsidRPr="000F0EC6">
              <w:rPr>
                <w:rFonts w:eastAsia="Calibri"/>
                <w:color w:val="191919"/>
              </w:rPr>
              <w:t>Funzione (titolo/grado)</w:t>
            </w:r>
            <w:r>
              <w:t>: ……………………………………………………………………</w:t>
            </w:r>
            <w:r w:rsidR="00CE06EE" w:rsidRPr="001C479D">
              <w:t>…</w:t>
            </w:r>
            <w:bookmarkEnd w:id="249"/>
            <w:r w:rsidR="00CE06EE" w:rsidRPr="001C479D">
              <w:t>……...</w:t>
            </w:r>
            <w:r w:rsidR="00387756">
              <w:t>..</w:t>
            </w:r>
          </w:p>
          <w:p w:rsidR="00CE06EE" w:rsidRPr="001C479D" w:rsidRDefault="001C479D" w:rsidP="00CE06EE">
            <w:bookmarkStart w:id="250" w:name="_DV_C1617"/>
            <w:r w:rsidRPr="000F0EC6">
              <w:rPr>
                <w:rFonts w:eastAsia="Calibri"/>
                <w:color w:val="191919"/>
              </w:rPr>
              <w:t>Data</w:t>
            </w:r>
            <w:r w:rsidR="00CE06EE" w:rsidRPr="001C479D">
              <w:t>: …………………………………………………………………………………………………..</w:t>
            </w:r>
            <w:bookmarkEnd w:id="250"/>
          </w:p>
          <w:p w:rsidR="00CE06EE" w:rsidRPr="00CE06EE" w:rsidRDefault="001C479D" w:rsidP="001C479D">
            <w:bookmarkStart w:id="251" w:name="_DV_C1618"/>
            <w:r w:rsidRPr="000F0EC6">
              <w:rPr>
                <w:rFonts w:eastAsia="Calibri"/>
                <w:color w:val="191919"/>
              </w:rPr>
              <w:t>Timbro ufficiale (se disponibile)</w:t>
            </w:r>
            <w:r w:rsidR="00CE06EE" w:rsidRPr="00063BBB">
              <w:t>: …………………………………………………………………….</w:t>
            </w:r>
            <w:bookmarkEnd w:id="251"/>
          </w:p>
        </w:tc>
      </w:tr>
      <w:tr w:rsidR="00CE06EE" w:rsidTr="00A41C9B">
        <w:trPr>
          <w:trHeight w:val="6861"/>
        </w:trPr>
        <w:tc>
          <w:tcPr>
            <w:tcW w:w="9855" w:type="dxa"/>
          </w:tcPr>
          <w:p w:rsidR="00CE06EE" w:rsidRPr="001C479D" w:rsidRDefault="00CE06EE" w:rsidP="00CE06EE">
            <w:pPr>
              <w:pageBreakBefore/>
            </w:pPr>
            <w:bookmarkStart w:id="252" w:name="_DV_C1620"/>
            <w:r w:rsidRPr="001C479D">
              <w:lastRenderedPageBreak/>
              <w:br w:type="page"/>
            </w:r>
            <w:r w:rsidR="001C479D" w:rsidRPr="000F0EC6">
              <w:rPr>
                <w:rFonts w:eastAsia="Calibri"/>
                <w:color w:val="191919"/>
              </w:rPr>
              <w:t>SEZIONE O: Autorità centrale</w:t>
            </w:r>
          </w:p>
          <w:p w:rsidR="00CE06EE" w:rsidRPr="001C479D" w:rsidRDefault="001C479D" w:rsidP="00CE06EE">
            <w:r w:rsidRPr="000F0EC6">
              <w:rPr>
                <w:rFonts w:eastAsia="Calibri"/>
                <w:color w:val="191919"/>
              </w:rPr>
              <w:t>In caso di designazione di un'autorità centrale per la trasmissione e la ricezione amministrativa dei certificati di congelamento nello Stato di emissione, indicare</w:t>
            </w:r>
            <w:r w:rsidR="00CE06EE" w:rsidRPr="001C479D">
              <w:t>:</w:t>
            </w:r>
            <w:bookmarkEnd w:id="252"/>
          </w:p>
          <w:p w:rsidR="00CE06EE" w:rsidRPr="001C479D" w:rsidRDefault="001C479D" w:rsidP="00CE06EE">
            <w:bookmarkStart w:id="253" w:name="_DV_C1621"/>
            <w:r w:rsidRPr="000F0EC6">
              <w:rPr>
                <w:rFonts w:eastAsia="Calibri"/>
                <w:color w:val="191919"/>
              </w:rPr>
              <w:t>Nome dell'autorità centrale</w:t>
            </w:r>
            <w:r w:rsidR="00CE06EE" w:rsidRPr="001C479D">
              <w:t>: ………………………………………………………………...</w:t>
            </w:r>
            <w:bookmarkEnd w:id="253"/>
            <w:r w:rsidR="00CE06EE" w:rsidRPr="001C479D">
              <w:t>...........</w:t>
            </w:r>
            <w:r w:rsidR="00387756">
              <w:t>...</w:t>
            </w:r>
            <w:r w:rsidR="00CE06EE" w:rsidRPr="001C479D">
              <w:t>.</w:t>
            </w:r>
          </w:p>
          <w:p w:rsidR="00CE06EE" w:rsidRPr="001C479D" w:rsidRDefault="001C479D" w:rsidP="001C479D">
            <w:bookmarkStart w:id="254" w:name="_DV_C1622"/>
            <w:r w:rsidRPr="000F0EC6">
              <w:rPr>
                <w:rFonts w:eastAsia="Calibri"/>
                <w:color w:val="191919"/>
              </w:rPr>
              <w:t>Nome della persona di contatto</w:t>
            </w:r>
            <w:r w:rsidR="00CE06EE" w:rsidRPr="001C479D">
              <w:t>: ..........................................................................................................</w:t>
            </w:r>
            <w:r w:rsidR="00387756">
              <w:t>.</w:t>
            </w:r>
            <w:r w:rsidR="00CE06EE" w:rsidRPr="001C479D">
              <w:t>.</w:t>
            </w:r>
          </w:p>
          <w:p w:rsidR="00CE06EE" w:rsidRPr="001C479D" w:rsidRDefault="001C479D" w:rsidP="001C479D">
            <w:r w:rsidRPr="000F0EC6">
              <w:rPr>
                <w:rFonts w:eastAsia="Calibri"/>
                <w:color w:val="191919"/>
              </w:rPr>
              <w:t>Posizione occupata (titolo/grado)</w:t>
            </w:r>
            <w:r w:rsidR="00CE06EE" w:rsidRPr="001C479D">
              <w:t>: …………………………………………</w:t>
            </w:r>
            <w:bookmarkEnd w:id="254"/>
            <w:r w:rsidR="00CE06EE" w:rsidRPr="001C479D">
              <w:t>……………………</w:t>
            </w:r>
            <w:r w:rsidRPr="001C479D">
              <w:t>……</w:t>
            </w:r>
            <w:r w:rsidR="00CE06EE" w:rsidRPr="001C479D">
              <w:t>.</w:t>
            </w:r>
          </w:p>
          <w:p w:rsidR="00CE06EE" w:rsidRPr="001C479D" w:rsidRDefault="001C479D" w:rsidP="001C479D">
            <w:bookmarkStart w:id="255" w:name="_DV_C1623"/>
            <w:r w:rsidRPr="000F0EC6">
              <w:rPr>
                <w:rFonts w:eastAsia="Calibri"/>
                <w:color w:val="191919"/>
              </w:rPr>
              <w:t>Numero di fascicolo</w:t>
            </w:r>
            <w:r w:rsidR="00CE06EE" w:rsidRPr="001C479D">
              <w:t>.: ……………………………………………………………………</w:t>
            </w:r>
            <w:r>
              <w:t>…</w:t>
            </w:r>
            <w:r w:rsidR="00CE06EE" w:rsidRPr="001C479D">
              <w:t>……</w:t>
            </w:r>
            <w:r>
              <w:t>…</w:t>
            </w:r>
            <w:r w:rsidR="00387756">
              <w:t>...</w:t>
            </w:r>
            <w:r w:rsidR="00CE06EE" w:rsidRPr="001C479D">
              <w:t>.</w:t>
            </w:r>
          </w:p>
          <w:p w:rsidR="00CE06EE" w:rsidRPr="001C479D" w:rsidRDefault="001C479D" w:rsidP="001C479D">
            <w:r w:rsidRPr="000F0EC6">
              <w:rPr>
                <w:rFonts w:eastAsia="Calibri"/>
                <w:color w:val="191919"/>
              </w:rPr>
              <w:t>Indirizzo</w:t>
            </w:r>
            <w:r w:rsidR="00CE06EE" w:rsidRPr="001C479D">
              <w:t>: ………………………………………</w:t>
            </w:r>
            <w:r w:rsidRPr="001C479D">
              <w:t>….</w:t>
            </w:r>
            <w:r w:rsidR="00CE06EE" w:rsidRPr="001C479D">
              <w:t>…………………………………………</w:t>
            </w:r>
            <w:bookmarkEnd w:id="255"/>
            <w:r w:rsidR="00CE06EE" w:rsidRPr="001C479D">
              <w:t>……….</w:t>
            </w:r>
            <w:r w:rsidR="00387756">
              <w:t>.</w:t>
            </w:r>
          </w:p>
          <w:p w:rsidR="00CE06EE" w:rsidRPr="001C479D" w:rsidRDefault="001C479D" w:rsidP="00387756">
            <w:bookmarkStart w:id="256" w:name="_DV_C1625"/>
            <w:r w:rsidRPr="000F0EC6">
              <w:rPr>
                <w:rFonts w:eastAsia="Calibri"/>
                <w:color w:val="191919"/>
              </w:rPr>
              <w:t>Numero di telefono (prefisso internazionale) (prefisso urbano)</w:t>
            </w:r>
            <w:r w:rsidR="00CE06EE" w:rsidRPr="001C479D">
              <w:t>: ...............</w:t>
            </w:r>
            <w:r w:rsidR="00387756">
              <w:t>...........</w:t>
            </w:r>
            <w:r w:rsidR="00CE06EE" w:rsidRPr="001C479D">
              <w:t>...................</w:t>
            </w:r>
            <w:r w:rsidRPr="001C479D">
              <w:t>......</w:t>
            </w:r>
            <w:r w:rsidR="00CE06EE" w:rsidRPr="001C479D">
              <w:t>.......</w:t>
            </w:r>
          </w:p>
          <w:p w:rsidR="00CE06EE" w:rsidRPr="001C479D" w:rsidRDefault="001C479D" w:rsidP="00387756">
            <w:r w:rsidRPr="000F0EC6">
              <w:rPr>
                <w:rFonts w:eastAsia="Calibri"/>
                <w:color w:val="191919"/>
              </w:rPr>
              <w:t>Numero di fax (prefisso internazionale) (prefisso urbano)</w:t>
            </w:r>
            <w:r w:rsidR="00CE06EE" w:rsidRPr="001C479D">
              <w:t>: ........................</w:t>
            </w:r>
            <w:r w:rsidR="00387756">
              <w:t>.......................</w:t>
            </w:r>
            <w:r w:rsidRPr="001C479D">
              <w:t>...</w:t>
            </w:r>
            <w:r w:rsidR="00CE06EE" w:rsidRPr="001C479D">
              <w:t>................</w:t>
            </w:r>
          </w:p>
          <w:p w:rsidR="00CE06EE" w:rsidRPr="006F2E2A" w:rsidRDefault="001C479D" w:rsidP="00387756">
            <w:r w:rsidRPr="000F0EC6">
              <w:rPr>
                <w:rFonts w:eastAsia="Calibri"/>
                <w:color w:val="191919"/>
              </w:rPr>
              <w:t>Indirizzo di posta elettronica</w:t>
            </w:r>
            <w:r w:rsidR="00CE06EE" w:rsidRPr="00B23189">
              <w:t>:</w:t>
            </w:r>
            <w:bookmarkEnd w:id="256"/>
            <w:r w:rsidR="00CE06EE">
              <w:t xml:space="preserve"> </w:t>
            </w:r>
            <w:bookmarkStart w:id="257" w:name="_DV_C1626"/>
            <w:r w:rsidR="00387756">
              <w:t>………………………………………………………</w:t>
            </w:r>
            <w:r w:rsidR="00CE06EE" w:rsidRPr="00B23189">
              <w:t>……</w:t>
            </w:r>
            <w:r w:rsidR="00CE06EE">
              <w:t>…………..</w:t>
            </w:r>
            <w:r w:rsidR="00CE06EE" w:rsidRPr="00B23189">
              <w:t>.</w:t>
            </w:r>
            <w:bookmarkEnd w:id="257"/>
          </w:p>
        </w:tc>
      </w:tr>
      <w:tr w:rsidR="00CE06EE" w:rsidRPr="001C479D" w:rsidTr="00A41C9B">
        <w:trPr>
          <w:trHeight w:val="1394"/>
        </w:trPr>
        <w:tc>
          <w:tcPr>
            <w:tcW w:w="9855" w:type="dxa"/>
          </w:tcPr>
          <w:p w:rsidR="00CE06EE" w:rsidRPr="001C479D" w:rsidRDefault="001C479D" w:rsidP="00CE06EE">
            <w:r w:rsidRPr="000F0EC6">
              <w:rPr>
                <w:rFonts w:eastAsia="Calibri"/>
                <w:color w:val="191919"/>
              </w:rPr>
              <w:t>SEZIONE P: Allegati</w:t>
            </w:r>
          </w:p>
          <w:p w:rsidR="00CE06EE" w:rsidRPr="001C479D" w:rsidRDefault="001C479D" w:rsidP="00CE06EE">
            <w:bookmarkStart w:id="258" w:name="_DV_C1628"/>
            <w:r w:rsidRPr="000F0EC6">
              <w:rPr>
                <w:rFonts w:eastAsia="Calibri"/>
                <w:color w:val="191919"/>
              </w:rPr>
              <w:t>Indicare gli eventuali allegati del certificato</w:t>
            </w:r>
            <w:r w:rsidR="00CE06EE" w:rsidRPr="001C479D">
              <w:t>: …………………………………</w:t>
            </w:r>
            <w:r w:rsidR="00387756">
              <w:t>……</w:t>
            </w:r>
            <w:r w:rsidR="00CE06EE" w:rsidRPr="001C479D">
              <w:t>……………...</w:t>
            </w:r>
            <w:bookmarkEnd w:id="258"/>
            <w:r w:rsidR="00CE06EE" w:rsidRPr="001C479D">
              <w:t>.....</w:t>
            </w:r>
          </w:p>
        </w:tc>
      </w:tr>
    </w:tbl>
    <w:p w:rsidR="001C479D" w:rsidRDefault="001C479D" w:rsidP="00A41C9B">
      <w:pPr>
        <w:pStyle w:val="Lignefinal"/>
      </w:pPr>
      <w:bookmarkStart w:id="259" w:name="_GoBack"/>
      <w:bookmarkEnd w:id="259"/>
    </w:p>
    <w:sectPr w:rsidR="001C479D" w:rsidSect="0061444A">
      <w:footerReference w:type="default" r:id="rId7"/>
      <w:footnotePr>
        <w:numRestart w:val="eachPage"/>
      </w:footnotePr>
      <w:pgSz w:w="11907" w:h="16839"/>
      <w:pgMar w:top="1134" w:right="1134" w:bottom="1134" w:left="1134" w:header="567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FA2" w:rsidRDefault="00A13FA2" w:rsidP="000B2C34">
      <w:pPr>
        <w:spacing w:before="0" w:after="0" w:line="240" w:lineRule="auto"/>
      </w:pPr>
      <w:r>
        <w:separator/>
      </w:r>
    </w:p>
  </w:endnote>
  <w:endnote w:type="continuationSeparator" w:id="0">
    <w:p w:rsidR="00A13FA2" w:rsidRDefault="00A13FA2" w:rsidP="000B2C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398"/>
      <w:gridCol w:w="1205"/>
      <w:gridCol w:w="278"/>
      <w:gridCol w:w="1355"/>
      <w:gridCol w:w="848"/>
      <w:gridCol w:w="1135"/>
    </w:tblGrid>
    <w:tr w:rsidR="0061444A" w:rsidRPr="0035025C" w:rsidTr="0061444A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61444A" w:rsidRPr="0035025C" w:rsidRDefault="0061444A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61444A" w:rsidRPr="00B310DC" w:rsidTr="0061444A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:rsidR="0061444A" w:rsidRPr="00AD7BF2" w:rsidRDefault="0061444A" w:rsidP="0035025C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61444A" w:rsidRPr="00AD7BF2" w:rsidRDefault="0061444A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61444A" w:rsidRPr="002511D8" w:rsidRDefault="0061444A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61444A" w:rsidRPr="00B310DC" w:rsidRDefault="0061444A" w:rsidP="0061444A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A41C9B">
            <w:rPr>
              <w:noProof/>
            </w:rPr>
            <w:t>2</w:t>
          </w:r>
          <w:r>
            <w:fldChar w:fldCharType="end"/>
          </w:r>
        </w:p>
      </w:tc>
    </w:tr>
    <w:tr w:rsidR="0061444A" w:rsidRPr="0035025C" w:rsidTr="0061444A">
      <w:trPr>
        <w:jc w:val="center"/>
      </w:trPr>
      <w:tc>
        <w:tcPr>
          <w:tcW w:w="1774" w:type="pct"/>
          <w:shd w:val="clear" w:color="auto" w:fill="auto"/>
        </w:tcPr>
        <w:p w:rsidR="0061444A" w:rsidRPr="00AD7BF2" w:rsidRDefault="00A41C9B" w:rsidP="0035025C">
          <w:pPr>
            <w:pStyle w:val="FooterText"/>
            <w:spacing w:before="40"/>
          </w:pPr>
          <w:r>
            <w:t>ALLEGATO I</w:t>
          </w:r>
        </w:p>
      </w:tc>
      <w:tc>
        <w:tcPr>
          <w:tcW w:w="1494" w:type="pct"/>
          <w:gridSpan w:val="3"/>
          <w:shd w:val="clear" w:color="auto" w:fill="auto"/>
        </w:tcPr>
        <w:p w:rsidR="0061444A" w:rsidRPr="00AD7BF2" w:rsidRDefault="0061444A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:rsidR="0061444A" w:rsidRPr="0035025C" w:rsidRDefault="0061444A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61444A" w:rsidRPr="0035025C" w:rsidRDefault="0061444A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IT</w:t>
          </w:r>
        </w:p>
      </w:tc>
    </w:tr>
  </w:tbl>
  <w:p w:rsidR="002A791A" w:rsidRPr="0061444A" w:rsidRDefault="002A791A" w:rsidP="0061444A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FA2" w:rsidRDefault="00A13FA2" w:rsidP="000B2C34">
      <w:pPr>
        <w:spacing w:before="0" w:after="0" w:line="240" w:lineRule="auto"/>
      </w:pPr>
      <w:r>
        <w:separator/>
      </w:r>
    </w:p>
  </w:footnote>
  <w:footnote w:type="continuationSeparator" w:id="0">
    <w:p w:rsidR="00A13FA2" w:rsidRDefault="00A13FA2" w:rsidP="000B2C3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FA2E693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9DED09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5E09BA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0488362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D18EEFE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62E0BC5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DB5C14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F00A6F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474A75"/>
    <w:multiLevelType w:val="multilevel"/>
    <w:tmpl w:val="12A223C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9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10" w15:restartNumberingAfterBreak="0">
    <w:nsid w:val="066B5A68"/>
    <w:multiLevelType w:val="singleLevel"/>
    <w:tmpl w:val="8B0853B0"/>
    <w:name w:val="Dash 1"/>
    <w:lvl w:ilvl="0">
      <w:start w:val="1"/>
      <w:numFmt w:val="bullet"/>
      <w:lvlRestart w:val="0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11" w15:restartNumberingAfterBreak="0">
    <w:nsid w:val="09C20093"/>
    <w:multiLevelType w:val="singleLevel"/>
    <w:tmpl w:val="05F6137C"/>
    <w:name w:val="Dash 4"/>
    <w:lvl w:ilvl="0">
      <w:start w:val="1"/>
      <w:numFmt w:val="bullet"/>
      <w:lvlRestart w:val="0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12" w15:restartNumberingAfterBreak="0">
    <w:nsid w:val="0A225A2D"/>
    <w:multiLevelType w:val="singleLevel"/>
    <w:tmpl w:val="5EAA04A8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  <w:bdr w:val="none" w:sz="0" w:space="0" w:color="auto"/>
      </w:rPr>
    </w:lvl>
  </w:abstractNum>
  <w:abstractNum w:abstractNumId="13" w15:restartNumberingAfterBreak="0">
    <w:nsid w:val="0BD52520"/>
    <w:multiLevelType w:val="singleLevel"/>
    <w:tmpl w:val="C8D4FE30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  <w:bdr w:val="none" w:sz="0" w:space="0" w:color="auto"/>
      </w:rPr>
    </w:lvl>
  </w:abstractNum>
  <w:abstractNum w:abstractNumId="14" w15:restartNumberingAfterBreak="0">
    <w:nsid w:val="0CC176F9"/>
    <w:multiLevelType w:val="singleLevel"/>
    <w:tmpl w:val="4282F5D2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15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16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A777BB9"/>
    <w:multiLevelType w:val="multilevel"/>
    <w:tmpl w:val="0E762C9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18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3A56F26"/>
    <w:multiLevelType w:val="singleLevel"/>
    <w:tmpl w:val="FE964A34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  <w:bdr w:val="none" w:sz="0" w:space="0" w:color="auto"/>
      </w:rPr>
    </w:lvl>
  </w:abstractNum>
  <w:abstractNum w:abstractNumId="21" w15:restartNumberingAfterBreak="0">
    <w:nsid w:val="39692AE2"/>
    <w:multiLevelType w:val="multilevel"/>
    <w:tmpl w:val="975EA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22" w15:restartNumberingAfterBreak="0">
    <w:nsid w:val="44830AE8"/>
    <w:multiLevelType w:val="singleLevel"/>
    <w:tmpl w:val="C694AB9E"/>
    <w:name w:val="Bullet (0)"/>
    <w:lvl w:ilvl="0">
      <w:start w:val="1"/>
      <w:numFmt w:val="bullet"/>
      <w:lvlRestart w:val="0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3" w15:restartNumberingAfterBreak="0">
    <w:nsid w:val="4B013CF3"/>
    <w:multiLevelType w:val="singleLevel"/>
    <w:tmpl w:val="5D7CB33C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</w:abstractNum>
  <w:abstractNum w:abstractNumId="24" w15:restartNumberingAfterBreak="0">
    <w:nsid w:val="523628EF"/>
    <w:multiLevelType w:val="singleLevel"/>
    <w:tmpl w:val="34FC188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</w:abstractNum>
  <w:abstractNum w:abstractNumId="25" w15:restartNumberingAfterBreak="0">
    <w:nsid w:val="561226A2"/>
    <w:multiLevelType w:val="singleLevel"/>
    <w:tmpl w:val="E5081854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</w:abstractNum>
  <w:abstractNum w:abstractNumId="26" w15:restartNumberingAfterBreak="0">
    <w:nsid w:val="56FC5C3C"/>
    <w:multiLevelType w:val="hybridMultilevel"/>
    <w:tmpl w:val="44087782"/>
    <w:lvl w:ilvl="0" w:tplc="19D42F88">
      <w:start w:val="1"/>
      <w:numFmt w:val="bullet"/>
      <w:pStyle w:val="odrka-kula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27889"/>
    <w:multiLevelType w:val="singleLevel"/>
    <w:tmpl w:val="B83C732C"/>
    <w:name w:val="Dash Equal 2"/>
    <w:lvl w:ilvl="0">
      <w:start w:val="1"/>
      <w:numFmt w:val="bullet"/>
      <w:lvlRestart w:val="0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28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D60669B"/>
    <w:multiLevelType w:val="singleLevel"/>
    <w:tmpl w:val="A97ED7DE"/>
    <w:name w:val="Dash 3"/>
    <w:lvl w:ilvl="0">
      <w:start w:val="1"/>
      <w:numFmt w:val="bullet"/>
      <w:lvlRestart w:val="0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30" w15:restartNumberingAfterBreak="0">
    <w:nsid w:val="6774118E"/>
    <w:multiLevelType w:val="singleLevel"/>
    <w:tmpl w:val="5944F242"/>
    <w:name w:val="Dash Equal 4"/>
    <w:lvl w:ilvl="0">
      <w:start w:val="1"/>
      <w:numFmt w:val="bullet"/>
      <w:lvlRestart w:val="0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31" w15:restartNumberingAfterBreak="0">
    <w:nsid w:val="6D9D664B"/>
    <w:multiLevelType w:val="singleLevel"/>
    <w:tmpl w:val="11148DA2"/>
    <w:name w:val="Dash 0"/>
    <w:lvl w:ilvl="0">
      <w:start w:val="1"/>
      <w:numFmt w:val="bullet"/>
      <w:lvlRestart w:val="0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32" w15:restartNumberingAfterBreak="0">
    <w:nsid w:val="6F642730"/>
    <w:multiLevelType w:val="singleLevel"/>
    <w:tmpl w:val="142C218E"/>
    <w:name w:val="Dash 2"/>
    <w:lvl w:ilvl="0">
      <w:start w:val="1"/>
      <w:numFmt w:val="bullet"/>
      <w:lvlRestart w:val="0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33" w15:restartNumberingAfterBreak="0">
    <w:nsid w:val="7056573C"/>
    <w:multiLevelType w:val="singleLevel"/>
    <w:tmpl w:val="DD8E481C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  <w:bdr w:val="none" w:sz="0" w:space="0" w:color="auto"/>
      </w:rPr>
    </w:lvl>
  </w:abstractNum>
  <w:abstractNum w:abstractNumId="34" w15:restartNumberingAfterBreak="0">
    <w:nsid w:val="753F4BA1"/>
    <w:multiLevelType w:val="singleLevel"/>
    <w:tmpl w:val="E3B64B50"/>
    <w:name w:val="Dash Equal 3"/>
    <w:lvl w:ilvl="0">
      <w:start w:val="1"/>
      <w:numFmt w:val="bullet"/>
      <w:lvlRestart w:val="0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35" w15:restartNumberingAfterBreak="0">
    <w:nsid w:val="75EE0BEC"/>
    <w:multiLevelType w:val="singleLevel"/>
    <w:tmpl w:val="A3162760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  <w:bdr w:val="none" w:sz="0" w:space="0" w:color="auto"/>
      </w:rPr>
    </w:lvl>
  </w:abstractNum>
  <w:abstractNum w:abstractNumId="36" w15:restartNumberingAfterBreak="0">
    <w:nsid w:val="78250856"/>
    <w:multiLevelType w:val="singleLevel"/>
    <w:tmpl w:val="70ACDB5C"/>
    <w:name w:val="Dash Equal 0"/>
    <w:lvl w:ilvl="0">
      <w:start w:val="1"/>
      <w:numFmt w:val="bullet"/>
      <w:lvlRestart w:val="0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37" w15:restartNumberingAfterBreak="0">
    <w:nsid w:val="7ACF3A8A"/>
    <w:multiLevelType w:val="singleLevel"/>
    <w:tmpl w:val="0E484FE6"/>
    <w:name w:val="Dash Equal 1"/>
    <w:lvl w:ilvl="0">
      <w:start w:val="1"/>
      <w:numFmt w:val="bullet"/>
      <w:lvlRestart w:val="0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38" w15:restartNumberingAfterBreak="0">
    <w:nsid w:val="7C2B56E3"/>
    <w:multiLevelType w:val="singleLevel"/>
    <w:tmpl w:val="930CD47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abstractNum w:abstractNumId="39" w15:restartNumberingAfterBreak="0">
    <w:nsid w:val="7D784AA0"/>
    <w:multiLevelType w:val="multilevel"/>
    <w:tmpl w:val="E7764E8A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21"/>
  </w:num>
  <w:num w:numId="8">
    <w:abstractNumId w:val="31"/>
  </w:num>
  <w:num w:numId="9">
    <w:abstractNumId w:val="10"/>
  </w:num>
  <w:num w:numId="10">
    <w:abstractNumId w:val="32"/>
  </w:num>
  <w:num w:numId="11">
    <w:abstractNumId w:val="29"/>
  </w:num>
  <w:num w:numId="12">
    <w:abstractNumId w:val="11"/>
  </w:num>
  <w:num w:numId="13">
    <w:abstractNumId w:val="36"/>
  </w:num>
  <w:num w:numId="14">
    <w:abstractNumId w:val="37"/>
  </w:num>
  <w:num w:numId="15">
    <w:abstractNumId w:val="27"/>
  </w:num>
  <w:num w:numId="16">
    <w:abstractNumId w:val="34"/>
  </w:num>
  <w:num w:numId="17">
    <w:abstractNumId w:val="30"/>
  </w:num>
  <w:num w:numId="18">
    <w:abstractNumId w:val="22"/>
  </w:num>
  <w:num w:numId="19">
    <w:abstractNumId w:val="9"/>
  </w:num>
  <w:num w:numId="20">
    <w:abstractNumId w:val="18"/>
  </w:num>
  <w:num w:numId="21">
    <w:abstractNumId w:val="16"/>
  </w:num>
  <w:num w:numId="22">
    <w:abstractNumId w:val="19"/>
  </w:num>
  <w:num w:numId="23">
    <w:abstractNumId w:val="28"/>
  </w:num>
  <w:num w:numId="24">
    <w:abstractNumId w:val="26"/>
  </w:num>
  <w:num w:numId="25">
    <w:abstractNumId w:val="15"/>
    <w:lvlOverride w:ilvl="0">
      <w:startOverride w:val="1"/>
    </w:lvlOverride>
  </w:num>
  <w:num w:numId="26">
    <w:abstractNumId w:val="3"/>
  </w:num>
  <w:num w:numId="27">
    <w:abstractNumId w:val="1"/>
  </w:num>
  <w:num w:numId="28">
    <w:abstractNumId w:val="15"/>
  </w:num>
  <w:num w:numId="29">
    <w:abstractNumId w:val="23"/>
  </w:num>
  <w:num w:numId="30">
    <w:abstractNumId w:val="25"/>
  </w:num>
  <w:num w:numId="31">
    <w:abstractNumId w:val="24"/>
  </w:num>
  <w:num w:numId="32">
    <w:abstractNumId w:val="38"/>
  </w:num>
  <w:num w:numId="33">
    <w:abstractNumId w:val="17"/>
  </w:num>
  <w:num w:numId="34">
    <w:abstractNumId w:val="8"/>
  </w:num>
  <w:num w:numId="35">
    <w:abstractNumId w:val="39"/>
  </w:num>
  <w:num w:numId="36">
    <w:abstractNumId w:val="20"/>
  </w:num>
  <w:num w:numId="37">
    <w:abstractNumId w:val="13"/>
  </w:num>
  <w:num w:numId="38">
    <w:abstractNumId w:val="12"/>
  </w:num>
  <w:num w:numId="39">
    <w:abstractNumId w:val="35"/>
  </w:num>
  <w:num w:numId="40">
    <w:abstractNumId w:val="33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doNotUseHTMLParagraphAutoSpacing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2.2&quot; technicalblockguid=&quot;5363338494088772848&quot;&gt;_x000d__x000a_  &lt;metadata key=&quot;md_DocumentLanguages&quot;&gt;_x000d__x000a_    &lt;basicdatatypelist&gt;_x000d__x000a_      &lt;language key=&quot;IT&quot; text=&quot;IT&quot; /&gt;_x000d__x000a_    &lt;/basicdatatypelist&gt;_x000d__x000a_  &lt;/metadata&gt;_x000d__x000a_  &lt;metadata key=&quot;md_OriginalLanguages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22&quot; text=&quot;ATTI LEGISLATIVI ED ALTRI STRUMENTI&quot; /&gt;_x000d__x000a_    &lt;/basicdatatype&gt;_x000d__x000a_  &lt;/metadata&gt;_x000d__x000a_  &lt;metadata key=&quot;md_HeadingText&quot;&gt;_x000d__x000a_    &lt;headingtext text=&quot;ATTI LEGISLATIVI ED ALTRI STRUMENTI&quot;&gt;_x000d__x000a_      &lt;formattedtext&gt;_x000d__x000a_        &lt;xaml text=&quot;ATTI LEGISLATIVI ED ALTRI STRUMENTI&quot;&gt;&amp;lt;FlowDocument xmlns=&quot;http://schemas.microsoft.com/winfx/2006/xaml/presentation&quot;&amp;gt;&amp;lt;Paragraph&amp;gt;ATTI LEGISLATIVI ED ALTRI STRUMENTI&amp;lt;/Paragraph&amp;gt;&amp;lt;/FlowDocument&amp;gt;&lt;/xaml&gt;_x000d__x000a_      &lt;/formattedtext&gt;_x000d__x000a_    &lt;/headingtext&gt;_x000d__x000a_  &lt;/metadata&gt;_x000d__x000a_  &lt;metadata key=&quot;md_DocumentGroup&quot;&gt;_x000d__x000a_    &lt;basicdatatype&gt;_x000d__x000a_      &lt;document_group key=&quot;dg_05&quot; text=&quot;Legislative Act&quot; /&gt;_x000d__x000a_    &lt;/basicdatatype&gt;_x000d__x000a_  &lt;/metadata&gt;_x000d__x000a_  &lt;metadata key=&quot;md_DocumentType&quot;&gt;_x000d__x000a_    &lt;basicdatatype&gt;_x000d__x000a_      &lt;doc_type key=&quot;dt_PE&quot; text=&quot;PE&quot; /&gt;_x000d__x000a_    &lt;/basicdatatype&gt;_x000d__x000a_  &lt;/metadata&gt;_x000d__x000a_  &lt;metadata key=&quot;md_InstitutionalFramework&quot;&gt;_x000d__x000a_    &lt;basicdatatype&gt;_x000d__x000a_      &lt;framework key=&quot;if_22&quot; text=&quot;UNIONE EUROPEA IL PARLAMENTO EUROPEO IL CONSIGLIO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3&quot; text=&quot;Strasburgo&quot; /&gt;_x000d__x000a_    &lt;/basicdatatype&gt;_x000d__x000a_  &lt;/metadata&gt;_x000d__x000a_  &lt;metadata key=&quot;md_DocumentDate&quot;&gt;_x000d__x000a_    &lt;text&gt;2018-11-14&lt;/text&gt;_x000d__x000a_  &lt;/metadata&gt;_x000d__x000a_  &lt;metadata key=&quot;md_Prefix&quot;&gt;_x000d__x000a_    &lt;text&gt;PE-CONS&lt;/text&gt;_x000d__x000a_  &lt;/metadata&gt;_x000d__x000a_  &lt;metadata key=&quot;md_DocumentNumber&quot;&gt;_x000d__x000a_    &lt;text&gt;38&lt;/text&gt;_x000d__x000a_  &lt;/metadata&gt;_x000d__x000a_  &lt;metadata key=&quot;md_YearDocumentNumber&quot;&gt;_x000d__x000a_    &lt;text&gt;2018&lt;/text&gt;_x000d__x000a_  &lt;/metadata&gt;_x000d__x000a_  &lt;metadata key=&quot;md_Suffixes&quot;&gt;_x000d__x000a_    &lt;text&gt;REV 1&lt;/text&gt;_x000d__x000a_  &lt;/metadata&gt;_x000d__x000a_  &lt;metadata key=&quot;md_SuffixLanguagesInvolved&quot;&gt;_x000d__x000a_    &lt;text&gt;&lt;/text&gt;_x000d__x000a_  &lt;/metadata&gt;_x000d__x000a_  &lt;metadata key=&quot;md_FirstRevNumber&quot;&gt;_x000d__x000a_    &lt;text&gt;1&lt;/text&gt;_x000d__x000a_  &lt;/metadata&gt;_x000d__x000a_  &lt;metadata key=&quot;md_Distribution&quot;&gt;_x000d__x000a_    &lt;basicdatatype&gt;_x000d__x000a_      &lt;distribution key=&quot;dis_01&quot; text=&quot;PUBLIC&quot; /&gt;_x000d__x000a_    &lt;/basicdatatype&gt;_x000d__x000a_  &lt;/metadata&gt;_x000d__x000a_  &lt;metadata key=&quot;md_SubjectCodes&quot;&gt;_x000d__x000a_    &lt;textlist&gt;_x000d__x000a_      &lt;text&gt;JAI 678&lt;/text&gt;_x000d__x000a_      &lt;text&gt;COPEN 224&lt;/text&gt;_x000d__x000a_      &lt;text&gt;DROIPEN 91&lt;/text&gt;_x000d__x000a_      &lt;text&gt;IA 222&lt;/text&gt;_x000d__x000a_      &lt;text&gt;CODEC 1128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&gt;_x000d__x000a_    &lt;basicdatatype&gt;_x000d__x000a_      &lt;typeofheading key=&quot;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&gt;_x000d__x000a_    &lt;textlist&gt;_x000d__x000a_      &lt;text&gt;2016/0412 (COD)&lt;/text&gt;_x000d__x000a_    &lt;/textlist&gt;_x000d__x000a_  &lt;/metadata&gt;_x000d__x000a_  &lt;metadata key=&quot;md_AdditionalReferences&quot;&gt;_x000d__x000a_    &lt;textlist /&gt;_x000d__x000a_  &lt;/metadata&gt;_x000d__x000a_  &lt;metadata key=&quot;md_LEXNumber&quot;&gt;_x000d__x000a_    &lt;text&gt;LEX 1843&lt;/text&gt;_x000d__x000a_  &lt;/metadata&gt;_x000d__x000a_  &lt;metadata key=&quot;md_SousEmbargo&quot;&gt;_x000d__x000a_    &lt;text&gt;&lt;/text&gt;_x000d__x000a_  &lt;/metadata&gt;_x000d__x000a_  &lt;metadata key=&quot;md_DraftVersion&quot;&gt;_x000d__x000a_    &lt;text&gt;&lt;/text&gt;_x000d__x000a_  &lt;/metadata&gt;_x000d__x000a_  &lt;metadata key=&quot;md_Originator&quot; /&gt;_x000d__x000a_  &lt;metadata key=&quot;md_Recipient&quot; /&gt;_x000d__x000a_  &lt;metadata key=&quot;md_DateOfReceipt&quot; /&gt;_x000d__x000a_  &lt;metadata key=&quot;md_FreeDate&quot; /&gt;_x000d__x000a_  &lt;metadata key=&quot;md_PrecedingDocuments&quot; /&gt;_x000d__x000a_  &lt;metadata key=&quot;md_CommissionDocuments&quot; /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&gt;_x000d__x000a_    &lt;text&gt;&lt;/text&gt;_x000d__x000a_  &lt;/metadata&gt;_x000d__x000a_  &lt;metadata key=&quot;md_MeetingInformation&quot; /&gt;_x000d__x000a_  &lt;metadata key=&quot;md_Item&quot; /&gt;_x000d__x000a_  &lt;metadata key=&quot;md_Subject&quot;&gt;_x000d__x000a_    &lt;xaml text=&quot;REGOLAMENTO DEL PARLAMENTO EUROPEO E DEL CONSIGLIO  RELATIVO AL RICONOSCIMENTO RECIPROCO DEI PROVVEDIMENTI  DI CONGELAMENTO E DI CONFISCA&quot;&gt;&amp;lt;FlowDocument FontFamily=&quot;Arial Unicode MS&quot; FontSize=&quot;12&quot; LineHeight=&quot;6&quot; PageWidth=&quot;329&quot; PagePadding=&quot;5,0,5,0&quot; AllowDrop=&quot;False&quot; xmlns=&quot;http://schemas.microsoft.com/winfx/2006/xaml/presentation&quot; xmlns:x=&quot;http://schemas.microsoft.com/winfx/2006/xaml&quot;&amp;gt;&amp;lt;Paragraph&amp;gt;&amp;lt;Run xml:lang=&quot;it-it&quot; xml:space=&quot;preserve&quot;&amp;gt;REGOLAMENTO &amp;lt;/Run&amp;gt;DEL PARLAMENTO EUROPEO E DEL CONSIGLIO&amp;lt;Run xml:lang=&quot;it-it&quot; xml:space=&quot;preserve&quot;&amp;gt; &amp;lt;/Run&amp;gt;&amp;lt;LineBreak /&amp;gt;&amp;lt;Run xml:lang=&quot;it-it&quot; xml:space=&quot;preserve&quot;&amp;gt;RELATIVO AL RICONOSCIMENTO RECIPROCO DEI PROVVEDIMENTI &amp;lt;/Run&amp;gt;&amp;lt;LineBreak /&amp;gt;&amp;lt;Run xml:lang=&quot;it-it&quot;&amp;gt;DI CONGELAMENTO E DI CONFISCA&amp;lt;/Run&amp;gt;&amp;lt;/Paragraph&amp;gt;&amp;lt;/FlowDocument&amp;gt;&lt;/xaml&gt;_x000d__x000a_  &lt;/metadata&gt;_x000d__x000a_  &lt;metadata key=&quot;md_SubjectFootnote&quot; /&gt;_x000d__x000a_  &lt;metadata key=&quot;md_DG&quot;&gt;_x000d__x000a_    &lt;text&gt;&lt;/text&gt;_x000d__x000a_  &lt;/metadata&gt;_x000d__x000a_  &lt;metadata key=&quot;md_Initials&quot;&gt;_x000d__x000a_    &lt;text&gt;&lt;/text&gt;_x000d__x000a_  &lt;/metadata&gt;_x000d__x000a_  &lt;metadata key=&quot;md_RectifProcedureTyp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&gt;_x000d__x000a_    &lt;basicdatatype&gt;_x000d__x000a_      &lt;text&gt;&lt;/text&gt;_x000d__x000a_    &lt;/basicdatatype&gt;_x000d__x000a_  &lt;/metadata&gt;_x000d__x000a_  &lt;metadata key=&quot;md_Rectif_Source1_DocumentType&quot;&gt;_x000d__x000a_    &lt;basicdatatype&gt;_x000d__x000a_      &lt;doc_type key=&quot;&quot; /&gt;_x000d__x000a_    &lt;/basicdatatype&gt;_x000d__x000a_  &lt;/metadata&gt;_x000d__x000a_  &lt;metadata key=&quot;md_Rectif_Source1_DocumentNumber&quot;&gt;_x000d__x000a_    &lt;text&gt;&lt;/text&gt;_x000d__x000a_  &lt;/metadata&gt;_x000d__x000a_  &lt;metadata key=&quot;md_Rectif_Source1_YearDocumentNumber&quot;&gt;_x000d__x000a_    &lt;text&gt;2018&lt;/text&gt;_x000d__x000a_  &lt;/metadata&gt;_x000d__x000a_  &lt;metadata key=&quot;md_Rectif_Source1_Suffixes&quot;&gt;_x000d__x000a_    &lt;text&gt;&lt;/text&gt;_x000d__x000a_  &lt;/metadata&gt;_x000d__x000a_  &lt;metadata key=&quot;md_Rectif_Source2_UniqueHeading&quot;&gt;_x000d__x000a_    &lt;basicdatatype&gt;_x000d__x000a_      &lt;text&gt;&lt;/text&gt;_x000d__x000a_    &lt;/basicdatatype&gt;_x000d__x000a_  &lt;/metadata&gt;_x000d__x000a_  &lt;metadata key=&quot;md_Rectif_Source2_DocumentType&quot;&gt;_x000d__x000a_    &lt;basicdatatype&gt;_x000d__x000a_      &lt;doc_type key=&quot;&quot; /&gt;_x000d__x000a_    &lt;/basicdatatype&gt;_x000d__x000a_  &lt;/metadata&gt;_x000d__x000a_  &lt;metadata key=&quot;md_Rectif_Source2_DocumentNumber&quot;&gt;_x000d__x000a_    &lt;text&gt;&lt;/text&gt;_x000d__x000a_  &lt;/metadata&gt;_x000d__x000a_  &lt;metadata key=&quot;md_Rectif_Source2_YearDocumentNumber&quot;&gt;_x000d__x000a_    &lt;text&gt;&lt;/text&gt;_x000d__x000a_  &lt;/metadata&gt;_x000d__x000a_  &lt;metadata key=&quot;md_Rectif_Source2_Suffixes&quot;&gt;_x000d__x000a_    &lt;text&gt;&lt;/text&gt;_x000d__x000a_  &lt;/metadata&gt;_x000d__x000a_  &lt;metadata key=&quot;md_CoverPageDocWithCouncilFooter&quot;&gt;_x000d__x000a_    &lt;text&gt;false&lt;/text&gt;_x000d__x000a_  &lt;/metadata&gt;_x000d__x000a_  &lt;metadata key=&quot;md_SourceDocLanguage&quot;&gt;_x000d__x000a_    &lt;text&gt;&lt;/text&gt;_x000d__x000a_  &lt;/metadata&gt;_x000d__x000a_  &lt;metadata key=&quot;md_SourceDocType&quot;&gt;_x000d__x000a_    &lt;text&gt;&lt;/text&gt;_x000d__x000a_  &lt;/metadata&gt;_x000d__x000a_  &lt;metadata key=&quot;md_SourceDocTitle&quot;&gt;_x000d__x000a_    &lt;text&gt;&lt;/text&gt;_x000d__x000a_  &lt;/metadata&gt;_x000d__x000a_  &lt;metadata key=&quot;md_SourceDocIsCECDoc&quot; /&gt;_x000d__x000a_  &lt;metadata key=&quot;md_NB1&quot; /&gt;_x000d__x000a_  &lt;metadata key=&quot;md_NB2&quot; /&gt;_x000d__x000a_  &lt;metadata key=&quot;md_NB3&quot; /&gt;_x000d__x000a_  &lt;metadata key=&quot;md_NB4&quot; /&gt;_x000d__x000a_  &lt;metadata key=&quot;md_Meetings&quot; /&gt;_x000d__x000a_  &lt;metadata key=&quot;md_VisualRepresentation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Arial Unicode MS&quot; FontSize=&quot;12&quot; AllowDrop=&quot;False&quot; xmlns=&quot;http://schemas.microsoft.com/winfx/2006/xaml/presentation&quot; /&amp;gt;&lt;/xaml&gt;_x000d__x000a_  &lt;/metadata&gt;_x000d__x000a_  &lt;metadata key=&quot;md_WorkflowLinkStatus&quot;&gt;_x000d__x000a_    &lt;text&gt;&lt;/text&gt;_x000d__x000a_  &lt;/metadata&gt;_x000d__x000a_  &lt;metadata key=&quot;md_Caveat&quot;&gt;_x000d__x000a_    &lt;text&gt;&lt;/text&gt;_x000d__x000a_  &lt;/metadata&gt;_x000d__x000a_&lt;/metadataset&gt;"/>
    <w:docVar w:name="DW_AutoOpen" w:val="True"/>
    <w:docVar w:name="DW_DocType" w:val="DW_LEGACTS"/>
    <w:docVar w:name="VSSDB_IniPath" w:val="\\at100\user\wovo\SEILEG\vss\srcsafe.ini"/>
    <w:docVar w:name="VSSDB_ProjectPath" w:val="$/DocuWrite/DOT/DW_LEGACTS"/>
  </w:docVars>
  <w:rsids>
    <w:rsidRoot w:val="00B425CB"/>
    <w:rsid w:val="00001EAE"/>
    <w:rsid w:val="0001594A"/>
    <w:rsid w:val="00036B23"/>
    <w:rsid w:val="00063BBB"/>
    <w:rsid w:val="00076374"/>
    <w:rsid w:val="000B2C34"/>
    <w:rsid w:val="000E3F02"/>
    <w:rsid w:val="000F0EC6"/>
    <w:rsid w:val="000F5D5D"/>
    <w:rsid w:val="00174917"/>
    <w:rsid w:val="001C479D"/>
    <w:rsid w:val="00212D33"/>
    <w:rsid w:val="002164E6"/>
    <w:rsid w:val="00227780"/>
    <w:rsid w:val="002A791A"/>
    <w:rsid w:val="003676DD"/>
    <w:rsid w:val="00387756"/>
    <w:rsid w:val="00390D1E"/>
    <w:rsid w:val="003D09AE"/>
    <w:rsid w:val="003E32EB"/>
    <w:rsid w:val="003F4B29"/>
    <w:rsid w:val="00402B09"/>
    <w:rsid w:val="004266CE"/>
    <w:rsid w:val="00450D3B"/>
    <w:rsid w:val="004869E2"/>
    <w:rsid w:val="004A0C0E"/>
    <w:rsid w:val="004A167C"/>
    <w:rsid w:val="004B5FBB"/>
    <w:rsid w:val="004C32E3"/>
    <w:rsid w:val="004D52CA"/>
    <w:rsid w:val="00503954"/>
    <w:rsid w:val="00506747"/>
    <w:rsid w:val="00586684"/>
    <w:rsid w:val="0061444A"/>
    <w:rsid w:val="00664A28"/>
    <w:rsid w:val="006828B7"/>
    <w:rsid w:val="0073423D"/>
    <w:rsid w:val="007A5F96"/>
    <w:rsid w:val="007B7DF1"/>
    <w:rsid w:val="007E2C30"/>
    <w:rsid w:val="007F76C7"/>
    <w:rsid w:val="00977AFF"/>
    <w:rsid w:val="009E5A9C"/>
    <w:rsid w:val="009E60C9"/>
    <w:rsid w:val="00A13FA2"/>
    <w:rsid w:val="00A17CFD"/>
    <w:rsid w:val="00A27217"/>
    <w:rsid w:val="00A30BB2"/>
    <w:rsid w:val="00A41C9B"/>
    <w:rsid w:val="00A536F4"/>
    <w:rsid w:val="00A63FD6"/>
    <w:rsid w:val="00AF053F"/>
    <w:rsid w:val="00B029B2"/>
    <w:rsid w:val="00B425CB"/>
    <w:rsid w:val="00B56ACF"/>
    <w:rsid w:val="00BA12D6"/>
    <w:rsid w:val="00BD04F6"/>
    <w:rsid w:val="00C037FF"/>
    <w:rsid w:val="00C14813"/>
    <w:rsid w:val="00C17243"/>
    <w:rsid w:val="00C52079"/>
    <w:rsid w:val="00C67CD3"/>
    <w:rsid w:val="00CA0027"/>
    <w:rsid w:val="00CE06EE"/>
    <w:rsid w:val="00DD77AE"/>
    <w:rsid w:val="00E370B7"/>
    <w:rsid w:val="00E52E6E"/>
    <w:rsid w:val="00EA327D"/>
    <w:rsid w:val="00EA71D0"/>
    <w:rsid w:val="00F000A6"/>
    <w:rsid w:val="00F0247E"/>
    <w:rsid w:val="00F30956"/>
    <w:rsid w:val="00F538C1"/>
    <w:rsid w:val="00FD3829"/>
    <w:rsid w:val="00FF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FF1F87"/>
  <w15:docId w15:val="{AD75BD09-D02D-4B9E-9227-B25ED865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  <w:lang w:val="it-IT"/>
    </w:rPr>
  </w:style>
  <w:style w:type="paragraph" w:styleId="Heading1">
    <w:name w:val="heading 1"/>
    <w:basedOn w:val="Normal"/>
    <w:next w:val="Text1"/>
    <w:link w:val="Heading1Char"/>
    <w:uiPriority w:val="9"/>
    <w:qFormat/>
    <w:rsid w:val="004D52CA"/>
    <w:pPr>
      <w:keepNext/>
      <w:numPr>
        <w:numId w:val="3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4D52CA"/>
    <w:pPr>
      <w:keepNext/>
      <w:numPr>
        <w:ilvl w:val="1"/>
        <w:numId w:val="3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4D52CA"/>
    <w:pPr>
      <w:keepNext/>
      <w:numPr>
        <w:ilvl w:val="2"/>
        <w:numId w:val="3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4D52CA"/>
    <w:pPr>
      <w:keepNext/>
      <w:numPr>
        <w:ilvl w:val="3"/>
        <w:numId w:val="34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Normal"/>
    <w:link w:val="Heading5Char"/>
    <w:qFormat/>
    <w:rsid w:val="000F0EC6"/>
    <w:pPr>
      <w:numPr>
        <w:ilvl w:val="4"/>
        <w:numId w:val="7"/>
      </w:numPr>
      <w:spacing w:before="240" w:after="60" w:line="240" w:lineRule="auto"/>
      <w:outlineLvl w:val="4"/>
    </w:pPr>
    <w:rPr>
      <w:rFonts w:eastAsia="Times New Roman"/>
      <w:szCs w:val="20"/>
      <w:lang w:val="en-US" w:eastAsia="fr-FR"/>
    </w:rPr>
  </w:style>
  <w:style w:type="paragraph" w:styleId="Heading6">
    <w:name w:val="heading 6"/>
    <w:basedOn w:val="Normal"/>
    <w:next w:val="Normal"/>
    <w:link w:val="Heading6Char"/>
    <w:qFormat/>
    <w:rsid w:val="000F0EC6"/>
    <w:pPr>
      <w:widowControl w:val="0"/>
      <w:spacing w:before="240" w:after="60" w:line="240" w:lineRule="auto"/>
      <w:outlineLvl w:val="5"/>
    </w:pPr>
    <w:rPr>
      <w:rFonts w:eastAsia="Times New Roman"/>
      <w:i/>
      <w:sz w:val="22"/>
      <w:szCs w:val="20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0F0EC6"/>
    <w:pPr>
      <w:widowControl w:val="0"/>
      <w:spacing w:before="240" w:after="60" w:line="240" w:lineRule="auto"/>
      <w:outlineLvl w:val="6"/>
    </w:pPr>
    <w:rPr>
      <w:rFonts w:ascii="Arial" w:eastAsia="Times New Roman" w:hAnsi="Arial"/>
      <w:szCs w:val="20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0F0EC6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0F0EC6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CouncilLarge">
    <w:name w:val="Header Council Large"/>
    <w:basedOn w:val="Normal"/>
    <w:link w:val="HeaderCouncilLargeChar"/>
    <w:rsid w:val="00B425CB"/>
    <w:pPr>
      <w:spacing w:before="0" w:after="440"/>
    </w:pPr>
    <w:rPr>
      <w:sz w:val="2"/>
    </w:rPr>
  </w:style>
  <w:style w:type="character" w:customStyle="1" w:styleId="LignefinalChar">
    <w:name w:val="Ligne final Char"/>
    <w:basedOn w:val="DefaultParagraphFont"/>
    <w:rsid w:val="00B425CB"/>
    <w:rPr>
      <w:rFonts w:ascii="Times New Roman" w:hAnsi="Times New Roman" w:cs="Times New Roman"/>
      <w:b/>
      <w:sz w:val="24"/>
      <w:lang w:val="it-IT"/>
    </w:rPr>
  </w:style>
  <w:style w:type="character" w:customStyle="1" w:styleId="HeaderCouncilLargeChar">
    <w:name w:val="Header Council Large Char"/>
    <w:basedOn w:val="LignefinalChar"/>
    <w:link w:val="HeaderCouncilLarge"/>
    <w:rsid w:val="00B425CB"/>
    <w:rPr>
      <w:rFonts w:ascii="Times New Roman" w:hAnsi="Times New Roman" w:cs="Times New Roman"/>
      <w:b w:val="0"/>
      <w:sz w:val="2"/>
      <w:lang w:val="it-IT"/>
    </w:rPr>
  </w:style>
  <w:style w:type="paragraph" w:customStyle="1" w:styleId="FooterText">
    <w:name w:val="Footer Text"/>
    <w:basedOn w:val="Normal"/>
    <w:rsid w:val="00B425CB"/>
    <w:pPr>
      <w:spacing w:before="0" w:after="0" w:line="240" w:lineRule="auto"/>
    </w:pPr>
    <w:rPr>
      <w:rFonts w:eastAsia="Times New Roman"/>
      <w:szCs w:val="24"/>
      <w:lang w:val="en-GB"/>
    </w:rPr>
  </w:style>
  <w:style w:type="character" w:styleId="PlaceholderText">
    <w:name w:val="Placeholder Text"/>
    <w:basedOn w:val="DefaultParagraphFont"/>
    <w:uiPriority w:val="99"/>
    <w:rsid w:val="00B425CB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0F0EC6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eading6Char">
    <w:name w:val="Heading 6 Char"/>
    <w:basedOn w:val="DefaultParagraphFont"/>
    <w:link w:val="Heading6"/>
    <w:rsid w:val="000F0EC6"/>
    <w:rPr>
      <w:rFonts w:ascii="Times New Roman" w:eastAsia="Times New Roman" w:hAnsi="Times New Roman" w:cs="Times New Roman"/>
      <w:i/>
      <w:szCs w:val="20"/>
      <w:lang w:val="it-IT" w:eastAsia="en-GB"/>
    </w:rPr>
  </w:style>
  <w:style w:type="character" w:customStyle="1" w:styleId="Heading7Char">
    <w:name w:val="Heading 7 Char"/>
    <w:basedOn w:val="DefaultParagraphFont"/>
    <w:link w:val="Heading7"/>
    <w:rsid w:val="000F0EC6"/>
    <w:rPr>
      <w:rFonts w:ascii="Arial" w:eastAsia="Times New Roman" w:hAnsi="Arial" w:cs="Times New Roman"/>
      <w:sz w:val="24"/>
      <w:szCs w:val="20"/>
      <w:lang w:val="it-IT" w:eastAsia="en-GB"/>
    </w:rPr>
  </w:style>
  <w:style w:type="character" w:customStyle="1" w:styleId="Heading8Char">
    <w:name w:val="Heading 8 Char"/>
    <w:basedOn w:val="DefaultParagraphFont"/>
    <w:link w:val="Heading8"/>
    <w:rsid w:val="000F0EC6"/>
    <w:rPr>
      <w:rFonts w:ascii="Arial" w:eastAsia="Times New Roman" w:hAnsi="Arial" w:cs="Times New Roman"/>
      <w:i/>
      <w:sz w:val="24"/>
      <w:szCs w:val="20"/>
      <w:lang w:val="it-IT" w:eastAsia="en-GB"/>
    </w:rPr>
  </w:style>
  <w:style w:type="character" w:customStyle="1" w:styleId="Heading9Char">
    <w:name w:val="Heading 9 Char"/>
    <w:basedOn w:val="DefaultParagraphFont"/>
    <w:link w:val="Heading9"/>
    <w:rsid w:val="000F0EC6"/>
    <w:rPr>
      <w:rFonts w:ascii="Arial" w:eastAsia="Times New Roman" w:hAnsi="Arial" w:cs="Times New Roman"/>
      <w:b/>
      <w:i/>
      <w:sz w:val="18"/>
      <w:szCs w:val="20"/>
      <w:lang w:val="it-IT" w:eastAsia="en-GB"/>
    </w:rPr>
  </w:style>
  <w:style w:type="character" w:customStyle="1" w:styleId="HideTWBExt">
    <w:name w:val="HideTWBExt"/>
    <w:rsid w:val="000F0EC6"/>
    <w:rPr>
      <w:rFonts w:ascii="Arial" w:hAnsi="Arial"/>
      <w:noProof/>
      <w:vanish/>
      <w:color w:val="000080"/>
      <w:sz w:val="20"/>
    </w:rPr>
  </w:style>
  <w:style w:type="paragraph" w:customStyle="1" w:styleId="Normal12a12b">
    <w:name w:val="Normal12a12b"/>
    <w:basedOn w:val="Normal"/>
    <w:rsid w:val="000F0EC6"/>
    <w:pPr>
      <w:widowControl w:val="0"/>
      <w:spacing w:before="240" w:after="240" w:line="240" w:lineRule="auto"/>
    </w:pPr>
    <w:rPr>
      <w:rFonts w:eastAsia="Times New Roman"/>
      <w:szCs w:val="20"/>
      <w:lang w:eastAsia="en-GB"/>
    </w:rPr>
  </w:style>
  <w:style w:type="paragraph" w:customStyle="1" w:styleId="Footer2">
    <w:name w:val="Footer2"/>
    <w:basedOn w:val="Normal"/>
    <w:rsid w:val="000F0EC6"/>
    <w:pPr>
      <w:tabs>
        <w:tab w:val="right" w:pos="9921"/>
      </w:tabs>
      <w:spacing w:before="0" w:after="240" w:line="240" w:lineRule="auto"/>
      <w:ind w:left="-850" w:right="-850"/>
    </w:pPr>
    <w:rPr>
      <w:rFonts w:ascii="Arial" w:eastAsia="Times New Roman" w:hAnsi="Arial" w:cs="Arial"/>
      <w:b/>
      <w:sz w:val="48"/>
      <w:szCs w:val="20"/>
      <w:lang w:eastAsia="en-GB"/>
    </w:rPr>
  </w:style>
  <w:style w:type="paragraph" w:customStyle="1" w:styleId="Normal12">
    <w:name w:val="Normal12"/>
    <w:basedOn w:val="Normal"/>
    <w:link w:val="Normal12Char"/>
    <w:qFormat/>
    <w:rsid w:val="000F0EC6"/>
    <w:pPr>
      <w:widowControl w:val="0"/>
      <w:spacing w:before="0" w:after="240" w:line="240" w:lineRule="auto"/>
    </w:pPr>
    <w:rPr>
      <w:rFonts w:eastAsia="Times New Roman"/>
      <w:szCs w:val="20"/>
      <w:lang w:eastAsia="en-GB"/>
    </w:rPr>
  </w:style>
  <w:style w:type="paragraph" w:customStyle="1" w:styleId="TOCPage">
    <w:name w:val="TOC Page"/>
    <w:basedOn w:val="Normal12"/>
    <w:next w:val="TOC1"/>
    <w:rsid w:val="000F0EC6"/>
    <w:pPr>
      <w:keepNext/>
      <w:jc w:val="right"/>
    </w:pPr>
    <w:rPr>
      <w:rFonts w:ascii="Arial" w:hAnsi="Arial"/>
      <w:b/>
    </w:rPr>
  </w:style>
  <w:style w:type="character" w:customStyle="1" w:styleId="HideTWBInt">
    <w:name w:val="HideTWBInt"/>
    <w:rsid w:val="000F0EC6"/>
    <w:rPr>
      <w:vanish/>
      <w:color w:val="808080"/>
    </w:rPr>
  </w:style>
  <w:style w:type="paragraph" w:customStyle="1" w:styleId="TableofEntries">
    <w:name w:val="Table of Entries"/>
    <w:basedOn w:val="Normal12"/>
    <w:rsid w:val="000F0EC6"/>
    <w:pPr>
      <w:widowControl/>
      <w:tabs>
        <w:tab w:val="right" w:leader="dot" w:pos="9072"/>
      </w:tabs>
      <w:jc w:val="both"/>
    </w:pPr>
  </w:style>
  <w:style w:type="paragraph" w:customStyle="1" w:styleId="Normal6">
    <w:name w:val="Normal6"/>
    <w:basedOn w:val="Normal"/>
    <w:link w:val="Normal6Char"/>
    <w:uiPriority w:val="99"/>
    <w:rsid w:val="000F0EC6"/>
    <w:pPr>
      <w:widowControl w:val="0"/>
      <w:spacing w:before="0" w:line="240" w:lineRule="auto"/>
    </w:pPr>
    <w:rPr>
      <w:rFonts w:eastAsia="Times New Roman"/>
      <w:szCs w:val="20"/>
      <w:lang w:eastAsia="en-GB"/>
    </w:rPr>
  </w:style>
  <w:style w:type="paragraph" w:customStyle="1" w:styleId="PageHeading">
    <w:name w:val="PageHeading"/>
    <w:basedOn w:val="Normal12a12b"/>
    <w:rsid w:val="000F0EC6"/>
    <w:pPr>
      <w:keepNext/>
      <w:jc w:val="center"/>
    </w:pPr>
    <w:rPr>
      <w:rFonts w:ascii="Arial" w:hAnsi="Arial"/>
      <w:b/>
    </w:rPr>
  </w:style>
  <w:style w:type="paragraph" w:customStyle="1" w:styleId="Normal12Bold">
    <w:name w:val="Normal12Bold"/>
    <w:basedOn w:val="Normal12"/>
    <w:rsid w:val="000F0EC6"/>
    <w:rPr>
      <w:b/>
    </w:rPr>
  </w:style>
  <w:style w:type="paragraph" w:customStyle="1" w:styleId="Normal12Hanging">
    <w:name w:val="Normal12Hanging"/>
    <w:basedOn w:val="Normal12"/>
    <w:rsid w:val="000F0EC6"/>
    <w:pPr>
      <w:ind w:left="567" w:hanging="567"/>
    </w:pPr>
  </w:style>
  <w:style w:type="paragraph" w:customStyle="1" w:styleId="CoverBold">
    <w:name w:val="CoverBold"/>
    <w:basedOn w:val="CoverNormal"/>
    <w:rsid w:val="000F0EC6"/>
    <w:rPr>
      <w:b/>
    </w:rPr>
  </w:style>
  <w:style w:type="paragraph" w:customStyle="1" w:styleId="Normal24">
    <w:name w:val="Normal24"/>
    <w:basedOn w:val="Normal"/>
    <w:rsid w:val="000F0EC6"/>
    <w:pPr>
      <w:widowControl w:val="0"/>
      <w:spacing w:before="0" w:after="480" w:line="240" w:lineRule="auto"/>
    </w:pPr>
    <w:rPr>
      <w:rFonts w:eastAsia="Times New Roman"/>
      <w:szCs w:val="20"/>
      <w:lang w:eastAsia="en-GB"/>
    </w:rPr>
  </w:style>
  <w:style w:type="paragraph" w:customStyle="1" w:styleId="Cover12">
    <w:name w:val="Cover12"/>
    <w:basedOn w:val="Normal12"/>
    <w:rsid w:val="000F0EC6"/>
    <w:pPr>
      <w:ind w:left="1418"/>
    </w:pPr>
  </w:style>
  <w:style w:type="paragraph" w:customStyle="1" w:styleId="Cover24">
    <w:name w:val="Cover24"/>
    <w:basedOn w:val="Normal24"/>
    <w:rsid w:val="000F0EC6"/>
    <w:pPr>
      <w:ind w:left="1418"/>
    </w:pPr>
  </w:style>
  <w:style w:type="paragraph" w:customStyle="1" w:styleId="CoverNormal">
    <w:name w:val="CoverNormal"/>
    <w:basedOn w:val="Normal"/>
    <w:rsid w:val="000F0EC6"/>
    <w:pPr>
      <w:widowControl w:val="0"/>
      <w:spacing w:before="0" w:after="0" w:line="240" w:lineRule="auto"/>
      <w:ind w:left="1418"/>
    </w:pPr>
    <w:rPr>
      <w:rFonts w:eastAsia="Times New Roman"/>
      <w:szCs w:val="20"/>
      <w:lang w:eastAsia="en-GB"/>
    </w:rPr>
  </w:style>
  <w:style w:type="paragraph" w:customStyle="1" w:styleId="EntPE">
    <w:name w:val="EntPE"/>
    <w:basedOn w:val="Normal12"/>
    <w:rsid w:val="000F0EC6"/>
    <w:pPr>
      <w:jc w:val="center"/>
    </w:pPr>
    <w:rPr>
      <w:sz w:val="56"/>
    </w:rPr>
  </w:style>
  <w:style w:type="paragraph" w:customStyle="1" w:styleId="Normal36Bold">
    <w:name w:val="Normal36Bold"/>
    <w:basedOn w:val="Normal"/>
    <w:rsid w:val="000F0EC6"/>
    <w:pPr>
      <w:widowControl w:val="0"/>
      <w:spacing w:before="0" w:after="720" w:line="240" w:lineRule="auto"/>
    </w:pPr>
    <w:rPr>
      <w:rFonts w:eastAsia="Times New Roman"/>
      <w:b/>
      <w:szCs w:val="20"/>
      <w:lang w:eastAsia="en-GB"/>
    </w:rPr>
  </w:style>
  <w:style w:type="paragraph" w:customStyle="1" w:styleId="RefProc">
    <w:name w:val="RefProc"/>
    <w:basedOn w:val="Normal"/>
    <w:rsid w:val="000F0EC6"/>
    <w:pPr>
      <w:widowControl w:val="0"/>
      <w:spacing w:before="0" w:after="0" w:line="240" w:lineRule="auto"/>
      <w:jc w:val="right"/>
    </w:pPr>
    <w:rPr>
      <w:rFonts w:ascii="Arial" w:eastAsia="Times New Roman" w:hAnsi="Arial"/>
      <w:b/>
      <w:caps/>
      <w:szCs w:val="20"/>
      <w:lang w:eastAsia="en-GB"/>
    </w:rPr>
  </w:style>
  <w:style w:type="paragraph" w:customStyle="1" w:styleId="RefStatus">
    <w:name w:val="RefStatus"/>
    <w:basedOn w:val="Normal"/>
    <w:rsid w:val="000F0EC6"/>
    <w:pPr>
      <w:widowControl w:val="0"/>
      <w:spacing w:before="0" w:after="0" w:line="240" w:lineRule="auto"/>
      <w:jc w:val="right"/>
    </w:pPr>
    <w:rPr>
      <w:rFonts w:ascii="Arial" w:eastAsia="Times New Roman" w:hAnsi="Arial"/>
      <w:caps/>
      <w:szCs w:val="20"/>
      <w:lang w:eastAsia="en-GB"/>
    </w:rPr>
  </w:style>
  <w:style w:type="paragraph" w:customStyle="1" w:styleId="RefVer">
    <w:name w:val="RefVer"/>
    <w:basedOn w:val="Normal12"/>
    <w:rsid w:val="000F0EC6"/>
    <w:pPr>
      <w:jc w:val="right"/>
    </w:pPr>
    <w:rPr>
      <w:rFonts w:ascii="Arial" w:hAnsi="Arial"/>
    </w:rPr>
  </w:style>
  <w:style w:type="paragraph" w:customStyle="1" w:styleId="Term">
    <w:name w:val="Term"/>
    <w:basedOn w:val="Normal"/>
    <w:rsid w:val="000F0EC6"/>
    <w:pPr>
      <w:widowControl w:val="0"/>
      <w:spacing w:before="0" w:after="0" w:line="240" w:lineRule="auto"/>
      <w:jc w:val="center"/>
    </w:pPr>
    <w:rPr>
      <w:rFonts w:eastAsia="Times New Roman"/>
      <w:i/>
      <w:sz w:val="28"/>
      <w:szCs w:val="20"/>
      <w:lang w:eastAsia="en-GB"/>
    </w:rPr>
  </w:style>
  <w:style w:type="paragraph" w:customStyle="1" w:styleId="ZDateRes">
    <w:name w:val="ZDateRes"/>
    <w:basedOn w:val="Normal"/>
    <w:rsid w:val="000F0EC6"/>
    <w:pPr>
      <w:widowControl w:val="0"/>
      <w:tabs>
        <w:tab w:val="right" w:pos="9072"/>
      </w:tabs>
      <w:spacing w:before="1920" w:after="1200" w:line="240" w:lineRule="auto"/>
    </w:pPr>
    <w:rPr>
      <w:rFonts w:eastAsia="Times New Roman"/>
      <w:szCs w:val="20"/>
      <w:lang w:eastAsia="en-GB"/>
    </w:rPr>
  </w:style>
  <w:style w:type="table" w:styleId="TableGrid">
    <w:name w:val="Table Grid"/>
    <w:basedOn w:val="TableNormal"/>
    <w:rsid w:val="000F0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SessionDoc">
    <w:name w:val="ZSessionDoc"/>
    <w:basedOn w:val="Normal"/>
    <w:next w:val="Normal"/>
    <w:rsid w:val="000F0EC6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ineTop">
    <w:name w:val="LineTop"/>
    <w:basedOn w:val="Normal"/>
    <w:next w:val="ZSessionDoc"/>
    <w:rsid w:val="000F0EC6"/>
    <w:pPr>
      <w:widowControl w:val="0"/>
      <w:pBdr>
        <w:top w:val="single" w:sz="4" w:space="1" w:color="auto"/>
      </w:pBdr>
      <w:spacing w:before="0" w:after="0" w:line="240" w:lineRule="auto"/>
      <w:jc w:val="center"/>
    </w:pPr>
    <w:rPr>
      <w:rFonts w:ascii="Arial" w:eastAsia="Times New Roman" w:hAnsi="Arial"/>
      <w:sz w:val="16"/>
      <w:szCs w:val="16"/>
      <w:lang w:val="fr-FR" w:eastAsia="en-GB"/>
    </w:rPr>
  </w:style>
  <w:style w:type="paragraph" w:customStyle="1" w:styleId="LineBottom">
    <w:name w:val="LineBottom"/>
    <w:basedOn w:val="Normal"/>
    <w:next w:val="Normal"/>
    <w:rsid w:val="000F0EC6"/>
    <w:pPr>
      <w:widowControl w:val="0"/>
      <w:pBdr>
        <w:bottom w:val="single" w:sz="4" w:space="1" w:color="auto"/>
      </w:pBdr>
      <w:spacing w:before="0" w:after="240" w:line="240" w:lineRule="auto"/>
      <w:jc w:val="center"/>
    </w:pPr>
    <w:rPr>
      <w:rFonts w:ascii="Arial" w:eastAsia="Times New Roman" w:hAnsi="Arial"/>
      <w:sz w:val="16"/>
      <w:szCs w:val="16"/>
      <w:lang w:eastAsia="en-GB"/>
    </w:rPr>
  </w:style>
  <w:style w:type="paragraph" w:customStyle="1" w:styleId="PELeft">
    <w:name w:val="PELeft"/>
    <w:basedOn w:val="Normal"/>
    <w:rsid w:val="000F0EC6"/>
    <w:pPr>
      <w:widowControl w:val="0"/>
      <w:spacing w:before="40" w:after="40" w:line="240" w:lineRule="auto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PERight">
    <w:name w:val="PERight"/>
    <w:basedOn w:val="Normal"/>
    <w:next w:val="Normal"/>
    <w:rsid w:val="000F0EC6"/>
    <w:pPr>
      <w:widowControl w:val="0"/>
      <w:spacing w:before="0" w:after="0" w:line="240" w:lineRule="auto"/>
      <w:jc w:val="right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NormalBold">
    <w:name w:val="NormalBold"/>
    <w:basedOn w:val="Normal"/>
    <w:link w:val="NormalBoldChar"/>
    <w:rsid w:val="000F0EC6"/>
    <w:pPr>
      <w:widowControl w:val="0"/>
      <w:spacing w:before="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24Bold">
    <w:name w:val="Normal24Bold"/>
    <w:basedOn w:val="Normal"/>
    <w:rsid w:val="000F0EC6"/>
    <w:pPr>
      <w:widowControl w:val="0"/>
      <w:spacing w:before="0" w:after="480" w:line="240" w:lineRule="auto"/>
    </w:pPr>
    <w:rPr>
      <w:rFonts w:eastAsia="Times New Roman"/>
      <w:b/>
      <w:szCs w:val="20"/>
      <w:lang w:eastAsia="en-GB"/>
    </w:rPr>
  </w:style>
  <w:style w:type="paragraph" w:customStyle="1" w:styleId="ATHeading1">
    <w:name w:val="AT Heading 1"/>
    <w:basedOn w:val="Normal"/>
    <w:next w:val="Normal"/>
    <w:rsid w:val="000F0EC6"/>
    <w:pPr>
      <w:keepNext/>
      <w:keepLines/>
      <w:spacing w:before="480" w:line="240" w:lineRule="auto"/>
      <w:outlineLvl w:val="0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2">
    <w:name w:val="AT Heading 2"/>
    <w:basedOn w:val="Normal"/>
    <w:next w:val="Normal"/>
    <w:rsid w:val="000F0EC6"/>
    <w:pPr>
      <w:spacing w:line="240" w:lineRule="auto"/>
      <w:outlineLvl w:val="1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3">
    <w:name w:val="AT Heading 3"/>
    <w:basedOn w:val="Normal"/>
    <w:next w:val="Normal"/>
    <w:rsid w:val="000F0EC6"/>
    <w:pPr>
      <w:keepNext/>
      <w:keepLines/>
      <w:spacing w:line="240" w:lineRule="auto"/>
      <w:outlineLvl w:val="2"/>
    </w:pPr>
    <w:rPr>
      <w:rFonts w:eastAsia="Times New Roman"/>
      <w:b/>
      <w:noProof/>
      <w:szCs w:val="20"/>
      <w:lang w:val="fr-FR" w:eastAsia="fr-FR"/>
    </w:rPr>
  </w:style>
  <w:style w:type="paragraph" w:customStyle="1" w:styleId="ATHeading4">
    <w:name w:val="AT Heading 4"/>
    <w:basedOn w:val="Normal"/>
    <w:next w:val="Normal"/>
    <w:rsid w:val="000F0EC6"/>
    <w:pPr>
      <w:keepNext/>
      <w:keepLines/>
      <w:spacing w:line="240" w:lineRule="auto"/>
    </w:pPr>
    <w:rPr>
      <w:rFonts w:eastAsia="Times New Roman"/>
      <w:b/>
      <w:i/>
      <w:noProof/>
      <w:szCs w:val="20"/>
      <w:lang w:val="fr-FR" w:eastAsia="fr-FR"/>
    </w:rPr>
  </w:style>
  <w:style w:type="paragraph" w:customStyle="1" w:styleId="ATHeading5">
    <w:name w:val="AT Heading 5"/>
    <w:basedOn w:val="Normal"/>
    <w:next w:val="Normal"/>
    <w:rsid w:val="000F0EC6"/>
    <w:pPr>
      <w:keepNext/>
      <w:keepLines/>
      <w:spacing w:line="240" w:lineRule="auto"/>
    </w:pPr>
    <w:rPr>
      <w:rFonts w:eastAsia="Times New Roman"/>
      <w:i/>
      <w:noProof/>
      <w:szCs w:val="20"/>
      <w:lang w:val="fr-FR" w:eastAsia="fr-FR"/>
    </w:rPr>
  </w:style>
  <w:style w:type="paragraph" w:customStyle="1" w:styleId="ATHeading6">
    <w:name w:val="AT Heading 6"/>
    <w:basedOn w:val="Normal"/>
    <w:next w:val="Normal"/>
    <w:rsid w:val="000F0EC6"/>
    <w:pPr>
      <w:keepNext/>
      <w:keepLines/>
      <w:spacing w:line="240" w:lineRule="auto"/>
    </w:pPr>
    <w:rPr>
      <w:rFonts w:eastAsia="Times New Roman"/>
      <w:smallCaps/>
      <w:noProof/>
      <w:szCs w:val="20"/>
      <w:lang w:val="fr-FR" w:eastAsia="fr-FR"/>
    </w:rPr>
  </w:style>
  <w:style w:type="paragraph" w:customStyle="1" w:styleId="ATHeadingMotiv">
    <w:name w:val="AT Heading Motiv"/>
    <w:basedOn w:val="Normal"/>
    <w:next w:val="Normal"/>
    <w:rsid w:val="000F0EC6"/>
    <w:pPr>
      <w:keepNext/>
      <w:spacing w:before="60" w:after="60" w:line="240" w:lineRule="auto"/>
      <w:jc w:val="center"/>
    </w:pPr>
    <w:rPr>
      <w:rFonts w:eastAsia="Times New Roman"/>
      <w:i/>
      <w:szCs w:val="20"/>
      <w:lang w:val="fr-FR" w:eastAsia="fr-FR"/>
    </w:rPr>
  </w:style>
  <w:style w:type="paragraph" w:customStyle="1" w:styleId="ATTOCTitle">
    <w:name w:val="AT TOC Title"/>
    <w:basedOn w:val="Normal"/>
    <w:rsid w:val="000F0EC6"/>
    <w:pPr>
      <w:keepNext/>
      <w:keepLines/>
      <w:spacing w:before="0" w:after="240" w:line="240" w:lineRule="auto"/>
      <w:jc w:val="center"/>
    </w:pPr>
    <w:rPr>
      <w:rFonts w:eastAsia="Times New Roman"/>
      <w:b/>
      <w:caps/>
      <w:sz w:val="28"/>
      <w:szCs w:val="20"/>
      <w:lang w:val="fr-FR" w:eastAsia="fr-FR"/>
    </w:rPr>
  </w:style>
  <w:style w:type="paragraph" w:customStyle="1" w:styleId="Numroamendement">
    <w:name w:val="Numéro amendement"/>
    <w:basedOn w:val="Normal"/>
    <w:next w:val="Normal"/>
    <w:rsid w:val="000F0EC6"/>
    <w:pPr>
      <w:widowControl w:val="0"/>
      <w:spacing w:before="0" w:after="0" w:line="240" w:lineRule="auto"/>
      <w:jc w:val="center"/>
    </w:pPr>
    <w:rPr>
      <w:rFonts w:eastAsia="Times New Roman"/>
      <w:snapToGrid w:val="0"/>
      <w:szCs w:val="20"/>
      <w:lang w:val="fr-FR"/>
    </w:rPr>
  </w:style>
  <w:style w:type="character" w:styleId="PageNumber">
    <w:name w:val="page number"/>
    <w:rsid w:val="000F0EC6"/>
  </w:style>
  <w:style w:type="paragraph" w:customStyle="1" w:styleId="EPName">
    <w:name w:val="EPName"/>
    <w:basedOn w:val="Normal"/>
    <w:rsid w:val="000F0EC6"/>
    <w:pPr>
      <w:widowControl w:val="0"/>
      <w:spacing w:before="80" w:after="80" w:line="240" w:lineRule="auto"/>
    </w:pPr>
    <w:rPr>
      <w:rFonts w:ascii="Arial Narrow" w:eastAsia="Times New Roman" w:hAnsi="Arial Narrow" w:cs="Arial"/>
      <w:b/>
      <w:color w:val="000000"/>
      <w:sz w:val="32"/>
      <w:lang w:val="fr-FR" w:eastAsia="en-GB"/>
    </w:rPr>
  </w:style>
  <w:style w:type="paragraph" w:customStyle="1" w:styleId="EPTerm">
    <w:name w:val="EPTerm"/>
    <w:basedOn w:val="Normal"/>
    <w:next w:val="Normal"/>
    <w:rsid w:val="000F0EC6"/>
    <w:pPr>
      <w:widowControl w:val="0"/>
      <w:spacing w:before="0" w:after="80" w:line="240" w:lineRule="auto"/>
    </w:pPr>
    <w:rPr>
      <w:rFonts w:ascii="Arial" w:eastAsia="Times New Roman" w:hAnsi="Arial" w:cs="Arial"/>
      <w:sz w:val="20"/>
      <w:lang w:val="fr-FR" w:eastAsia="en-GB"/>
    </w:rPr>
  </w:style>
  <w:style w:type="paragraph" w:customStyle="1" w:styleId="EPLogo">
    <w:name w:val="EPLogo"/>
    <w:basedOn w:val="Normal"/>
    <w:qFormat/>
    <w:rsid w:val="000F0EC6"/>
    <w:pPr>
      <w:widowControl w:val="0"/>
      <w:spacing w:before="0" w:after="0" w:line="240" w:lineRule="auto"/>
      <w:jc w:val="right"/>
    </w:pPr>
    <w:rPr>
      <w:rFonts w:eastAsia="Times New Roman"/>
      <w:szCs w:val="20"/>
      <w:lang w:eastAsia="en-GB"/>
    </w:rPr>
  </w:style>
  <w:style w:type="character" w:customStyle="1" w:styleId="Normal6Char">
    <w:name w:val="Normal6 Char"/>
    <w:link w:val="Normal6"/>
    <w:uiPriority w:val="99"/>
    <w:rsid w:val="000F0EC6"/>
    <w:rPr>
      <w:rFonts w:ascii="Times New Roman" w:eastAsia="Times New Roman" w:hAnsi="Times New Roman" w:cs="Times New Roman"/>
      <w:sz w:val="24"/>
      <w:szCs w:val="20"/>
      <w:lang w:val="it-IT" w:eastAsia="en-GB"/>
    </w:rPr>
  </w:style>
  <w:style w:type="character" w:customStyle="1" w:styleId="NormalBoldChar">
    <w:name w:val="NormalBold Char"/>
    <w:link w:val="NormalBold"/>
    <w:rsid w:val="000F0EC6"/>
    <w:rPr>
      <w:rFonts w:ascii="Times New Roman" w:eastAsia="Times New Roman" w:hAnsi="Times New Roman" w:cs="Times New Roman"/>
      <w:b/>
      <w:sz w:val="24"/>
      <w:szCs w:val="20"/>
      <w:lang w:val="it-IT" w:eastAsia="en-GB"/>
    </w:rPr>
  </w:style>
  <w:style w:type="paragraph" w:customStyle="1" w:styleId="Normal12Italic">
    <w:name w:val="Normal12Italic"/>
    <w:basedOn w:val="Normal"/>
    <w:rsid w:val="000F0EC6"/>
    <w:pPr>
      <w:widowControl w:val="0"/>
      <w:spacing w:before="240" w:after="0" w:line="240" w:lineRule="auto"/>
    </w:pPr>
    <w:rPr>
      <w:rFonts w:eastAsia="Times New Roman"/>
      <w:i/>
      <w:szCs w:val="20"/>
      <w:lang w:eastAsia="en-GB"/>
    </w:rPr>
  </w:style>
  <w:style w:type="paragraph" w:customStyle="1" w:styleId="CrossRef">
    <w:name w:val="CrossRef"/>
    <w:basedOn w:val="Normal"/>
    <w:rsid w:val="000F0EC6"/>
    <w:pPr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JustificationTitle">
    <w:name w:val="JustificationTitle"/>
    <w:basedOn w:val="Normal"/>
    <w:next w:val="Normal12"/>
    <w:rsid w:val="000F0EC6"/>
    <w:pPr>
      <w:keepNext/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Normal12Centre">
    <w:name w:val="Normal12Centre"/>
    <w:basedOn w:val="Normal12"/>
    <w:rsid w:val="000F0EC6"/>
    <w:pPr>
      <w:jc w:val="center"/>
    </w:pPr>
  </w:style>
  <w:style w:type="paragraph" w:customStyle="1" w:styleId="Normal12Keep">
    <w:name w:val="Normal12Keep"/>
    <w:basedOn w:val="Normal12"/>
    <w:rsid w:val="000F0EC6"/>
    <w:pPr>
      <w:keepNext/>
    </w:pPr>
  </w:style>
  <w:style w:type="paragraph" w:customStyle="1" w:styleId="Normal12Tab">
    <w:name w:val="Normal12Tab"/>
    <w:basedOn w:val="Normal12"/>
    <w:rsid w:val="000F0EC6"/>
    <w:pPr>
      <w:tabs>
        <w:tab w:val="left" w:pos="567"/>
      </w:tabs>
    </w:pPr>
  </w:style>
  <w:style w:type="paragraph" w:customStyle="1" w:styleId="StarsAndIs">
    <w:name w:val="StarsAndIs"/>
    <w:basedOn w:val="Normal"/>
    <w:rsid w:val="000F0EC6"/>
    <w:pPr>
      <w:widowControl w:val="0"/>
      <w:spacing w:before="0" w:after="0" w:line="240" w:lineRule="auto"/>
      <w:ind w:left="1418"/>
    </w:pPr>
    <w:rPr>
      <w:rFonts w:ascii="Arial" w:eastAsia="Times New Roman" w:hAnsi="Arial"/>
      <w:b/>
      <w:sz w:val="48"/>
      <w:szCs w:val="20"/>
      <w:lang w:eastAsia="en-GB"/>
    </w:rPr>
  </w:style>
  <w:style w:type="paragraph" w:customStyle="1" w:styleId="TypeDoc">
    <w:name w:val="TypeDoc"/>
    <w:basedOn w:val="Normal24"/>
    <w:rsid w:val="000F0EC6"/>
    <w:pPr>
      <w:ind w:left="1418"/>
    </w:pPr>
    <w:rPr>
      <w:rFonts w:ascii="Arial" w:hAnsi="Arial"/>
      <w:b/>
      <w:sz w:val="48"/>
    </w:rPr>
  </w:style>
  <w:style w:type="paragraph" w:customStyle="1" w:styleId="ZDate">
    <w:name w:val="ZDate"/>
    <w:basedOn w:val="Normal"/>
    <w:rsid w:val="000F0EC6"/>
    <w:pPr>
      <w:widowControl w:val="0"/>
      <w:spacing w:before="0" w:after="1200" w:line="240" w:lineRule="auto"/>
    </w:pPr>
    <w:rPr>
      <w:rFonts w:eastAsia="Times New Roman"/>
      <w:szCs w:val="20"/>
      <w:lang w:eastAsia="en-GB"/>
    </w:rPr>
  </w:style>
  <w:style w:type="paragraph" w:customStyle="1" w:styleId="Olang">
    <w:name w:val="Olang"/>
    <w:basedOn w:val="Normal"/>
    <w:rsid w:val="000F0EC6"/>
    <w:pPr>
      <w:widowControl w:val="0"/>
      <w:spacing w:before="240" w:after="240" w:line="240" w:lineRule="auto"/>
      <w:jc w:val="right"/>
    </w:pPr>
    <w:rPr>
      <w:rFonts w:eastAsia="Times New Roman"/>
      <w:noProof/>
      <w:szCs w:val="20"/>
      <w:lang w:eastAsia="en-GB"/>
    </w:rPr>
  </w:style>
  <w:style w:type="paragraph" w:customStyle="1" w:styleId="ColumnHeading">
    <w:name w:val="ColumnHeading"/>
    <w:basedOn w:val="Normal"/>
    <w:rsid w:val="000F0EC6"/>
    <w:pPr>
      <w:widowControl w:val="0"/>
      <w:spacing w:before="0" w:after="24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AMNumberTabs">
    <w:name w:val="AMNumberTabs"/>
    <w:basedOn w:val="Normal"/>
    <w:rsid w:val="000F0EC6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Bold12b">
    <w:name w:val="NormalBold12b"/>
    <w:basedOn w:val="Normal"/>
    <w:link w:val="NormalBold12bChar"/>
    <w:rsid w:val="000F0EC6"/>
    <w:pPr>
      <w:widowControl w:val="0"/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ZCommittee">
    <w:name w:val="ZCommittee"/>
    <w:basedOn w:val="Normal"/>
    <w:next w:val="Normal"/>
    <w:rsid w:val="000F0EC6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gendesigne">
    <w:name w:val="Légende signe"/>
    <w:basedOn w:val="Normal"/>
    <w:rsid w:val="000F0EC6"/>
    <w:pPr>
      <w:widowControl w:val="0"/>
      <w:tabs>
        <w:tab w:val="right" w:pos="454"/>
        <w:tab w:val="left" w:pos="737"/>
      </w:tabs>
      <w:spacing w:before="0" w:after="0" w:line="240" w:lineRule="auto"/>
      <w:ind w:left="737" w:hanging="737"/>
    </w:pPr>
    <w:rPr>
      <w:rFonts w:eastAsia="Times New Roman"/>
      <w:snapToGrid w:val="0"/>
      <w:sz w:val="18"/>
      <w:szCs w:val="20"/>
    </w:rPr>
  </w:style>
  <w:style w:type="paragraph" w:customStyle="1" w:styleId="Lgendetitre">
    <w:name w:val="Légende titre"/>
    <w:basedOn w:val="Normal"/>
    <w:rsid w:val="000F0EC6"/>
    <w:pPr>
      <w:widowControl w:val="0"/>
      <w:spacing w:before="240" w:after="240" w:line="240" w:lineRule="auto"/>
    </w:pPr>
    <w:rPr>
      <w:rFonts w:eastAsia="Times New Roman"/>
      <w:b/>
      <w:i/>
      <w:snapToGrid w:val="0"/>
      <w:szCs w:val="20"/>
    </w:rPr>
  </w:style>
  <w:style w:type="paragraph" w:customStyle="1" w:styleId="Lgendestandard">
    <w:name w:val="Légende standard"/>
    <w:basedOn w:val="Lgendesigne"/>
    <w:rsid w:val="000F0EC6"/>
    <w:pPr>
      <w:ind w:left="0" w:firstLine="0"/>
    </w:pPr>
  </w:style>
  <w:style w:type="paragraph" w:styleId="NoSpacing">
    <w:name w:val="No Spacing"/>
    <w:uiPriority w:val="1"/>
    <w:qFormat/>
    <w:rsid w:val="000F0EC6"/>
    <w:pPr>
      <w:spacing w:after="0" w:line="240" w:lineRule="auto"/>
    </w:pPr>
    <w:rPr>
      <w:rFonts w:ascii="Calibri" w:eastAsia="Calibri" w:hAnsi="Calibri" w:cs="Times New Roman"/>
      <w:lang w:val="it-IT"/>
    </w:rPr>
  </w:style>
  <w:style w:type="paragraph" w:customStyle="1" w:styleId="CommitteeAM">
    <w:name w:val="CommitteeAM"/>
    <w:basedOn w:val="Normal"/>
    <w:rsid w:val="000F0EC6"/>
    <w:pPr>
      <w:widowControl w:val="0"/>
      <w:spacing w:before="240" w:after="60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ZDateAM">
    <w:name w:val="ZDateAM"/>
    <w:basedOn w:val="Normal"/>
    <w:rsid w:val="000F0EC6"/>
    <w:pPr>
      <w:widowControl w:val="0"/>
      <w:tabs>
        <w:tab w:val="right" w:pos="9356"/>
      </w:tabs>
      <w:spacing w:before="0" w:after="480" w:line="240" w:lineRule="auto"/>
    </w:pPr>
    <w:rPr>
      <w:rFonts w:eastAsia="Times New Roman"/>
      <w:noProof/>
      <w:szCs w:val="20"/>
      <w:lang w:eastAsia="en-GB"/>
    </w:rPr>
  </w:style>
  <w:style w:type="paragraph" w:customStyle="1" w:styleId="ProjRap">
    <w:name w:val="ProjRap"/>
    <w:basedOn w:val="Normal"/>
    <w:rsid w:val="000F0EC6"/>
    <w:pPr>
      <w:widowControl w:val="0"/>
      <w:tabs>
        <w:tab w:val="right" w:pos="9356"/>
      </w:tabs>
      <w:spacing w:before="0" w:after="0" w:line="240" w:lineRule="auto"/>
    </w:pPr>
    <w:rPr>
      <w:rFonts w:eastAsia="Times New Roman"/>
      <w:b/>
      <w:noProof/>
      <w:szCs w:val="20"/>
      <w:lang w:eastAsia="en-GB"/>
    </w:rPr>
  </w:style>
  <w:style w:type="character" w:customStyle="1" w:styleId="Normal12Char">
    <w:name w:val="Normal12 Char"/>
    <w:link w:val="Normal12"/>
    <w:locked/>
    <w:rsid w:val="000F0EC6"/>
    <w:rPr>
      <w:rFonts w:ascii="Times New Roman" w:eastAsia="Times New Roman" w:hAnsi="Times New Roman" w:cs="Times New Roman"/>
      <w:sz w:val="24"/>
      <w:szCs w:val="20"/>
      <w:lang w:val="it-IT" w:eastAsia="en-GB"/>
    </w:rPr>
  </w:style>
  <w:style w:type="character" w:customStyle="1" w:styleId="Footer2Middle">
    <w:name w:val="Footer2Middle"/>
    <w:rsid w:val="000F0EC6"/>
    <w:rPr>
      <w:rFonts w:ascii="Arial" w:cs="Arial"/>
      <w:b w:val="0"/>
      <w:i/>
      <w:color w:val="C0C0C0"/>
      <w:sz w:val="22"/>
    </w:rPr>
  </w:style>
  <w:style w:type="character" w:styleId="CommentReference">
    <w:name w:val="annotation reference"/>
    <w:uiPriority w:val="99"/>
    <w:rsid w:val="000F0E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F0EC6"/>
    <w:pPr>
      <w:widowControl w:val="0"/>
      <w:spacing w:before="0" w:after="0" w:line="240" w:lineRule="auto"/>
    </w:pPr>
    <w:rPr>
      <w:rFonts w:eastAsia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EC6"/>
    <w:rPr>
      <w:rFonts w:ascii="Times New Roman" w:eastAsia="Times New Roman" w:hAnsi="Times New Roman" w:cs="Times New Roman"/>
      <w:sz w:val="20"/>
      <w:szCs w:val="20"/>
      <w:lang w:val="it-IT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F0E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F0EC6"/>
    <w:rPr>
      <w:rFonts w:ascii="Times New Roman" w:eastAsia="Times New Roman" w:hAnsi="Times New Roman" w:cs="Times New Roman"/>
      <w:b/>
      <w:bCs/>
      <w:sz w:val="20"/>
      <w:szCs w:val="20"/>
      <w:lang w:val="it-IT" w:eastAsia="en-GB"/>
    </w:rPr>
  </w:style>
  <w:style w:type="paragraph" w:styleId="BalloonText">
    <w:name w:val="Balloon Text"/>
    <w:basedOn w:val="Normal"/>
    <w:link w:val="BalloonTextChar"/>
    <w:uiPriority w:val="99"/>
    <w:rsid w:val="000F0EC6"/>
    <w:pPr>
      <w:widowControl w:val="0"/>
      <w:spacing w:before="0" w:after="0" w:line="240" w:lineRule="auto"/>
    </w:pPr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F0EC6"/>
    <w:rPr>
      <w:rFonts w:ascii="Segoe UI" w:eastAsia="Times New Roman" w:hAnsi="Segoe UI" w:cs="Segoe UI"/>
      <w:sz w:val="18"/>
      <w:szCs w:val="18"/>
      <w:lang w:val="it-IT" w:eastAsia="en-GB"/>
    </w:rPr>
  </w:style>
  <w:style w:type="character" w:styleId="Hyperlink">
    <w:name w:val="Hyperlink"/>
    <w:uiPriority w:val="99"/>
    <w:rsid w:val="000F0EC6"/>
    <w:rPr>
      <w:color w:val="0563C1"/>
      <w:u w:val="single"/>
    </w:rPr>
  </w:style>
  <w:style w:type="paragraph" w:customStyle="1" w:styleId="NormalTabs">
    <w:name w:val="NormalTabs"/>
    <w:basedOn w:val="Normal"/>
    <w:qFormat/>
    <w:rsid w:val="000F0EC6"/>
    <w:pPr>
      <w:widowControl w:val="0"/>
      <w:tabs>
        <w:tab w:val="center" w:pos="284"/>
        <w:tab w:val="left" w:pos="426"/>
      </w:tabs>
      <w:spacing w:before="0" w:after="0" w:line="240" w:lineRule="auto"/>
    </w:pPr>
    <w:rPr>
      <w:rFonts w:eastAsia="Times New Roman"/>
      <w:snapToGrid w:val="0"/>
      <w:szCs w:val="20"/>
    </w:rPr>
  </w:style>
  <w:style w:type="character" w:customStyle="1" w:styleId="NormalBold12bChar">
    <w:name w:val="NormalBold12b Char"/>
    <w:link w:val="NormalBold12b"/>
    <w:rsid w:val="000F0EC6"/>
    <w:rPr>
      <w:rFonts w:ascii="Times New Roman" w:eastAsia="Times New Roman" w:hAnsi="Times New Roman" w:cs="Times New Roman"/>
      <w:b/>
      <w:sz w:val="24"/>
      <w:szCs w:val="20"/>
      <w:lang w:val="it-IT" w:eastAsia="en-GB"/>
    </w:rPr>
  </w:style>
  <w:style w:type="numbering" w:customStyle="1" w:styleId="NoList1">
    <w:name w:val="No List1"/>
    <w:next w:val="NoList"/>
    <w:uiPriority w:val="99"/>
    <w:semiHidden/>
    <w:unhideWhenUsed/>
    <w:rsid w:val="000F0EC6"/>
  </w:style>
  <w:style w:type="numbering" w:customStyle="1" w:styleId="NoList11">
    <w:name w:val="No List11"/>
    <w:next w:val="NoList"/>
    <w:uiPriority w:val="99"/>
    <w:semiHidden/>
    <w:unhideWhenUsed/>
    <w:rsid w:val="000F0EC6"/>
  </w:style>
  <w:style w:type="table" w:customStyle="1" w:styleId="TableGrid1">
    <w:name w:val="Table Grid1"/>
    <w:basedOn w:val="TableNormal"/>
    <w:next w:val="TableGrid"/>
    <w:rsid w:val="000F0E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rsid w:val="000F0E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it-IT" w:eastAsia="en-GB"/>
    </w:rPr>
  </w:style>
  <w:style w:type="paragraph" w:customStyle="1" w:styleId="PageHeadingNotTOC">
    <w:name w:val="PageHeadingNotTOC"/>
    <w:basedOn w:val="Normal"/>
    <w:rsid w:val="000F0EC6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Cs w:val="20"/>
      <w:lang w:eastAsia="en-GB"/>
    </w:rPr>
  </w:style>
  <w:style w:type="paragraph" w:customStyle="1" w:styleId="ConclusionsPA">
    <w:name w:val="ConclusionsPA"/>
    <w:basedOn w:val="Normal12"/>
    <w:rsid w:val="000F0EC6"/>
    <w:pPr>
      <w:spacing w:before="480"/>
      <w:jc w:val="center"/>
    </w:pPr>
    <w:rPr>
      <w:rFonts w:ascii="Arial" w:hAnsi="Arial"/>
      <w:b/>
      <w:caps/>
      <w:snapToGrid w:val="0"/>
      <w:lang w:eastAsia="en-US"/>
    </w:rPr>
  </w:style>
  <w:style w:type="character" w:customStyle="1" w:styleId="Sup">
    <w:name w:val="Sup"/>
    <w:uiPriority w:val="99"/>
    <w:rsid w:val="000F0EC6"/>
    <w:rPr>
      <w:color w:val="000000"/>
      <w:vertAlign w:val="superscript"/>
    </w:rPr>
  </w:style>
  <w:style w:type="paragraph" w:customStyle="1" w:styleId="Center">
    <w:name w:val="Center"/>
    <w:rsid w:val="000F0EC6"/>
    <w:pPr>
      <w:spacing w:after="12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it-IT" w:eastAsia="en-GB"/>
    </w:rPr>
  </w:style>
  <w:style w:type="numbering" w:customStyle="1" w:styleId="NoList2">
    <w:name w:val="No List2"/>
    <w:next w:val="NoList"/>
    <w:uiPriority w:val="99"/>
    <w:semiHidden/>
    <w:unhideWhenUsed/>
    <w:rsid w:val="000F0EC6"/>
  </w:style>
  <w:style w:type="paragraph" w:customStyle="1" w:styleId="NormalJustified">
    <w:name w:val="Normal Justified"/>
    <w:basedOn w:val="Normal"/>
    <w:rsid w:val="000F0EC6"/>
    <w:pPr>
      <w:spacing w:before="200"/>
      <w:jc w:val="both"/>
    </w:pPr>
    <w:rPr>
      <w:rFonts w:eastAsia="Calibri"/>
    </w:rPr>
  </w:style>
  <w:style w:type="paragraph" w:customStyle="1" w:styleId="FinalLine">
    <w:name w:val="Final Line"/>
    <w:basedOn w:val="Normal"/>
    <w:next w:val="Normal"/>
    <w:rsid w:val="000F0EC6"/>
    <w:pPr>
      <w:pBdr>
        <w:bottom w:val="single" w:sz="4" w:space="0" w:color="000000"/>
      </w:pBdr>
      <w:spacing w:before="360"/>
      <w:ind w:left="3400" w:right="3400"/>
      <w:jc w:val="center"/>
    </w:pPr>
    <w:rPr>
      <w:rFonts w:eastAsia="Calibri"/>
      <w:b/>
    </w:rPr>
  </w:style>
  <w:style w:type="paragraph" w:customStyle="1" w:styleId="FinalLineLandscape">
    <w:name w:val="Final Line (Landscape)"/>
    <w:basedOn w:val="Normal"/>
    <w:next w:val="Normal"/>
    <w:rsid w:val="000F0EC6"/>
    <w:pPr>
      <w:pBdr>
        <w:bottom w:val="single" w:sz="4" w:space="0" w:color="000000"/>
      </w:pBdr>
      <w:spacing w:before="360"/>
      <w:ind w:left="5868" w:right="5868"/>
      <w:jc w:val="center"/>
    </w:pPr>
    <w:rPr>
      <w:rFonts w:eastAsia="Calibri"/>
      <w:b/>
    </w:rPr>
  </w:style>
  <w:style w:type="paragraph" w:customStyle="1" w:styleId="Text5">
    <w:name w:val="Text 5"/>
    <w:basedOn w:val="Normal"/>
    <w:rsid w:val="000F0EC6"/>
    <w:pPr>
      <w:ind w:left="2835"/>
    </w:pPr>
    <w:rPr>
      <w:rFonts w:eastAsia="Calibri"/>
    </w:rPr>
  </w:style>
  <w:style w:type="paragraph" w:customStyle="1" w:styleId="Text6">
    <w:name w:val="Text 6"/>
    <w:basedOn w:val="Normal"/>
    <w:rsid w:val="000F0EC6"/>
    <w:pPr>
      <w:ind w:left="3402"/>
    </w:pPr>
    <w:rPr>
      <w:rFonts w:eastAsia="Calibri"/>
    </w:rPr>
  </w:style>
  <w:style w:type="paragraph" w:customStyle="1" w:styleId="PointManual">
    <w:name w:val="Point Manual"/>
    <w:basedOn w:val="Normal"/>
    <w:rsid w:val="000F0EC6"/>
    <w:pPr>
      <w:ind w:left="567" w:hanging="567"/>
    </w:pPr>
    <w:rPr>
      <w:rFonts w:eastAsia="Calibri"/>
    </w:rPr>
  </w:style>
  <w:style w:type="paragraph" w:customStyle="1" w:styleId="PointManual1">
    <w:name w:val="Point Manual (1)"/>
    <w:basedOn w:val="Normal"/>
    <w:rsid w:val="000F0EC6"/>
    <w:pPr>
      <w:ind w:left="1134" w:hanging="567"/>
    </w:pPr>
    <w:rPr>
      <w:rFonts w:eastAsia="Calibri"/>
    </w:rPr>
  </w:style>
  <w:style w:type="paragraph" w:customStyle="1" w:styleId="PointManual2">
    <w:name w:val="Point Manual (2)"/>
    <w:basedOn w:val="Normal"/>
    <w:rsid w:val="000F0EC6"/>
    <w:pPr>
      <w:ind w:left="1701" w:hanging="567"/>
    </w:pPr>
    <w:rPr>
      <w:rFonts w:eastAsia="Calibri"/>
    </w:rPr>
  </w:style>
  <w:style w:type="paragraph" w:customStyle="1" w:styleId="PointManual3">
    <w:name w:val="Point Manual (3)"/>
    <w:basedOn w:val="Normal"/>
    <w:rsid w:val="000F0EC6"/>
    <w:pPr>
      <w:ind w:left="2268" w:hanging="567"/>
    </w:pPr>
    <w:rPr>
      <w:rFonts w:eastAsia="Calibri"/>
    </w:rPr>
  </w:style>
  <w:style w:type="paragraph" w:customStyle="1" w:styleId="PointManual4">
    <w:name w:val="Point Manual (4)"/>
    <w:basedOn w:val="Normal"/>
    <w:rsid w:val="000F0EC6"/>
    <w:pPr>
      <w:ind w:left="2835" w:hanging="567"/>
    </w:pPr>
    <w:rPr>
      <w:rFonts w:eastAsia="Calibri"/>
    </w:rPr>
  </w:style>
  <w:style w:type="paragraph" w:customStyle="1" w:styleId="PointDoubleManual">
    <w:name w:val="Point Double Manual"/>
    <w:basedOn w:val="Normal"/>
    <w:rsid w:val="000F0EC6"/>
    <w:pPr>
      <w:tabs>
        <w:tab w:val="left" w:pos="567"/>
      </w:tabs>
      <w:ind w:left="1134" w:hanging="1134"/>
    </w:pPr>
    <w:rPr>
      <w:rFonts w:eastAsia="Calibri"/>
    </w:rPr>
  </w:style>
  <w:style w:type="paragraph" w:customStyle="1" w:styleId="PointDoubleManual1">
    <w:name w:val="Point Double Manual (1)"/>
    <w:basedOn w:val="Normal"/>
    <w:rsid w:val="000F0EC6"/>
    <w:pPr>
      <w:tabs>
        <w:tab w:val="left" w:pos="1134"/>
      </w:tabs>
      <w:ind w:left="1701" w:hanging="1134"/>
    </w:pPr>
    <w:rPr>
      <w:rFonts w:eastAsia="Calibri"/>
    </w:rPr>
  </w:style>
  <w:style w:type="paragraph" w:customStyle="1" w:styleId="PointDoubleManual2">
    <w:name w:val="Point Double Manual (2)"/>
    <w:basedOn w:val="Normal"/>
    <w:rsid w:val="000F0EC6"/>
    <w:pPr>
      <w:tabs>
        <w:tab w:val="left" w:pos="1701"/>
      </w:tabs>
      <w:ind w:left="2268" w:hanging="1134"/>
    </w:pPr>
    <w:rPr>
      <w:rFonts w:eastAsia="Calibri"/>
    </w:rPr>
  </w:style>
  <w:style w:type="paragraph" w:customStyle="1" w:styleId="PointDoubleManual3">
    <w:name w:val="Point Double Manual (3)"/>
    <w:basedOn w:val="Normal"/>
    <w:rsid w:val="000F0EC6"/>
    <w:pPr>
      <w:tabs>
        <w:tab w:val="left" w:pos="2268"/>
      </w:tabs>
      <w:ind w:left="2835" w:hanging="1134"/>
    </w:pPr>
    <w:rPr>
      <w:rFonts w:eastAsia="Calibri"/>
    </w:rPr>
  </w:style>
  <w:style w:type="paragraph" w:customStyle="1" w:styleId="PointDoubleManual4">
    <w:name w:val="Point Double Manual (4)"/>
    <w:basedOn w:val="Normal"/>
    <w:rsid w:val="000F0EC6"/>
    <w:pPr>
      <w:tabs>
        <w:tab w:val="left" w:pos="2835"/>
      </w:tabs>
      <w:ind w:left="3402" w:hanging="1134"/>
    </w:pPr>
    <w:rPr>
      <w:rFonts w:eastAsia="Calibri"/>
    </w:rPr>
  </w:style>
  <w:style w:type="paragraph" w:customStyle="1" w:styleId="Pointabc">
    <w:name w:val="Point abc"/>
    <w:basedOn w:val="Normal"/>
    <w:rsid w:val="000F0EC6"/>
    <w:pPr>
      <w:numPr>
        <w:ilvl w:val="1"/>
        <w:numId w:val="19"/>
      </w:numPr>
      <w:tabs>
        <w:tab w:val="clear" w:pos="567"/>
        <w:tab w:val="num" w:pos="926"/>
      </w:tabs>
      <w:ind w:left="926" w:hanging="360"/>
    </w:pPr>
    <w:rPr>
      <w:rFonts w:eastAsia="Calibri"/>
    </w:rPr>
  </w:style>
  <w:style w:type="paragraph" w:customStyle="1" w:styleId="Pointabc1">
    <w:name w:val="Point abc (1)"/>
    <w:basedOn w:val="Normal"/>
    <w:rsid w:val="000F0EC6"/>
    <w:pPr>
      <w:numPr>
        <w:ilvl w:val="3"/>
        <w:numId w:val="19"/>
      </w:numPr>
      <w:tabs>
        <w:tab w:val="clear" w:pos="1134"/>
        <w:tab w:val="num" w:pos="926"/>
      </w:tabs>
      <w:ind w:left="926" w:hanging="360"/>
    </w:pPr>
    <w:rPr>
      <w:rFonts w:eastAsia="Calibri"/>
    </w:rPr>
  </w:style>
  <w:style w:type="paragraph" w:customStyle="1" w:styleId="Pointabc2">
    <w:name w:val="Point abc (2)"/>
    <w:basedOn w:val="Normal"/>
    <w:rsid w:val="000F0EC6"/>
    <w:pPr>
      <w:numPr>
        <w:ilvl w:val="5"/>
        <w:numId w:val="19"/>
      </w:numPr>
      <w:tabs>
        <w:tab w:val="clear" w:pos="1701"/>
        <w:tab w:val="num" w:pos="926"/>
      </w:tabs>
      <w:ind w:left="926" w:hanging="360"/>
    </w:pPr>
    <w:rPr>
      <w:rFonts w:eastAsia="Calibri"/>
    </w:rPr>
  </w:style>
  <w:style w:type="paragraph" w:customStyle="1" w:styleId="Pointabc3">
    <w:name w:val="Point abc (3)"/>
    <w:basedOn w:val="Normal"/>
    <w:rsid w:val="000F0EC6"/>
    <w:pPr>
      <w:numPr>
        <w:ilvl w:val="7"/>
        <w:numId w:val="19"/>
      </w:numPr>
      <w:tabs>
        <w:tab w:val="clear" w:pos="2268"/>
        <w:tab w:val="num" w:pos="926"/>
      </w:tabs>
      <w:ind w:left="926" w:hanging="360"/>
    </w:pPr>
    <w:rPr>
      <w:rFonts w:eastAsia="Calibri"/>
    </w:rPr>
  </w:style>
  <w:style w:type="paragraph" w:customStyle="1" w:styleId="Pointabc4">
    <w:name w:val="Point abc (4)"/>
    <w:basedOn w:val="Normal"/>
    <w:rsid w:val="000F0EC6"/>
    <w:pPr>
      <w:numPr>
        <w:ilvl w:val="8"/>
        <w:numId w:val="19"/>
      </w:numPr>
      <w:tabs>
        <w:tab w:val="clear" w:pos="2835"/>
        <w:tab w:val="num" w:pos="926"/>
      </w:tabs>
      <w:ind w:left="926" w:hanging="360"/>
    </w:pPr>
    <w:rPr>
      <w:rFonts w:eastAsia="Calibri"/>
    </w:rPr>
  </w:style>
  <w:style w:type="paragraph" w:customStyle="1" w:styleId="Point123">
    <w:name w:val="Point 123"/>
    <w:basedOn w:val="Normal"/>
    <w:rsid w:val="000F0EC6"/>
    <w:pPr>
      <w:numPr>
        <w:numId w:val="19"/>
      </w:numPr>
      <w:tabs>
        <w:tab w:val="clear" w:pos="567"/>
        <w:tab w:val="num" w:pos="926"/>
      </w:tabs>
      <w:ind w:left="926" w:hanging="360"/>
    </w:pPr>
    <w:rPr>
      <w:rFonts w:eastAsia="Calibri"/>
    </w:rPr>
  </w:style>
  <w:style w:type="paragraph" w:customStyle="1" w:styleId="Point1231">
    <w:name w:val="Point 123 (1)"/>
    <w:basedOn w:val="Normal"/>
    <w:rsid w:val="000F0EC6"/>
    <w:pPr>
      <w:numPr>
        <w:ilvl w:val="2"/>
        <w:numId w:val="19"/>
      </w:numPr>
      <w:tabs>
        <w:tab w:val="clear" w:pos="1134"/>
        <w:tab w:val="num" w:pos="926"/>
      </w:tabs>
      <w:ind w:left="926" w:hanging="360"/>
    </w:pPr>
    <w:rPr>
      <w:rFonts w:eastAsia="Calibri"/>
    </w:rPr>
  </w:style>
  <w:style w:type="paragraph" w:customStyle="1" w:styleId="Point1232">
    <w:name w:val="Point 123 (2)"/>
    <w:basedOn w:val="Normal"/>
    <w:rsid w:val="000F0EC6"/>
    <w:pPr>
      <w:numPr>
        <w:ilvl w:val="4"/>
        <w:numId w:val="19"/>
      </w:numPr>
      <w:tabs>
        <w:tab w:val="clear" w:pos="1701"/>
        <w:tab w:val="num" w:pos="926"/>
      </w:tabs>
      <w:ind w:left="926" w:hanging="360"/>
    </w:pPr>
    <w:rPr>
      <w:rFonts w:eastAsia="Calibri"/>
    </w:rPr>
  </w:style>
  <w:style w:type="paragraph" w:customStyle="1" w:styleId="Point1233">
    <w:name w:val="Point 123 (3)"/>
    <w:basedOn w:val="Normal"/>
    <w:rsid w:val="000F0EC6"/>
    <w:pPr>
      <w:numPr>
        <w:ilvl w:val="6"/>
        <w:numId w:val="19"/>
      </w:numPr>
      <w:tabs>
        <w:tab w:val="clear" w:pos="2268"/>
        <w:tab w:val="num" w:pos="926"/>
      </w:tabs>
      <w:ind w:left="926" w:hanging="360"/>
    </w:pPr>
    <w:rPr>
      <w:rFonts w:eastAsia="Calibri"/>
    </w:rPr>
  </w:style>
  <w:style w:type="paragraph" w:customStyle="1" w:styleId="Pointivx">
    <w:name w:val="Point ivx"/>
    <w:basedOn w:val="Normal"/>
    <w:rsid w:val="000F0EC6"/>
    <w:pPr>
      <w:numPr>
        <w:numId w:val="20"/>
      </w:numPr>
      <w:tabs>
        <w:tab w:val="clear" w:pos="567"/>
        <w:tab w:val="num" w:pos="1209"/>
      </w:tabs>
      <w:ind w:left="1209" w:hanging="360"/>
    </w:pPr>
    <w:rPr>
      <w:rFonts w:eastAsia="Calibri"/>
    </w:rPr>
  </w:style>
  <w:style w:type="paragraph" w:customStyle="1" w:styleId="Pointivx1">
    <w:name w:val="Point ivx (1)"/>
    <w:basedOn w:val="Normal"/>
    <w:rsid w:val="000F0EC6"/>
    <w:pPr>
      <w:numPr>
        <w:ilvl w:val="1"/>
        <w:numId w:val="20"/>
      </w:numPr>
      <w:tabs>
        <w:tab w:val="clear" w:pos="1134"/>
        <w:tab w:val="num" w:pos="1209"/>
      </w:tabs>
      <w:ind w:left="1209" w:hanging="360"/>
    </w:pPr>
    <w:rPr>
      <w:rFonts w:eastAsia="Calibri"/>
    </w:rPr>
  </w:style>
  <w:style w:type="paragraph" w:customStyle="1" w:styleId="Pointivx2">
    <w:name w:val="Point ivx (2)"/>
    <w:basedOn w:val="Normal"/>
    <w:rsid w:val="000F0EC6"/>
    <w:pPr>
      <w:numPr>
        <w:ilvl w:val="2"/>
        <w:numId w:val="20"/>
      </w:numPr>
      <w:tabs>
        <w:tab w:val="clear" w:pos="1701"/>
        <w:tab w:val="num" w:pos="1209"/>
      </w:tabs>
      <w:ind w:left="1209" w:hanging="360"/>
    </w:pPr>
    <w:rPr>
      <w:rFonts w:eastAsia="Calibri"/>
    </w:rPr>
  </w:style>
  <w:style w:type="paragraph" w:customStyle="1" w:styleId="Pointivx3">
    <w:name w:val="Point ivx (3)"/>
    <w:basedOn w:val="Normal"/>
    <w:rsid w:val="000F0EC6"/>
    <w:pPr>
      <w:numPr>
        <w:ilvl w:val="3"/>
        <w:numId w:val="20"/>
      </w:numPr>
      <w:tabs>
        <w:tab w:val="clear" w:pos="2268"/>
        <w:tab w:val="num" w:pos="1209"/>
      </w:tabs>
      <w:ind w:left="1209" w:hanging="360"/>
    </w:pPr>
    <w:rPr>
      <w:rFonts w:eastAsia="Calibri"/>
    </w:rPr>
  </w:style>
  <w:style w:type="paragraph" w:customStyle="1" w:styleId="Pointivx4">
    <w:name w:val="Point ivx (4)"/>
    <w:basedOn w:val="Normal"/>
    <w:rsid w:val="000F0EC6"/>
    <w:pPr>
      <w:numPr>
        <w:ilvl w:val="4"/>
        <w:numId w:val="20"/>
      </w:numPr>
      <w:tabs>
        <w:tab w:val="clear" w:pos="2835"/>
        <w:tab w:val="num" w:pos="1209"/>
      </w:tabs>
      <w:ind w:left="1209" w:hanging="360"/>
    </w:pPr>
    <w:rPr>
      <w:rFonts w:eastAsia="Calibri"/>
    </w:rPr>
  </w:style>
  <w:style w:type="paragraph" w:customStyle="1" w:styleId="Bullet">
    <w:name w:val="Bullet"/>
    <w:basedOn w:val="Normal"/>
    <w:rsid w:val="000F0EC6"/>
    <w:pPr>
      <w:numPr>
        <w:numId w:val="18"/>
      </w:numPr>
      <w:tabs>
        <w:tab w:val="clear" w:pos="567"/>
        <w:tab w:val="num" w:pos="360"/>
      </w:tabs>
      <w:ind w:left="360" w:hanging="360"/>
    </w:pPr>
    <w:rPr>
      <w:rFonts w:eastAsia="Calibri"/>
    </w:rPr>
  </w:style>
  <w:style w:type="paragraph" w:customStyle="1" w:styleId="Dash">
    <w:name w:val="Dash"/>
    <w:basedOn w:val="Normal"/>
    <w:rsid w:val="000F0EC6"/>
    <w:pPr>
      <w:numPr>
        <w:numId w:val="8"/>
      </w:numPr>
    </w:pPr>
    <w:rPr>
      <w:rFonts w:eastAsia="Calibri"/>
    </w:rPr>
  </w:style>
  <w:style w:type="paragraph" w:customStyle="1" w:styleId="Dash1">
    <w:name w:val="Dash 1"/>
    <w:basedOn w:val="Normal"/>
    <w:rsid w:val="000F0EC6"/>
    <w:pPr>
      <w:numPr>
        <w:numId w:val="9"/>
      </w:numPr>
    </w:pPr>
    <w:rPr>
      <w:rFonts w:eastAsia="Calibri"/>
    </w:rPr>
  </w:style>
  <w:style w:type="paragraph" w:customStyle="1" w:styleId="Dash2">
    <w:name w:val="Dash 2"/>
    <w:basedOn w:val="Normal"/>
    <w:rsid w:val="000F0EC6"/>
    <w:pPr>
      <w:numPr>
        <w:numId w:val="10"/>
      </w:numPr>
    </w:pPr>
    <w:rPr>
      <w:rFonts w:eastAsia="Calibri"/>
    </w:rPr>
  </w:style>
  <w:style w:type="paragraph" w:customStyle="1" w:styleId="Dash3">
    <w:name w:val="Dash 3"/>
    <w:basedOn w:val="Normal"/>
    <w:rsid w:val="000F0EC6"/>
    <w:pPr>
      <w:numPr>
        <w:numId w:val="11"/>
      </w:numPr>
    </w:pPr>
    <w:rPr>
      <w:rFonts w:eastAsia="Calibri"/>
    </w:rPr>
  </w:style>
  <w:style w:type="paragraph" w:customStyle="1" w:styleId="Dash4">
    <w:name w:val="Dash 4"/>
    <w:basedOn w:val="Normal"/>
    <w:rsid w:val="000F0EC6"/>
    <w:pPr>
      <w:numPr>
        <w:numId w:val="12"/>
      </w:numPr>
    </w:pPr>
    <w:rPr>
      <w:rFonts w:eastAsia="Calibri"/>
    </w:rPr>
  </w:style>
  <w:style w:type="paragraph" w:customStyle="1" w:styleId="DashEqual">
    <w:name w:val="Dash Equal"/>
    <w:basedOn w:val="Dash"/>
    <w:rsid w:val="000F0EC6"/>
    <w:pPr>
      <w:numPr>
        <w:numId w:val="13"/>
      </w:numPr>
      <w:tabs>
        <w:tab w:val="clear" w:pos="567"/>
        <w:tab w:val="num" w:pos="926"/>
      </w:tabs>
      <w:ind w:left="926" w:hanging="360"/>
    </w:pPr>
  </w:style>
  <w:style w:type="paragraph" w:customStyle="1" w:styleId="DashEqual1">
    <w:name w:val="Dash Equal 1"/>
    <w:basedOn w:val="Dash1"/>
    <w:rsid w:val="000F0EC6"/>
    <w:pPr>
      <w:numPr>
        <w:numId w:val="14"/>
      </w:numPr>
      <w:tabs>
        <w:tab w:val="clear" w:pos="1134"/>
        <w:tab w:val="num" w:pos="1209"/>
      </w:tabs>
      <w:ind w:left="1209" w:hanging="360"/>
    </w:pPr>
  </w:style>
  <w:style w:type="paragraph" w:customStyle="1" w:styleId="DashEqual2">
    <w:name w:val="Dash Equal 2"/>
    <w:basedOn w:val="Dash2"/>
    <w:rsid w:val="000F0EC6"/>
    <w:pPr>
      <w:numPr>
        <w:numId w:val="15"/>
      </w:numPr>
      <w:tabs>
        <w:tab w:val="clear" w:pos="1701"/>
        <w:tab w:val="num" w:pos="1209"/>
      </w:tabs>
      <w:ind w:left="1209" w:hanging="360"/>
    </w:pPr>
  </w:style>
  <w:style w:type="paragraph" w:customStyle="1" w:styleId="DashEqual3">
    <w:name w:val="Dash Equal 3"/>
    <w:basedOn w:val="Dash3"/>
    <w:rsid w:val="000F0EC6"/>
    <w:pPr>
      <w:numPr>
        <w:numId w:val="16"/>
      </w:numPr>
      <w:tabs>
        <w:tab w:val="clear" w:pos="2268"/>
        <w:tab w:val="num" w:pos="1492"/>
      </w:tabs>
      <w:ind w:left="1492" w:hanging="360"/>
    </w:pPr>
  </w:style>
  <w:style w:type="paragraph" w:customStyle="1" w:styleId="DashEqual4">
    <w:name w:val="Dash Equal 4"/>
    <w:basedOn w:val="Dash4"/>
    <w:rsid w:val="000F0EC6"/>
    <w:pPr>
      <w:numPr>
        <w:numId w:val="17"/>
      </w:numPr>
      <w:tabs>
        <w:tab w:val="clear" w:pos="2835"/>
        <w:tab w:val="num" w:pos="1492"/>
      </w:tabs>
      <w:ind w:left="1492" w:hanging="360"/>
    </w:pPr>
  </w:style>
  <w:style w:type="paragraph" w:customStyle="1" w:styleId="HeadingLeft">
    <w:name w:val="Heading Left"/>
    <w:basedOn w:val="Normal"/>
    <w:next w:val="Normal"/>
    <w:rsid w:val="000F0EC6"/>
    <w:pPr>
      <w:spacing w:before="360"/>
      <w:outlineLvl w:val="0"/>
    </w:pPr>
    <w:rPr>
      <w:rFonts w:eastAsia="Calibri"/>
      <w:b/>
      <w:caps/>
      <w:u w:val="single"/>
    </w:rPr>
  </w:style>
  <w:style w:type="paragraph" w:customStyle="1" w:styleId="HeadingIVX">
    <w:name w:val="Heading IVX"/>
    <w:basedOn w:val="HeadingLeft"/>
    <w:next w:val="Normal"/>
    <w:rsid w:val="000F0EC6"/>
    <w:pPr>
      <w:numPr>
        <w:numId w:val="23"/>
      </w:numPr>
      <w:tabs>
        <w:tab w:val="clear" w:pos="567"/>
        <w:tab w:val="num" w:pos="1492"/>
      </w:tabs>
      <w:ind w:left="1492" w:hanging="360"/>
    </w:pPr>
  </w:style>
  <w:style w:type="paragraph" w:customStyle="1" w:styleId="Heading123">
    <w:name w:val="Heading 123"/>
    <w:basedOn w:val="HeadingLeft"/>
    <w:next w:val="Normal"/>
    <w:rsid w:val="000F0EC6"/>
    <w:pPr>
      <w:numPr>
        <w:numId w:val="22"/>
      </w:numPr>
      <w:tabs>
        <w:tab w:val="clear" w:pos="567"/>
        <w:tab w:val="num" w:pos="1492"/>
      </w:tabs>
      <w:ind w:left="1492" w:hanging="360"/>
    </w:pPr>
  </w:style>
  <w:style w:type="paragraph" w:customStyle="1" w:styleId="HeadingABC">
    <w:name w:val="Heading ABC"/>
    <w:basedOn w:val="HeadingLeft"/>
    <w:next w:val="Normal"/>
    <w:rsid w:val="000F0EC6"/>
    <w:pPr>
      <w:numPr>
        <w:numId w:val="21"/>
      </w:numPr>
      <w:tabs>
        <w:tab w:val="clear" w:pos="567"/>
        <w:tab w:val="num" w:pos="1209"/>
      </w:tabs>
      <w:ind w:left="1209" w:hanging="360"/>
    </w:pPr>
  </w:style>
  <w:style w:type="paragraph" w:customStyle="1" w:styleId="HeadingCentered">
    <w:name w:val="Heading Centered"/>
    <w:basedOn w:val="HeadingLeft"/>
    <w:next w:val="Normal"/>
    <w:rsid w:val="000F0EC6"/>
    <w:pPr>
      <w:jc w:val="center"/>
    </w:pPr>
  </w:style>
  <w:style w:type="paragraph" w:customStyle="1" w:styleId="Jardin">
    <w:name w:val="Jardin"/>
    <w:basedOn w:val="Normal"/>
    <w:uiPriority w:val="99"/>
    <w:rsid w:val="000F0EC6"/>
    <w:pPr>
      <w:spacing w:before="200" w:after="0" w:line="240" w:lineRule="auto"/>
      <w:jc w:val="center"/>
    </w:pPr>
    <w:rPr>
      <w:rFonts w:eastAsia="Calibri"/>
    </w:rPr>
  </w:style>
  <w:style w:type="paragraph" w:customStyle="1" w:styleId="Amendment">
    <w:name w:val="Amendment"/>
    <w:basedOn w:val="Normal"/>
    <w:next w:val="Normal"/>
    <w:rsid w:val="000F0EC6"/>
    <w:rPr>
      <w:rFonts w:eastAsia="Calibri"/>
      <w:i/>
      <w:u w:val="single"/>
    </w:rPr>
  </w:style>
  <w:style w:type="paragraph" w:customStyle="1" w:styleId="AmendmentList">
    <w:name w:val="Amendment List"/>
    <w:basedOn w:val="Normal"/>
    <w:rsid w:val="000F0EC6"/>
    <w:pPr>
      <w:ind w:left="2268" w:hanging="2268"/>
    </w:pPr>
    <w:rPr>
      <w:rFonts w:eastAsia="Calibri"/>
    </w:rPr>
  </w:style>
  <w:style w:type="paragraph" w:customStyle="1" w:styleId="ReplyRE">
    <w:name w:val="Reply RE"/>
    <w:basedOn w:val="Normal"/>
    <w:next w:val="Normal"/>
    <w:rsid w:val="000F0EC6"/>
    <w:pPr>
      <w:spacing w:after="480" w:line="240" w:lineRule="auto"/>
      <w:contextualSpacing/>
    </w:pPr>
    <w:rPr>
      <w:rFonts w:eastAsia="Calibri"/>
    </w:rPr>
  </w:style>
  <w:style w:type="paragraph" w:customStyle="1" w:styleId="ReplyBold">
    <w:name w:val="Reply Bold"/>
    <w:basedOn w:val="ReplyRE"/>
    <w:next w:val="Normal"/>
    <w:rsid w:val="000F0EC6"/>
    <w:rPr>
      <w:b/>
    </w:rPr>
  </w:style>
  <w:style w:type="paragraph" w:customStyle="1" w:styleId="Annex">
    <w:name w:val="Annex"/>
    <w:basedOn w:val="Normal"/>
    <w:next w:val="Normal"/>
    <w:rsid w:val="000F0EC6"/>
    <w:pPr>
      <w:jc w:val="right"/>
    </w:pPr>
    <w:rPr>
      <w:rFonts w:eastAsia="Calibri"/>
      <w:b/>
      <w:u w:val="single"/>
    </w:rPr>
  </w:style>
  <w:style w:type="paragraph" w:customStyle="1" w:styleId="Sign">
    <w:name w:val="Sign"/>
    <w:basedOn w:val="Normal"/>
    <w:rsid w:val="000F0EC6"/>
    <w:pPr>
      <w:tabs>
        <w:tab w:val="center" w:pos="7087"/>
      </w:tabs>
      <w:contextualSpacing/>
    </w:pPr>
    <w:rPr>
      <w:rFonts w:eastAsia="Calibri"/>
    </w:rPr>
  </w:style>
  <w:style w:type="paragraph" w:customStyle="1" w:styleId="NotDeclassified">
    <w:name w:val="Not Declassified"/>
    <w:basedOn w:val="Normal"/>
    <w:next w:val="Normal"/>
    <w:rsid w:val="000F0EC6"/>
    <w:rPr>
      <w:rFonts w:eastAsia="Calibri"/>
      <w:b/>
      <w:shd w:val="clear" w:color="auto" w:fill="CCCCCC"/>
    </w:rPr>
  </w:style>
  <w:style w:type="character" w:customStyle="1" w:styleId="NotDeclassifiedCharacter">
    <w:name w:val="Not Declassified Character"/>
    <w:rsid w:val="000F0EC6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uiPriority w:val="99"/>
    <w:rsid w:val="000F0EC6"/>
    <w:pPr>
      <w:spacing w:line="240" w:lineRule="auto"/>
    </w:pPr>
    <w:rPr>
      <w:rFonts w:eastAsia="Calibri"/>
    </w:rPr>
  </w:style>
  <w:style w:type="character" w:customStyle="1" w:styleId="TechnicalBlockChar">
    <w:name w:val="Technical Block Char"/>
    <w:rsid w:val="000F0EC6"/>
    <w:rPr>
      <w:rFonts w:ascii="Times New Roman" w:hAnsi="Times New Roman" w:cs="Times New Roman"/>
      <w:sz w:val="24"/>
      <w:lang w:val="it-IT"/>
    </w:rPr>
  </w:style>
  <w:style w:type="paragraph" w:styleId="ListParagraph">
    <w:name w:val="List Paragraph"/>
    <w:basedOn w:val="Normal"/>
    <w:uiPriority w:val="34"/>
    <w:qFormat/>
    <w:rsid w:val="000F0EC6"/>
    <w:pPr>
      <w:autoSpaceDE w:val="0"/>
      <w:autoSpaceDN w:val="0"/>
      <w:adjustRightInd w:val="0"/>
      <w:ind w:left="720"/>
      <w:contextualSpacing/>
    </w:pPr>
    <w:rPr>
      <w:rFonts w:eastAsia="Times New Roman"/>
      <w:lang w:eastAsia="en-GB"/>
    </w:rPr>
  </w:style>
  <w:style w:type="table" w:customStyle="1" w:styleId="TableGrid2">
    <w:name w:val="Table Grid2"/>
    <w:basedOn w:val="TableNormal"/>
    <w:next w:val="TableGrid"/>
    <w:uiPriority w:val="39"/>
    <w:rsid w:val="000F0EC6"/>
    <w:pPr>
      <w:spacing w:after="0" w:line="240" w:lineRule="auto"/>
    </w:pPr>
    <w:rPr>
      <w:rFonts w:ascii="Calibri" w:eastAsia="Times New Roman" w:hAnsi="Calibri" w:cs="Arial"/>
      <w:lang w:val="it-IT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F0EC6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eastAsia="en-GB"/>
    </w:rPr>
  </w:style>
  <w:style w:type="paragraph" w:customStyle="1" w:styleId="Rfrenceinterinstitutionnelle">
    <w:name w:val="Référence interinstitutionnelle"/>
    <w:basedOn w:val="Normal"/>
    <w:next w:val="Statut"/>
    <w:rsid w:val="000F0EC6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odrka-kulat">
    <w:name w:val="odrážka-kulatá"/>
    <w:basedOn w:val="Normal"/>
    <w:qFormat/>
    <w:rsid w:val="000F0EC6"/>
    <w:pPr>
      <w:numPr>
        <w:numId w:val="24"/>
      </w:numPr>
      <w:tabs>
        <w:tab w:val="num" w:pos="360"/>
      </w:tabs>
      <w:autoSpaceDE w:val="0"/>
      <w:autoSpaceDN w:val="0"/>
      <w:adjustRightInd w:val="0"/>
      <w:spacing w:before="240" w:line="276" w:lineRule="auto"/>
      <w:ind w:left="360"/>
      <w:jc w:val="both"/>
    </w:pPr>
    <w:rPr>
      <w:rFonts w:eastAsia="Times New Roman"/>
      <w:b/>
      <w:szCs w:val="24"/>
      <w:lang w:eastAsia="en-GB"/>
    </w:rPr>
  </w:style>
  <w:style w:type="character" w:customStyle="1" w:styleId="odrka-kulatChar">
    <w:name w:val="odrážka-kulatá Char"/>
    <w:rsid w:val="000F0EC6"/>
    <w:rPr>
      <w:rFonts w:ascii="Times New Roman" w:hAnsi="Times New Roman"/>
      <w:b/>
      <w:sz w:val="24"/>
      <w:lang w:val="it-IT"/>
    </w:rPr>
  </w:style>
  <w:style w:type="paragraph" w:customStyle="1" w:styleId="CM1">
    <w:name w:val="CM1"/>
    <w:basedOn w:val="Normal"/>
    <w:next w:val="Normal"/>
    <w:uiPriority w:val="99"/>
    <w:rsid w:val="000F0EC6"/>
    <w:pPr>
      <w:autoSpaceDE w:val="0"/>
      <w:autoSpaceDN w:val="0"/>
      <w:adjustRightInd w:val="0"/>
      <w:spacing w:before="0" w:after="0" w:line="240" w:lineRule="auto"/>
    </w:pPr>
    <w:rPr>
      <w:rFonts w:ascii="EUAlbertina" w:eastAsia="Times New Roman" w:hAnsi="EUAlbertina" w:cs="Arial"/>
      <w:szCs w:val="24"/>
      <w:lang w:eastAsia="en-GB"/>
    </w:rPr>
  </w:style>
  <w:style w:type="character" w:customStyle="1" w:styleId="italic">
    <w:name w:val="italic"/>
    <w:rsid w:val="000F0EC6"/>
    <w:rPr>
      <w:rFonts w:cs="Times New Roman"/>
    </w:rPr>
  </w:style>
  <w:style w:type="character" w:styleId="Emphasis">
    <w:name w:val="Emphasis"/>
    <w:uiPriority w:val="20"/>
    <w:qFormat/>
    <w:rsid w:val="000F0EC6"/>
    <w:rPr>
      <w:rFonts w:cs="Times New Roman"/>
      <w:i/>
    </w:rPr>
  </w:style>
  <w:style w:type="paragraph" w:styleId="HTMLPreformatted">
    <w:name w:val="HTML Preformatted"/>
    <w:basedOn w:val="Normal"/>
    <w:link w:val="HTMLPreformattedChar"/>
    <w:uiPriority w:val="99"/>
    <w:rsid w:val="000F0EC6"/>
    <w:pPr>
      <w:autoSpaceDE w:val="0"/>
      <w:autoSpaceDN w:val="0"/>
      <w:adjustRightInd w:val="0"/>
      <w:spacing w:before="0" w:after="0" w:line="240" w:lineRule="auto"/>
    </w:pPr>
    <w:rPr>
      <w:rFonts w:ascii="Consolas" w:eastAsia="Times New Roman" w:hAnsi="Consolas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F0EC6"/>
    <w:rPr>
      <w:rFonts w:ascii="Consolas" w:eastAsia="Times New Roman" w:hAnsi="Consolas" w:cs="Times New Roman"/>
      <w:sz w:val="20"/>
      <w:szCs w:val="20"/>
      <w:lang w:val="it-IT" w:eastAsia="en-GB"/>
    </w:rPr>
  </w:style>
  <w:style w:type="paragraph" w:customStyle="1" w:styleId="ListBullet1">
    <w:name w:val="List Bullet1"/>
    <w:basedOn w:val="Normal"/>
    <w:next w:val="ListBullet"/>
    <w:uiPriority w:val="99"/>
    <w:rsid w:val="000F0EC6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Bullet21">
    <w:name w:val="List Bullet 21"/>
    <w:basedOn w:val="Normal"/>
    <w:next w:val="ListBullet2"/>
    <w:uiPriority w:val="99"/>
    <w:rsid w:val="000F0EC6"/>
    <w:pPr>
      <w:tabs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eastAsia="en-GB"/>
    </w:rPr>
  </w:style>
  <w:style w:type="paragraph" w:customStyle="1" w:styleId="ListBullet31">
    <w:name w:val="List Bullet 31"/>
    <w:basedOn w:val="Normal"/>
    <w:next w:val="ListBullet3"/>
    <w:uiPriority w:val="99"/>
    <w:rsid w:val="000F0EC6"/>
    <w:pPr>
      <w:tabs>
        <w:tab w:val="num" w:pos="926"/>
      </w:tabs>
      <w:autoSpaceDE w:val="0"/>
      <w:autoSpaceDN w:val="0"/>
      <w:adjustRightInd w:val="0"/>
      <w:spacing w:line="240" w:lineRule="auto"/>
      <w:ind w:left="926" w:hanging="360"/>
      <w:contextualSpacing/>
      <w:jc w:val="both"/>
    </w:pPr>
    <w:rPr>
      <w:rFonts w:eastAsia="Times New Roman"/>
      <w:lang w:eastAsia="en-GB"/>
    </w:rPr>
  </w:style>
  <w:style w:type="character" w:customStyle="1" w:styleId="Bodytext2">
    <w:name w:val="Body text (2)_"/>
    <w:rsid w:val="000F0EC6"/>
    <w:rPr>
      <w:rFonts w:ascii="Arial" w:eastAsia="Times New Roman" w:hAnsi="Arial"/>
      <w:sz w:val="16"/>
      <w:shd w:val="clear" w:color="auto" w:fill="FFFFFF"/>
    </w:rPr>
  </w:style>
  <w:style w:type="paragraph" w:customStyle="1" w:styleId="Bodytext20">
    <w:name w:val="Body text (2)"/>
    <w:basedOn w:val="Normal"/>
    <w:rsid w:val="000F0EC6"/>
    <w:pPr>
      <w:widowControl w:val="0"/>
      <w:shd w:val="clear" w:color="auto" w:fill="FFFFFF"/>
      <w:autoSpaceDE w:val="0"/>
      <w:autoSpaceDN w:val="0"/>
      <w:adjustRightInd w:val="0"/>
      <w:spacing w:before="360" w:after="360" w:line="178" w:lineRule="exact"/>
      <w:ind w:hanging="600"/>
      <w:jc w:val="both"/>
    </w:pPr>
    <w:rPr>
      <w:rFonts w:ascii="Arial" w:eastAsia="Times New Roman" w:hAnsi="Arial" w:cs="Arial"/>
      <w:sz w:val="16"/>
      <w:szCs w:val="16"/>
      <w:lang w:eastAsia="en-GB"/>
    </w:rPr>
  </w:style>
  <w:style w:type="character" w:customStyle="1" w:styleId="st1">
    <w:name w:val="st1"/>
    <w:rsid w:val="000F0EC6"/>
  </w:style>
  <w:style w:type="character" w:customStyle="1" w:styleId="Caractresdenotedebasdepage">
    <w:name w:val="Caractères de note de bas de page"/>
    <w:rsid w:val="000F0EC6"/>
    <w:rPr>
      <w:vertAlign w:val="superscript"/>
    </w:rPr>
  </w:style>
  <w:style w:type="paragraph" w:customStyle="1" w:styleId="CM3">
    <w:name w:val="CM3"/>
    <w:basedOn w:val="Normal"/>
    <w:next w:val="Normal"/>
    <w:uiPriority w:val="99"/>
    <w:rsid w:val="000F0EC6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paragraph" w:customStyle="1" w:styleId="CM4">
    <w:name w:val="CM4"/>
    <w:basedOn w:val="Normal"/>
    <w:next w:val="Normal"/>
    <w:uiPriority w:val="99"/>
    <w:rsid w:val="000F0EC6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character" w:customStyle="1" w:styleId="normal--char">
    <w:name w:val="normal--char"/>
    <w:rsid w:val="000F0EC6"/>
  </w:style>
  <w:style w:type="paragraph" w:customStyle="1" w:styleId="Caption1">
    <w:name w:val="Caption1"/>
    <w:basedOn w:val="Normal"/>
    <w:next w:val="Normal"/>
    <w:uiPriority w:val="35"/>
    <w:qFormat/>
    <w:rsid w:val="000F0EC6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eastAsia="en-GB"/>
    </w:rPr>
  </w:style>
  <w:style w:type="paragraph" w:customStyle="1" w:styleId="TableofFigures1">
    <w:name w:val="Table of Figures1"/>
    <w:basedOn w:val="Normal"/>
    <w:next w:val="Normal"/>
    <w:uiPriority w:val="99"/>
    <w:rsid w:val="000F0EC6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en-GB"/>
    </w:rPr>
  </w:style>
  <w:style w:type="paragraph" w:customStyle="1" w:styleId="ListNumber1">
    <w:name w:val="List Number1"/>
    <w:basedOn w:val="Normal"/>
    <w:next w:val="ListNumber"/>
    <w:uiPriority w:val="99"/>
    <w:rsid w:val="000F0EC6"/>
    <w:pPr>
      <w:tabs>
        <w:tab w:val="num" w:pos="2835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Number21">
    <w:name w:val="List Number 21"/>
    <w:basedOn w:val="Normal"/>
    <w:next w:val="ListNumber2"/>
    <w:uiPriority w:val="99"/>
    <w:rsid w:val="000F0EC6"/>
    <w:pPr>
      <w:tabs>
        <w:tab w:val="num" w:pos="567"/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eastAsia="en-GB"/>
    </w:rPr>
  </w:style>
  <w:style w:type="paragraph" w:customStyle="1" w:styleId="ListNumber41">
    <w:name w:val="List Number 41"/>
    <w:basedOn w:val="Normal"/>
    <w:next w:val="ListNumber4"/>
    <w:uiPriority w:val="99"/>
    <w:rsid w:val="000F0EC6"/>
    <w:pPr>
      <w:tabs>
        <w:tab w:val="num" w:pos="567"/>
        <w:tab w:val="num" w:pos="1209"/>
      </w:tabs>
      <w:autoSpaceDE w:val="0"/>
      <w:autoSpaceDN w:val="0"/>
      <w:adjustRightInd w:val="0"/>
      <w:spacing w:line="240" w:lineRule="auto"/>
      <w:ind w:left="1209" w:hanging="360"/>
      <w:contextualSpacing/>
      <w:jc w:val="both"/>
    </w:pPr>
    <w:rPr>
      <w:rFonts w:eastAsia="Times New Roman"/>
      <w:lang w:eastAsia="en-GB"/>
    </w:rPr>
  </w:style>
  <w:style w:type="paragraph" w:customStyle="1" w:styleId="TOC41">
    <w:name w:val="TOC 41"/>
    <w:basedOn w:val="Normal"/>
    <w:next w:val="Normal"/>
    <w:uiPriority w:val="39"/>
    <w:rsid w:val="000F0EC6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51">
    <w:name w:val="TOC 51"/>
    <w:basedOn w:val="Normal"/>
    <w:next w:val="Normal"/>
    <w:uiPriority w:val="39"/>
    <w:rsid w:val="000F0EC6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eastAsia="en-GB"/>
    </w:rPr>
  </w:style>
  <w:style w:type="paragraph" w:customStyle="1" w:styleId="TOC61">
    <w:name w:val="TOC 61"/>
    <w:basedOn w:val="Normal"/>
    <w:next w:val="Normal"/>
    <w:uiPriority w:val="39"/>
    <w:rsid w:val="000F0EC6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eastAsia="en-GB"/>
    </w:rPr>
  </w:style>
  <w:style w:type="paragraph" w:customStyle="1" w:styleId="TOC71">
    <w:name w:val="TOC 71"/>
    <w:basedOn w:val="Normal"/>
    <w:next w:val="Normal"/>
    <w:uiPriority w:val="39"/>
    <w:rsid w:val="000F0EC6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eastAsia="en-GB"/>
    </w:rPr>
  </w:style>
  <w:style w:type="paragraph" w:customStyle="1" w:styleId="TOC81">
    <w:name w:val="TOC 81"/>
    <w:basedOn w:val="Normal"/>
    <w:next w:val="Normal"/>
    <w:uiPriority w:val="39"/>
    <w:rsid w:val="000F0EC6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OC91">
    <w:name w:val="TOC 91"/>
    <w:basedOn w:val="Normal"/>
    <w:next w:val="Normal"/>
    <w:uiPriority w:val="39"/>
    <w:rsid w:val="000F0EC6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eastAsia="en-GB"/>
    </w:rPr>
  </w:style>
  <w:style w:type="character" w:customStyle="1" w:styleId="Marker2">
    <w:name w:val="Marker2"/>
    <w:rsid w:val="000F0EC6"/>
    <w:rPr>
      <w:rFonts w:cs="Times New Roman"/>
      <w:color w:val="FF0000"/>
      <w:shd w:val="clear" w:color="auto" w:fill="auto"/>
    </w:rPr>
  </w:style>
  <w:style w:type="paragraph" w:customStyle="1" w:styleId="Annexetitreexpos">
    <w:name w:val="Annexe titre (exposé)"/>
    <w:basedOn w:val="Normal"/>
    <w:next w:val="Normal"/>
    <w:rsid w:val="000F0EC6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nnexetitrefichefinancire">
    <w:name w:val="Annexe titre (fiche financière)"/>
    <w:basedOn w:val="Normal"/>
    <w:next w:val="Normal"/>
    <w:rsid w:val="000F0EC6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vertissementtitre">
    <w:name w:val="Avertissement titre"/>
    <w:basedOn w:val="Normal"/>
    <w:next w:val="Normal"/>
    <w:rsid w:val="000F0EC6"/>
    <w:pPr>
      <w:keepNext/>
      <w:autoSpaceDE w:val="0"/>
      <w:autoSpaceDN w:val="0"/>
      <w:adjustRightInd w:val="0"/>
      <w:spacing w:before="480" w:line="240" w:lineRule="auto"/>
      <w:jc w:val="both"/>
    </w:pPr>
    <w:rPr>
      <w:rFonts w:eastAsia="Times New Roman"/>
      <w:u w:val="single"/>
      <w:lang w:eastAsia="en-GB"/>
    </w:rPr>
  </w:style>
  <w:style w:type="paragraph" w:customStyle="1" w:styleId="Confidence">
    <w:name w:val="Confidence"/>
    <w:basedOn w:val="Normal"/>
    <w:next w:val="Normal"/>
    <w:rsid w:val="000F0EC6"/>
    <w:pPr>
      <w:autoSpaceDE w:val="0"/>
      <w:autoSpaceDN w:val="0"/>
      <w:adjustRightInd w:val="0"/>
      <w:spacing w:before="360" w:line="240" w:lineRule="auto"/>
      <w:jc w:val="center"/>
    </w:pPr>
    <w:rPr>
      <w:rFonts w:eastAsia="Times New Roman"/>
      <w:lang w:eastAsia="en-GB"/>
    </w:rPr>
  </w:style>
  <w:style w:type="paragraph" w:customStyle="1" w:styleId="Confidentialit">
    <w:name w:val="Confidentialité"/>
    <w:basedOn w:val="Normal"/>
    <w:next w:val="TypedudocumentPagedecouverture"/>
    <w:rsid w:val="000F0EC6"/>
    <w:pPr>
      <w:autoSpaceDE w:val="0"/>
      <w:autoSpaceDN w:val="0"/>
      <w:adjustRightInd w:val="0"/>
      <w:spacing w:before="240" w:after="240" w:line="240" w:lineRule="auto"/>
      <w:ind w:left="5103"/>
    </w:pPr>
    <w:rPr>
      <w:rFonts w:eastAsia="Times New Roman"/>
      <w:i/>
      <w:sz w:val="32"/>
      <w:lang w:eastAsia="en-GB"/>
    </w:rPr>
  </w:style>
  <w:style w:type="paragraph" w:customStyle="1" w:styleId="Corrigendum">
    <w:name w:val="Corrigendum"/>
    <w:basedOn w:val="Normal"/>
    <w:next w:val="Normal"/>
    <w:rsid w:val="000F0EC6"/>
    <w:pPr>
      <w:autoSpaceDE w:val="0"/>
      <w:autoSpaceDN w:val="0"/>
      <w:adjustRightInd w:val="0"/>
      <w:spacing w:before="0" w:after="240" w:line="240" w:lineRule="auto"/>
    </w:pPr>
    <w:rPr>
      <w:rFonts w:eastAsia="Times New Roman"/>
      <w:lang w:eastAsia="en-GB"/>
    </w:rPr>
  </w:style>
  <w:style w:type="paragraph" w:customStyle="1" w:styleId="Emission">
    <w:name w:val="Emission"/>
    <w:basedOn w:val="Normal"/>
    <w:next w:val="Rfrenceinstitutionnelle"/>
    <w:rsid w:val="000F0EC6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Exposdesmotifstitre">
    <w:name w:val="Exposé des motifs titre"/>
    <w:basedOn w:val="Normal"/>
    <w:next w:val="Normal"/>
    <w:rsid w:val="000F0EC6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Langue">
    <w:name w:val="Langue"/>
    <w:basedOn w:val="Normal"/>
    <w:next w:val="Rfrenceinterne"/>
    <w:rsid w:val="000F0EC6"/>
    <w:pPr>
      <w:framePr w:wrap="auto" w:vAnchor="page" w:hAnchor="text" w:xAlign="center" w:y="14741"/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caps/>
      <w:lang w:eastAsia="en-GB"/>
    </w:rPr>
  </w:style>
  <w:style w:type="paragraph" w:customStyle="1" w:styleId="Nomdelinstitution">
    <w:name w:val="Nom de l'institution"/>
    <w:basedOn w:val="Normal"/>
    <w:next w:val="Emission"/>
    <w:rsid w:val="000F0EC6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lang w:eastAsia="en-GB"/>
    </w:rPr>
  </w:style>
  <w:style w:type="paragraph" w:customStyle="1" w:styleId="Rfrenceinstitutionnelle">
    <w:name w:val="Référence institutionnelle"/>
    <w:basedOn w:val="Normal"/>
    <w:next w:val="Confidentialit"/>
    <w:rsid w:val="000F0EC6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Rfrenceinterne">
    <w:name w:val="Référence interne"/>
    <w:basedOn w:val="Normal"/>
    <w:next w:val="Rfrenceinterinstitutionnelle"/>
    <w:rsid w:val="000F0EC6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character" w:customStyle="1" w:styleId="Added">
    <w:name w:val="Added"/>
    <w:rsid w:val="000F0EC6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0F0EC6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0F0EC6"/>
    <w:pPr>
      <w:keepLines/>
      <w:autoSpaceDE w:val="0"/>
      <w:autoSpaceDN w:val="0"/>
      <w:adjustRightInd w:val="0"/>
      <w:ind w:left="3402"/>
    </w:pPr>
    <w:rPr>
      <w:rFonts w:eastAsia="Times New Roman"/>
      <w:lang w:eastAsia="en-GB"/>
    </w:rPr>
  </w:style>
  <w:style w:type="paragraph" w:customStyle="1" w:styleId="Objetexterne">
    <w:name w:val="Objet externe"/>
    <w:basedOn w:val="Normal"/>
    <w:next w:val="Normal"/>
    <w:rsid w:val="000F0EC6"/>
    <w:pPr>
      <w:autoSpaceDE w:val="0"/>
      <w:autoSpaceDN w:val="0"/>
      <w:adjustRightInd w:val="0"/>
      <w:spacing w:line="240" w:lineRule="auto"/>
      <w:jc w:val="both"/>
    </w:pPr>
    <w:rPr>
      <w:rFonts w:eastAsia="Times New Roman"/>
      <w:i/>
      <w:caps/>
      <w:lang w:eastAsia="en-GB"/>
    </w:rPr>
  </w:style>
  <w:style w:type="paragraph" w:customStyle="1" w:styleId="Pagedecouverture">
    <w:name w:val="Page de couverture"/>
    <w:basedOn w:val="Normal"/>
    <w:next w:val="Normal"/>
    <w:rsid w:val="000F0EC6"/>
    <w:pPr>
      <w:autoSpaceDE w:val="0"/>
      <w:autoSpaceDN w:val="0"/>
      <w:adjustRightInd w:val="0"/>
      <w:spacing w:before="0" w:after="0" w:line="240" w:lineRule="auto"/>
      <w:jc w:val="both"/>
    </w:pPr>
    <w:rPr>
      <w:rFonts w:eastAsia="Times New Roman"/>
      <w:lang w:eastAsia="en-GB"/>
    </w:rPr>
  </w:style>
  <w:style w:type="paragraph" w:customStyle="1" w:styleId="Supertitre">
    <w:name w:val="Supertitre"/>
    <w:basedOn w:val="Normal"/>
    <w:next w:val="Normal"/>
    <w:rsid w:val="000F0EC6"/>
    <w:pPr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lang w:eastAsia="en-GB"/>
    </w:rPr>
  </w:style>
  <w:style w:type="paragraph" w:customStyle="1" w:styleId="Rfrencecroise">
    <w:name w:val="Référence croisée"/>
    <w:basedOn w:val="Normal"/>
    <w:rsid w:val="000F0EC6"/>
    <w:pPr>
      <w:autoSpaceDE w:val="0"/>
      <w:autoSpaceDN w:val="0"/>
      <w:adjustRightInd w:val="0"/>
      <w:spacing w:before="0" w:after="0" w:line="240" w:lineRule="auto"/>
      <w:jc w:val="center"/>
    </w:pPr>
    <w:rPr>
      <w:rFonts w:eastAsia="Times New Roman"/>
      <w:lang w:eastAsia="en-GB"/>
    </w:rPr>
  </w:style>
  <w:style w:type="paragraph" w:customStyle="1" w:styleId="Fichefinanciretitre">
    <w:name w:val="Fiche financière titre"/>
    <w:basedOn w:val="Normal"/>
    <w:next w:val="Normal"/>
    <w:rsid w:val="000F0EC6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0F0EC6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0F0EC6"/>
  </w:style>
  <w:style w:type="paragraph" w:customStyle="1" w:styleId="Sous-titreobjetPagedecouverture">
    <w:name w:val="Sous-titre objet (Page de couverture)"/>
    <w:basedOn w:val="Sous-titreobjet"/>
    <w:rsid w:val="000F0EC6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StatutPagedecouverture">
    <w:name w:val="Statut (Page de couverture)"/>
    <w:basedOn w:val="Statut"/>
    <w:next w:val="TypedudocumentPagedecouverture"/>
    <w:rsid w:val="000F0EC6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0F0EC6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0F0EC6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Volume">
    <w:name w:val="Volume"/>
    <w:basedOn w:val="Normal"/>
    <w:next w:val="Confidentialit"/>
    <w:rsid w:val="000F0EC6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Accompagnant">
    <w:name w:val="Accompagnant"/>
    <w:basedOn w:val="Normal"/>
    <w:next w:val="Typeacteprincipal"/>
    <w:rsid w:val="000F0EC6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i/>
      <w:lang w:eastAsia="en-GB"/>
    </w:rPr>
  </w:style>
  <w:style w:type="paragraph" w:customStyle="1" w:styleId="Typeacteprincipal">
    <w:name w:val="Type acte principal"/>
    <w:basedOn w:val="Normal"/>
    <w:next w:val="Objetacteprincipal"/>
    <w:rsid w:val="000F0EC6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lang w:eastAsia="en-GB"/>
    </w:rPr>
  </w:style>
  <w:style w:type="paragraph" w:customStyle="1" w:styleId="Objetacteprincipal">
    <w:name w:val="Objet acte principal"/>
    <w:basedOn w:val="Normal"/>
    <w:next w:val="Titrearticle"/>
    <w:rsid w:val="000F0EC6"/>
    <w:pPr>
      <w:autoSpaceDE w:val="0"/>
      <w:autoSpaceDN w:val="0"/>
      <w:adjustRightInd w:val="0"/>
      <w:spacing w:before="0" w:after="360" w:line="240" w:lineRule="auto"/>
      <w:jc w:val="center"/>
    </w:pPr>
    <w:rPr>
      <w:rFonts w:eastAsia="Times New Roman"/>
      <w:b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0F0EC6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AccompagnantPagedecouverture">
    <w:name w:val="Accompagnant (Page de couverture)"/>
    <w:basedOn w:val="Accompagnant"/>
    <w:next w:val="TypeacteprincipalPagedecouverture"/>
    <w:rsid w:val="000F0EC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0F0EC6"/>
  </w:style>
  <w:style w:type="paragraph" w:customStyle="1" w:styleId="ObjetacteprincipalPagedecouverture">
    <w:name w:val="Objet acte principal (Page de couverture)"/>
    <w:basedOn w:val="Objetacteprincipal"/>
    <w:next w:val="Rfrencecroise"/>
    <w:rsid w:val="000F0EC6"/>
  </w:style>
  <w:style w:type="paragraph" w:customStyle="1" w:styleId="LanguesfaisantfoiPagedecouverture">
    <w:name w:val="Langues faisant foi (Page de couverture)"/>
    <w:basedOn w:val="Normal"/>
    <w:next w:val="Normal"/>
    <w:rsid w:val="000F0EC6"/>
    <w:pPr>
      <w:autoSpaceDE w:val="0"/>
      <w:autoSpaceDN w:val="0"/>
      <w:adjustRightInd w:val="0"/>
      <w:spacing w:before="360" w:after="0" w:line="240" w:lineRule="auto"/>
      <w:jc w:val="center"/>
    </w:pPr>
    <w:rPr>
      <w:rFonts w:eastAsia="Times New Roman"/>
      <w:lang w:eastAsia="en-GB"/>
    </w:rPr>
  </w:style>
  <w:style w:type="paragraph" w:customStyle="1" w:styleId="pj">
    <w:name w:val="p.j."/>
    <w:basedOn w:val="Normal"/>
    <w:rsid w:val="000F0EC6"/>
    <w:pPr>
      <w:autoSpaceDE w:val="0"/>
      <w:autoSpaceDN w:val="0"/>
      <w:adjustRightInd w:val="0"/>
      <w:spacing w:before="1200" w:line="240" w:lineRule="auto"/>
      <w:ind w:left="1440" w:hanging="1440"/>
    </w:pPr>
    <w:rPr>
      <w:rFonts w:eastAsia="Times New Roman"/>
      <w:lang w:eastAsia="en-GB"/>
    </w:rPr>
  </w:style>
  <w:style w:type="character" w:customStyle="1" w:styleId="pjChar">
    <w:name w:val="p.j. Char"/>
    <w:rsid w:val="000F0EC6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HeaderCouncilChar">
    <w:name w:val="Header Council Char"/>
    <w:rsid w:val="000F0EC6"/>
    <w:rPr>
      <w:rFonts w:ascii="Times New Roman" w:eastAsia="Times New Roman" w:hAnsi="Times New Roman" w:cs="Times New Roman"/>
      <w:sz w:val="2"/>
      <w:szCs w:val="24"/>
      <w:lang w:val="it-IT"/>
    </w:rPr>
  </w:style>
  <w:style w:type="character" w:customStyle="1" w:styleId="FooterCouncilChar">
    <w:name w:val="Footer Council Char"/>
    <w:rsid w:val="000F0EC6"/>
    <w:rPr>
      <w:rFonts w:ascii="Times New Roman" w:eastAsia="Times New Roman" w:hAnsi="Times New Roman" w:cs="Times New Roman"/>
      <w:sz w:val="2"/>
      <w:szCs w:val="24"/>
      <w:lang w:val="it-IT"/>
    </w:rPr>
  </w:style>
  <w:style w:type="paragraph" w:customStyle="1" w:styleId="DeltaViewTableHeading">
    <w:name w:val="DeltaView Table Heading"/>
    <w:basedOn w:val="Normal"/>
    <w:uiPriority w:val="99"/>
    <w:rsid w:val="000F0EC6"/>
    <w:pPr>
      <w:autoSpaceDE w:val="0"/>
      <w:autoSpaceDN w:val="0"/>
      <w:adjustRightInd w:val="0"/>
      <w:spacing w:before="0" w:line="240" w:lineRule="auto"/>
    </w:pPr>
    <w:rPr>
      <w:rFonts w:ascii="Arial" w:eastAsia="Times New Roman" w:hAnsi="Arial"/>
      <w:b/>
      <w:szCs w:val="24"/>
      <w:lang w:eastAsia="en-GB"/>
    </w:rPr>
  </w:style>
  <w:style w:type="paragraph" w:customStyle="1" w:styleId="DeltaViewTableBody">
    <w:name w:val="DeltaView Table Body"/>
    <w:basedOn w:val="Normal"/>
    <w:uiPriority w:val="99"/>
    <w:rsid w:val="000F0EC6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/>
      <w:szCs w:val="24"/>
      <w:lang w:eastAsia="en-GB"/>
    </w:rPr>
  </w:style>
  <w:style w:type="paragraph" w:customStyle="1" w:styleId="DeltaViewAnnounce">
    <w:name w:val="DeltaView Announce"/>
    <w:uiPriority w:val="99"/>
    <w:rsid w:val="000F0EC6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val="it-IT" w:eastAsia="en-GB"/>
    </w:rPr>
  </w:style>
  <w:style w:type="paragraph" w:customStyle="1" w:styleId="BodyText1">
    <w:name w:val="Body Text1"/>
    <w:basedOn w:val="Normal"/>
    <w:next w:val="FootnoteText"/>
    <w:uiPriority w:val="99"/>
    <w:rsid w:val="000F0EC6"/>
    <w:pPr>
      <w:autoSpaceDE w:val="0"/>
      <w:autoSpaceDN w:val="0"/>
      <w:adjustRightInd w:val="0"/>
      <w:spacing w:before="0" w:after="0" w:line="240" w:lineRule="auto"/>
    </w:pPr>
    <w:rPr>
      <w:rFonts w:eastAsia="Times New Roman"/>
      <w:sz w:val="18"/>
      <w:szCs w:val="24"/>
      <w:lang w:eastAsia="en-GB"/>
    </w:rPr>
  </w:style>
  <w:style w:type="character" w:customStyle="1" w:styleId="BodyTextChar">
    <w:name w:val="Body Text Char"/>
    <w:link w:val="BodyText"/>
    <w:uiPriority w:val="99"/>
    <w:rsid w:val="000F0EC6"/>
    <w:rPr>
      <w:rFonts w:ascii="Times New Roman" w:eastAsia="Times New Roman" w:hAnsi="Times New Roman" w:cs="Times New Roman"/>
      <w:sz w:val="18"/>
      <w:szCs w:val="24"/>
      <w:lang w:eastAsia="en-GB"/>
    </w:rPr>
  </w:style>
  <w:style w:type="character" w:customStyle="1" w:styleId="DeltaViewInsertion">
    <w:name w:val="DeltaView Insertion"/>
    <w:uiPriority w:val="99"/>
    <w:rsid w:val="000F0EC6"/>
    <w:rPr>
      <w:b/>
      <w:i/>
      <w:color w:val="191919"/>
    </w:rPr>
  </w:style>
  <w:style w:type="character" w:customStyle="1" w:styleId="DeltaViewDeletion">
    <w:name w:val="DeltaView Deletion"/>
    <w:uiPriority w:val="99"/>
    <w:rsid w:val="000F0EC6"/>
    <w:rPr>
      <w:strike/>
      <w:color w:val="000000"/>
    </w:rPr>
  </w:style>
  <w:style w:type="character" w:customStyle="1" w:styleId="DeltaViewMoveSource">
    <w:name w:val="DeltaView Move Source"/>
    <w:uiPriority w:val="99"/>
    <w:rsid w:val="000F0EC6"/>
    <w:rPr>
      <w:strike/>
      <w:color w:val="000000"/>
    </w:rPr>
  </w:style>
  <w:style w:type="character" w:customStyle="1" w:styleId="DeltaViewMoveDestination">
    <w:name w:val="DeltaView Move Destination"/>
    <w:uiPriority w:val="99"/>
    <w:rsid w:val="000F0EC6"/>
    <w:rPr>
      <w:color w:val="191919"/>
      <w:u w:val="double"/>
    </w:rPr>
  </w:style>
  <w:style w:type="character" w:customStyle="1" w:styleId="DeltaViewChangeNumber">
    <w:name w:val="DeltaView Change Number"/>
    <w:uiPriority w:val="99"/>
    <w:rsid w:val="000F0EC6"/>
    <w:rPr>
      <w:color w:val="000000"/>
      <w:vertAlign w:val="superscript"/>
    </w:rPr>
  </w:style>
  <w:style w:type="character" w:customStyle="1" w:styleId="DeltaViewDelimiter">
    <w:name w:val="DeltaView Delimiter"/>
    <w:uiPriority w:val="99"/>
    <w:rsid w:val="000F0EC6"/>
  </w:style>
  <w:style w:type="paragraph" w:customStyle="1" w:styleId="DocumentMap1">
    <w:name w:val="Document Map1"/>
    <w:basedOn w:val="Normal"/>
    <w:next w:val="HeaderCouncil"/>
    <w:uiPriority w:val="99"/>
    <w:rsid w:val="000F0EC6"/>
    <w:pPr>
      <w:shd w:val="clear" w:color="auto" w:fill="000080"/>
      <w:autoSpaceDE w:val="0"/>
      <w:autoSpaceDN w:val="0"/>
      <w:adjustRightInd w:val="0"/>
      <w:spacing w:before="0" w:after="0" w:line="240" w:lineRule="auto"/>
    </w:pPr>
    <w:rPr>
      <w:rFonts w:ascii="Tahoma" w:eastAsia="Times New Roman" w:hAnsi="Tahoma"/>
      <w:szCs w:val="24"/>
      <w:lang w:eastAsia="en-GB"/>
    </w:rPr>
  </w:style>
  <w:style w:type="character" w:customStyle="1" w:styleId="DocumentMapChar">
    <w:name w:val="Document Map Char"/>
    <w:link w:val="DocumentMap"/>
    <w:uiPriority w:val="99"/>
    <w:rsid w:val="000F0EC6"/>
    <w:rPr>
      <w:rFonts w:ascii="Tahoma" w:eastAsia="Times New Roman" w:hAnsi="Tahoma" w:cs="Times New Roman"/>
      <w:sz w:val="24"/>
      <w:szCs w:val="24"/>
      <w:lang w:eastAsia="en-GB"/>
    </w:rPr>
  </w:style>
  <w:style w:type="character" w:customStyle="1" w:styleId="DeltaViewFormatChange">
    <w:name w:val="DeltaView Format Change"/>
    <w:uiPriority w:val="99"/>
    <w:rsid w:val="000F0EC6"/>
    <w:rPr>
      <w:color w:val="000000"/>
    </w:rPr>
  </w:style>
  <w:style w:type="character" w:customStyle="1" w:styleId="DeltaViewMovedDeletion">
    <w:name w:val="DeltaView Moved Deletion"/>
    <w:uiPriority w:val="99"/>
    <w:rsid w:val="000F0EC6"/>
    <w:rPr>
      <w:strike/>
      <w:color w:val="C08080"/>
    </w:rPr>
  </w:style>
  <w:style w:type="character" w:customStyle="1" w:styleId="DeltaViewComment">
    <w:name w:val="DeltaView Comment"/>
    <w:uiPriority w:val="99"/>
    <w:rsid w:val="000F0EC6"/>
    <w:rPr>
      <w:color w:val="000000"/>
    </w:rPr>
  </w:style>
  <w:style w:type="character" w:customStyle="1" w:styleId="DeltaViewStyleChangeText">
    <w:name w:val="DeltaView Style Change Text"/>
    <w:uiPriority w:val="99"/>
    <w:rsid w:val="000F0EC6"/>
    <w:rPr>
      <w:color w:val="000000"/>
      <w:u w:val="double"/>
    </w:rPr>
  </w:style>
  <w:style w:type="character" w:customStyle="1" w:styleId="DeltaViewStyleChangeLabel">
    <w:name w:val="DeltaView Style Change Label"/>
    <w:uiPriority w:val="99"/>
    <w:rsid w:val="000F0EC6"/>
    <w:rPr>
      <w:color w:val="000000"/>
    </w:rPr>
  </w:style>
  <w:style w:type="character" w:customStyle="1" w:styleId="DeltaViewInsertedComment">
    <w:name w:val="DeltaView Inserted Comment"/>
    <w:uiPriority w:val="99"/>
    <w:rsid w:val="000F0EC6"/>
    <w:rPr>
      <w:color w:val="0000FF"/>
      <w:u w:val="double"/>
    </w:rPr>
  </w:style>
  <w:style w:type="character" w:customStyle="1" w:styleId="DeltaViewDeletedComment">
    <w:name w:val="DeltaView Deleted Comment"/>
    <w:uiPriority w:val="99"/>
    <w:rsid w:val="000F0EC6"/>
    <w:rPr>
      <w:strike/>
      <w:color w:val="FF0000"/>
    </w:rPr>
  </w:style>
  <w:style w:type="character" w:styleId="LineNumber">
    <w:name w:val="line number"/>
    <w:uiPriority w:val="99"/>
    <w:unhideWhenUsed/>
    <w:rsid w:val="000F0EC6"/>
  </w:style>
  <w:style w:type="paragraph" w:styleId="ListBullet">
    <w:name w:val="List Bullet"/>
    <w:basedOn w:val="Normal"/>
    <w:rsid w:val="000F0EC6"/>
    <w:pPr>
      <w:widowControl w:val="0"/>
      <w:numPr>
        <w:numId w:val="1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Bullet2">
    <w:name w:val="List Bullet 2"/>
    <w:basedOn w:val="Normal"/>
    <w:rsid w:val="000F0EC6"/>
    <w:pPr>
      <w:widowControl w:val="0"/>
      <w:numPr>
        <w:numId w:val="2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Bullet3">
    <w:name w:val="List Bullet 3"/>
    <w:basedOn w:val="Normal"/>
    <w:rsid w:val="000F0EC6"/>
    <w:pPr>
      <w:widowControl w:val="0"/>
      <w:numPr>
        <w:numId w:val="3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">
    <w:name w:val="List Number"/>
    <w:basedOn w:val="Normal"/>
    <w:rsid w:val="000F0EC6"/>
    <w:pPr>
      <w:widowControl w:val="0"/>
      <w:numPr>
        <w:numId w:val="4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2">
    <w:name w:val="List Number 2"/>
    <w:basedOn w:val="Normal"/>
    <w:rsid w:val="000F0EC6"/>
    <w:pPr>
      <w:widowControl w:val="0"/>
      <w:numPr>
        <w:numId w:val="5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4">
    <w:name w:val="List Number 4"/>
    <w:basedOn w:val="Normal"/>
    <w:rsid w:val="000F0EC6"/>
    <w:pPr>
      <w:widowControl w:val="0"/>
      <w:numPr>
        <w:numId w:val="6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BodyText">
    <w:name w:val="Body Text"/>
    <w:basedOn w:val="Normal"/>
    <w:link w:val="BodyTextChar"/>
    <w:uiPriority w:val="99"/>
    <w:rsid w:val="000F0EC6"/>
    <w:pPr>
      <w:widowControl w:val="0"/>
      <w:spacing w:before="0" w:line="240" w:lineRule="auto"/>
    </w:pPr>
    <w:rPr>
      <w:rFonts w:eastAsia="Times New Roman"/>
      <w:sz w:val="18"/>
      <w:szCs w:val="24"/>
      <w:lang w:val="en-US" w:eastAsia="en-GB"/>
    </w:rPr>
  </w:style>
  <w:style w:type="character" w:customStyle="1" w:styleId="BodyTextChar1">
    <w:name w:val="Body Text Char1"/>
    <w:basedOn w:val="DefaultParagraphFont"/>
    <w:rsid w:val="000F0EC6"/>
    <w:rPr>
      <w:rFonts w:ascii="Times New Roman" w:hAnsi="Times New Roman" w:cs="Times New Roman"/>
      <w:sz w:val="24"/>
      <w:lang w:val="it-IT"/>
    </w:rPr>
  </w:style>
  <w:style w:type="paragraph" w:styleId="DocumentMap">
    <w:name w:val="Document Map"/>
    <w:basedOn w:val="Normal"/>
    <w:link w:val="DocumentMapChar"/>
    <w:uiPriority w:val="99"/>
    <w:rsid w:val="000F0EC6"/>
    <w:pPr>
      <w:widowControl w:val="0"/>
      <w:spacing w:before="0" w:after="0" w:line="240" w:lineRule="auto"/>
    </w:pPr>
    <w:rPr>
      <w:rFonts w:ascii="Tahoma" w:eastAsia="Times New Roman" w:hAnsi="Tahoma"/>
      <w:szCs w:val="24"/>
      <w:lang w:val="en-US" w:eastAsia="en-GB"/>
    </w:rPr>
  </w:style>
  <w:style w:type="character" w:customStyle="1" w:styleId="DocumentMapChar1">
    <w:name w:val="Document Map Char1"/>
    <w:basedOn w:val="DefaultParagraphFont"/>
    <w:rsid w:val="000F0EC6"/>
    <w:rPr>
      <w:rFonts w:ascii="Segoe UI" w:hAnsi="Segoe UI" w:cs="Segoe UI"/>
      <w:sz w:val="16"/>
      <w:szCs w:val="16"/>
      <w:lang w:val="it-IT"/>
    </w:rPr>
  </w:style>
  <w:style w:type="paragraph" w:styleId="ListBullet4">
    <w:name w:val="List Bullet 4"/>
    <w:basedOn w:val="Normal"/>
    <w:uiPriority w:val="99"/>
    <w:semiHidden/>
    <w:unhideWhenUsed/>
    <w:rsid w:val="002164E6"/>
    <w:pPr>
      <w:numPr>
        <w:numId w:val="2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164E6"/>
    <w:pPr>
      <w:numPr>
        <w:numId w:val="2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4D52CA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52C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61444A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444A"/>
    <w:rPr>
      <w:rFonts w:ascii="Times New Roman" w:hAnsi="Times New Roman" w:cs="Times New Roman"/>
      <w:sz w:val="24"/>
      <w:szCs w:val="20"/>
      <w:lang w:val="it-IT"/>
    </w:rPr>
  </w:style>
  <w:style w:type="character" w:customStyle="1" w:styleId="Heading1Char">
    <w:name w:val="Heading 1 Char"/>
    <w:basedOn w:val="DefaultParagraphFont"/>
    <w:link w:val="Heading1"/>
    <w:uiPriority w:val="9"/>
    <w:rsid w:val="004D52CA"/>
    <w:rPr>
      <w:rFonts w:ascii="Times New Roman" w:eastAsiaTheme="majorEastAsia" w:hAnsi="Times New Roman" w:cs="Times New Roman"/>
      <w:b/>
      <w:bCs/>
      <w:smallCaps/>
      <w:sz w:val="24"/>
      <w:szCs w:val="28"/>
      <w:lang w:val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2CA"/>
    <w:rPr>
      <w:rFonts w:ascii="Times New Roman" w:eastAsiaTheme="majorEastAsia" w:hAnsi="Times New Roman" w:cs="Times New Roman"/>
      <w:b/>
      <w:bCs/>
      <w:sz w:val="24"/>
      <w:szCs w:val="26"/>
      <w:lang w:val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2CA"/>
    <w:rPr>
      <w:rFonts w:ascii="Times New Roman" w:eastAsiaTheme="majorEastAsia" w:hAnsi="Times New Roman" w:cs="Times New Roman"/>
      <w:bCs/>
      <w:i/>
      <w:sz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2CA"/>
    <w:rPr>
      <w:rFonts w:ascii="Times New Roman" w:eastAsiaTheme="majorEastAsia" w:hAnsi="Times New Roman" w:cs="Times New Roman"/>
      <w:bCs/>
      <w:iCs/>
      <w:sz w:val="24"/>
      <w:lang w:val="it-IT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4D52C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styleId="TOC9">
    <w:name w:val="toc 9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4D52C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4D52C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61444A"/>
    <w:rPr>
      <w:b/>
      <w:bdr w:val="none" w:sz="0" w:space="0" w:color="auto"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rsid w:val="004D52CA"/>
    <w:pPr>
      <w:spacing w:before="0" w:after="240" w:line="240" w:lineRule="auto"/>
      <w:jc w:val="center"/>
    </w:pPr>
  </w:style>
  <w:style w:type="character" w:customStyle="1" w:styleId="Marker">
    <w:name w:val="Marker"/>
    <w:basedOn w:val="DefaultParagraphFont"/>
    <w:rsid w:val="004D52CA"/>
    <w:rPr>
      <w:color w:val="0000FF"/>
      <w:bdr w:val="none" w:sz="0" w:space="0" w:color="auto"/>
      <w:shd w:val="clear" w:color="auto" w:fill="auto"/>
    </w:rPr>
  </w:style>
  <w:style w:type="character" w:customStyle="1" w:styleId="Marker1">
    <w:name w:val="Marker1"/>
    <w:basedOn w:val="DefaultParagraphFont"/>
    <w:rsid w:val="004D52CA"/>
    <w:rPr>
      <w:color w:val="008000"/>
      <w:bdr w:val="none" w:sz="0" w:space="0" w:color="auto"/>
      <w:shd w:val="clear" w:color="auto" w:fill="auto"/>
    </w:rPr>
  </w:style>
  <w:style w:type="paragraph" w:customStyle="1" w:styleId="Text1">
    <w:name w:val="Text 1"/>
    <w:basedOn w:val="Normal"/>
    <w:rsid w:val="004D52CA"/>
    <w:pPr>
      <w:ind w:left="850"/>
    </w:pPr>
  </w:style>
  <w:style w:type="paragraph" w:customStyle="1" w:styleId="Text2">
    <w:name w:val="Text 2"/>
    <w:basedOn w:val="Normal"/>
    <w:rsid w:val="004D52CA"/>
    <w:pPr>
      <w:ind w:left="1417"/>
    </w:pPr>
  </w:style>
  <w:style w:type="paragraph" w:customStyle="1" w:styleId="Text3">
    <w:name w:val="Text 3"/>
    <w:basedOn w:val="Normal"/>
    <w:rsid w:val="004D52CA"/>
    <w:pPr>
      <w:ind w:left="1984"/>
    </w:pPr>
  </w:style>
  <w:style w:type="paragraph" w:customStyle="1" w:styleId="Text4">
    <w:name w:val="Text 4"/>
    <w:basedOn w:val="Normal"/>
    <w:rsid w:val="004D52CA"/>
    <w:pPr>
      <w:ind w:left="2551"/>
    </w:pPr>
  </w:style>
  <w:style w:type="paragraph" w:customStyle="1" w:styleId="NormalCentered">
    <w:name w:val="Normal Centered"/>
    <w:basedOn w:val="Normal"/>
    <w:rsid w:val="004D52CA"/>
    <w:pPr>
      <w:jc w:val="center"/>
    </w:pPr>
  </w:style>
  <w:style w:type="paragraph" w:customStyle="1" w:styleId="NormalLeft">
    <w:name w:val="Normal Left"/>
    <w:basedOn w:val="Normal"/>
    <w:rsid w:val="004D52CA"/>
  </w:style>
  <w:style w:type="paragraph" w:customStyle="1" w:styleId="NormalRight">
    <w:name w:val="Normal Right"/>
    <w:basedOn w:val="Normal"/>
    <w:rsid w:val="004D52CA"/>
    <w:pPr>
      <w:jc w:val="right"/>
    </w:pPr>
  </w:style>
  <w:style w:type="paragraph" w:customStyle="1" w:styleId="QuotedText">
    <w:name w:val="Quoted Text"/>
    <w:basedOn w:val="Normal"/>
    <w:rsid w:val="004D52CA"/>
    <w:pPr>
      <w:ind w:left="1417"/>
    </w:pPr>
  </w:style>
  <w:style w:type="paragraph" w:customStyle="1" w:styleId="Point0">
    <w:name w:val="Point 0"/>
    <w:basedOn w:val="Normal"/>
    <w:rsid w:val="004D52CA"/>
    <w:pPr>
      <w:ind w:left="850" w:hanging="850"/>
    </w:pPr>
  </w:style>
  <w:style w:type="paragraph" w:customStyle="1" w:styleId="Point1">
    <w:name w:val="Point 1"/>
    <w:basedOn w:val="Normal"/>
    <w:rsid w:val="004D52CA"/>
    <w:pPr>
      <w:ind w:left="1417" w:hanging="567"/>
    </w:pPr>
  </w:style>
  <w:style w:type="paragraph" w:customStyle="1" w:styleId="Point2">
    <w:name w:val="Point 2"/>
    <w:basedOn w:val="Normal"/>
    <w:rsid w:val="004D52CA"/>
    <w:pPr>
      <w:ind w:left="1984" w:hanging="567"/>
    </w:pPr>
  </w:style>
  <w:style w:type="paragraph" w:customStyle="1" w:styleId="Point3">
    <w:name w:val="Point 3"/>
    <w:basedOn w:val="Normal"/>
    <w:rsid w:val="004D52CA"/>
    <w:pPr>
      <w:ind w:left="2551" w:hanging="567"/>
    </w:pPr>
  </w:style>
  <w:style w:type="paragraph" w:customStyle="1" w:styleId="Point4">
    <w:name w:val="Point 4"/>
    <w:basedOn w:val="Normal"/>
    <w:rsid w:val="004D52CA"/>
    <w:pPr>
      <w:ind w:left="3118" w:hanging="567"/>
    </w:pPr>
  </w:style>
  <w:style w:type="paragraph" w:customStyle="1" w:styleId="PointDouble0">
    <w:name w:val="PointDouble 0"/>
    <w:basedOn w:val="Normal"/>
    <w:rsid w:val="004D52C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4D52C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4D52C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4D52C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4D52C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4D52C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4D52C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4D52C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4D52C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4D52CA"/>
    <w:pPr>
      <w:tabs>
        <w:tab w:val="left" w:pos="3118"/>
        <w:tab w:val="left" w:pos="3685"/>
      </w:tabs>
      <w:ind w:left="4252" w:hanging="1701"/>
    </w:pPr>
  </w:style>
  <w:style w:type="paragraph" w:customStyle="1" w:styleId="Tiret0">
    <w:name w:val="Tiret 0"/>
    <w:basedOn w:val="Normal"/>
    <w:rsid w:val="004D52CA"/>
    <w:pPr>
      <w:numPr>
        <w:numId w:val="28"/>
      </w:numPr>
    </w:pPr>
  </w:style>
  <w:style w:type="paragraph" w:customStyle="1" w:styleId="Tiret1">
    <w:name w:val="Tiret 1"/>
    <w:basedOn w:val="Normal"/>
    <w:rsid w:val="004D52CA"/>
    <w:pPr>
      <w:numPr>
        <w:numId w:val="29"/>
      </w:numPr>
    </w:pPr>
  </w:style>
  <w:style w:type="paragraph" w:customStyle="1" w:styleId="Tiret2">
    <w:name w:val="Tiret 2"/>
    <w:basedOn w:val="Normal"/>
    <w:rsid w:val="004D52CA"/>
    <w:pPr>
      <w:numPr>
        <w:numId w:val="30"/>
      </w:numPr>
    </w:pPr>
  </w:style>
  <w:style w:type="paragraph" w:customStyle="1" w:styleId="Tiret3">
    <w:name w:val="Tiret 3"/>
    <w:basedOn w:val="Normal"/>
    <w:rsid w:val="004D52CA"/>
    <w:pPr>
      <w:numPr>
        <w:numId w:val="31"/>
      </w:numPr>
    </w:pPr>
  </w:style>
  <w:style w:type="paragraph" w:customStyle="1" w:styleId="Tiret4">
    <w:name w:val="Tiret 4"/>
    <w:basedOn w:val="Normal"/>
    <w:rsid w:val="004D52CA"/>
    <w:pPr>
      <w:numPr>
        <w:numId w:val="32"/>
      </w:numPr>
    </w:pPr>
  </w:style>
  <w:style w:type="paragraph" w:customStyle="1" w:styleId="NumPar1">
    <w:name w:val="NumPar 1"/>
    <w:basedOn w:val="Normal"/>
    <w:next w:val="Text1"/>
    <w:rsid w:val="004D52CA"/>
    <w:pPr>
      <w:numPr>
        <w:numId w:val="33"/>
      </w:numPr>
    </w:pPr>
  </w:style>
  <w:style w:type="paragraph" w:customStyle="1" w:styleId="NumPar2">
    <w:name w:val="NumPar 2"/>
    <w:basedOn w:val="Normal"/>
    <w:next w:val="Text1"/>
    <w:rsid w:val="004D52CA"/>
    <w:pPr>
      <w:numPr>
        <w:ilvl w:val="1"/>
        <w:numId w:val="33"/>
      </w:numPr>
    </w:pPr>
  </w:style>
  <w:style w:type="paragraph" w:customStyle="1" w:styleId="NumPar3">
    <w:name w:val="NumPar 3"/>
    <w:basedOn w:val="Normal"/>
    <w:next w:val="Text1"/>
    <w:rsid w:val="004D52CA"/>
    <w:pPr>
      <w:numPr>
        <w:ilvl w:val="2"/>
        <w:numId w:val="33"/>
      </w:numPr>
    </w:pPr>
  </w:style>
  <w:style w:type="paragraph" w:customStyle="1" w:styleId="NumPar4">
    <w:name w:val="NumPar 4"/>
    <w:basedOn w:val="Normal"/>
    <w:next w:val="Text1"/>
    <w:rsid w:val="004D52CA"/>
    <w:pPr>
      <w:numPr>
        <w:ilvl w:val="3"/>
        <w:numId w:val="33"/>
      </w:numPr>
    </w:pPr>
  </w:style>
  <w:style w:type="paragraph" w:customStyle="1" w:styleId="ManualNumPar1">
    <w:name w:val="Manual NumPar 1"/>
    <w:basedOn w:val="Normal"/>
    <w:next w:val="Text1"/>
    <w:rsid w:val="004D52C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4D52C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4D52C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4D52CA"/>
    <w:pPr>
      <w:ind w:left="850" w:hanging="850"/>
    </w:pPr>
  </w:style>
  <w:style w:type="paragraph" w:customStyle="1" w:styleId="QuotedNumPar">
    <w:name w:val="Quoted NumPar"/>
    <w:basedOn w:val="Normal"/>
    <w:rsid w:val="004D52C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4D52C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4D52C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4D52C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4D52C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4D52C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4D52C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4D52C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4D52CA"/>
    <w:pPr>
      <w:jc w:val="center"/>
    </w:pPr>
    <w:rPr>
      <w:b/>
    </w:rPr>
  </w:style>
  <w:style w:type="paragraph" w:customStyle="1" w:styleId="Point0number">
    <w:name w:val="Point 0 (number)"/>
    <w:basedOn w:val="Normal"/>
    <w:rsid w:val="004D52CA"/>
    <w:pPr>
      <w:numPr>
        <w:numId w:val="35"/>
      </w:numPr>
    </w:pPr>
  </w:style>
  <w:style w:type="paragraph" w:customStyle="1" w:styleId="Point1number">
    <w:name w:val="Point 1 (number)"/>
    <w:basedOn w:val="Normal"/>
    <w:rsid w:val="004D52CA"/>
    <w:pPr>
      <w:numPr>
        <w:ilvl w:val="2"/>
        <w:numId w:val="35"/>
      </w:numPr>
    </w:pPr>
  </w:style>
  <w:style w:type="paragraph" w:customStyle="1" w:styleId="Point2number">
    <w:name w:val="Point 2 (number)"/>
    <w:basedOn w:val="Normal"/>
    <w:rsid w:val="004D52CA"/>
    <w:pPr>
      <w:numPr>
        <w:ilvl w:val="4"/>
        <w:numId w:val="35"/>
      </w:numPr>
    </w:pPr>
  </w:style>
  <w:style w:type="paragraph" w:customStyle="1" w:styleId="Point3number">
    <w:name w:val="Point 3 (number)"/>
    <w:basedOn w:val="Normal"/>
    <w:rsid w:val="004D52CA"/>
    <w:pPr>
      <w:numPr>
        <w:ilvl w:val="6"/>
        <w:numId w:val="35"/>
      </w:numPr>
    </w:pPr>
  </w:style>
  <w:style w:type="paragraph" w:customStyle="1" w:styleId="Point0letter">
    <w:name w:val="Point 0 (letter)"/>
    <w:basedOn w:val="Normal"/>
    <w:rsid w:val="004D52CA"/>
    <w:pPr>
      <w:numPr>
        <w:ilvl w:val="1"/>
        <w:numId w:val="35"/>
      </w:numPr>
    </w:pPr>
  </w:style>
  <w:style w:type="paragraph" w:customStyle="1" w:styleId="Point1letter">
    <w:name w:val="Point 1 (letter)"/>
    <w:basedOn w:val="Normal"/>
    <w:rsid w:val="004D52CA"/>
    <w:pPr>
      <w:numPr>
        <w:ilvl w:val="3"/>
        <w:numId w:val="35"/>
      </w:numPr>
    </w:pPr>
  </w:style>
  <w:style w:type="paragraph" w:customStyle="1" w:styleId="Point2letter">
    <w:name w:val="Point 2 (letter)"/>
    <w:basedOn w:val="Normal"/>
    <w:rsid w:val="004D52CA"/>
    <w:pPr>
      <w:numPr>
        <w:ilvl w:val="5"/>
        <w:numId w:val="35"/>
      </w:numPr>
    </w:pPr>
  </w:style>
  <w:style w:type="paragraph" w:customStyle="1" w:styleId="Point3letter">
    <w:name w:val="Point 3 (letter)"/>
    <w:basedOn w:val="Normal"/>
    <w:rsid w:val="004D52CA"/>
    <w:pPr>
      <w:numPr>
        <w:ilvl w:val="7"/>
        <w:numId w:val="35"/>
      </w:numPr>
    </w:pPr>
  </w:style>
  <w:style w:type="paragraph" w:customStyle="1" w:styleId="Point4letter">
    <w:name w:val="Point 4 (letter)"/>
    <w:basedOn w:val="Normal"/>
    <w:rsid w:val="004D52CA"/>
    <w:pPr>
      <w:numPr>
        <w:ilvl w:val="8"/>
        <w:numId w:val="35"/>
      </w:numPr>
    </w:pPr>
  </w:style>
  <w:style w:type="paragraph" w:customStyle="1" w:styleId="Bullet0">
    <w:name w:val="Bullet 0"/>
    <w:basedOn w:val="Normal"/>
    <w:rsid w:val="004D52CA"/>
    <w:pPr>
      <w:numPr>
        <w:numId w:val="36"/>
      </w:numPr>
    </w:pPr>
  </w:style>
  <w:style w:type="paragraph" w:customStyle="1" w:styleId="Bullet1">
    <w:name w:val="Bullet 1"/>
    <w:basedOn w:val="Normal"/>
    <w:rsid w:val="004D52CA"/>
    <w:pPr>
      <w:numPr>
        <w:numId w:val="37"/>
      </w:numPr>
    </w:pPr>
  </w:style>
  <w:style w:type="paragraph" w:customStyle="1" w:styleId="Bullet2">
    <w:name w:val="Bullet 2"/>
    <w:basedOn w:val="Normal"/>
    <w:rsid w:val="004D52CA"/>
    <w:pPr>
      <w:numPr>
        <w:numId w:val="38"/>
      </w:numPr>
    </w:pPr>
  </w:style>
  <w:style w:type="paragraph" w:customStyle="1" w:styleId="Bullet3">
    <w:name w:val="Bullet 3"/>
    <w:basedOn w:val="Normal"/>
    <w:rsid w:val="004D52CA"/>
    <w:pPr>
      <w:numPr>
        <w:numId w:val="39"/>
      </w:numPr>
    </w:pPr>
  </w:style>
  <w:style w:type="paragraph" w:customStyle="1" w:styleId="Bullet4">
    <w:name w:val="Bullet 4"/>
    <w:basedOn w:val="Normal"/>
    <w:rsid w:val="004D52CA"/>
    <w:pPr>
      <w:numPr>
        <w:numId w:val="40"/>
      </w:numPr>
    </w:pPr>
  </w:style>
  <w:style w:type="paragraph" w:customStyle="1" w:styleId="Annexetitreacte">
    <w:name w:val="Annexe titre (act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4D52CA"/>
    <w:pPr>
      <w:spacing w:before="480"/>
    </w:pPr>
  </w:style>
  <w:style w:type="paragraph" w:customStyle="1" w:styleId="Considrant">
    <w:name w:val="Considérant"/>
    <w:basedOn w:val="Normal"/>
    <w:rsid w:val="004D52CA"/>
    <w:pPr>
      <w:numPr>
        <w:numId w:val="41"/>
      </w:numPr>
    </w:pPr>
  </w:style>
  <w:style w:type="paragraph" w:customStyle="1" w:styleId="Datedadoption">
    <w:name w:val="Date d'adoption"/>
    <w:basedOn w:val="Normal"/>
    <w:next w:val="Titreobjet"/>
    <w:rsid w:val="004D52CA"/>
    <w:pPr>
      <w:spacing w:before="360" w:after="0"/>
      <w:jc w:val="center"/>
    </w:pPr>
    <w:rPr>
      <w:b/>
    </w:rPr>
  </w:style>
  <w:style w:type="paragraph" w:customStyle="1" w:styleId="Fait">
    <w:name w:val="Fait à"/>
    <w:basedOn w:val="Normal"/>
    <w:next w:val="Institutionquisigne"/>
    <w:rsid w:val="004D52C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4D52CA"/>
    <w:pPr>
      <w:keepNext/>
    </w:pPr>
  </w:style>
  <w:style w:type="paragraph" w:customStyle="1" w:styleId="Institutionquiagit">
    <w:name w:val="Institution qui agit"/>
    <w:basedOn w:val="Normal"/>
    <w:next w:val="Normal"/>
    <w:rsid w:val="004D52C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4D52CA"/>
    <w:pPr>
      <w:keepNext/>
      <w:tabs>
        <w:tab w:val="left" w:pos="5669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4D52CA"/>
    <w:pPr>
      <w:ind w:left="850" w:hanging="850"/>
    </w:pPr>
  </w:style>
  <w:style w:type="paragraph" w:customStyle="1" w:styleId="Personnequisigne">
    <w:name w:val="Personne qui signe"/>
    <w:basedOn w:val="Normal"/>
    <w:next w:val="Institutionquisigne"/>
    <w:rsid w:val="004D52CA"/>
    <w:pPr>
      <w:tabs>
        <w:tab w:val="left" w:pos="5669"/>
      </w:tabs>
      <w:spacing w:before="0" w:after="0"/>
    </w:pPr>
    <w:rPr>
      <w:i/>
    </w:rPr>
  </w:style>
  <w:style w:type="paragraph" w:customStyle="1" w:styleId="Sous-titreobjet">
    <w:name w:val="Sous-titre objet"/>
    <w:basedOn w:val="Normal"/>
    <w:rsid w:val="004D52C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4D52C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4D52C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4D52CA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4D52CA"/>
    <w:pPr>
      <w:spacing w:before="360" w:after="0"/>
      <w:jc w:val="center"/>
    </w:pPr>
    <w:rPr>
      <w:b/>
    </w:rPr>
  </w:style>
  <w:style w:type="paragraph" w:customStyle="1" w:styleId="Lignefinal">
    <w:name w:val="Ligne final"/>
    <w:basedOn w:val="Normal"/>
    <w:next w:val="Normal"/>
    <w:rsid w:val="004D52C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LignefinalLandscape">
    <w:name w:val="Ligne final (Landscape)"/>
    <w:basedOn w:val="Normal"/>
    <w:next w:val="Normal"/>
    <w:rsid w:val="004D52C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Rfrenceinterinstitutionelle">
    <w:name w:val="Référence interinstitutionelle"/>
    <w:basedOn w:val="Normal"/>
    <w:next w:val="Statut"/>
    <w:rsid w:val="004D52CA"/>
    <w:pPr>
      <w:spacing w:before="0" w:after="0"/>
      <w:ind w:left="5103"/>
    </w:pPr>
  </w:style>
  <w:style w:type="paragraph" w:customStyle="1" w:styleId="EntLogo">
    <w:name w:val="EntLogo"/>
    <w:basedOn w:val="Normal"/>
    <w:rsid w:val="004D52CA"/>
    <w:pPr>
      <w:tabs>
        <w:tab w:val="right" w:pos="9639"/>
      </w:tabs>
      <w:spacing w:before="0" w:after="0"/>
    </w:pPr>
    <w:rPr>
      <w:b/>
    </w:rPr>
  </w:style>
  <w:style w:type="paragraph" w:customStyle="1" w:styleId="EntInstit">
    <w:name w:val="EntInstit"/>
    <w:basedOn w:val="Normal"/>
    <w:rsid w:val="004D52CA"/>
    <w:pPr>
      <w:spacing w:before="0" w:after="0" w:line="240" w:lineRule="auto"/>
      <w:jc w:val="right"/>
    </w:pPr>
    <w:rPr>
      <w:b/>
    </w:rPr>
  </w:style>
  <w:style w:type="paragraph" w:customStyle="1" w:styleId="EntRefer">
    <w:name w:val="EntRefer"/>
    <w:basedOn w:val="Normal"/>
    <w:rsid w:val="004D52CA"/>
    <w:pPr>
      <w:spacing w:before="0" w:after="0" w:line="240" w:lineRule="auto"/>
    </w:pPr>
    <w:rPr>
      <w:b/>
    </w:rPr>
  </w:style>
  <w:style w:type="paragraph" w:customStyle="1" w:styleId="EntEmet">
    <w:name w:val="EntEmet"/>
    <w:basedOn w:val="Normal"/>
    <w:rsid w:val="004D52CA"/>
    <w:pPr>
      <w:spacing w:before="40" w:after="0" w:line="240" w:lineRule="auto"/>
    </w:pPr>
  </w:style>
  <w:style w:type="paragraph" w:customStyle="1" w:styleId="EntText">
    <w:name w:val="EntText"/>
    <w:basedOn w:val="Normal"/>
    <w:rsid w:val="004D52CA"/>
  </w:style>
  <w:style w:type="paragraph" w:customStyle="1" w:styleId="EntEU">
    <w:name w:val="EntEU"/>
    <w:basedOn w:val="Normal"/>
    <w:rsid w:val="004D52CA"/>
    <w:pPr>
      <w:spacing w:before="240" w:after="240" w:line="240" w:lineRule="auto"/>
      <w:jc w:val="center"/>
    </w:pPr>
    <w:rPr>
      <w:b/>
      <w:sz w:val="36"/>
    </w:rPr>
  </w:style>
  <w:style w:type="paragraph" w:customStyle="1" w:styleId="EntASSOC">
    <w:name w:val="EntASSOC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EntACP">
    <w:name w:val="EntACP"/>
    <w:basedOn w:val="Normal"/>
    <w:rsid w:val="004D52CA"/>
    <w:pPr>
      <w:spacing w:before="0" w:after="180" w:line="240" w:lineRule="auto"/>
      <w:jc w:val="center"/>
    </w:pPr>
    <w:rPr>
      <w:b/>
      <w:spacing w:val="40"/>
      <w:sz w:val="28"/>
    </w:rPr>
  </w:style>
  <w:style w:type="paragraph" w:customStyle="1" w:styleId="EntInstitACP">
    <w:name w:val="EntInstitACP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Genredudocument">
    <w:name w:val="Genre du document"/>
    <w:basedOn w:val="EntRefer"/>
    <w:next w:val="EntRefer"/>
    <w:rsid w:val="004D52CA"/>
    <w:pPr>
      <w:spacing w:before="240"/>
    </w:pPr>
  </w:style>
  <w:style w:type="paragraph" w:customStyle="1" w:styleId="Accordtitre">
    <w:name w:val="Accord titre"/>
    <w:basedOn w:val="Normal"/>
    <w:rsid w:val="004D52CA"/>
    <w:pPr>
      <w:spacing w:before="0" w:after="0"/>
      <w:jc w:val="center"/>
    </w:pPr>
  </w:style>
  <w:style w:type="paragraph" w:customStyle="1" w:styleId="FooterAccord">
    <w:name w:val="Footer Accord"/>
    <w:basedOn w:val="Normal"/>
    <w:rsid w:val="004D52CA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</w:style>
  <w:style w:type="paragraph" w:customStyle="1" w:styleId="FooterLandscapeAccord">
    <w:name w:val="FooterLandscape Accord"/>
    <w:basedOn w:val="Normal"/>
    <w:rsid w:val="004D52CA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</w:style>
  <w:style w:type="paragraph" w:customStyle="1" w:styleId="TitrearticleAccord">
    <w:name w:val="Titre article Accord"/>
    <w:basedOn w:val="Normal"/>
    <w:next w:val="Normal"/>
    <w:rsid w:val="004D52CA"/>
    <w:pPr>
      <w:keepNext/>
      <w:spacing w:before="600"/>
      <w:jc w:val="center"/>
    </w:pPr>
    <w:rPr>
      <w:i/>
    </w:rPr>
  </w:style>
  <w:style w:type="paragraph" w:customStyle="1" w:styleId="Languesfaisantfoi">
    <w:name w:val="Langues faisant foi"/>
    <w:basedOn w:val="Normal"/>
    <w:next w:val="Normal"/>
    <w:rsid w:val="004D52CA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4D52CA"/>
    <w:pPr>
      <w:spacing w:after="240"/>
    </w:pPr>
  </w:style>
  <w:style w:type="paragraph" w:customStyle="1" w:styleId="Annexetitre">
    <w:name w:val="Annexe titre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DESignature">
    <w:name w:val="DE Signature"/>
    <w:basedOn w:val="Normal"/>
    <w:next w:val="Normal"/>
    <w:rsid w:val="004D52CA"/>
    <w:pPr>
      <w:tabs>
        <w:tab w:val="center" w:pos="5953"/>
      </w:tabs>
      <w:spacing w:befor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LEGACT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DW_LEGACTS</Template>
  <TotalTime>1</TotalTime>
  <Pages>21</Pages>
  <Words>2753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</dc:creator>
  <cp:keywords/>
  <dc:description/>
  <cp:lastModifiedBy>Andrijauska, M.</cp:lastModifiedBy>
  <cp:revision>2</cp:revision>
  <cp:lastPrinted>2018-10-15T07:57:00Z</cp:lastPrinted>
  <dcterms:created xsi:type="dcterms:W3CDTF">2020-07-29T17:21:00Z</dcterms:created>
  <dcterms:modified xsi:type="dcterms:W3CDTF">2020-07-29T17:21:00Z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3.8.0.0</vt:lpwstr>
  </property>
  <property fmtid="{D5CDD505-2E9C-101B-9397-08002B2CF9AE}" pid="3" name="Created using">
    <vt:lpwstr>DocuWrite 4.2.2, Build 20181002</vt:lpwstr>
  </property>
  <property fmtid="{D5CDD505-2E9C-101B-9397-08002B2CF9AE}" pid="4" name="Last edited using">
    <vt:lpwstr>DocuWrite 4.3.12, Build 20200224</vt:lpwstr>
  </property>
</Properties>
</file>