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38" w:rsidRPr="007F1A77" w:rsidRDefault="00C977E5" w:rsidP="00D33238">
      <w:pPr>
        <w:pStyle w:val="Annexetitre"/>
      </w:pPr>
      <w:r w:rsidRPr="007F1A77">
        <w:t>IARSCRÍBHINN I</w:t>
      </w:r>
    </w:p>
    <w:p w:rsidR="00C977E5" w:rsidRPr="007F1A77" w:rsidRDefault="00C977E5" w:rsidP="002B52C0">
      <w:pPr>
        <w:jc w:val="center"/>
        <w:rPr>
          <w:rFonts w:eastAsia="Calibri"/>
          <w:color w:val="191919"/>
        </w:rPr>
      </w:pPr>
      <w:r w:rsidRPr="007F1A77">
        <w:rPr>
          <w:rFonts w:eastAsia="Calibri"/>
        </w:rPr>
        <w:t xml:space="preserve">DEIMHNIÚ </w:t>
      </w:r>
      <w:r w:rsidRPr="007F1A77">
        <w:rPr>
          <w:rFonts w:eastAsia="Calibri"/>
          <w:color w:val="191919"/>
        </w:rPr>
        <w:t>CALCTHA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BD23BC" w:rsidRPr="007F1A77" w:rsidTr="00AA5DAD">
        <w:trPr>
          <w:trHeight w:val="3797"/>
        </w:trPr>
        <w:tc>
          <w:tcPr>
            <w:tcW w:w="9855" w:type="dxa"/>
          </w:tcPr>
          <w:p w:rsidR="00BD23BC" w:rsidRPr="007F1A77" w:rsidRDefault="00BD23BC" w:rsidP="00BD23BC">
            <w:r w:rsidRPr="007F1A77">
              <w:t>ROINN A:</w:t>
            </w:r>
          </w:p>
          <w:p w:rsidR="00BD23BC" w:rsidRPr="007F1A77" w:rsidRDefault="00BD23BC" w:rsidP="00BD23BC">
            <w:bookmarkStart w:id="0" w:name="_DV_M801"/>
            <w:bookmarkEnd w:id="0"/>
            <w:r w:rsidRPr="007F1A77">
              <w:t>Údarás eisiúna:……………..………………………………………………………………………….</w:t>
            </w:r>
          </w:p>
          <w:p w:rsidR="00BD23BC" w:rsidRPr="007F1A77" w:rsidRDefault="00BD23BC" w:rsidP="00BD23BC">
            <w:bookmarkStart w:id="1" w:name="_DV_C1304"/>
            <w:r w:rsidRPr="007F1A77">
              <w:rPr>
                <w:rFonts w:eastAsia="Calibri"/>
              </w:rPr>
              <w:t>An Stát eisiúna</w:t>
            </w:r>
            <w:r w:rsidRPr="007F1A77">
              <w:t>:…………………………………………………………………………</w:t>
            </w:r>
            <w:bookmarkEnd w:id="1"/>
            <w:r w:rsidRPr="007F1A77">
              <w:t>……………...</w:t>
            </w:r>
          </w:p>
          <w:p w:rsidR="00BD23BC" w:rsidRPr="007F1A77" w:rsidRDefault="00BD23BC" w:rsidP="00BD23BC">
            <w:bookmarkStart w:id="2" w:name="_DV_C1305"/>
            <w:r w:rsidRPr="007F1A77">
              <w:rPr>
                <w:rFonts w:eastAsia="Calibri"/>
              </w:rPr>
              <w:t>An t-údarás bailíochtaithe (más infheidhme):..</w:t>
            </w:r>
            <w:r w:rsidRPr="007F1A77">
              <w:t>…………………………………………</w:t>
            </w:r>
            <w:bookmarkEnd w:id="2"/>
            <w:r w:rsidRPr="007F1A77">
              <w:t>……………..</w:t>
            </w:r>
          </w:p>
          <w:p w:rsidR="00BD23BC" w:rsidRPr="007F1A77" w:rsidRDefault="00BD23BC" w:rsidP="00BD23BC">
            <w:bookmarkStart w:id="3" w:name="_DV_M802"/>
            <w:bookmarkEnd w:id="3"/>
            <w:r w:rsidRPr="007F1A77">
              <w:rPr>
                <w:rFonts w:eastAsia="Calibri"/>
              </w:rPr>
              <w:t>Stát forghníomhaitheach</w:t>
            </w:r>
            <w:r w:rsidRPr="007F1A77">
              <w:t>:………...………….……………………………………………….…….….</w:t>
            </w:r>
          </w:p>
          <w:p w:rsidR="00BD23BC" w:rsidRPr="007F1A77" w:rsidRDefault="00BD23BC" w:rsidP="00BD23BC">
            <w:bookmarkStart w:id="4" w:name="_DV_C1306"/>
            <w:r w:rsidRPr="007F1A77">
              <w:rPr>
                <w:rFonts w:eastAsia="Calibri"/>
              </w:rPr>
              <w:t>An t-údarás forghníomhaitheach (más eol):</w:t>
            </w:r>
            <w:r w:rsidRPr="007F1A77">
              <w:t>……………………...………………………</w:t>
            </w:r>
            <w:bookmarkEnd w:id="4"/>
            <w:r w:rsidRPr="007F1A77">
              <w:t>……………</w:t>
            </w:r>
          </w:p>
        </w:tc>
      </w:tr>
      <w:tr w:rsidR="00BD23BC" w:rsidRPr="007F1A77" w:rsidTr="00AA5DAD">
        <w:trPr>
          <w:trHeight w:val="4815"/>
        </w:trPr>
        <w:tc>
          <w:tcPr>
            <w:tcW w:w="9855" w:type="dxa"/>
          </w:tcPr>
          <w:p w:rsidR="00BD23BC" w:rsidRPr="007F1A77" w:rsidRDefault="00BD23BC" w:rsidP="00BD23BC">
            <w:pPr>
              <w:pBdr>
                <w:top w:val="single" w:sz="4" w:space="15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67"/>
                <w:tab w:val="right" w:leader="dot" w:pos="9639"/>
              </w:tabs>
              <w:rPr>
                <w:rFonts w:eastAsia="Calibri"/>
              </w:rPr>
            </w:pPr>
            <w:bookmarkStart w:id="5" w:name="_DV_M799"/>
            <w:bookmarkStart w:id="6" w:name="_DV_M800"/>
            <w:bookmarkStart w:id="7" w:name="_DV_M803"/>
            <w:bookmarkStart w:id="8" w:name="_DV_M804"/>
            <w:bookmarkStart w:id="9" w:name="_DV_C1316"/>
            <w:bookmarkEnd w:id="5"/>
            <w:bookmarkEnd w:id="6"/>
            <w:bookmarkEnd w:id="7"/>
            <w:bookmarkEnd w:id="8"/>
            <w:r w:rsidRPr="007F1A77">
              <w:br w:type="page"/>
            </w:r>
            <w:r w:rsidRPr="007F1A77">
              <w:rPr>
                <w:rFonts w:eastAsia="Calibri"/>
              </w:rPr>
              <w:t>ROINN B: Práinn agus/nó an dáta iarrtha maidir le forghníomhú</w:t>
            </w:r>
          </w:p>
          <w:p w:rsidR="00BD23BC" w:rsidRPr="007F1A77" w:rsidRDefault="00BD23BC" w:rsidP="00BD23BC">
            <w:pPr>
              <w:pStyle w:val="Point0"/>
            </w:pPr>
            <w:bookmarkStart w:id="10" w:name="_DV_C1313"/>
            <w:r w:rsidRPr="007F1A77">
              <w:t>1.</w:t>
            </w:r>
            <w:r w:rsidRPr="007F1A77">
              <w:tab/>
            </w:r>
            <w:r w:rsidRPr="007F1A77">
              <w:rPr>
                <w:rFonts w:eastAsia="Calibri"/>
              </w:rPr>
              <w:t>Léirigh na forais ar leith a bhfuil práinn leo:</w:t>
            </w:r>
            <w:bookmarkEnd w:id="10"/>
          </w:p>
          <w:p w:rsidR="00BD23BC" w:rsidRPr="007F1A77" w:rsidRDefault="00BD23BC" w:rsidP="00BD23BC">
            <w:pPr>
              <w:pStyle w:val="Point0"/>
            </w:pPr>
            <w:bookmarkStart w:id="11" w:name="_DV_C1314"/>
            <w:r w:rsidRPr="007F1A77">
              <w:t>□</w:t>
            </w:r>
            <w:r w:rsidRPr="007F1A77">
              <w:tab/>
            </w:r>
            <w:bookmarkEnd w:id="11"/>
            <w:r w:rsidRPr="007F1A77">
              <w:rPr>
                <w:rFonts w:eastAsia="Calibri"/>
              </w:rPr>
              <w:t xml:space="preserve">Tá forais dhlisteanacha lena chreidiúint go ndéanfar an mhaoin atá i </w:t>
            </w:r>
            <w:r w:rsidRPr="007F1A77">
              <w:rPr>
                <w:rFonts w:eastAsia="Calibri"/>
                <w:szCs w:val="22"/>
              </w:rPr>
              <w:t xml:space="preserve">gceist a aistriú </w:t>
            </w:r>
            <w:r w:rsidRPr="007F1A77">
              <w:rPr>
                <w:rFonts w:eastAsia="Calibri"/>
              </w:rPr>
              <w:t>nó a scriosadh, eadhon:</w:t>
            </w:r>
            <w:r w:rsidRPr="007F1A77">
              <w:t xml:space="preserve"> </w:t>
            </w:r>
            <w:r w:rsidRPr="007F1A77">
              <w:br/>
              <w:t>………………………………………………………………………………………………..</w:t>
            </w:r>
            <w:r w:rsidRPr="007F1A77">
              <w:br/>
              <w:t>………………………………………………………………………………………………..</w:t>
            </w:r>
          </w:p>
          <w:p w:rsidR="00BD23BC" w:rsidRPr="007F1A77" w:rsidRDefault="00BD23BC" w:rsidP="00BD23BC">
            <w:pPr>
              <w:pStyle w:val="Point0"/>
            </w:pPr>
            <w:bookmarkStart w:id="12" w:name="_DV_C1315"/>
            <w:r w:rsidRPr="007F1A77">
              <w:t>□</w:t>
            </w:r>
            <w:r w:rsidRPr="007F1A77">
              <w:tab/>
            </w:r>
            <w:r w:rsidRPr="007F1A77">
              <w:rPr>
                <w:rFonts w:eastAsia="Calibri"/>
              </w:rPr>
              <w:t>Riachtanais imscrúdaitheacha nó riachtanais nós imeachta sa Stát eisiúna, eadhon</w:t>
            </w:r>
            <w:r w:rsidRPr="007F1A77">
              <w:t xml:space="preserve">: </w:t>
            </w:r>
            <w:r w:rsidRPr="007F1A77">
              <w:br/>
              <w:t>……………………………………………………………………………………………….</w:t>
            </w:r>
            <w:bookmarkEnd w:id="12"/>
            <w:r w:rsidRPr="007F1A77">
              <w:t>.</w:t>
            </w:r>
            <w:r w:rsidRPr="007F1A77">
              <w:br/>
              <w:t>………………………………………………………………………………………………..</w:t>
            </w:r>
          </w:p>
        </w:tc>
      </w:tr>
      <w:tr w:rsidR="00BD23BC" w:rsidRPr="007F1A77" w:rsidTr="00AA5DAD">
        <w:trPr>
          <w:trHeight w:val="3348"/>
        </w:trPr>
        <w:tc>
          <w:tcPr>
            <w:tcW w:w="9855" w:type="dxa"/>
          </w:tcPr>
          <w:p w:rsidR="00BD23BC" w:rsidRPr="007F1A77" w:rsidRDefault="00BD23BC" w:rsidP="00BD23BC">
            <w:pPr>
              <w:pStyle w:val="Point0"/>
              <w:pageBreakBefore/>
            </w:pPr>
            <w:r w:rsidRPr="007F1A77">
              <w:lastRenderedPageBreak/>
              <w:t>2.</w:t>
            </w:r>
            <w:r w:rsidRPr="007F1A77">
              <w:tab/>
            </w:r>
            <w:r w:rsidRPr="007F1A77">
              <w:rPr>
                <w:rFonts w:eastAsia="Calibri"/>
              </w:rPr>
              <w:t>An dáta maidir le forghníomhú:</w:t>
            </w:r>
            <w:r w:rsidRPr="007F1A77">
              <w:t>:</w:t>
            </w:r>
            <w:bookmarkEnd w:id="9"/>
          </w:p>
          <w:p w:rsidR="00BD23BC" w:rsidRPr="007F1A77" w:rsidRDefault="00BD23BC" w:rsidP="00BD23BC">
            <w:pPr>
              <w:pStyle w:val="Point0"/>
            </w:pPr>
            <w:bookmarkStart w:id="13" w:name="_DV_C1317"/>
            <w:r w:rsidRPr="007F1A77">
              <w:t>□</w:t>
            </w:r>
            <w:r w:rsidRPr="007F1A77">
              <w:tab/>
            </w:r>
            <w:r w:rsidRPr="007F1A77">
              <w:rPr>
                <w:rFonts w:eastAsia="Calibri"/>
              </w:rPr>
              <w:t>Iarrtar dáta sonrach, eadhon</w:t>
            </w:r>
            <w:r w:rsidRPr="007F1A77">
              <w:t>: ……………………</w:t>
            </w:r>
            <w:bookmarkEnd w:id="13"/>
            <w:r w:rsidRPr="007F1A77">
              <w:t>………………………………….………..</w:t>
            </w:r>
          </w:p>
          <w:p w:rsidR="00BD23BC" w:rsidRPr="007F1A77" w:rsidRDefault="00BD23BC" w:rsidP="00BD23BC">
            <w:pPr>
              <w:pStyle w:val="Point0"/>
            </w:pPr>
            <w:bookmarkStart w:id="14" w:name="_DV_C1318"/>
            <w:r w:rsidRPr="007F1A77">
              <w:t>□</w:t>
            </w:r>
            <w:r w:rsidRPr="007F1A77">
              <w:tab/>
            </w:r>
            <w:r w:rsidRPr="007F1A77">
              <w:rPr>
                <w:rFonts w:eastAsia="Calibri"/>
              </w:rPr>
              <w:t>Comhordú de dhíth idir na Ballstáit lena mbaineann</w:t>
            </w:r>
            <w:bookmarkEnd w:id="14"/>
          </w:p>
          <w:p w:rsidR="00BD23BC" w:rsidRPr="007F1A77" w:rsidRDefault="00BD23BC" w:rsidP="00BD23BC">
            <w:pPr>
              <w:rPr>
                <w:lang w:val="pt-PT"/>
              </w:rPr>
            </w:pPr>
            <w:bookmarkStart w:id="15" w:name="_DV_C1319"/>
            <w:r w:rsidRPr="007F1A77">
              <w:rPr>
                <w:rFonts w:eastAsia="Calibri"/>
                <w:lang w:val="pt-PT"/>
              </w:rPr>
              <w:t>Forais leis an iarraidh seo:</w:t>
            </w:r>
            <w:r w:rsidRPr="007F1A77">
              <w:rPr>
                <w:lang w:val="pt-P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  <w:bookmarkEnd w:id="15"/>
          </w:p>
        </w:tc>
      </w:tr>
      <w:tr w:rsidR="00BD23BC" w:rsidRPr="007F1A77" w:rsidTr="00AA5DAD">
        <w:trPr>
          <w:trHeight w:val="6815"/>
        </w:trPr>
        <w:tc>
          <w:tcPr>
            <w:tcW w:w="9855" w:type="dxa"/>
          </w:tcPr>
          <w:p w:rsidR="00BD23BC" w:rsidRPr="00FE00DE" w:rsidRDefault="00BD23BC" w:rsidP="00BD23BC">
            <w:bookmarkStart w:id="16" w:name="_DV_M805"/>
            <w:bookmarkStart w:id="17" w:name="_DV_M806"/>
            <w:bookmarkEnd w:id="16"/>
            <w:bookmarkEnd w:id="17"/>
            <w:r w:rsidRPr="00FE00DE">
              <w:br w:type="page"/>
            </w:r>
            <w:r w:rsidRPr="007F1A77">
              <w:rPr>
                <w:rFonts w:eastAsia="Calibri"/>
              </w:rPr>
              <w:t>ROINN C:</w:t>
            </w:r>
            <w:r w:rsidRPr="007F1A77">
              <w:rPr>
                <w:rFonts w:eastAsia="Calibri"/>
                <w:szCs w:val="22"/>
              </w:rPr>
              <w:t xml:space="preserve"> An </w:t>
            </w:r>
            <w:r w:rsidRPr="00FE00DE">
              <w:rPr>
                <w:rFonts w:eastAsia="Calibri"/>
                <w:szCs w:val="22"/>
              </w:rPr>
              <w:t>duine (Na daoine) dá ndéantar difear</w:t>
            </w:r>
            <w:bookmarkStart w:id="18" w:name="_DV_C1321"/>
          </w:p>
          <w:bookmarkEnd w:id="18"/>
          <w:p w:rsidR="00BD23BC" w:rsidRPr="00FE00DE" w:rsidRDefault="00BD23BC" w:rsidP="00BD23BC">
            <w:r w:rsidRPr="00FE00DE">
              <w:t>Céannacht an duine/na ndaoine ar ina c(h)oinne/ina gcoinne a eisíodh an t-ordú calctha, nó an duine/na ndaoine ar leis, léí nó leo an mhaoin a chumhdaítear leis an ordú calctha (má dhéantar difear do níos mó ná duine amháin, cuir faisnéis ar fáil faoi gach duine ar leith):</w:t>
            </w:r>
            <w:bookmarkStart w:id="19" w:name="_DV_C1322"/>
          </w:p>
          <w:bookmarkEnd w:id="19"/>
          <w:p w:rsidR="00BD23BC" w:rsidRPr="007F1A77" w:rsidRDefault="00BD23BC" w:rsidP="00BD23BC">
            <w:pPr>
              <w:pStyle w:val="Point0"/>
            </w:pPr>
            <w:r w:rsidRPr="007F1A77">
              <w:t>1.</w:t>
            </w:r>
            <w:r w:rsidRPr="007F1A77">
              <w:tab/>
              <w:t>Sonraí aitheantais</w:t>
            </w:r>
            <w:bookmarkStart w:id="20" w:name="_DV_C1323"/>
          </w:p>
          <w:p w:rsidR="00BD23BC" w:rsidRPr="007F1A77" w:rsidRDefault="00BD23BC" w:rsidP="00BD23BC">
            <w:pPr>
              <w:pStyle w:val="Point0"/>
            </w:pPr>
            <w:r w:rsidRPr="007F1A77">
              <w:t>(i)</w:t>
            </w:r>
            <w:r w:rsidRPr="007F1A77">
              <w:tab/>
            </w:r>
            <w:r w:rsidRPr="007F1A77">
              <w:rPr>
                <w:rFonts w:eastAsia="Calibri"/>
              </w:rPr>
              <w:t>I gcás duine nádúrtha/daoine nádúrtha</w:t>
            </w:r>
            <w:bookmarkEnd w:id="20"/>
          </w:p>
          <w:p w:rsidR="00BD23BC" w:rsidRPr="007F1A77" w:rsidRDefault="00BD23BC" w:rsidP="00BD23BC">
            <w:bookmarkStart w:id="21" w:name="_DV_C1324"/>
            <w:r w:rsidRPr="007F1A77">
              <w:t>Sloinne: …………………………………………………………………………</w:t>
            </w:r>
            <w:bookmarkEnd w:id="21"/>
            <w:r w:rsidRPr="007F1A77">
              <w:t>……………………</w:t>
            </w:r>
          </w:p>
          <w:p w:rsidR="00BD23BC" w:rsidRPr="007F1A77" w:rsidRDefault="00BD23BC" w:rsidP="00BD23BC">
            <w:bookmarkStart w:id="22" w:name="_DV_C1325"/>
            <w:r w:rsidRPr="007F1A77">
              <w:t>Ainm(neacha): ……………...…………………………………………………………</w:t>
            </w:r>
            <w:bookmarkEnd w:id="22"/>
            <w:r w:rsidRPr="007F1A77">
              <w:t>………………</w:t>
            </w:r>
          </w:p>
          <w:p w:rsidR="00BD23BC" w:rsidRPr="007F1A77" w:rsidRDefault="00BD23BC" w:rsidP="00BD23BC">
            <w:bookmarkStart w:id="23" w:name="_DV_C1326"/>
            <w:r w:rsidRPr="007F1A77">
              <w:t>Ainm(neacha) ábhartha eile, más infheidhme: …………………………………...…</w:t>
            </w:r>
            <w:bookmarkEnd w:id="23"/>
            <w:r w:rsidRPr="007F1A77">
              <w:t>...........................</w:t>
            </w:r>
          </w:p>
          <w:p w:rsidR="00BD23BC" w:rsidRPr="007F1A77" w:rsidRDefault="00BD23BC" w:rsidP="00BD23BC">
            <w:bookmarkStart w:id="24" w:name="_DV_C1327"/>
            <w:r w:rsidRPr="007F1A77">
              <w:rPr>
                <w:rFonts w:eastAsia="Calibri"/>
              </w:rPr>
              <w:t>Ailiasanna, más infheidhme</w:t>
            </w:r>
            <w:r w:rsidRPr="007F1A77">
              <w:t>: ……………………………………</w:t>
            </w:r>
            <w:bookmarkEnd w:id="24"/>
            <w:r w:rsidRPr="007F1A77">
              <w:t>………………….…………………</w:t>
            </w:r>
          </w:p>
          <w:p w:rsidR="00BD23BC" w:rsidRPr="007F1A77" w:rsidRDefault="00BD23BC" w:rsidP="00BD23BC">
            <w:bookmarkStart w:id="25" w:name="_DV_C1328"/>
            <w:r w:rsidRPr="007F1A77">
              <w:t>Inscne: ………………………………………</w:t>
            </w:r>
            <w:bookmarkEnd w:id="25"/>
            <w:r w:rsidRPr="007F1A77">
              <w:t>…………………………………………………………</w:t>
            </w:r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  <w:rPr>
                <w:rFonts w:eastAsia="Calibri"/>
              </w:rPr>
            </w:pPr>
            <w:bookmarkStart w:id="26" w:name="_DV_C1329"/>
            <w:r w:rsidRPr="007F1A77">
              <w:rPr>
                <w:rFonts w:eastAsia="Calibri"/>
              </w:rPr>
              <w:lastRenderedPageBreak/>
              <w:t>Náisiúntacht:...................................................................................................................………………</w:t>
            </w:r>
          </w:p>
          <w:p w:rsidR="00BD23BC" w:rsidRPr="007F1A77" w:rsidRDefault="00BD23BC" w:rsidP="00BD23BC">
            <w:pPr>
              <w:pageBreakBefore/>
            </w:pPr>
            <w:r w:rsidRPr="007F1A77">
              <w:rPr>
                <w:rFonts w:eastAsia="Calibri"/>
              </w:rPr>
              <w:t>Uimhir aitheantais nó uimhir slándála sóisialaí, má tá sí ar fáil:</w:t>
            </w:r>
            <w:bookmarkEnd w:id="26"/>
            <w:r w:rsidRPr="007F1A77">
              <w:t>………………………………………</w:t>
            </w:r>
          </w:p>
          <w:p w:rsidR="00BD23BC" w:rsidRPr="007F1A77" w:rsidRDefault="00BD23BC" w:rsidP="00BD23BC">
            <w:bookmarkStart w:id="27" w:name="_DV_C1330"/>
            <w:r w:rsidRPr="007F1A77">
              <w:br w:type="page"/>
            </w:r>
            <w:r w:rsidRPr="007F1A77">
              <w:rPr>
                <w:rFonts w:eastAsia="Calibri"/>
              </w:rPr>
              <w:t>Cineál nó uimhir an doiciméid/na ndoiciméad aitheantais (cárta aitheantais nó pas), má tá sé/siad ar fáil:</w:t>
            </w:r>
            <w:r w:rsidRPr="007F1A77">
              <w:t>..………………………………………………………………………...……………………….…</w:t>
            </w:r>
            <w:bookmarkEnd w:id="27"/>
          </w:p>
          <w:p w:rsidR="00BD23BC" w:rsidRPr="007F1A77" w:rsidRDefault="00BD23BC" w:rsidP="00BD23BC">
            <w:bookmarkStart w:id="28" w:name="_DV_C1333"/>
            <w:r w:rsidRPr="007F1A77">
              <w:rPr>
                <w:rFonts w:eastAsia="Calibri"/>
              </w:rPr>
              <w:t>Dáta breithe</w:t>
            </w:r>
            <w:r w:rsidRPr="007F1A77">
              <w:t>:…………………………………………….......................................................................</w:t>
            </w:r>
            <w:bookmarkEnd w:id="28"/>
          </w:p>
          <w:p w:rsidR="00BD23BC" w:rsidRPr="007F1A77" w:rsidRDefault="00BD23BC" w:rsidP="00BD23BC">
            <w:bookmarkStart w:id="29" w:name="_DV_C1334"/>
            <w:r w:rsidRPr="007F1A77">
              <w:rPr>
                <w:rFonts w:eastAsia="Calibri"/>
              </w:rPr>
              <w:t>Áit bhreithe</w:t>
            </w:r>
            <w:r w:rsidRPr="007F1A77">
              <w:t>:………………………………………………………</w:t>
            </w:r>
            <w:bookmarkEnd w:id="29"/>
            <w:r w:rsidRPr="007F1A77">
              <w:t>……………………………………</w:t>
            </w:r>
          </w:p>
          <w:p w:rsidR="00BD23BC" w:rsidRPr="007F1A77" w:rsidRDefault="00BD23BC" w:rsidP="00BD23BC">
            <w:r w:rsidRPr="007F1A77">
              <w:t>Áit chónaithe agus/nó an seoladh atá ar eolas (mura bhfuil an seoladh ar eolas,</w:t>
            </w:r>
            <w:r w:rsidRPr="007F1A77">
              <w:br/>
              <w:t>a</w:t>
            </w:r>
            <w:bookmarkStart w:id="30" w:name="_DV_C1336"/>
            <w:r w:rsidRPr="007F1A77">
              <w:t>n seoladh deiridh atá ar eolas):………….…………………………………………………</w:t>
            </w:r>
            <w:bookmarkEnd w:id="30"/>
            <w:r w:rsidRPr="007F1A77">
              <w:t>…………</w:t>
            </w:r>
          </w:p>
          <w:p w:rsidR="00BD23BC" w:rsidRPr="007F1A77" w:rsidRDefault="00BD23BC" w:rsidP="00BD23BC">
            <w:bookmarkStart w:id="31" w:name="_DV_C1337"/>
            <w:r w:rsidRPr="007F1A77">
              <w:rPr>
                <w:rFonts w:eastAsia="Calibri"/>
              </w:rPr>
              <w:t>Teanga(cha) a thuigeann an duine dá ndéantar difear</w:t>
            </w:r>
            <w:r w:rsidRPr="007F1A77">
              <w:t>:……………………………………………</w:t>
            </w:r>
            <w:bookmarkEnd w:id="31"/>
            <w:r w:rsidRPr="007F1A77">
              <w:t>….</w:t>
            </w:r>
          </w:p>
          <w:p w:rsidR="00BD23BC" w:rsidRPr="007F1A77" w:rsidRDefault="00BD23BC" w:rsidP="00BD23BC">
            <w:bookmarkStart w:id="32" w:name="_DV_C1338"/>
            <w:r w:rsidRPr="007F1A77">
              <w:br w:type="page"/>
            </w:r>
            <w:r w:rsidRPr="007F1A77">
              <w:rPr>
                <w:rFonts w:eastAsia="Calibri"/>
              </w:rPr>
              <w:t>Sonraigh gairm an duine dá ndéantar difear sna himeachtaí:</w:t>
            </w:r>
            <w:bookmarkEnd w:id="32"/>
          </w:p>
          <w:p w:rsidR="00BD23BC" w:rsidRPr="007F1A77" w:rsidRDefault="00BD23BC" w:rsidP="00BD23BC">
            <w:bookmarkStart w:id="33" w:name="_DV_C1339"/>
            <w:r w:rsidRPr="007F1A77">
              <w:t>□</w:t>
            </w:r>
            <w:r w:rsidRPr="007F1A77">
              <w:tab/>
            </w:r>
            <w:r w:rsidRPr="007F1A77">
              <w:rPr>
                <w:rFonts w:eastAsia="Calibri"/>
              </w:rPr>
              <w:t>an duine ar ina choinne nó ina coinne a dhírítear an t-ordú calctha</w:t>
            </w:r>
            <w:bookmarkEnd w:id="33"/>
          </w:p>
          <w:p w:rsidR="00BD23BC" w:rsidRPr="007F1A77" w:rsidRDefault="00BD23BC" w:rsidP="00BD23BC">
            <w:bookmarkStart w:id="34" w:name="_DV_C1340"/>
            <w:r w:rsidRPr="007F1A77">
              <w:t>□</w:t>
            </w:r>
            <w:r w:rsidRPr="007F1A77">
              <w:tab/>
            </w:r>
            <w:r w:rsidRPr="007F1A77">
              <w:rPr>
                <w:rFonts w:eastAsia="Calibri"/>
              </w:rPr>
              <w:t>an duine ar leis nó léí an mhaoin a chumhdaítear leis an ordú calctha</w:t>
            </w:r>
            <w:bookmarkEnd w:id="34"/>
          </w:p>
          <w:p w:rsidR="00BD23BC" w:rsidRPr="007F1A77" w:rsidRDefault="00BD23BC" w:rsidP="00BD23BC">
            <w:r w:rsidRPr="007F1A77">
              <w:rPr>
                <w:rFonts w:eastAsia="Calibri"/>
              </w:rPr>
              <w:t>(ii)</w:t>
            </w:r>
            <w:r w:rsidRPr="007F1A77">
              <w:rPr>
                <w:rFonts w:eastAsia="Calibri"/>
              </w:rPr>
              <w:tab/>
              <w:t>I gcás duine dlítheanach/daoine dlítheanacha</w:t>
            </w:r>
          </w:p>
          <w:p w:rsidR="00BD23BC" w:rsidRPr="007F1A77" w:rsidRDefault="00BD23BC" w:rsidP="00BD23BC">
            <w:bookmarkStart w:id="35" w:name="_DV_C1342"/>
            <w:r w:rsidRPr="007F1A77">
              <w:t>Ainm: ………………………………………………………………………</w:t>
            </w:r>
            <w:bookmarkEnd w:id="35"/>
            <w:r w:rsidRPr="007F1A77">
              <w:t>…………………………</w:t>
            </w:r>
          </w:p>
          <w:p w:rsidR="00BD23BC" w:rsidRPr="007F1A77" w:rsidRDefault="00BD23BC" w:rsidP="00BD23BC">
            <w:bookmarkStart w:id="36" w:name="_DV_C1343"/>
            <w:r w:rsidRPr="007F1A77">
              <w:rPr>
                <w:rFonts w:eastAsia="Calibri"/>
              </w:rPr>
              <w:t>Foirm dhlíthiúil</w:t>
            </w:r>
            <w:r w:rsidRPr="007F1A77">
              <w:t>:</w:t>
            </w:r>
            <w:bookmarkEnd w:id="36"/>
            <w:r w:rsidRPr="007F1A77">
              <w:t xml:space="preserve"> ………………………………………………………………………………..……..</w:t>
            </w:r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FE00DE" w:rsidRDefault="00BD23BC" w:rsidP="00BD23BC">
            <w:pPr>
              <w:pageBreakBefore/>
            </w:pPr>
            <w:bookmarkStart w:id="37" w:name="_DV_C1344"/>
            <w:r w:rsidRPr="00FE00DE">
              <w:rPr>
                <w:rFonts w:eastAsia="Calibri"/>
              </w:rPr>
              <w:lastRenderedPageBreak/>
              <w:t>Ainm giorraithe, ainm a úsáidtear go coitianta nó ainm trádála, más infheidhme</w:t>
            </w:r>
            <w:r w:rsidRPr="00FE00DE">
              <w:t>:………………………………………………………………..…..……….…..…………..</w:t>
            </w:r>
            <w:bookmarkEnd w:id="37"/>
          </w:p>
          <w:p w:rsidR="00BD23BC" w:rsidRPr="00FE00DE" w:rsidRDefault="00BD23BC" w:rsidP="00BD23BC">
            <w:bookmarkStart w:id="38" w:name="_DV_C1345"/>
            <w:r w:rsidRPr="00FE00DE">
              <w:rPr>
                <w:rFonts w:eastAsia="Calibri"/>
              </w:rPr>
              <w:t>Oifig chláraithe</w:t>
            </w:r>
            <w:r w:rsidRPr="00FE00DE">
              <w:t>:.……………...……………………………………………………..…………………</w:t>
            </w:r>
            <w:bookmarkEnd w:id="38"/>
          </w:p>
          <w:p w:rsidR="00BD23BC" w:rsidRPr="00FE00DE" w:rsidRDefault="00BD23BC" w:rsidP="00BD23BC">
            <w:bookmarkStart w:id="39" w:name="_DV_C1346"/>
            <w:r w:rsidRPr="00FE00DE">
              <w:rPr>
                <w:rFonts w:eastAsia="Calibri"/>
              </w:rPr>
              <w:t>Uimhir chláraithe</w:t>
            </w:r>
            <w:r w:rsidRPr="00FE00DE">
              <w:t>:…..………………………………………………………………………………….</w:t>
            </w:r>
            <w:bookmarkEnd w:id="39"/>
          </w:p>
          <w:p w:rsidR="00BD23BC" w:rsidRPr="00FE00DE" w:rsidRDefault="00BD23BC" w:rsidP="00BD23BC">
            <w:bookmarkStart w:id="40" w:name="_DV_C1347"/>
            <w:r w:rsidRPr="00FE00DE">
              <w:br w:type="page"/>
              <w:t>Seoladh:..…………………………………………………………………</w:t>
            </w:r>
            <w:bookmarkEnd w:id="40"/>
            <w:r w:rsidRPr="00FE00DE">
              <w:t>……………………………</w:t>
            </w:r>
          </w:p>
          <w:p w:rsidR="00BD23BC" w:rsidRPr="007F1A77" w:rsidRDefault="00BD23BC" w:rsidP="00BD23BC">
            <w:bookmarkStart w:id="41" w:name="_DV_C1348"/>
            <w:r w:rsidRPr="007F1A77">
              <w:rPr>
                <w:rFonts w:eastAsia="Calibri"/>
                <w:lang w:val="en-GB"/>
              </w:rPr>
              <w:t>Ainm an ionadaí:…………..</w:t>
            </w:r>
            <w:r w:rsidRPr="007F1A77">
              <w:rPr>
                <w:lang w:val="en-GB"/>
              </w:rPr>
              <w:t>……………………………………………………</w:t>
            </w:r>
            <w:bookmarkEnd w:id="41"/>
            <w:r w:rsidRPr="007F1A77">
              <w:rPr>
                <w:lang w:val="en-GB"/>
              </w:rPr>
              <w:t>……………………..</w:t>
            </w:r>
          </w:p>
          <w:p w:rsidR="00BD23BC" w:rsidRPr="007F1A77" w:rsidRDefault="00BD23BC" w:rsidP="00BD23BC">
            <w:r w:rsidRPr="007F1A77">
              <w:rPr>
                <w:rFonts w:eastAsia="Calibri"/>
                <w:lang w:val="en-GB"/>
              </w:rPr>
              <w:t>Sonraigh gairm an duine dá ndéantar difear sna himeachtaí:</w:t>
            </w:r>
          </w:p>
          <w:p w:rsidR="00BD23BC" w:rsidRPr="007F1A77" w:rsidRDefault="00BD23BC" w:rsidP="00BD23BC">
            <w:pPr>
              <w:pStyle w:val="Point0"/>
            </w:pPr>
            <w:bookmarkStart w:id="42" w:name="_DV_C1351"/>
            <w:r w:rsidRPr="007F1A77">
              <w:t>□</w:t>
            </w:r>
            <w:r w:rsidRPr="007F1A77">
              <w:tab/>
            </w:r>
            <w:r w:rsidRPr="007F1A77">
              <w:rPr>
                <w:rFonts w:eastAsia="Calibri"/>
              </w:rPr>
              <w:t>an duine ar ina choinne nó ina coinne a dhírítear an t-ordú calctha</w:t>
            </w:r>
            <w:bookmarkEnd w:id="42"/>
          </w:p>
          <w:p w:rsidR="00BD23BC" w:rsidRPr="007F1A77" w:rsidRDefault="00BD23BC" w:rsidP="00BD23BC">
            <w:pPr>
              <w:pStyle w:val="Point0"/>
            </w:pPr>
            <w:bookmarkStart w:id="43" w:name="_DV_C1352"/>
            <w:r w:rsidRPr="007F1A77">
              <w:t>□</w:t>
            </w:r>
            <w:r w:rsidRPr="007F1A77">
              <w:tab/>
            </w:r>
            <w:r w:rsidRPr="007F1A77">
              <w:rPr>
                <w:rFonts w:eastAsia="Calibri"/>
              </w:rPr>
              <w:t>an duine ar leis nó léí an mhaoin a chumhdaítear leis an ordú calctha</w:t>
            </w:r>
            <w:bookmarkEnd w:id="43"/>
          </w:p>
          <w:p w:rsidR="00BD23BC" w:rsidRPr="007F1A77" w:rsidRDefault="00BD23BC" w:rsidP="00BD23BC">
            <w:pPr>
              <w:pStyle w:val="Point0"/>
            </w:pPr>
            <w:bookmarkStart w:id="44" w:name="_DV_C1354"/>
            <w:r w:rsidRPr="007F1A77">
              <w:t>2.</w:t>
            </w:r>
            <w:r w:rsidRPr="007F1A77">
              <w:tab/>
            </w:r>
            <w:bookmarkEnd w:id="44"/>
            <w:r w:rsidRPr="007F1A77">
              <w:rPr>
                <w:rFonts w:eastAsia="Calibri"/>
              </w:rPr>
              <w:t>I gcás ina bhfuil sé éagsúil ón seoladh thuas, tabhair an suíomh ina bhfuil an t-ordú calctha le forghníomhú, le do thoil:</w:t>
            </w:r>
            <w:r w:rsidRPr="007F1A77">
              <w:br/>
            </w:r>
            <w:bookmarkStart w:id="45" w:name="_DV_C1355"/>
            <w:r w:rsidRPr="007F1A77">
              <w:t>………………………………………………………………………………………………</w:t>
            </w:r>
            <w:bookmarkEnd w:id="45"/>
            <w:r w:rsidRPr="007F1A77">
              <w:t>.</w:t>
            </w:r>
          </w:p>
          <w:p w:rsidR="00BD23BC" w:rsidRPr="007F1A77" w:rsidRDefault="00BD23BC" w:rsidP="00BD23BC">
            <w:pPr>
              <w:pStyle w:val="Point0"/>
            </w:pPr>
            <w:bookmarkStart w:id="46" w:name="_DV_C1356"/>
            <w:r w:rsidRPr="007F1A77">
              <w:t>3.</w:t>
            </w:r>
            <w:r w:rsidRPr="007F1A77">
              <w:tab/>
            </w:r>
            <w:bookmarkEnd w:id="46"/>
            <w:r w:rsidRPr="007F1A77">
              <w:rPr>
                <w:rFonts w:eastAsia="Calibri"/>
              </w:rPr>
              <w:t>Tríú páirtithe a ndéanann an t-ordú clactha difear díreach dá gcearta i ndáil leis an maoin atá cumhdaithe ag an ordú (céannacht agus forais):</w:t>
            </w:r>
            <w:r w:rsidRPr="007F1A77">
              <w:br/>
            </w:r>
            <w:bookmarkStart w:id="47" w:name="_DV_C1357"/>
            <w:r w:rsidRPr="007F1A77">
              <w:t>…………………………………………………</w:t>
            </w:r>
            <w:bookmarkEnd w:id="47"/>
            <w:r w:rsidRPr="007F1A77">
              <w:t>……………………………………………</w:t>
            </w:r>
            <w:r w:rsidRPr="007F1A77">
              <w:br/>
            </w:r>
            <w:bookmarkStart w:id="48" w:name="_DV_C1358"/>
            <w:r w:rsidRPr="007F1A77">
              <w:t>………………………………………………………………………………………………</w:t>
            </w:r>
            <w:bookmarkEnd w:id="48"/>
            <w:r w:rsidRPr="007F1A77">
              <w:t>.</w:t>
            </w:r>
          </w:p>
          <w:p w:rsidR="00BD23BC" w:rsidRPr="007F1A77" w:rsidRDefault="00BD23BC" w:rsidP="00BD23BC">
            <w:pPr>
              <w:pStyle w:val="Point0"/>
            </w:pPr>
            <w:bookmarkStart w:id="49" w:name="_DV_C1359"/>
            <w:r w:rsidRPr="007F1A77">
              <w:t>4.</w:t>
            </w:r>
            <w:r w:rsidRPr="007F1A77">
              <w:tab/>
            </w:r>
            <w:r w:rsidRPr="007F1A77">
              <w:rPr>
                <w:rFonts w:eastAsia="Calibri"/>
              </w:rPr>
              <w:t>Déan aon fhaisnéis eile a sholáthar a chuideoidh le forghníomhú an ordaithe calctha</w:t>
            </w:r>
            <w:r w:rsidRPr="007F1A77">
              <w:t>:</w:t>
            </w:r>
            <w:bookmarkEnd w:id="49"/>
            <w:r w:rsidRPr="007F1A77">
              <w:t xml:space="preserve"> </w:t>
            </w:r>
            <w:r w:rsidRPr="007F1A77">
              <w:br/>
            </w:r>
            <w:bookmarkStart w:id="50" w:name="_DV_C1360"/>
            <w:r w:rsidRPr="007F1A77">
              <w:t>……………………………………………………………………………………………</w:t>
            </w:r>
            <w:bookmarkEnd w:id="50"/>
            <w:r w:rsidRPr="007F1A77">
              <w:t>….</w:t>
            </w:r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r w:rsidRPr="007F1A77">
              <w:lastRenderedPageBreak/>
              <w:br w:type="page"/>
            </w:r>
            <w:bookmarkStart w:id="51" w:name="_DV_M807"/>
            <w:bookmarkEnd w:id="51"/>
            <w:r w:rsidRPr="007F1A77">
              <w:rPr>
                <w:rFonts w:eastAsia="Calibri"/>
              </w:rPr>
              <w:t>ROINN D: Faisnéis faoin maoin lena mbaineann an t-ordú</w:t>
            </w:r>
          </w:p>
          <w:p w:rsidR="00BD23BC" w:rsidRPr="007F1A77" w:rsidRDefault="00BD23BC" w:rsidP="00BD23BC">
            <w:pPr>
              <w:pStyle w:val="Point0"/>
              <w:rPr>
                <w:lang w:val="fr-BE"/>
              </w:rPr>
            </w:pPr>
            <w:bookmarkStart w:id="52" w:name="_DV_C1364"/>
            <w:r w:rsidRPr="007F1A77">
              <w:rPr>
                <w:lang w:val="fr-BE"/>
              </w:rPr>
              <w:t>1.</w:t>
            </w:r>
            <w:r w:rsidRPr="007F1A77">
              <w:rPr>
                <w:lang w:val="fr-BE"/>
              </w:rPr>
              <w:tab/>
            </w:r>
            <w:bookmarkEnd w:id="52"/>
            <w:r w:rsidRPr="007F1A77">
              <w:rPr>
                <w:rFonts w:eastAsia="Calibri"/>
                <w:lang w:val="fr-BE"/>
              </w:rPr>
              <w:t>Léirigh, le do thoil, má bhaineann an t-ordú le:</w:t>
            </w:r>
          </w:p>
          <w:p w:rsidR="00BD23BC" w:rsidRPr="007F1A77" w:rsidRDefault="00BD23BC" w:rsidP="00BD23BC">
            <w:pPr>
              <w:pStyle w:val="Point0"/>
              <w:rPr>
                <w:lang w:val="fr-BE"/>
              </w:rPr>
            </w:pPr>
            <w:bookmarkStart w:id="53" w:name="_DV_M809"/>
            <w:bookmarkEnd w:id="53"/>
            <w:r w:rsidRPr="007F1A77">
              <w:sym w:font="Bookshelf Symbol 3" w:char="F0FF"/>
            </w:r>
            <w:bookmarkStart w:id="54" w:name="_DV_M810"/>
            <w:bookmarkEnd w:id="54"/>
            <w:r w:rsidRPr="007F1A77">
              <w:rPr>
                <w:lang w:val="fr-BE"/>
              </w:rPr>
              <w:tab/>
            </w:r>
            <w:r w:rsidRPr="007F1A77">
              <w:rPr>
                <w:rFonts w:eastAsia="Calibri"/>
                <w:lang w:val="fr-BE"/>
              </w:rPr>
              <w:t>suim airgid</w:t>
            </w:r>
          </w:p>
          <w:p w:rsidR="00BD23BC" w:rsidRPr="007F1A77" w:rsidRDefault="00BD23BC" w:rsidP="00BD23BC">
            <w:pPr>
              <w:pStyle w:val="Point0"/>
              <w:rPr>
                <w:lang w:val="fr-BE"/>
              </w:rPr>
            </w:pPr>
            <w:bookmarkStart w:id="55" w:name="_DV_M811"/>
            <w:bookmarkEnd w:id="55"/>
            <w:r w:rsidRPr="007F1A77">
              <w:sym w:font="Bookshelf Symbol 3" w:char="F0FF"/>
            </w:r>
            <w:bookmarkStart w:id="56" w:name="_DV_M812"/>
            <w:bookmarkEnd w:id="56"/>
            <w:r w:rsidRPr="007F1A77">
              <w:rPr>
                <w:lang w:val="fr-BE"/>
              </w:rPr>
              <w:tab/>
            </w:r>
            <w:r w:rsidRPr="007F1A77">
              <w:rPr>
                <w:rFonts w:eastAsia="Calibri"/>
                <w:lang w:val="fr-BE"/>
              </w:rPr>
              <w:t>mír shonrach/míreanna sonracha maoine (corprach nó neamhchorprach, sochorraithe nó dochorraithe)</w:t>
            </w:r>
          </w:p>
          <w:p w:rsidR="00BD23BC" w:rsidRPr="007F1A77" w:rsidRDefault="00BD23BC" w:rsidP="00BD23BC">
            <w:pPr>
              <w:pStyle w:val="Point0"/>
              <w:rPr>
                <w:lang w:val="fr-BE"/>
              </w:rPr>
            </w:pPr>
            <w:bookmarkStart w:id="57" w:name="_DV_M813"/>
            <w:bookmarkEnd w:id="57"/>
            <w:r w:rsidRPr="007F1A77">
              <w:sym w:font="Bookshelf Symbol 3" w:char="F0FF"/>
            </w:r>
            <w:bookmarkStart w:id="58" w:name="_DV_M814"/>
            <w:bookmarkEnd w:id="58"/>
            <w:r w:rsidRPr="007F1A77">
              <w:rPr>
                <w:lang w:val="fr-BE"/>
              </w:rPr>
              <w:tab/>
            </w:r>
            <w:r w:rsidRPr="007F1A77">
              <w:rPr>
                <w:rFonts w:eastAsia="Calibri"/>
                <w:lang w:val="fr-BE"/>
              </w:rPr>
              <w:t>maoin ar luach coibhéiseach (i gcomhthéacs coigistithe bunaithe ar luach)</w:t>
            </w:r>
          </w:p>
          <w:p w:rsidR="00BD23BC" w:rsidRPr="007F1A77" w:rsidRDefault="00BD23BC" w:rsidP="00BD23BC">
            <w:pPr>
              <w:pStyle w:val="Point0"/>
            </w:pPr>
            <w:bookmarkStart w:id="59" w:name="_DV_C1370"/>
            <w:r w:rsidRPr="007F1A77">
              <w:t>2.</w:t>
            </w:r>
            <w:bookmarkStart w:id="60" w:name="_DV_M815"/>
            <w:bookmarkEnd w:id="59"/>
            <w:bookmarkEnd w:id="60"/>
            <w:r w:rsidRPr="007F1A77">
              <w:tab/>
              <w:t>Má bhaineann an t-ordú le suim airgid nó le maoin ar luach coibhéiseach leis an suim airgid sin:</w:t>
            </w:r>
          </w:p>
          <w:p w:rsidR="00BD23BC" w:rsidRPr="007F1A77" w:rsidRDefault="00BD23BC" w:rsidP="007F1A77">
            <w:pPr>
              <w:pStyle w:val="Tiret0"/>
              <w:numPr>
                <w:ilvl w:val="0"/>
                <w:numId w:val="25"/>
              </w:numPr>
            </w:pPr>
            <w:bookmarkStart w:id="61" w:name="_DV_M816"/>
            <w:bookmarkStart w:id="62" w:name="_DV_M817"/>
            <w:bookmarkEnd w:id="61"/>
            <w:bookmarkEnd w:id="62"/>
            <w:r w:rsidRPr="007F1A77">
              <w:rPr>
                <w:rFonts w:eastAsia="Calibri"/>
              </w:rPr>
              <w:t>An méid i gcomhair forghníomhú sa Stát forghníomhaitheach, i bhfigiúirí agus i bhfocail (sonraigh an t</w:t>
            </w:r>
            <w:r w:rsidRPr="007F1A77">
              <w:rPr>
                <w:rFonts w:eastAsia="Calibri"/>
              </w:rPr>
              <w:noBreakHyphen/>
            </w:r>
            <w:bookmarkStart w:id="63" w:name="_DV_C1378"/>
            <w:r w:rsidRPr="007F1A77">
              <w:rPr>
                <w:rFonts w:eastAsia="Calibri"/>
              </w:rPr>
              <w:t>airgeadra)</w:t>
            </w:r>
            <w:r w:rsidRPr="007F1A77">
              <w:t>……………………</w:t>
            </w:r>
            <w:bookmarkEnd w:id="63"/>
            <w:r w:rsidRPr="007F1A77">
              <w:t>…….………………………………………………………..</w:t>
            </w:r>
          </w:p>
          <w:p w:rsidR="00BD23BC" w:rsidRPr="007F1A77" w:rsidRDefault="00BD23BC" w:rsidP="00BD23BC">
            <w:pPr>
              <w:pStyle w:val="Tiret0"/>
            </w:pPr>
            <w:bookmarkStart w:id="64" w:name="_DV_M819"/>
            <w:bookmarkEnd w:id="64"/>
            <w:r w:rsidRPr="007F1A77">
              <w:br w:type="page"/>
            </w:r>
            <w:r w:rsidRPr="007F1A77">
              <w:rPr>
                <w:rFonts w:eastAsia="Calibri"/>
              </w:rPr>
              <w:t>An méid iomlán a chumhdaítear leis an ordú, i bhfigiúirí agus i bhfocail (sonraigh an t-airgeadra):</w:t>
            </w:r>
            <w:bookmarkStart w:id="65" w:name="_DV_C1388"/>
            <w:r w:rsidRPr="007F1A77">
              <w:t>…………...…………………</w:t>
            </w:r>
            <w:bookmarkEnd w:id="65"/>
            <w:r w:rsidRPr="007F1A77">
              <w:t>……………………………………………………..</w:t>
            </w:r>
          </w:p>
          <w:p w:rsidR="00BD23BC" w:rsidRPr="007F1A77" w:rsidRDefault="00BD23BC" w:rsidP="00BD23BC">
            <w:r w:rsidRPr="007F1A77">
              <w:rPr>
                <w:rFonts w:eastAsia="Calibri"/>
              </w:rPr>
              <w:t>Faisnéis bhreise:</w:t>
            </w:r>
          </w:p>
          <w:p w:rsidR="00BD23BC" w:rsidRPr="007F1A77" w:rsidRDefault="00BD23BC" w:rsidP="00BD23BC">
            <w:pPr>
              <w:pStyle w:val="Tiret0"/>
            </w:pPr>
            <w:bookmarkStart w:id="66" w:name="_DV_M822"/>
            <w:bookmarkStart w:id="67" w:name="_DV_M823"/>
            <w:bookmarkEnd w:id="66"/>
            <w:bookmarkEnd w:id="67"/>
            <w:r w:rsidRPr="007F1A77">
              <w:rPr>
                <w:rFonts w:eastAsia="Calibri"/>
              </w:rPr>
              <w:t>Forais lena chreidiúint go bhfuil maoin/ioncam ag an duine dá ndéantar difear sa Stát forghníomhaitheach</w:t>
            </w:r>
            <w:r w:rsidRPr="007F1A77">
              <w:t>:</w:t>
            </w:r>
            <w:bookmarkStart w:id="68" w:name="_DV_M827"/>
            <w:bookmarkEnd w:id="68"/>
            <w:r w:rsidRPr="007F1A77">
              <w:t>…………………..……………………………………………………..</w:t>
            </w:r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BD23BC">
            <w:pPr>
              <w:pStyle w:val="Tiret0"/>
              <w:pageBreakBefore/>
            </w:pPr>
            <w:bookmarkStart w:id="69" w:name="_DV_M828"/>
            <w:bookmarkStart w:id="70" w:name="_DV_M829"/>
            <w:bookmarkEnd w:id="69"/>
            <w:bookmarkEnd w:id="70"/>
            <w:r w:rsidRPr="007F1A77">
              <w:rPr>
                <w:rFonts w:eastAsia="Calibri"/>
              </w:rPr>
              <w:lastRenderedPageBreak/>
              <w:t>Cur síos ar mhaoin/ar fhoinse ioncaim an duine dá ndéantar difear (nuair is féidir sin a dhéanamh)</w:t>
            </w:r>
            <w:r w:rsidRPr="007F1A77">
              <w:t xml:space="preserve"> </w:t>
            </w:r>
            <w:bookmarkStart w:id="71" w:name="_DV_M832"/>
            <w:bookmarkEnd w:id="71"/>
            <w:r w:rsidRPr="007F1A77">
              <w:t>………………………….………………………………………………………..</w:t>
            </w:r>
          </w:p>
          <w:p w:rsidR="00BD23BC" w:rsidRPr="007F1A77" w:rsidRDefault="00BD23BC" w:rsidP="00BD23BC">
            <w:pPr>
              <w:pStyle w:val="Tiret0"/>
            </w:pPr>
            <w:bookmarkStart w:id="72" w:name="_DV_M833"/>
            <w:bookmarkEnd w:id="72"/>
            <w:r w:rsidRPr="007F1A77">
              <w:rPr>
                <w:rFonts w:eastAsia="Calibri"/>
              </w:rPr>
              <w:t>Suíomh beacht mhaoin/fhoinse ioncaim an duine dá ndéantar difear (mura bhfuil sé sin ar eolas, an suíomh deiridh atá ar eolas):</w:t>
            </w:r>
            <w:r w:rsidRPr="007F1A77">
              <w:t xml:space="preserve"> …………..…………………………………………..</w:t>
            </w:r>
          </w:p>
          <w:p w:rsidR="00BD23BC" w:rsidRPr="007F1A77" w:rsidRDefault="00BD23BC" w:rsidP="00BD23BC">
            <w:pPr>
              <w:pStyle w:val="Tiret0"/>
            </w:pPr>
            <w:r w:rsidRPr="007F1A77">
              <w:rPr>
                <w:rFonts w:eastAsia="Calibri"/>
              </w:rPr>
              <w:t>Mionsonraí chuntas bainc an duine dá ndéantar difear (más eol):</w:t>
            </w:r>
            <w:r w:rsidRPr="007F1A77">
              <w:t xml:space="preserve"> </w:t>
            </w:r>
            <w:r w:rsidRPr="007F1A77">
              <w:br/>
              <w:t>..................................................................................................................................................</w:t>
            </w:r>
          </w:p>
          <w:p w:rsidR="00BD23BC" w:rsidRPr="007F1A77" w:rsidRDefault="00BD23BC" w:rsidP="00BD23BC">
            <w:pPr>
              <w:pStyle w:val="Point0"/>
              <w:ind w:left="993"/>
            </w:pPr>
            <w:bookmarkStart w:id="73" w:name="_DV_C1396"/>
            <w:r w:rsidRPr="007F1A77">
              <w:br w:type="page"/>
              <w:t>3.</w:t>
            </w:r>
            <w:r w:rsidRPr="007F1A77">
              <w:tab/>
            </w:r>
            <w:r w:rsidRPr="007F1A77">
              <w:rPr>
                <w:rFonts w:eastAsia="Calibri"/>
                <w:bCs/>
                <w:iCs/>
                <w:color w:val="191919"/>
              </w:rPr>
              <w:t>Má bhaineann an t-ordú le mír shonrach/míreanna sonracha maoine nó le maoin ar luach coibhéiseach leis an maoin sin</w:t>
            </w:r>
            <w:bookmarkEnd w:id="73"/>
          </w:p>
          <w:p w:rsidR="00BD23BC" w:rsidRPr="007F1A77" w:rsidRDefault="00BD23BC" w:rsidP="00BD23BC">
            <w:bookmarkStart w:id="74" w:name="_DV_M835"/>
            <w:bookmarkEnd w:id="74"/>
            <w:r w:rsidRPr="007F1A77">
              <w:rPr>
                <w:rFonts w:eastAsia="Calibri"/>
                <w:bCs/>
                <w:iCs/>
                <w:color w:val="191919"/>
              </w:rPr>
              <w:t>Na forais atá leis an ordú a tharchur chuig an Stát forghníomhaitheach:</w:t>
            </w:r>
          </w:p>
          <w:p w:rsidR="00BD23BC" w:rsidRPr="007F1A77" w:rsidRDefault="00BD23BC" w:rsidP="00BD23BC">
            <w:pPr>
              <w:pStyle w:val="Point0"/>
            </w:pPr>
            <w:bookmarkStart w:id="75" w:name="_DV_M836"/>
            <w:bookmarkEnd w:id="75"/>
            <w:r w:rsidRPr="007F1A77">
              <w:sym w:font="Symbol" w:char="F090"/>
            </w:r>
            <w:bookmarkStart w:id="76" w:name="_DV_C1401"/>
            <w:r w:rsidRPr="007F1A77">
              <w:tab/>
            </w:r>
            <w:r w:rsidRPr="007F1A77">
              <w:rPr>
                <w:rFonts w:eastAsia="Calibri"/>
                <w:bCs/>
                <w:iCs/>
                <w:color w:val="191919"/>
              </w:rPr>
              <w:t>go bhfuil an mhír mhaoine/na míreanna maoine faoi leith suite sa Stát forghníomhaitheach</w:t>
            </w:r>
            <w:bookmarkEnd w:id="76"/>
          </w:p>
          <w:p w:rsidR="00BD23BC" w:rsidRPr="007F1A77" w:rsidRDefault="00BD23BC" w:rsidP="00BD23BC">
            <w:pPr>
              <w:pStyle w:val="Point0"/>
            </w:pPr>
            <w:r w:rsidRPr="007F1A77">
              <w:sym w:font="Symbol" w:char="F090"/>
            </w:r>
            <w:bookmarkStart w:id="77" w:name="_DV_C1407"/>
            <w:r w:rsidRPr="007F1A77">
              <w:tab/>
            </w:r>
            <w:bookmarkEnd w:id="77"/>
            <w:r w:rsidRPr="007F1A77">
              <w:rPr>
                <w:rFonts w:eastAsia="Calibri"/>
                <w:bCs/>
                <w:iCs/>
                <w:color w:val="191919"/>
              </w:rPr>
              <w:t>go bhfuil an mhír shonrach/na míreanna sonracha maoine faoi leith cláraithe sa Stát forghníomhaitheach</w:t>
            </w:r>
          </w:p>
          <w:p w:rsidR="00BD23BC" w:rsidRPr="007F1A77" w:rsidRDefault="00BD23BC" w:rsidP="00BD23BC">
            <w:pPr>
              <w:pStyle w:val="Point0"/>
            </w:pPr>
            <w:bookmarkStart w:id="78" w:name="_DV_M838"/>
            <w:bookmarkEnd w:id="78"/>
            <w:r w:rsidRPr="007F1A77">
              <w:sym w:font="Symbol" w:char="F090"/>
            </w:r>
            <w:bookmarkStart w:id="79" w:name="_DV_M839"/>
            <w:bookmarkEnd w:id="79"/>
            <w:r w:rsidRPr="007F1A77">
              <w:tab/>
            </w:r>
            <w:bookmarkStart w:id="80" w:name="_DV_M840"/>
            <w:bookmarkEnd w:id="80"/>
            <w:r w:rsidRPr="007F1A77">
              <w:rPr>
                <w:rFonts w:eastAsia="Calibri"/>
                <w:bCs/>
                <w:iCs/>
                <w:color w:val="191919"/>
              </w:rPr>
              <w:t>go bhfuil forais réasúnta ag an údarás eisiúna lena chreidiúint go bhfuil an mhír shonrach mhaoine/na míreanna sonracha maoine ar fad a chumhdaítear leis an ordú nó cuid di/díobh suite sa Stát forghníomhaitheach.</w:t>
            </w:r>
          </w:p>
        </w:tc>
      </w:tr>
      <w:tr w:rsidR="00BD23BC" w:rsidRPr="007F1A77" w:rsidTr="00AA5DAD">
        <w:trPr>
          <w:trHeight w:val="5237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r w:rsidRPr="007F1A77">
              <w:rPr>
                <w:rFonts w:eastAsia="Calibri"/>
                <w:bCs/>
                <w:iCs/>
                <w:color w:val="191919"/>
              </w:rPr>
              <w:lastRenderedPageBreak/>
              <w:t>Faisnéis bhreise:</w:t>
            </w:r>
          </w:p>
          <w:p w:rsidR="00BD23BC" w:rsidRPr="007F1A77" w:rsidRDefault="00BD23BC" w:rsidP="00BD23BC">
            <w:pPr>
              <w:pStyle w:val="Tiret0"/>
            </w:pPr>
            <w:bookmarkStart w:id="81" w:name="_DV_M847"/>
            <w:bookmarkStart w:id="82" w:name="_DV_M848"/>
            <w:bookmarkEnd w:id="81"/>
            <w:bookmarkEnd w:id="82"/>
            <w:r w:rsidRPr="007F1A77">
              <w:rPr>
                <w:rFonts w:eastAsia="Calibri"/>
                <w:bCs/>
                <w:iCs/>
                <w:color w:val="191919"/>
              </w:rPr>
              <w:t>Na forais lena chreidiúint go bhfuil an mhír shonrach mhaoine/na míreanna sonracha maoine suite sa Stát forghníomhaitheach:</w:t>
            </w:r>
            <w:r w:rsidRPr="007F1A77">
              <w:br/>
            </w:r>
            <w:bookmarkStart w:id="83" w:name="_DV_M849"/>
            <w:bookmarkStart w:id="84" w:name="_DV_C1412"/>
            <w:bookmarkEnd w:id="83"/>
            <w:r w:rsidRPr="007F1A77">
              <w:t>…………………………………………………………………………………………</w:t>
            </w:r>
            <w:bookmarkEnd w:id="84"/>
            <w:r w:rsidRPr="007F1A77">
              <w:t>……..</w:t>
            </w:r>
          </w:p>
          <w:p w:rsidR="00BD23BC" w:rsidRPr="007F1A77" w:rsidRDefault="00BD23BC" w:rsidP="00BD23BC">
            <w:pPr>
              <w:pStyle w:val="Tiret0"/>
              <w:rPr>
                <w:lang w:val="pt-PT"/>
              </w:rPr>
            </w:pPr>
            <w:bookmarkStart w:id="85" w:name="_DV_M850"/>
            <w:bookmarkEnd w:id="85"/>
            <w:r w:rsidRPr="007F1A77">
              <w:rPr>
                <w:rFonts w:eastAsia="Calibri"/>
                <w:bCs/>
                <w:iCs/>
                <w:color w:val="191919"/>
              </w:rPr>
              <w:t>Cur síos ar an mír mhaoine:</w:t>
            </w:r>
            <w:r w:rsidRPr="007F1A77">
              <w:rPr>
                <w:lang w:val="pt-PT"/>
              </w:rPr>
              <w:br/>
            </w:r>
            <w:bookmarkStart w:id="86" w:name="_DV_C1417"/>
            <w:r w:rsidRPr="007F1A77">
              <w:rPr>
                <w:lang w:val="pt-PT"/>
              </w:rPr>
              <w:t>…………………………………………………………………………………</w:t>
            </w:r>
            <w:bookmarkEnd w:id="86"/>
            <w:r w:rsidRPr="007F1A77">
              <w:rPr>
                <w:lang w:val="pt-PT"/>
              </w:rPr>
              <w:t>……………..</w:t>
            </w:r>
          </w:p>
          <w:p w:rsidR="00BD23BC" w:rsidRPr="007F1A77" w:rsidRDefault="00BD23BC" w:rsidP="00BD23BC">
            <w:pPr>
              <w:pStyle w:val="Tiret0"/>
              <w:rPr>
                <w:lang w:val="pt-PT"/>
              </w:rPr>
            </w:pPr>
            <w:bookmarkStart w:id="87" w:name="_DV_M851"/>
            <w:bookmarkEnd w:id="87"/>
            <w:r w:rsidRPr="007F1A77">
              <w:rPr>
                <w:rFonts w:eastAsia="Calibri"/>
                <w:bCs/>
                <w:iCs/>
                <w:color w:val="191919"/>
              </w:rPr>
              <w:t>Suíomh na míre maoine (mura bhfuil sin ar eolas, an suíomh deiridh atá ar eolas):</w:t>
            </w:r>
            <w:r w:rsidRPr="007F1A77">
              <w:rPr>
                <w:lang w:val="pt-PT"/>
              </w:rPr>
              <w:t xml:space="preserve"> </w:t>
            </w:r>
            <w:r w:rsidRPr="007F1A77">
              <w:rPr>
                <w:lang w:val="pt-PT"/>
              </w:rPr>
              <w:br/>
            </w:r>
            <w:bookmarkStart w:id="88" w:name="_DV_C1423"/>
            <w:r w:rsidRPr="007F1A77">
              <w:rPr>
                <w:lang w:val="pt-PT"/>
              </w:rPr>
              <w:t>…………………………………………………………………………………</w:t>
            </w:r>
            <w:bookmarkEnd w:id="88"/>
            <w:r w:rsidRPr="007F1A77">
              <w:rPr>
                <w:lang w:val="pt-PT"/>
              </w:rPr>
              <w:t>……………..</w:t>
            </w:r>
          </w:p>
          <w:p w:rsidR="00BD23BC" w:rsidRPr="007F1A77" w:rsidRDefault="00BD23BC" w:rsidP="00BD23BC">
            <w:pPr>
              <w:pStyle w:val="Tiret0"/>
              <w:rPr>
                <w:lang w:val="pt-PT"/>
              </w:rPr>
            </w:pPr>
            <w:r w:rsidRPr="007F1A77">
              <w:rPr>
                <w:rFonts w:eastAsia="Calibri"/>
                <w:bCs/>
                <w:iCs/>
                <w:color w:val="191919"/>
              </w:rPr>
              <w:t>Aon fhaisnéis ábhartha eile:</w:t>
            </w:r>
            <w:r w:rsidRPr="007F1A77">
              <w:rPr>
                <w:rFonts w:eastAsia="Calibri"/>
                <w:bCs/>
                <w:iCs/>
                <w:color w:val="191919"/>
                <w:lang w:val="pt-PT"/>
              </w:rPr>
              <w:t xml:space="preserve"> (mar shampla, </w:t>
            </w:r>
            <w:r w:rsidRPr="007F1A77">
              <w:rPr>
                <w:rFonts w:eastAsia="Calibri"/>
                <w:bCs/>
                <w:iCs/>
                <w:color w:val="191919"/>
                <w:szCs w:val="22"/>
              </w:rPr>
              <w:t>ceapachán riarthóra bhreithiúnaigh</w:t>
            </w:r>
            <w:r w:rsidRPr="007F1A77">
              <w:rPr>
                <w:rFonts w:eastAsia="Calibri"/>
                <w:bCs/>
                <w:iCs/>
                <w:color w:val="191919"/>
                <w:szCs w:val="22"/>
                <w:lang w:val="pt-PT"/>
              </w:rPr>
              <w:t>)</w:t>
            </w:r>
            <w:r w:rsidRPr="007F1A77">
              <w:rPr>
                <w:lang w:val="pt-PT"/>
              </w:rPr>
              <w:t xml:space="preserve"> </w:t>
            </w:r>
            <w:r w:rsidRPr="007F1A77">
              <w:rPr>
                <w:lang w:val="pt-PT"/>
              </w:rPr>
              <w:br/>
            </w:r>
            <w:bookmarkStart w:id="89" w:name="_DV_C1434"/>
            <w:r w:rsidRPr="007F1A77">
              <w:rPr>
                <w:lang w:val="pt-PT"/>
              </w:rPr>
              <w:t>…………………………………………………</w:t>
            </w:r>
            <w:bookmarkEnd w:id="89"/>
            <w:r w:rsidRPr="007F1A77">
              <w:rPr>
                <w:lang w:val="pt-PT"/>
              </w:rPr>
              <w:t>……………………………………………..</w:t>
            </w:r>
          </w:p>
        </w:tc>
      </w:tr>
      <w:tr w:rsidR="00BD23BC" w:rsidRPr="007F1A77" w:rsidTr="00AA5DAD">
        <w:trPr>
          <w:trHeight w:val="3550"/>
        </w:trPr>
        <w:tc>
          <w:tcPr>
            <w:tcW w:w="9855" w:type="dxa"/>
          </w:tcPr>
          <w:p w:rsidR="00BD23BC" w:rsidRPr="007F1A77" w:rsidRDefault="00BD23BC" w:rsidP="00BD23BC">
            <w:pPr>
              <w:rPr>
                <w:lang w:val="pt-PT"/>
              </w:rPr>
            </w:pPr>
            <w:bookmarkStart w:id="90" w:name="_DV_C1438"/>
            <w:r w:rsidRPr="007F1A77">
              <w:rPr>
                <w:lang w:val="pt-PT"/>
              </w:rPr>
              <w:br w:type="page"/>
            </w:r>
            <w:r w:rsidRPr="007F1A77">
              <w:rPr>
                <w:rFonts w:eastAsia="Calibri"/>
                <w:bCs/>
                <w:iCs/>
                <w:color w:val="191919"/>
              </w:rPr>
              <w:t>ROINN E: Na forais chun an t-ordú calctha a eisiúint</w:t>
            </w:r>
            <w:bookmarkEnd w:id="90"/>
          </w:p>
          <w:p w:rsidR="00130EF8" w:rsidRPr="007F1A77" w:rsidRDefault="00BD23BC" w:rsidP="00130EF8">
            <w:r w:rsidRPr="007F1A77">
              <w:t>1.</w:t>
            </w:r>
            <w:r w:rsidRPr="007F1A77">
              <w:tab/>
              <w:t>Achoimre ar na fíorais</w:t>
            </w:r>
          </w:p>
          <w:p w:rsidR="00BD23BC" w:rsidRPr="007F1A77" w:rsidRDefault="00BD23BC" w:rsidP="00130EF8">
            <w:r w:rsidRPr="007F1A77">
              <w:t>Leag amach na cúiseanna atá leis an ordú calctha a eisiúint, lena n-áirítear:</w:t>
            </w:r>
            <w:bookmarkStart w:id="91" w:name="_DV_C1442"/>
          </w:p>
          <w:bookmarkEnd w:id="91"/>
          <w:p w:rsidR="00BD23BC" w:rsidRPr="007F1A77" w:rsidRDefault="00BD23BC" w:rsidP="007F1A77">
            <w:pPr>
              <w:pStyle w:val="Tiret0"/>
              <w:numPr>
                <w:ilvl w:val="0"/>
                <w:numId w:val="25"/>
              </w:numPr>
              <w:rPr>
                <w:lang w:val="pt-PT"/>
              </w:rPr>
            </w:pPr>
            <w:r w:rsidRPr="007F1A77">
              <w:rPr>
                <w:lang w:val="pt-PT"/>
              </w:rPr>
              <w:t>achoimre ar na fíorais, lena n-áirítear cur síos ar an gcion coiriúil/na cionta coiriúla:</w:t>
            </w:r>
            <w:r w:rsidRPr="007F1A77">
              <w:rPr>
                <w:lang w:val="pt-PT"/>
              </w:rPr>
              <w:br/>
            </w:r>
            <w:bookmarkStart w:id="92" w:name="_DV_C1443"/>
            <w:r w:rsidRPr="007F1A77">
              <w:rPr>
                <w:lang w:val="pt-PT"/>
              </w:rPr>
              <w:t>………………………………………………………………………………………………</w:t>
            </w:r>
            <w:bookmarkEnd w:id="92"/>
            <w:r w:rsidRPr="007F1A77">
              <w:rPr>
                <w:lang w:val="pt-PT"/>
              </w:rPr>
              <w:t>..</w:t>
            </w:r>
            <w:r w:rsidRPr="007F1A77">
              <w:rPr>
                <w:lang w:val="pt-PT"/>
              </w:rPr>
              <w:br/>
              <w:t>………………………………………………………………………………………………..</w:t>
            </w:r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BD23BC">
            <w:pPr>
              <w:pStyle w:val="Tiret0"/>
              <w:pageBreakBefore/>
            </w:pPr>
            <w:r w:rsidRPr="007F1A77">
              <w:rPr>
                <w:rFonts w:eastAsia="Calibri"/>
                <w:bCs/>
                <w:iCs/>
                <w:color w:val="191919"/>
                <w:szCs w:val="22"/>
                <w:lang w:eastAsia="en-US"/>
              </w:rPr>
              <w:lastRenderedPageBreak/>
              <w:t>an chéim atá sroichte san imscrúdú:</w:t>
            </w:r>
            <w:r w:rsidRPr="007F1A77">
              <w:br/>
            </w:r>
            <w:bookmarkStart w:id="93" w:name="_DV_C1445"/>
            <w:r w:rsidRPr="007F1A77">
              <w:t>……………………………………………………………………………………………</w:t>
            </w:r>
            <w:bookmarkEnd w:id="93"/>
            <w:r w:rsidRPr="007F1A77">
              <w:t>…..</w:t>
            </w:r>
            <w:r w:rsidRPr="007F1A77">
              <w:br/>
              <w:t>………………………………………………………………………………………………..</w:t>
            </w:r>
          </w:p>
          <w:p w:rsidR="00BD23BC" w:rsidRPr="007F1A77" w:rsidRDefault="00BD23BC" w:rsidP="00BD23BC">
            <w:pPr>
              <w:pStyle w:val="Tiret0"/>
            </w:pPr>
            <w:r w:rsidRPr="007F1A77">
              <w:rPr>
                <w:rFonts w:eastAsia="Calibri"/>
                <w:bCs/>
                <w:iCs/>
                <w:color w:val="191919"/>
                <w:szCs w:val="22"/>
                <w:lang w:val="pt-PT" w:eastAsia="en-US"/>
              </w:rPr>
              <w:t>forais le calcadh:</w:t>
            </w:r>
            <w:r w:rsidRPr="007F1A77">
              <w:br/>
            </w:r>
            <w:bookmarkStart w:id="94" w:name="_DV_C1447"/>
            <w:r w:rsidRPr="007F1A77">
              <w:t>……………………………………………………………………………………………</w:t>
            </w:r>
            <w:bookmarkEnd w:id="94"/>
            <w:r w:rsidRPr="007F1A77">
              <w:t>…..</w:t>
            </w:r>
            <w:r w:rsidRPr="007F1A77">
              <w:br/>
              <w:t>………………………………………………………………………………………………..</w:t>
            </w:r>
          </w:p>
          <w:p w:rsidR="00BD23BC" w:rsidRPr="007F1A77" w:rsidRDefault="00BD23BC" w:rsidP="00BD23BC">
            <w:pPr>
              <w:pStyle w:val="Tiret0"/>
            </w:pPr>
            <w:r w:rsidRPr="007F1A77">
              <w:rPr>
                <w:rFonts w:eastAsia="Calibri"/>
                <w:bCs/>
                <w:iCs/>
                <w:color w:val="191919"/>
                <w:szCs w:val="22"/>
                <w:lang w:val="pt-PT" w:eastAsia="en-US"/>
              </w:rPr>
              <w:t>aon fhaisnéis ábhartha eile:</w:t>
            </w:r>
            <w:r w:rsidRPr="007F1A77">
              <w:rPr>
                <w:bCs/>
                <w:iCs/>
              </w:rPr>
              <w:br/>
            </w:r>
            <w:bookmarkStart w:id="95" w:name="_DV_C1449"/>
            <w:r w:rsidRPr="007F1A77">
              <w:t>……………………………………………………………………………………………</w:t>
            </w:r>
            <w:bookmarkEnd w:id="95"/>
            <w:r w:rsidRPr="007F1A77">
              <w:t>…..</w:t>
            </w:r>
            <w:r w:rsidRPr="007F1A77">
              <w:br/>
              <w:t>………………………………………………………………………………………………..</w:t>
            </w:r>
          </w:p>
          <w:p w:rsidR="00BD23BC" w:rsidRPr="007F1A77" w:rsidRDefault="00BD23BC" w:rsidP="00BD23BC">
            <w:pPr>
              <w:pStyle w:val="Point0"/>
            </w:pPr>
            <w:bookmarkStart w:id="96" w:name="_DV_C1450"/>
            <w:r w:rsidRPr="007F1A77">
              <w:br w:type="page"/>
              <w:t>2.</w:t>
            </w:r>
            <w:r w:rsidRPr="007F1A77">
              <w:tab/>
            </w:r>
            <w:bookmarkEnd w:id="96"/>
            <w:r w:rsidRPr="007F1A77">
              <w:t>Cineál agus rangú dlí an chiona/na gcionta ar eisíodh an t-ordú calctha ina leith agus an fhoráil dlína forálacha dlí is infheidhme:</w:t>
            </w:r>
            <w:r w:rsidRPr="007F1A77">
              <w:br/>
            </w:r>
            <w:bookmarkStart w:id="97" w:name="_DV_C1452"/>
            <w:r w:rsidRPr="007F1A77">
              <w:t>………………………………………………………………………………………………</w:t>
            </w:r>
            <w:bookmarkEnd w:id="97"/>
            <w:r w:rsidRPr="007F1A77">
              <w:t>..</w:t>
            </w:r>
            <w:r w:rsidRPr="007F1A77">
              <w:br/>
            </w:r>
            <w:bookmarkStart w:id="98" w:name="_DV_C1453"/>
            <w:r w:rsidRPr="007F1A77">
              <w:t>………………………………………………………………………………………………</w:t>
            </w:r>
            <w:bookmarkEnd w:id="98"/>
            <w:r w:rsidRPr="007F1A77">
              <w:t>..</w:t>
            </w:r>
          </w:p>
          <w:p w:rsidR="00BD23BC" w:rsidRPr="007F1A77" w:rsidRDefault="00BD23BC" w:rsidP="00BD23BC">
            <w:pPr>
              <w:pStyle w:val="Point0"/>
            </w:pPr>
            <w:bookmarkStart w:id="99" w:name="_DV_C1454"/>
            <w:r w:rsidRPr="007F1A77">
              <w:t>3.</w:t>
            </w:r>
            <w:r w:rsidRPr="007F1A77">
              <w:tab/>
              <w:t>An pianbhreith choimeádta nó ordú coinneála darb uasmhéid trí bliana, ar a laghad, an pionós a ghearrtar sa Stát eisiúna as an gcion coiriúil a n-eisítear an t-ordú calctha ina leith, agus an áirítear an cion coiriúil sin sa liosta cionta a leagtar amach thíos? (cuir tic sa bhosca ábhartha, le do thoil). I gcás ina mbaineann an t-ordú calctha le roinnt cionta coiriúla, léirigh na huimhreacha i liosta na gcionta coiriúla thíos (a chomhfhreagraíonn do na cionta a ndéantar cur síos orthu faoi phointí 1 agus 2 thuas).</w:t>
            </w:r>
            <w:bookmarkEnd w:id="99"/>
          </w:p>
          <w:p w:rsidR="00BD23BC" w:rsidRPr="007F1A77" w:rsidRDefault="00BD23BC" w:rsidP="00BD23BC">
            <w:pPr>
              <w:pStyle w:val="Point1"/>
            </w:pPr>
            <w:bookmarkStart w:id="100" w:name="_DV_C1455"/>
            <w:r w:rsidRPr="007F1A77">
              <w:t>□</w:t>
            </w:r>
            <w:r w:rsidRPr="007F1A77">
              <w:tab/>
              <w:t>rannpháirtíocht in eagraíocht choiriúil</w:t>
            </w:r>
            <w:bookmarkEnd w:id="100"/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BD23BC">
            <w:pPr>
              <w:pStyle w:val="Point1"/>
              <w:pageBreakBefore/>
            </w:pPr>
            <w:bookmarkStart w:id="101" w:name="_DV_C1456"/>
            <w:r w:rsidRPr="007F1A77">
              <w:lastRenderedPageBreak/>
              <w:t>□</w:t>
            </w:r>
            <w:r w:rsidRPr="007F1A77">
              <w:tab/>
              <w:t>sceimhlitheoireacht</w:t>
            </w:r>
            <w:bookmarkEnd w:id="101"/>
          </w:p>
          <w:p w:rsidR="00BD23BC" w:rsidRPr="007F1A77" w:rsidRDefault="00BD23BC" w:rsidP="00BD23BC">
            <w:pPr>
              <w:pStyle w:val="Point1"/>
            </w:pPr>
            <w:bookmarkStart w:id="102" w:name="_DV_C1457"/>
            <w:r w:rsidRPr="007F1A77">
              <w:t>□</w:t>
            </w:r>
            <w:r w:rsidRPr="007F1A77">
              <w:tab/>
              <w:t>gáinneáil ar dhaoine</w:t>
            </w:r>
            <w:bookmarkEnd w:id="102"/>
          </w:p>
          <w:p w:rsidR="00BD23BC" w:rsidRPr="007F1A77" w:rsidRDefault="00BD23BC" w:rsidP="00BD23BC">
            <w:pPr>
              <w:pStyle w:val="Point1"/>
            </w:pPr>
            <w:bookmarkStart w:id="103" w:name="_DV_C1458"/>
            <w:r w:rsidRPr="007F1A77">
              <w:br w:type="page"/>
              <w:t>□</w:t>
            </w:r>
            <w:r w:rsidRPr="007F1A77">
              <w:tab/>
              <w:t>teacht i dtír gnéasach ar leanaí agus pornagrafaíocht leanaí</w:t>
            </w:r>
            <w:bookmarkEnd w:id="103"/>
          </w:p>
          <w:p w:rsidR="00BD23BC" w:rsidRPr="007F1A77" w:rsidRDefault="00BD23BC" w:rsidP="00BD23BC">
            <w:pPr>
              <w:pStyle w:val="Point1"/>
            </w:pPr>
            <w:bookmarkStart w:id="104" w:name="_DV_C1459"/>
            <w:r w:rsidRPr="007F1A77">
              <w:t>□</w:t>
            </w:r>
            <w:r w:rsidRPr="007F1A77">
              <w:tab/>
              <w:t>gáinneáil aindleathach ar dhrugaí támhshuanacha agus substaintí síceatrópacha,</w:t>
            </w:r>
            <w:bookmarkEnd w:id="104"/>
          </w:p>
          <w:p w:rsidR="00BD23BC" w:rsidRPr="007F1A77" w:rsidRDefault="00BD23BC" w:rsidP="00BD23BC">
            <w:pPr>
              <w:pStyle w:val="Point1"/>
            </w:pPr>
            <w:bookmarkStart w:id="105" w:name="_DV_C1460"/>
            <w:r w:rsidRPr="007F1A77">
              <w:t>□</w:t>
            </w:r>
            <w:r w:rsidRPr="007F1A77">
              <w:tab/>
              <w:t>gáinneáil aindleathach ar airm, lón cogaidh agus pléascáin</w:t>
            </w:r>
            <w:bookmarkEnd w:id="105"/>
          </w:p>
          <w:p w:rsidR="00BD23BC" w:rsidRPr="007F1A77" w:rsidRDefault="00BD23BC" w:rsidP="00BD23BC">
            <w:pPr>
              <w:pStyle w:val="Point1"/>
            </w:pPr>
            <w:bookmarkStart w:id="106" w:name="_DV_C1461"/>
            <w:r w:rsidRPr="007F1A77">
              <w:t>□</w:t>
            </w:r>
            <w:r w:rsidRPr="007F1A77">
              <w:tab/>
              <w:t>éilliú</w:t>
            </w:r>
            <w:bookmarkEnd w:id="106"/>
          </w:p>
          <w:p w:rsidR="00BD23BC" w:rsidRPr="007F1A77" w:rsidRDefault="00BD23BC" w:rsidP="00BD23BC">
            <w:pPr>
              <w:pStyle w:val="Point1"/>
            </w:pPr>
            <w:bookmarkStart w:id="107" w:name="_DV_C1462"/>
            <w:r w:rsidRPr="007F1A77">
              <w:t>□</w:t>
            </w:r>
            <w:r w:rsidRPr="007F1A77">
              <w:tab/>
              <w:t>calaois, lena n-áirítear calaois agus cionta coiriúla eile a dhéanann difear do leasanna airgeadais an Aontais mar a shainmhínítear i dTreoir (AE) 2017/1371</w:t>
            </w:r>
            <w:bookmarkEnd w:id="107"/>
          </w:p>
          <w:p w:rsidR="00BD23BC" w:rsidRPr="007F1A77" w:rsidRDefault="00BD23BC" w:rsidP="00BD23BC">
            <w:pPr>
              <w:pStyle w:val="Point1"/>
            </w:pPr>
            <w:bookmarkStart w:id="108" w:name="_DV_C1463"/>
            <w:r w:rsidRPr="007F1A77">
              <w:t>□</w:t>
            </w:r>
            <w:r w:rsidRPr="007F1A77">
              <w:tab/>
              <w:t>sciúradh fáltas ón gcoiriúlacht</w:t>
            </w:r>
            <w:bookmarkEnd w:id="108"/>
          </w:p>
          <w:p w:rsidR="00BD23BC" w:rsidRPr="007F1A77" w:rsidRDefault="00BD23BC" w:rsidP="00BD23BC">
            <w:pPr>
              <w:pStyle w:val="Point1"/>
            </w:pPr>
            <w:bookmarkStart w:id="109" w:name="_DV_C1464"/>
            <w:r w:rsidRPr="007F1A77">
              <w:t>□</w:t>
            </w:r>
            <w:r w:rsidRPr="007F1A77">
              <w:tab/>
              <w:t>góchumadh airgeadra, lena n-áirítear an euro</w:t>
            </w:r>
            <w:bookmarkEnd w:id="109"/>
          </w:p>
          <w:p w:rsidR="00BD23BC" w:rsidRPr="007F1A77" w:rsidRDefault="00BD23BC" w:rsidP="00BD23BC">
            <w:pPr>
              <w:pStyle w:val="Point1"/>
            </w:pPr>
            <w:bookmarkStart w:id="110" w:name="_DV_C1465"/>
            <w:r w:rsidRPr="007F1A77">
              <w:t>□</w:t>
            </w:r>
            <w:r w:rsidRPr="007F1A77">
              <w:tab/>
              <w:t>coireacht atá bainteach le ríomhaireacht</w:t>
            </w:r>
            <w:bookmarkEnd w:id="110"/>
          </w:p>
          <w:p w:rsidR="00BD23BC" w:rsidRPr="007F1A77" w:rsidRDefault="00BD23BC" w:rsidP="00BD23BC">
            <w:pPr>
              <w:pStyle w:val="Point1"/>
            </w:pPr>
            <w:bookmarkStart w:id="111" w:name="_DV_C1466"/>
            <w:r w:rsidRPr="007F1A77">
              <w:t>□</w:t>
            </w:r>
            <w:r w:rsidRPr="007F1A77">
              <w:tab/>
              <w:t>coireacht chomhshaoil, lena n-áirítear gáinneáil aindleathach ar speicis ainmhithe atá faoi bhagairt agus ar speicis plandaí agus cineálacha plandaí atá faoi bhagairt</w:t>
            </w:r>
            <w:bookmarkEnd w:id="111"/>
          </w:p>
          <w:p w:rsidR="00BD23BC" w:rsidRPr="007F1A77" w:rsidRDefault="00BD23BC" w:rsidP="00BD23BC">
            <w:pPr>
              <w:pStyle w:val="Point1"/>
            </w:pPr>
            <w:bookmarkStart w:id="112" w:name="_DV_C1467"/>
            <w:r w:rsidRPr="007F1A77">
              <w:t>□</w:t>
            </w:r>
            <w:r w:rsidRPr="007F1A77">
              <w:tab/>
              <w:t>teacht isteach agus cónaí neamhúdaraithe a éascú</w:t>
            </w:r>
            <w:bookmarkEnd w:id="112"/>
          </w:p>
          <w:p w:rsidR="00BD23BC" w:rsidRPr="007F1A77" w:rsidRDefault="00BD23BC" w:rsidP="00BD23BC">
            <w:pPr>
              <w:pStyle w:val="Point1"/>
            </w:pPr>
            <w:bookmarkStart w:id="113" w:name="_DV_C1468"/>
            <w:r w:rsidRPr="007F1A77">
              <w:t>□</w:t>
            </w:r>
            <w:r w:rsidRPr="007F1A77">
              <w:tab/>
              <w:t>an dúnmharú nó an mhórdhíobháil choirp</w:t>
            </w:r>
            <w:bookmarkEnd w:id="113"/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130EF8">
            <w:pPr>
              <w:pStyle w:val="Point1"/>
              <w:pageBreakBefore/>
              <w:ind w:left="1418"/>
            </w:pPr>
            <w:bookmarkStart w:id="114" w:name="_DV_C1469"/>
            <w:r w:rsidRPr="007F1A77">
              <w:lastRenderedPageBreak/>
              <w:t>□</w:t>
            </w:r>
            <w:r w:rsidRPr="007F1A77">
              <w:tab/>
            </w:r>
            <w:bookmarkEnd w:id="114"/>
            <w:r w:rsidRPr="007F1A77">
              <w:t>trádáil neamhdhleathach in orgáin agus i bhfíochán an duine</w:t>
            </w:r>
            <w:bookmarkStart w:id="115" w:name="_DV_C1470"/>
          </w:p>
          <w:p w:rsidR="00BD23BC" w:rsidRPr="007F1A77" w:rsidRDefault="00BD23BC" w:rsidP="00BD23BC">
            <w:pPr>
              <w:pStyle w:val="Point1"/>
            </w:pPr>
            <w:r w:rsidRPr="007F1A77">
              <w:t>□</w:t>
            </w:r>
            <w:r w:rsidRPr="007F1A77">
              <w:tab/>
              <w:t>fuadach, srianadh neamhdhlíthiúil nó gabháil giall</w:t>
            </w:r>
            <w:bookmarkEnd w:id="115"/>
          </w:p>
          <w:p w:rsidR="00BD23BC" w:rsidRPr="007F1A77" w:rsidRDefault="00BD23BC" w:rsidP="00BD23BC">
            <w:pPr>
              <w:pStyle w:val="Point1"/>
            </w:pPr>
            <w:bookmarkStart w:id="116" w:name="_DV_C1471"/>
            <w:r w:rsidRPr="007F1A77">
              <w:br w:type="page"/>
              <w:t>□</w:t>
            </w:r>
            <w:r w:rsidRPr="007F1A77">
              <w:tab/>
              <w:t>ciníochas agus seineafóibe</w:t>
            </w:r>
            <w:bookmarkEnd w:id="116"/>
          </w:p>
          <w:p w:rsidR="00BD23BC" w:rsidRPr="007F1A77" w:rsidRDefault="00BD23BC" w:rsidP="00BD23BC">
            <w:pPr>
              <w:pStyle w:val="Point1"/>
            </w:pPr>
            <w:bookmarkStart w:id="117" w:name="_DV_C1472"/>
            <w:r w:rsidRPr="007F1A77">
              <w:t>□</w:t>
            </w:r>
            <w:r w:rsidRPr="007F1A77">
              <w:tab/>
              <w:t>robáil eagraithe nó armtha</w:t>
            </w:r>
            <w:bookmarkEnd w:id="117"/>
          </w:p>
          <w:p w:rsidR="00BD23BC" w:rsidRPr="007F1A77" w:rsidRDefault="00BD23BC" w:rsidP="00BD23BC">
            <w:pPr>
              <w:pStyle w:val="Point1"/>
            </w:pPr>
            <w:bookmarkStart w:id="118" w:name="_DV_C1473"/>
            <w:r w:rsidRPr="007F1A77">
              <w:t>□</w:t>
            </w:r>
            <w:r w:rsidRPr="007F1A77">
              <w:tab/>
              <w:t>gáinneáil aindleathach ar earraí cultúir, lena n-áirítear seandachtaí agus saothair ealaíne</w:t>
            </w:r>
            <w:bookmarkEnd w:id="118"/>
          </w:p>
          <w:p w:rsidR="00BD23BC" w:rsidRPr="007F1A77" w:rsidRDefault="00BD23BC" w:rsidP="00BD23BC">
            <w:pPr>
              <w:pStyle w:val="Point1"/>
            </w:pPr>
            <w:bookmarkStart w:id="119" w:name="_DV_C1474"/>
            <w:r w:rsidRPr="007F1A77">
              <w:t>□</w:t>
            </w:r>
            <w:r w:rsidRPr="007F1A77">
              <w:tab/>
              <w:t>caimiléireacht</w:t>
            </w:r>
            <w:bookmarkEnd w:id="119"/>
          </w:p>
          <w:p w:rsidR="00BD23BC" w:rsidRPr="007F1A77" w:rsidRDefault="00BD23BC" w:rsidP="00BD23BC">
            <w:pPr>
              <w:pStyle w:val="Point1"/>
            </w:pPr>
            <w:bookmarkStart w:id="120" w:name="_DV_C1475"/>
            <w:r w:rsidRPr="007F1A77">
              <w:t>□</w:t>
            </w:r>
            <w:r w:rsidRPr="007F1A77">
              <w:tab/>
              <w:t>cambheartaíocht agus sracaireacht</w:t>
            </w:r>
            <w:bookmarkEnd w:id="120"/>
          </w:p>
          <w:p w:rsidR="00BD23BC" w:rsidRPr="007F1A77" w:rsidRDefault="00BD23BC" w:rsidP="00BD23BC">
            <w:pPr>
              <w:pStyle w:val="Point1"/>
            </w:pPr>
            <w:bookmarkStart w:id="121" w:name="_DV_C1476"/>
            <w:r w:rsidRPr="007F1A77">
              <w:t>□</w:t>
            </w:r>
            <w:r w:rsidRPr="007F1A77">
              <w:tab/>
              <w:t>góchumadh agus píoráideacht táirgí</w:t>
            </w:r>
            <w:bookmarkEnd w:id="121"/>
          </w:p>
          <w:p w:rsidR="00BD23BC" w:rsidRPr="007F1A77" w:rsidRDefault="00BD23BC" w:rsidP="00BD23BC">
            <w:pPr>
              <w:pStyle w:val="Point1"/>
            </w:pPr>
            <w:bookmarkStart w:id="122" w:name="_DV_C1477"/>
            <w:r w:rsidRPr="007F1A77">
              <w:t>□</w:t>
            </w:r>
            <w:r w:rsidRPr="007F1A77">
              <w:tab/>
              <w:t>brionnú doiciméad riaracháin agus gáinneáil orthu</w:t>
            </w:r>
            <w:bookmarkEnd w:id="122"/>
          </w:p>
          <w:p w:rsidR="00BD23BC" w:rsidRPr="007F1A77" w:rsidRDefault="00BD23BC" w:rsidP="00BD23BC">
            <w:pPr>
              <w:pStyle w:val="Point1"/>
            </w:pPr>
            <w:bookmarkStart w:id="123" w:name="_DV_C1478"/>
            <w:r w:rsidRPr="007F1A77">
              <w:t>□</w:t>
            </w:r>
            <w:r w:rsidRPr="007F1A77">
              <w:tab/>
            </w:r>
            <w:bookmarkEnd w:id="123"/>
            <w:r w:rsidRPr="007F1A77">
              <w:t>brionnú modhanna íocaíochta neamhairgid</w:t>
            </w:r>
            <w:bookmarkStart w:id="124" w:name="_DV_C1479"/>
          </w:p>
          <w:p w:rsidR="00BD23BC" w:rsidRPr="007F1A77" w:rsidRDefault="00BD23BC" w:rsidP="00BD23BC">
            <w:pPr>
              <w:pStyle w:val="Point1"/>
            </w:pPr>
            <w:r w:rsidRPr="007F1A77">
              <w:t>□</w:t>
            </w:r>
            <w:r w:rsidRPr="007F1A77">
              <w:tab/>
              <w:t>gáinneáil aindleathach ar shubstaintí hormónacha agus ar thionscnóirí fáis eile</w:t>
            </w:r>
            <w:bookmarkEnd w:id="124"/>
          </w:p>
          <w:p w:rsidR="00BD23BC" w:rsidRPr="007F1A77" w:rsidRDefault="00BD23BC" w:rsidP="00BD23BC">
            <w:pPr>
              <w:pStyle w:val="Point1"/>
            </w:pPr>
            <w:bookmarkStart w:id="125" w:name="_DV_C1480"/>
            <w:r w:rsidRPr="007F1A77">
              <w:t>□</w:t>
            </w:r>
            <w:r w:rsidRPr="007F1A77">
              <w:tab/>
              <w:t>gáinneáil aindleathach ar ábhair núicléacha nó radaighníomhacha</w:t>
            </w:r>
            <w:bookmarkEnd w:id="125"/>
          </w:p>
          <w:p w:rsidR="00BD23BC" w:rsidRPr="007F1A77" w:rsidRDefault="00BD23BC" w:rsidP="00BD23BC">
            <w:pPr>
              <w:pStyle w:val="Point1"/>
            </w:pPr>
            <w:bookmarkStart w:id="126" w:name="_DV_C1481"/>
            <w:r w:rsidRPr="007F1A77">
              <w:t>□</w:t>
            </w:r>
            <w:r w:rsidRPr="007F1A77">
              <w:tab/>
              <w:t>gáinneáil ar fheithiclí goidte</w:t>
            </w:r>
            <w:bookmarkEnd w:id="126"/>
          </w:p>
          <w:p w:rsidR="00BD23BC" w:rsidRPr="007F1A77" w:rsidRDefault="00BD23BC" w:rsidP="00BD23BC">
            <w:pPr>
              <w:pStyle w:val="Point1"/>
            </w:pPr>
            <w:bookmarkStart w:id="127" w:name="_DV_C1482"/>
            <w:r w:rsidRPr="007F1A77">
              <w:t>□</w:t>
            </w:r>
            <w:r w:rsidRPr="007F1A77">
              <w:tab/>
              <w:t>éigniú</w:t>
            </w:r>
            <w:bookmarkEnd w:id="127"/>
          </w:p>
          <w:p w:rsidR="00BD23BC" w:rsidRPr="007F1A77" w:rsidRDefault="00BD23BC" w:rsidP="00BD23BC">
            <w:pPr>
              <w:pStyle w:val="Point1"/>
            </w:pPr>
            <w:bookmarkStart w:id="128" w:name="_DV_C1483"/>
            <w:r w:rsidRPr="007F1A77">
              <w:t>□</w:t>
            </w:r>
            <w:r w:rsidRPr="007F1A77">
              <w:tab/>
              <w:t>coirloscadh</w:t>
            </w:r>
            <w:bookmarkEnd w:id="128"/>
          </w:p>
        </w:tc>
      </w:tr>
      <w:tr w:rsidR="00BD23BC" w:rsidRPr="007F1A77" w:rsidTr="00AA5DAD">
        <w:trPr>
          <w:trHeight w:val="3293"/>
        </w:trPr>
        <w:tc>
          <w:tcPr>
            <w:tcW w:w="9855" w:type="dxa"/>
          </w:tcPr>
          <w:p w:rsidR="00BD23BC" w:rsidRPr="007F1A77" w:rsidRDefault="00BD23BC" w:rsidP="00BD23BC">
            <w:pPr>
              <w:pStyle w:val="Point1"/>
              <w:pageBreakBefore/>
            </w:pPr>
            <w:bookmarkStart w:id="129" w:name="_DV_C1484"/>
            <w:r w:rsidRPr="007F1A77">
              <w:lastRenderedPageBreak/>
              <w:t>□</w:t>
            </w:r>
            <w:r w:rsidRPr="007F1A77">
              <w:tab/>
              <w:t>coireanna laistigh de dhlínse na Cúirte Coiriúla Idirnáisiúnta</w:t>
            </w:r>
            <w:bookmarkEnd w:id="129"/>
          </w:p>
          <w:p w:rsidR="00BD23BC" w:rsidRPr="007F1A77" w:rsidRDefault="00BD23BC" w:rsidP="00BD23BC">
            <w:pPr>
              <w:pStyle w:val="Point1"/>
            </w:pPr>
            <w:bookmarkStart w:id="130" w:name="_DV_C1485"/>
            <w:r w:rsidRPr="007F1A77">
              <w:br w:type="page"/>
              <w:t>□</w:t>
            </w:r>
            <w:r w:rsidRPr="007F1A77">
              <w:tab/>
              <w:t>urghabháil neamhdhleathach aerárthaí/long</w:t>
            </w:r>
            <w:bookmarkEnd w:id="130"/>
          </w:p>
          <w:p w:rsidR="00BD23BC" w:rsidRPr="007F1A77" w:rsidRDefault="00BD23BC" w:rsidP="00BD23BC">
            <w:pPr>
              <w:pStyle w:val="Point1"/>
            </w:pPr>
            <w:bookmarkStart w:id="131" w:name="_DV_C1486"/>
            <w:r w:rsidRPr="007F1A77">
              <w:t>□</w:t>
            </w:r>
            <w:r w:rsidRPr="007F1A77">
              <w:tab/>
              <w:t>sabaitéireacht</w:t>
            </w:r>
            <w:bookmarkEnd w:id="131"/>
          </w:p>
          <w:p w:rsidR="00BD23BC" w:rsidRPr="007F1A77" w:rsidRDefault="00BD23BC" w:rsidP="00BD23BC">
            <w:pPr>
              <w:pStyle w:val="Point0"/>
            </w:pPr>
            <w:bookmarkStart w:id="132" w:name="_DV_C1488"/>
            <w:r w:rsidRPr="007F1A77">
              <w:t>4.</w:t>
            </w:r>
            <w:r w:rsidRPr="007F1A77">
              <w:tab/>
              <w:t>Aon fhaisnéis ábhartha eile (e.g. an gaol idir an mhaoin agus an cion coiriúil):</w:t>
            </w:r>
            <w:bookmarkEnd w:id="132"/>
            <w:r w:rsidRPr="007F1A77">
              <w:t xml:space="preserve"> </w:t>
            </w:r>
            <w:r w:rsidRPr="007F1A77">
              <w:br/>
            </w:r>
            <w:bookmarkStart w:id="133" w:name="_DV_C1489"/>
            <w:r w:rsidRPr="007F1A77">
              <w:t>………………………………………………………………………………………………</w:t>
            </w:r>
            <w:bookmarkEnd w:id="133"/>
            <w:r w:rsidRPr="007F1A77">
              <w:t>..</w:t>
            </w:r>
          </w:p>
        </w:tc>
      </w:tr>
      <w:tr w:rsidR="00BD23BC" w:rsidRPr="007F1A77" w:rsidTr="00AA5DAD">
        <w:trPr>
          <w:trHeight w:val="2999"/>
        </w:trPr>
        <w:tc>
          <w:tcPr>
            <w:tcW w:w="9855" w:type="dxa"/>
          </w:tcPr>
          <w:p w:rsidR="00BD23BC" w:rsidRPr="007F1A77" w:rsidRDefault="00BD23BC" w:rsidP="00BD23BC">
            <w:bookmarkStart w:id="134" w:name="_DV_M852"/>
            <w:bookmarkEnd w:id="134"/>
            <w:r w:rsidRPr="007F1A77">
              <w:t>ROINN F: Rúndacht an ordaithe agus/nó iarraidh ar fhoirmiúlachtaí</w:t>
            </w:r>
          </w:p>
          <w:p w:rsidR="00BD23BC" w:rsidRPr="007F1A77" w:rsidRDefault="00BD23BC" w:rsidP="00BD23BC">
            <w:pPr>
              <w:pStyle w:val="Point0"/>
            </w:pPr>
            <w:bookmarkStart w:id="135" w:name="_DV_C1493"/>
            <w:r w:rsidRPr="007F1A77">
              <w:sym w:font="Symbol" w:char="F090"/>
            </w:r>
            <w:bookmarkStart w:id="136" w:name="_DV_C1494"/>
            <w:bookmarkEnd w:id="135"/>
            <w:r w:rsidRPr="007F1A77">
              <w:tab/>
              <w:t>An gá atá leis an bhfaisnéis atá san ordú a choinneáil faoi rún tar éis forghníomhú:</w:t>
            </w:r>
            <w:bookmarkEnd w:id="136"/>
            <w:r w:rsidRPr="007F1A77">
              <w:br/>
            </w:r>
            <w:bookmarkStart w:id="137" w:name="_DV_C1495"/>
            <w:r w:rsidRPr="007F1A77">
              <w:t>……………………………………………………………………………………………….</w:t>
            </w:r>
            <w:bookmarkEnd w:id="137"/>
            <w:r w:rsidRPr="007F1A77">
              <w:t>.</w:t>
            </w:r>
          </w:p>
          <w:p w:rsidR="00BD23BC" w:rsidRPr="007F1A77" w:rsidRDefault="00BD23BC" w:rsidP="00BD23BC">
            <w:pPr>
              <w:pStyle w:val="Point0"/>
            </w:pPr>
            <w:bookmarkStart w:id="138" w:name="_DV_C1496"/>
            <w:r w:rsidRPr="007F1A77">
              <w:sym w:font="Symbol" w:char="F090"/>
            </w:r>
            <w:bookmarkStart w:id="139" w:name="_DV_C1497"/>
            <w:bookmarkEnd w:id="138"/>
            <w:r w:rsidRPr="007F1A77">
              <w:tab/>
            </w:r>
            <w:bookmarkEnd w:id="139"/>
            <w:r w:rsidRPr="007F1A77">
              <w:t>An gá atá le foirmiúlachtaí sonracha tráth a ndéantar forghníomhú:</w:t>
            </w:r>
            <w:r w:rsidRPr="007F1A77">
              <w:br/>
            </w:r>
            <w:bookmarkStart w:id="140" w:name="_DV_C1498"/>
            <w:r w:rsidRPr="007F1A77">
              <w:t>……………………………………………………………………………………………….</w:t>
            </w:r>
            <w:bookmarkEnd w:id="140"/>
            <w:r w:rsidRPr="007F1A77">
              <w:t>.</w:t>
            </w:r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r w:rsidRPr="007F1A77">
              <w:lastRenderedPageBreak/>
              <w:t>ROINN G: I gcás ina ndearnadh deimhniú calctha a tharchur chuig níos mó ná Stát forghníomhaitheach amháin, déan an fhaisnéis seo a leanas a sholáthar:</w:t>
            </w:r>
          </w:p>
          <w:p w:rsidR="00BD23BC" w:rsidRPr="007F1A77" w:rsidRDefault="00BD23BC" w:rsidP="00BD23BC">
            <w:pPr>
              <w:pStyle w:val="Point0"/>
            </w:pPr>
            <w:bookmarkStart w:id="141" w:name="_DV_M855"/>
            <w:bookmarkEnd w:id="141"/>
            <w:r w:rsidRPr="007F1A77">
              <w:t>1.</w:t>
            </w:r>
            <w:r w:rsidRPr="007F1A77">
              <w:tab/>
              <w:t xml:space="preserve">Rinneadh deimhniú calctha a tharchur chuig an Stát forghníomhaitheach/na Stáit fhorghníomhaitheacha eile seo a leanas (Stát agus údarás): </w:t>
            </w:r>
            <w:r w:rsidRPr="007F1A77">
              <w:br/>
            </w:r>
            <w:bookmarkStart w:id="142" w:name="_DV_M858"/>
            <w:bookmarkStart w:id="143" w:name="_DV_C1503"/>
            <w:bookmarkEnd w:id="142"/>
            <w:r w:rsidRPr="007F1A77">
              <w:t>……………………………………………………………………………………</w:t>
            </w:r>
            <w:bookmarkEnd w:id="143"/>
            <w:r w:rsidRPr="007F1A77">
              <w:t>…………..</w:t>
            </w:r>
            <w:r w:rsidRPr="007F1A77">
              <w:br/>
            </w:r>
            <w:bookmarkStart w:id="144" w:name="_DV_C1504"/>
            <w:r w:rsidRPr="007F1A77">
              <w:t>……………………………………………………………………………………</w:t>
            </w:r>
            <w:bookmarkEnd w:id="144"/>
            <w:r w:rsidRPr="007F1A77">
              <w:t>…………..</w:t>
            </w:r>
          </w:p>
          <w:p w:rsidR="00BD23BC" w:rsidRPr="007F1A77" w:rsidRDefault="00BD23BC" w:rsidP="00BD23BC">
            <w:pPr>
              <w:pStyle w:val="Point0"/>
            </w:pPr>
            <w:bookmarkStart w:id="145" w:name="_DV_M859"/>
            <w:bookmarkEnd w:id="145"/>
            <w:r w:rsidRPr="007F1A77">
              <w:t>2.</w:t>
            </w:r>
            <w:bookmarkStart w:id="146" w:name="_DV_C1506"/>
            <w:r w:rsidRPr="007F1A77">
              <w:tab/>
            </w:r>
            <w:bookmarkEnd w:id="146"/>
            <w:r w:rsidRPr="007F1A77">
              <w:t>Rinneadh deimhniú calctha a tharchur chuig níos mó ná Stát forghníomhaitheach amháin ar na cúiseanna seo a leanas</w:t>
            </w:r>
          </w:p>
          <w:p w:rsidR="00BD23BC" w:rsidRPr="007F1A77" w:rsidRDefault="00BD23BC" w:rsidP="00BD23BC">
            <w:bookmarkStart w:id="147" w:name="_DV_M863"/>
            <w:bookmarkEnd w:id="147"/>
            <w:r w:rsidRPr="007F1A77">
              <w:br w:type="page"/>
            </w:r>
            <w:r w:rsidRPr="007F1A77">
              <w:rPr>
                <w:rFonts w:eastAsia="Calibri"/>
                <w:szCs w:val="22"/>
                <w:lang w:eastAsia="en-US"/>
              </w:rPr>
              <w:t>I gcás ina mbaineann an t-ordú calctha le míreanna sonracha maoine:</w:t>
            </w:r>
          </w:p>
          <w:p w:rsidR="00BD23BC" w:rsidRPr="007F1A77" w:rsidRDefault="00BD23BC" w:rsidP="00BD23BC">
            <w:pPr>
              <w:pStyle w:val="Point0"/>
            </w:pPr>
            <w:r w:rsidRPr="007F1A77">
              <w:sym w:font="Symbol" w:char="F090"/>
            </w:r>
            <w:bookmarkStart w:id="148" w:name="_DV_M864"/>
            <w:bookmarkEnd w:id="148"/>
            <w:r w:rsidRPr="007F1A77">
              <w:tab/>
            </w:r>
            <w:r w:rsidRPr="007F1A77">
              <w:rPr>
                <w:rFonts w:eastAsia="Calibri"/>
                <w:szCs w:val="22"/>
                <w:lang w:eastAsia="en-US"/>
              </w:rPr>
              <w:t>Creidtear go bhfuil míreanna maoine éagsúla a chumhdaítear faoin ordú suite i stáit fhorghníomhaitheacha éagsúla</w:t>
            </w:r>
          </w:p>
          <w:p w:rsidR="00BD23BC" w:rsidRPr="007F1A77" w:rsidRDefault="00BD23BC" w:rsidP="00BD23BC">
            <w:pPr>
              <w:pStyle w:val="Point0"/>
            </w:pPr>
            <w:bookmarkStart w:id="149" w:name="_DV_M865"/>
            <w:bookmarkEnd w:id="149"/>
            <w:r w:rsidRPr="007F1A77">
              <w:sym w:font="Symbol" w:char="F090"/>
            </w:r>
            <w:bookmarkStart w:id="150" w:name="_DV_M866"/>
            <w:bookmarkEnd w:id="150"/>
            <w:r w:rsidRPr="007F1A77">
              <w:tab/>
              <w:t>Teastaíonn gníomhaíocht i níos mó ná Stát forghníomhaitheach amháin le mír mhaoine faoi leith a chalcadh</w:t>
            </w:r>
          </w:p>
          <w:p w:rsidR="00BD23BC" w:rsidRPr="007F1A77" w:rsidRDefault="00BD23BC" w:rsidP="00BD23BC">
            <w:r w:rsidRPr="007F1A77">
              <w:rPr>
                <w:rFonts w:eastAsia="Calibri"/>
                <w:color w:val="000000"/>
                <w:szCs w:val="22"/>
                <w:lang w:eastAsia="en-US"/>
              </w:rPr>
              <w:t xml:space="preserve">I gcás ina mbaineann an t-ordú </w:t>
            </w:r>
            <w:r w:rsidRPr="007F1A77">
              <w:rPr>
                <w:rFonts w:eastAsia="Calibri"/>
                <w:szCs w:val="22"/>
                <w:lang w:eastAsia="en-US"/>
              </w:rPr>
              <w:t>calctha</w:t>
            </w:r>
            <w:r w:rsidRPr="007F1A77">
              <w:rPr>
                <w:rFonts w:eastAsia="Calibri"/>
                <w:color w:val="000000"/>
                <w:szCs w:val="22"/>
                <w:lang w:eastAsia="en-US"/>
              </w:rPr>
              <w:t xml:space="preserve"> le suim airgid:</w:t>
            </w:r>
          </w:p>
          <w:p w:rsidR="00BD23BC" w:rsidRPr="007F1A77" w:rsidRDefault="00BD23BC" w:rsidP="00BD23BC">
            <w:pPr>
              <w:pStyle w:val="Point0"/>
            </w:pPr>
            <w:bookmarkStart w:id="151" w:name="_DV_M868"/>
            <w:bookmarkEnd w:id="151"/>
            <w:r w:rsidRPr="007F1A77">
              <w:sym w:font="Symbol" w:char="F090"/>
            </w:r>
            <w:bookmarkStart w:id="152" w:name="_DV_M869"/>
            <w:bookmarkEnd w:id="152"/>
            <w:r w:rsidRPr="007F1A77">
              <w:tab/>
              <w:t>Ní dócha go mbeidh luach measta na maoine a d'fhéadfaí a chalcadh sa Stát eisiúna agus in aon Stát forghníomhaitheach amháin leordhóthanach chun an méid iomlán a chumhdaítear leis an ordú a chalcadh.</w:t>
            </w:r>
          </w:p>
          <w:p w:rsidR="00BD23BC" w:rsidRPr="007F1A77" w:rsidRDefault="00BD23BC" w:rsidP="00BD23BC">
            <w:pPr>
              <w:pStyle w:val="Point0"/>
            </w:pPr>
            <w:bookmarkStart w:id="153" w:name="_DV_M872"/>
            <w:bookmarkStart w:id="154" w:name="_DV_C1519"/>
            <w:bookmarkEnd w:id="153"/>
            <w:r w:rsidRPr="007F1A77">
              <w:sym w:font="Symbol" w:char="F090"/>
            </w:r>
            <w:bookmarkStart w:id="155" w:name="_DV_C1520"/>
            <w:bookmarkEnd w:id="154"/>
            <w:r w:rsidRPr="007F1A77">
              <w:tab/>
            </w:r>
            <w:bookmarkEnd w:id="155"/>
            <w:r w:rsidRPr="007F1A77">
              <w:t xml:space="preserve">Riachtanais shonracha eile </w:t>
            </w:r>
            <w:r w:rsidRPr="007F1A77">
              <w:br/>
            </w:r>
            <w:bookmarkStart w:id="156" w:name="_DV_C1522"/>
            <w:r w:rsidRPr="007F1A77">
              <w:t>…………………………………………………………………………………………</w:t>
            </w:r>
            <w:bookmarkEnd w:id="156"/>
            <w:r w:rsidRPr="007F1A77">
              <w:t>……..</w:t>
            </w:r>
          </w:p>
        </w:tc>
      </w:tr>
      <w:tr w:rsidR="00BD23BC" w:rsidRPr="007F1A77" w:rsidTr="00AA5DAD">
        <w:trPr>
          <w:trHeight w:val="3302"/>
        </w:trPr>
        <w:tc>
          <w:tcPr>
            <w:tcW w:w="9855" w:type="dxa"/>
          </w:tcPr>
          <w:p w:rsidR="00BD23BC" w:rsidRPr="007F1A77" w:rsidRDefault="00BD23BC" w:rsidP="00BD23BC">
            <w:pPr>
              <w:pStyle w:val="Point0"/>
              <w:pageBreakBefore/>
            </w:pPr>
            <w:bookmarkStart w:id="157" w:name="_DV_C1523"/>
            <w:r w:rsidRPr="007F1A77">
              <w:lastRenderedPageBreak/>
              <w:t>3.</w:t>
            </w:r>
            <w:r w:rsidRPr="007F1A77">
              <w:tab/>
              <w:t>Luach na sócmhainní, más eol, i ngach Stát forghníomhaitheach::</w:t>
            </w:r>
            <w:bookmarkEnd w:id="157"/>
            <w:r w:rsidRPr="007F1A77">
              <w:t xml:space="preserve"> </w:t>
            </w:r>
            <w:r w:rsidRPr="007F1A77">
              <w:br/>
            </w:r>
            <w:bookmarkStart w:id="158" w:name="_DV_C1524"/>
            <w:r w:rsidRPr="007F1A77">
              <w:t>…………………………………………………………………………………………</w:t>
            </w:r>
            <w:bookmarkEnd w:id="158"/>
            <w:r w:rsidRPr="007F1A77">
              <w:t>……..</w:t>
            </w:r>
            <w:r w:rsidRPr="007F1A77">
              <w:br/>
            </w:r>
            <w:bookmarkStart w:id="159" w:name="_DV_C1525"/>
            <w:r w:rsidRPr="007F1A77">
              <w:t>…………………………………………………………………………………………</w:t>
            </w:r>
            <w:bookmarkEnd w:id="159"/>
            <w:r w:rsidRPr="007F1A77">
              <w:t>……..</w:t>
            </w:r>
          </w:p>
          <w:p w:rsidR="00BD23BC" w:rsidRPr="007F1A77" w:rsidRDefault="00BD23BC" w:rsidP="00BD23BC">
            <w:pPr>
              <w:pStyle w:val="Point0"/>
            </w:pPr>
            <w:bookmarkStart w:id="160" w:name="_DV_C1526"/>
            <w:r w:rsidRPr="007F1A77">
              <w:t>4.</w:t>
            </w:r>
            <w:r w:rsidRPr="007F1A77">
              <w:tab/>
              <w:t>I gcás ina gceanglaítear gníomhaíocht i níos mó ná Stát forghníomhaitheach amháin le mír shonrach mhaoine/ míreanna sonracha maoine a chalcadh, cur síos ar an ngníomhaíocht atá le déanamh sa Stát forghníomhaitheach:</w:t>
            </w:r>
            <w:bookmarkEnd w:id="160"/>
            <w:r w:rsidRPr="007F1A77">
              <w:t xml:space="preserve"> </w:t>
            </w:r>
            <w:r w:rsidRPr="007F1A77">
              <w:br/>
              <w:t>………………………………………………………………………………………………..</w:t>
            </w:r>
            <w:r w:rsidRPr="007F1A77">
              <w:br/>
              <w:t>………………………………………………………………………………………………..</w:t>
            </w:r>
          </w:p>
        </w:tc>
      </w:tr>
      <w:tr w:rsidR="00BD23BC" w:rsidRPr="007F1A77" w:rsidTr="00AA5DAD">
        <w:trPr>
          <w:trHeight w:val="6485"/>
        </w:trPr>
        <w:tc>
          <w:tcPr>
            <w:tcW w:w="9855" w:type="dxa"/>
          </w:tcPr>
          <w:p w:rsidR="00BD23BC" w:rsidRPr="007F1A77" w:rsidRDefault="00BD23BC" w:rsidP="00BD23BC">
            <w:bookmarkStart w:id="161" w:name="_DV_C1528"/>
            <w:r w:rsidRPr="007F1A77">
              <w:br w:type="page"/>
            </w:r>
            <w:bookmarkEnd w:id="161"/>
            <w:r w:rsidRPr="007F1A77">
              <w:t>ROINN H: An gaol le hordú calctha agus/nó le hordú/le horduithe nó iarraidh/iarrataí eile a rinneadh roimhe seo</w:t>
            </w:r>
          </w:p>
          <w:p w:rsidR="00BD23BC" w:rsidRPr="007F1A77" w:rsidRDefault="00BD23BC" w:rsidP="00BD23BC">
            <w:r w:rsidRPr="007F1A77">
              <w:t>Léirigh pé acu an mbaineann nó nach mbaineann an t-ordú calctha seo le hordú calctha a rinneadh roimhe seo (e.g. ordú calctha, ordú imscrúdaithe Eorpach, barántas gabhála Eorpach, nó cúnamh dlíthiúil frithpháirteach). Más infheidhme, tabhair an fhaisnéis seo a leanas atá ábhartha chun an t-ordú nó an iarraidh roimhe seo a shainaithint:</w:t>
            </w:r>
          </w:p>
          <w:p w:rsidR="00BD23BC" w:rsidRPr="007F1A77" w:rsidRDefault="00BD23BC" w:rsidP="007F1A77">
            <w:pPr>
              <w:pStyle w:val="Tiret0"/>
              <w:numPr>
                <w:ilvl w:val="0"/>
                <w:numId w:val="25"/>
              </w:numPr>
              <w:rPr>
                <w:lang w:val="pt-PT"/>
              </w:rPr>
            </w:pPr>
            <w:bookmarkStart w:id="162" w:name="_DV_C1530"/>
            <w:r w:rsidRPr="007F1A77">
              <w:rPr>
                <w:lang w:val="pt-PT"/>
              </w:rPr>
              <w:t>Cineál an orduithe/na hiarratas:………………………………………</w:t>
            </w:r>
            <w:bookmarkEnd w:id="162"/>
            <w:r w:rsidRPr="007F1A77">
              <w:rPr>
                <w:lang w:val="pt-PT"/>
              </w:rPr>
              <w:t>……………………..</w:t>
            </w:r>
          </w:p>
          <w:p w:rsidR="00BD23BC" w:rsidRPr="007F1A77" w:rsidRDefault="00BD23BC" w:rsidP="007F1A77">
            <w:pPr>
              <w:pStyle w:val="Tiret0"/>
              <w:numPr>
                <w:ilvl w:val="0"/>
                <w:numId w:val="25"/>
              </w:numPr>
            </w:pPr>
            <w:bookmarkStart w:id="163" w:name="_DV_C1531"/>
            <w:r w:rsidRPr="007F1A77">
              <w:t>Dáta eisiúna:….……………………………………………………………………………..</w:t>
            </w:r>
            <w:bookmarkEnd w:id="163"/>
          </w:p>
          <w:p w:rsidR="00BD23BC" w:rsidRPr="007F1A77" w:rsidRDefault="00BD23BC" w:rsidP="007F1A77">
            <w:pPr>
              <w:pStyle w:val="Tiret0"/>
              <w:numPr>
                <w:ilvl w:val="0"/>
                <w:numId w:val="25"/>
              </w:numPr>
            </w:pPr>
            <w:bookmarkStart w:id="164" w:name="_DV_C1532"/>
            <w:r w:rsidRPr="007F1A77">
              <w:t>An t-údarás ar tarchuireadh an t-ordú/an iarraidh chuige:…………………………………………………………………………………….….</w:t>
            </w:r>
            <w:bookmarkEnd w:id="164"/>
          </w:p>
          <w:p w:rsidR="00BD23BC" w:rsidRPr="007F1A77" w:rsidRDefault="00BD23BC" w:rsidP="007F1A77">
            <w:pPr>
              <w:pStyle w:val="Tiret0"/>
              <w:numPr>
                <w:ilvl w:val="0"/>
                <w:numId w:val="25"/>
              </w:numPr>
            </w:pPr>
            <w:bookmarkStart w:id="165" w:name="_DV_C1533"/>
            <w:r w:rsidRPr="007F1A77">
              <w:t>An uimhir thagartha a thug an t-údarás eisiúna:……………………………………………………………………………………..…</w:t>
            </w:r>
            <w:bookmarkEnd w:id="165"/>
          </w:p>
        </w:tc>
      </w:tr>
      <w:tr w:rsidR="00BD23BC" w:rsidRPr="007F1A77" w:rsidTr="00AA5DAD">
        <w:trPr>
          <w:trHeight w:val="902"/>
        </w:trPr>
        <w:tc>
          <w:tcPr>
            <w:tcW w:w="9855" w:type="dxa"/>
          </w:tcPr>
          <w:p w:rsidR="00BD23BC" w:rsidRPr="007F1A77" w:rsidRDefault="00BD23BC" w:rsidP="007F1A77">
            <w:pPr>
              <w:pStyle w:val="Tiret0"/>
              <w:pageBreakBefore/>
              <w:numPr>
                <w:ilvl w:val="0"/>
                <w:numId w:val="25"/>
              </w:numPr>
              <w:ind w:left="851" w:hanging="851"/>
            </w:pPr>
            <w:bookmarkStart w:id="166" w:name="_DV_C1534"/>
            <w:r w:rsidRPr="007F1A77">
              <w:lastRenderedPageBreak/>
              <w:t>an uimhir thagartha/na huimhreacha tagartha a thug an t-údarás forghníomhaitheach/na húdaráis forghníomhaitheacha:</w:t>
            </w:r>
            <w:r w:rsidR="00130EF8" w:rsidRPr="007F1A77">
              <w:t>……….</w:t>
            </w:r>
            <w:r w:rsidRPr="007F1A77">
              <w:t>……………………………………………………………..…</w:t>
            </w:r>
            <w:bookmarkEnd w:id="166"/>
          </w:p>
        </w:tc>
      </w:tr>
      <w:tr w:rsidR="00BD23BC" w:rsidRPr="007F1A77" w:rsidTr="00AA5DAD">
        <w:trPr>
          <w:trHeight w:val="4843"/>
        </w:trPr>
        <w:tc>
          <w:tcPr>
            <w:tcW w:w="9855" w:type="dxa"/>
          </w:tcPr>
          <w:p w:rsidR="00BD23BC" w:rsidRPr="007F1A77" w:rsidRDefault="00BD23BC" w:rsidP="00BD23BC">
            <w:bookmarkStart w:id="167" w:name="_DV_C1535"/>
            <w:r w:rsidRPr="007F1A77">
              <w:br w:type="page"/>
              <w:t>ROINN I: Coigistiú</w:t>
            </w:r>
          </w:p>
          <w:p w:rsidR="00BD23BC" w:rsidRPr="007F1A77" w:rsidRDefault="00BD23BC" w:rsidP="00BD23BC">
            <w:r w:rsidRPr="007F1A77">
              <w:t>Cuir an méid seo in iúl:</w:t>
            </w:r>
            <w:bookmarkEnd w:id="167"/>
          </w:p>
          <w:p w:rsidR="00BD23BC" w:rsidRPr="007F1A77" w:rsidRDefault="00BD23BC" w:rsidP="00BD23BC">
            <w:pPr>
              <w:pStyle w:val="Point0"/>
            </w:pPr>
            <w:bookmarkStart w:id="168" w:name="_DV_C1536"/>
            <w:r w:rsidRPr="007F1A77">
              <w:t>□</w:t>
            </w:r>
            <w:r w:rsidRPr="007F1A77">
              <w:tab/>
              <w:t>an bhfuil deimhniú coigistíochta ag gabháil leis an deimhniú calctha seo, a eisíodh sa Stát eisiúna, a fhorghníomhú (uimhir thagartha an deimhnithe coigistíochta):….…………......................................................................................................</w:t>
            </w:r>
            <w:bookmarkEnd w:id="168"/>
          </w:p>
          <w:p w:rsidR="00BD23BC" w:rsidRPr="007F1A77" w:rsidRDefault="00BD23BC" w:rsidP="00BD23BC">
            <w:pPr>
              <w:pStyle w:val="Point0"/>
            </w:pPr>
            <w:bookmarkStart w:id="169" w:name="_DV_C1537"/>
            <w:r w:rsidRPr="007F1A77">
              <w:t>□</w:t>
            </w:r>
            <w:r w:rsidRPr="007F1A77">
              <w:tab/>
              <w:t>an bhfanfaidh an mhaoin calctha sa Stát forghníomhaitheach go dtí go dtarchuirfear agus go bhforghníomhófar an t-ordú coigistíochta (dáta measta maidir leis an deimhniú coigistíochta a thíolacadh, más féidir):</w:t>
            </w:r>
            <w:bookmarkEnd w:id="169"/>
            <w:r w:rsidRPr="007F1A77">
              <w:t xml:space="preserve"> </w:t>
            </w:r>
            <w:r w:rsidRPr="007F1A77">
              <w:br/>
            </w:r>
            <w:bookmarkStart w:id="170" w:name="_DV_C1538"/>
            <w:r w:rsidRPr="007F1A77">
              <w:t>………………………………………………………………………………………………</w:t>
            </w:r>
            <w:bookmarkEnd w:id="170"/>
            <w:r w:rsidRPr="007F1A77">
              <w:t>..</w:t>
            </w:r>
          </w:p>
        </w:tc>
      </w:tr>
      <w:tr w:rsidR="00BD23BC" w:rsidRPr="007F1A77" w:rsidTr="00AA5DAD">
        <w:trPr>
          <w:trHeight w:val="4650"/>
        </w:trPr>
        <w:tc>
          <w:tcPr>
            <w:tcW w:w="9855" w:type="dxa"/>
          </w:tcPr>
          <w:p w:rsidR="00BD23BC" w:rsidRPr="007F1A77" w:rsidRDefault="00BD23BC" w:rsidP="00BD23BC">
            <w:pPr>
              <w:pStyle w:val="Point0"/>
            </w:pPr>
            <w:bookmarkStart w:id="171" w:name="_DV_C1540"/>
            <w:r w:rsidRPr="007F1A77">
              <w:t>ROINN J: Bearta malartacha</w:t>
            </w:r>
          </w:p>
          <w:p w:rsidR="00BD23BC" w:rsidRPr="007F1A77" w:rsidRDefault="00BD23BC" w:rsidP="00BD23BC">
            <w:pPr>
              <w:pStyle w:val="Point0"/>
            </w:pPr>
            <w:r w:rsidRPr="007F1A77">
              <w:t>1.</w:t>
            </w:r>
            <w:r w:rsidRPr="007F1A77">
              <w:tab/>
              <w:t>Sonraigh pé acu an ligeann nó nach ligeann an Stát eisiúna don Stát forghníomhaitheach bearta malartacha a chur i bhfeidhm i gcás nach féidir an t-ordú calctha a fhorghníomhú, bíodh sé sin ina iomláine nó i bpáirt:</w:t>
            </w:r>
          </w:p>
          <w:p w:rsidR="00BD23BC" w:rsidRPr="007F1A77" w:rsidRDefault="00BD23BC" w:rsidP="00BD23BC">
            <w:pPr>
              <w:pStyle w:val="Point0"/>
            </w:pPr>
            <w:r w:rsidRPr="007F1A77">
              <w:t>□</w:t>
            </w:r>
            <w:r w:rsidRPr="007F1A77">
              <w:tab/>
              <w:t>Eisíodh</w:t>
            </w:r>
          </w:p>
          <w:p w:rsidR="00BD23BC" w:rsidRPr="007F1A77" w:rsidRDefault="00BD23BC" w:rsidP="00BD23BC">
            <w:pPr>
              <w:pStyle w:val="Point0"/>
            </w:pPr>
            <w:r w:rsidRPr="007F1A77">
              <w:t>□</w:t>
            </w:r>
            <w:r w:rsidRPr="007F1A77">
              <w:tab/>
              <w:t>Níor eisíodh</w:t>
            </w:r>
          </w:p>
          <w:p w:rsidR="00BD23BC" w:rsidRPr="007F1A77" w:rsidRDefault="00BD23BC" w:rsidP="00BD23BC">
            <w:pPr>
              <w:pStyle w:val="Point0"/>
            </w:pPr>
            <w:r w:rsidRPr="007F1A77">
              <w:t>2.</w:t>
            </w:r>
            <w:r w:rsidRPr="007F1A77">
              <w:tab/>
              <w:t>Má ligeann, léirigh na bearta d'fhéadfadh a bheith infheidhme:</w:t>
            </w:r>
            <w:r w:rsidRPr="007F1A77">
              <w:br/>
              <w:t>………………………………………………………………………………………………..</w:t>
            </w:r>
            <w:bookmarkEnd w:id="171"/>
          </w:p>
        </w:tc>
      </w:tr>
      <w:tr w:rsidR="00BD23BC" w:rsidRPr="007F1A77" w:rsidTr="00AA5DAD">
        <w:trPr>
          <w:trHeight w:val="20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r w:rsidRPr="007F1A77">
              <w:lastRenderedPageBreak/>
              <w:br w:type="page"/>
              <w:t>ROINN K: MAOIN CHALCTHA A AISEAG</w:t>
            </w:r>
          </w:p>
          <w:p w:rsidR="00BD23BC" w:rsidRPr="007F1A77" w:rsidRDefault="00BD23BC" w:rsidP="00BD23BC">
            <w:pPr>
              <w:pStyle w:val="Point0"/>
            </w:pPr>
            <w:bookmarkStart w:id="172" w:name="_DV_C1541"/>
            <w:r w:rsidRPr="007F1A77">
              <w:t>1.</w:t>
            </w:r>
            <w:r w:rsidRPr="007F1A77">
              <w:tab/>
              <w:t>Léirigh ar eisíodh cinneadh go ndéanfaí maoin chalctha a aiseag leis an íospartach:</w:t>
            </w:r>
            <w:bookmarkEnd w:id="172"/>
          </w:p>
          <w:p w:rsidR="00BD23BC" w:rsidRPr="007F1A77" w:rsidRDefault="00BD23BC" w:rsidP="00BD23BC">
            <w:pPr>
              <w:pStyle w:val="Point0"/>
            </w:pPr>
            <w:bookmarkStart w:id="173" w:name="_DV_C1542"/>
            <w:r w:rsidRPr="007F1A77">
              <w:t>□</w:t>
            </w:r>
            <w:r w:rsidRPr="007F1A77">
              <w:tab/>
              <w:t>Eisíodh</w:t>
            </w:r>
            <w:bookmarkEnd w:id="173"/>
          </w:p>
          <w:p w:rsidR="00BD23BC" w:rsidRPr="007F1A77" w:rsidRDefault="00BD23BC" w:rsidP="00BD23BC">
            <w:pPr>
              <w:pStyle w:val="Point0"/>
            </w:pPr>
            <w:bookmarkStart w:id="174" w:name="_DV_C1543"/>
            <w:r w:rsidRPr="007F1A77">
              <w:t>□</w:t>
            </w:r>
            <w:r w:rsidRPr="007F1A77">
              <w:tab/>
              <w:t>Níor eisíodh</w:t>
            </w:r>
            <w:bookmarkEnd w:id="174"/>
          </w:p>
          <w:p w:rsidR="00BD23BC" w:rsidRPr="007F1A77" w:rsidRDefault="00BD23BC" w:rsidP="00BD23BC">
            <w:r w:rsidRPr="007F1A77">
              <w:t>Má eisíodh, sonraigh an méid seo a leanas maidir leis an gcinneadh maoin chalctha a aiseag leis an íospartach:</w:t>
            </w:r>
          </w:p>
          <w:p w:rsidR="00BD23BC" w:rsidRPr="007F1A77" w:rsidRDefault="00BD23BC" w:rsidP="00BD23BC">
            <w:bookmarkStart w:id="175" w:name="_DV_C1545"/>
            <w:r w:rsidRPr="007F1A77">
              <w:t>An t-údarás a d'eisigh an cinneadh (ainm oifigiúil):….….………………………………………</w:t>
            </w:r>
            <w:bookmarkEnd w:id="175"/>
            <w:r w:rsidRPr="007F1A77">
              <w:t>………………………………………………...</w:t>
            </w:r>
          </w:p>
          <w:p w:rsidR="00BD23BC" w:rsidRPr="007F1A77" w:rsidRDefault="00BD23BC" w:rsidP="00BD23BC">
            <w:bookmarkStart w:id="176" w:name="_DV_C1546"/>
            <w:r w:rsidRPr="007F1A77">
              <w:t>Dáta an chinnidh: .………………………….…………………………….………………</w:t>
            </w:r>
            <w:bookmarkEnd w:id="176"/>
            <w:r w:rsidRPr="007F1A77">
              <w:t>……………</w:t>
            </w:r>
          </w:p>
          <w:p w:rsidR="00BD23BC" w:rsidRPr="007F1A77" w:rsidRDefault="00BD23BC" w:rsidP="00BD23BC">
            <w:r w:rsidRPr="007F1A77">
              <w:t>Reference number of the decision (if available): ……………………………………………………...</w:t>
            </w:r>
          </w:p>
          <w:p w:rsidR="00BD23BC" w:rsidRPr="007F1A77" w:rsidRDefault="00BD23BC" w:rsidP="00BD23BC">
            <w:bookmarkStart w:id="177" w:name="_DV_C1547"/>
            <w:r w:rsidRPr="007F1A77">
              <w:t>Uimhir thagartha an chinnidh (má tá sí ar fáil): ………..……………………..……………………....</w:t>
            </w:r>
            <w:bookmarkEnd w:id="177"/>
          </w:p>
          <w:p w:rsidR="00BD23BC" w:rsidRPr="007F1A77" w:rsidRDefault="00BD23BC" w:rsidP="00BD23BC">
            <w:bookmarkStart w:id="178" w:name="_DV_C1548"/>
            <w:r w:rsidRPr="007F1A77">
              <w:t>Ainm an íospartaigh: ……………………………….………..…………………………………….….</w:t>
            </w:r>
            <w:bookmarkEnd w:id="178"/>
          </w:p>
          <w:p w:rsidR="00BD23BC" w:rsidRPr="007F1A77" w:rsidRDefault="00BD23BC" w:rsidP="00BD23BC">
            <w:bookmarkStart w:id="179" w:name="_DV_C1549"/>
            <w:r w:rsidRPr="007F1A77">
              <w:t>Seoladh an íospartaigh:…………………………………………………………………………….…..</w:t>
            </w:r>
            <w:bookmarkEnd w:id="179"/>
          </w:p>
        </w:tc>
      </w:tr>
      <w:tr w:rsidR="00BD23BC" w:rsidRPr="007F1A77" w:rsidTr="00AA5DAD">
        <w:trPr>
          <w:trHeight w:val="6347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bookmarkStart w:id="180" w:name="_DV_C1550"/>
            <w:r w:rsidRPr="007F1A77">
              <w:lastRenderedPageBreak/>
              <w:br w:type="page"/>
            </w:r>
            <w:bookmarkEnd w:id="180"/>
            <w:r w:rsidRPr="007F1A77">
              <w:t>Má chonspóidtear an teideal atá ag an íospartach chun na maoine, tabhair sonraí (cé na daoine a chonspóideann an teideal, na cúiseanna, srl.):</w:t>
            </w:r>
            <w:r w:rsidRPr="007F1A77">
              <w:br/>
            </w:r>
            <w:bookmarkStart w:id="181" w:name="_DV_C1551"/>
            <w:r w:rsidRPr="007F1A77">
              <w:t>……………………………………………………………………………………………</w:t>
            </w:r>
            <w:bookmarkEnd w:id="181"/>
            <w:r w:rsidRPr="007F1A77">
              <w:t>……………</w:t>
            </w:r>
            <w:r w:rsidRPr="007F1A77">
              <w:br/>
            </w:r>
            <w:bookmarkStart w:id="182" w:name="_DV_C1552"/>
            <w:r w:rsidRPr="007F1A77">
              <w:t>……………………………………………………………………………………………</w:t>
            </w:r>
            <w:bookmarkEnd w:id="182"/>
            <w:r w:rsidRPr="007F1A77">
              <w:t>……………</w:t>
            </w:r>
          </w:p>
          <w:p w:rsidR="00BD23BC" w:rsidRPr="007F1A77" w:rsidRDefault="00BD23BC" w:rsidP="00BD23BC">
            <w:bookmarkStart w:id="183" w:name="_DV_C1553"/>
            <w:r w:rsidRPr="007F1A77">
              <w:t>Dá bhféadfaí dochar a dhéanamh do chearta daoine dá ndéantar difear mar thoradh ar an aiseag, tabhair sonraí (cé na daoine dá ndéantar difear, na cearta a bhféadfaí dochar a dhéanamh dóibh, na cúiseanna, etc.):</w:t>
            </w:r>
            <w:bookmarkEnd w:id="183"/>
            <w:r w:rsidRPr="007F1A77">
              <w:t xml:space="preserve"> </w:t>
            </w:r>
            <w:r w:rsidRPr="007F1A77">
              <w:br/>
            </w:r>
            <w:bookmarkStart w:id="184" w:name="_DV_C1554"/>
            <w:r w:rsidRPr="007F1A77">
              <w:t>…………...…………………………………………………………………………………………….</w:t>
            </w:r>
            <w:bookmarkEnd w:id="184"/>
            <w:r w:rsidRPr="007F1A77">
              <w:br/>
            </w:r>
            <w:bookmarkStart w:id="185" w:name="_DV_C1555"/>
            <w:r w:rsidRPr="007F1A77">
              <w:t>……………………………………………………………………………………………</w:t>
            </w:r>
            <w:bookmarkEnd w:id="185"/>
            <w:r w:rsidRPr="007F1A77">
              <w:t>……………</w:t>
            </w:r>
          </w:p>
          <w:p w:rsidR="00BD23BC" w:rsidRPr="007F1A77" w:rsidRDefault="00BD23BC" w:rsidP="00BD23BC">
            <w:pPr>
              <w:pStyle w:val="Point0"/>
            </w:pPr>
            <w:bookmarkStart w:id="186" w:name="_DV_C1556"/>
            <w:r w:rsidRPr="007F1A77">
              <w:t>2.</w:t>
            </w:r>
            <w:r w:rsidRPr="007F1A77">
              <w:tab/>
              <w:t>An bhfuil éileamh ar mhaoin chalctha a aiseag leis an íospartach ar feitheamh sa Stát eisiúna?</w:t>
            </w:r>
            <w:bookmarkEnd w:id="186"/>
          </w:p>
          <w:p w:rsidR="00BD23BC" w:rsidRPr="007F1A77" w:rsidRDefault="00BD23BC" w:rsidP="00BD23BC">
            <w:pPr>
              <w:pStyle w:val="Point0"/>
            </w:pPr>
            <w:bookmarkStart w:id="187" w:name="_DV_C1557"/>
            <w:r w:rsidRPr="007F1A77">
              <w:t>□</w:t>
            </w:r>
            <w:r w:rsidRPr="007F1A77">
              <w:tab/>
              <w:t>Níl</w:t>
            </w:r>
            <w:bookmarkEnd w:id="187"/>
          </w:p>
          <w:p w:rsidR="00BD23BC" w:rsidRPr="007F1A77" w:rsidRDefault="00BD23BC" w:rsidP="00BD23BC">
            <w:pPr>
              <w:pStyle w:val="Point0"/>
            </w:pPr>
            <w:bookmarkStart w:id="188" w:name="_DV_C1558"/>
            <w:r w:rsidRPr="007F1A77">
              <w:t>□</w:t>
            </w:r>
            <w:r w:rsidRPr="007F1A77">
              <w:tab/>
              <w:t>Tá, cuirfear an toradh in iúl don údarás forghníomhaitheach</w:t>
            </w:r>
            <w:bookmarkEnd w:id="188"/>
          </w:p>
          <w:p w:rsidR="00BD23BC" w:rsidRPr="007F1A77" w:rsidRDefault="00BD23BC" w:rsidP="00BD23BC">
            <w:r w:rsidRPr="007F1A77">
              <w:t>Tabharfar fógra don údarás eisiúna i gcás ina ndéanfar aistriú díreach chuig an íospartach.</w:t>
            </w:r>
          </w:p>
        </w:tc>
      </w:tr>
      <w:tr w:rsidR="00BD23BC" w:rsidRPr="007F1A77" w:rsidTr="00AA5DAD">
        <w:trPr>
          <w:trHeight w:val="4467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bookmarkStart w:id="189" w:name="_DV_C1567"/>
            <w:r w:rsidRPr="007F1A77">
              <w:lastRenderedPageBreak/>
              <w:br w:type="page"/>
              <w:t>ROINN L: Leigheasanna dlí</w:t>
            </w:r>
            <w:bookmarkEnd w:id="189"/>
          </w:p>
          <w:p w:rsidR="00BD23BC" w:rsidRPr="007F1A77" w:rsidRDefault="00BD23BC" w:rsidP="00BD23BC">
            <w:r w:rsidRPr="007F1A77">
              <w:t>An t-údarás sa Stát eisiúna ar féidir leis breis faisnéise a sholáthar maidir le nósanna imeachta chun leigheasanna dlí a lorg sa Stát eisiúna agus faisnéis faoi cé acu an bhfuil nó nach bhfuil cúnamh dlí, ateangaireacht agus aistriúchán ar fáil:</w:t>
            </w:r>
          </w:p>
          <w:p w:rsidR="00BD23BC" w:rsidRPr="007F1A77" w:rsidRDefault="00BD23BC" w:rsidP="00BD23BC">
            <w:pPr>
              <w:pStyle w:val="Point0"/>
            </w:pPr>
            <w:bookmarkStart w:id="190" w:name="_DV_C1569"/>
            <w:r w:rsidRPr="007F1A77">
              <w:sym w:font="Symbol" w:char="F090"/>
            </w:r>
            <w:bookmarkStart w:id="191" w:name="_DV_C1570"/>
            <w:bookmarkEnd w:id="190"/>
            <w:r w:rsidRPr="007F1A77">
              <w:tab/>
              <w:t>An t-údarás eisiúna, (féach Roinn M)</w:t>
            </w:r>
          </w:p>
          <w:p w:rsidR="00BD23BC" w:rsidRPr="007F1A77" w:rsidRDefault="00BD23BC" w:rsidP="00BD23BC">
            <w:pPr>
              <w:pStyle w:val="Point0"/>
            </w:pPr>
            <w:bookmarkStart w:id="192" w:name="_DV_C1571"/>
            <w:bookmarkEnd w:id="191"/>
            <w:r w:rsidRPr="007F1A77">
              <w:sym w:font="Symbol" w:char="F090"/>
            </w:r>
            <w:bookmarkStart w:id="193" w:name="_DV_C1572"/>
            <w:bookmarkEnd w:id="192"/>
            <w:r w:rsidRPr="007F1A77">
              <w:tab/>
              <w:t>An t-údarás bailíochtaithe, (féach Roinn N)</w:t>
            </w:r>
            <w:bookmarkEnd w:id="193"/>
          </w:p>
          <w:p w:rsidR="00BD23BC" w:rsidRPr="007F1A77" w:rsidRDefault="00BD23BC" w:rsidP="00BD23BC">
            <w:pPr>
              <w:pStyle w:val="Point0"/>
            </w:pPr>
            <w:bookmarkStart w:id="194" w:name="_DV_C1573"/>
            <w:r w:rsidRPr="007F1A77">
              <w:sym w:font="Symbol" w:char="F090"/>
            </w:r>
            <w:bookmarkStart w:id="195" w:name="_DV_C1574"/>
            <w:bookmarkEnd w:id="194"/>
            <w:r w:rsidRPr="007F1A77">
              <w:tab/>
              <w:t xml:space="preserve">Eile: </w:t>
            </w:r>
            <w:r w:rsidRPr="007F1A77">
              <w:br/>
              <w:t>…………………………………………………………………………………………</w:t>
            </w:r>
            <w:bookmarkEnd w:id="195"/>
            <w:r w:rsidRPr="007F1A77">
              <w:t>……..</w:t>
            </w:r>
          </w:p>
        </w:tc>
      </w:tr>
      <w:tr w:rsidR="00BD23BC" w:rsidRPr="007F1A77" w:rsidTr="00AA5DAD">
        <w:trPr>
          <w:trHeight w:val="5356"/>
        </w:trPr>
        <w:tc>
          <w:tcPr>
            <w:tcW w:w="9855" w:type="dxa"/>
          </w:tcPr>
          <w:p w:rsidR="00BD23BC" w:rsidRPr="007F1A77" w:rsidRDefault="00BD23BC" w:rsidP="00BD23BC">
            <w:bookmarkStart w:id="196" w:name="_DV_C1576"/>
            <w:r w:rsidRPr="007F1A77">
              <w:br w:type="page"/>
              <w:t>ROINN M: Sonraí an údaráis eisiúna</w:t>
            </w:r>
            <w:bookmarkEnd w:id="196"/>
          </w:p>
          <w:p w:rsidR="00BD23BC" w:rsidRPr="007F1A77" w:rsidRDefault="00BD23BC" w:rsidP="00BD23BC">
            <w:r w:rsidRPr="007F1A77">
              <w:t>An cineál údaráis eisiúna:</w:t>
            </w:r>
          </w:p>
          <w:p w:rsidR="00BD23BC" w:rsidRPr="007F1A77" w:rsidRDefault="00BD23BC" w:rsidP="00BD23BC">
            <w:pPr>
              <w:pStyle w:val="Point0"/>
            </w:pPr>
            <w:bookmarkStart w:id="197" w:name="_DV_C1578"/>
            <w:r w:rsidRPr="007F1A77">
              <w:t>□</w:t>
            </w:r>
            <w:r w:rsidRPr="007F1A77">
              <w:tab/>
              <w:t>breitheamh, cúirt, ionchúisitheoir poiblí</w:t>
            </w:r>
            <w:bookmarkEnd w:id="197"/>
          </w:p>
          <w:p w:rsidR="00BD23BC" w:rsidRPr="007F1A77" w:rsidRDefault="00BD23BC" w:rsidP="00BD23BC">
            <w:pPr>
              <w:pStyle w:val="Point0"/>
            </w:pPr>
            <w:bookmarkStart w:id="198" w:name="_DV_C1579"/>
            <w:r w:rsidRPr="007F1A77">
              <w:t>□</w:t>
            </w:r>
            <w:r w:rsidRPr="007F1A77">
              <w:tab/>
              <w:t>údarás inniúil eile arna ainmniú ag an Stát eisiúna</w:t>
            </w:r>
            <w:bookmarkEnd w:id="198"/>
          </w:p>
          <w:p w:rsidR="00BD23BC" w:rsidRPr="007F1A77" w:rsidRDefault="00BD23BC" w:rsidP="00BD23BC">
            <w:bookmarkStart w:id="199" w:name="_DV_C1580"/>
            <w:r w:rsidRPr="007F1A77">
              <w:t>Ainm an údaráis ………......…………………………………………………………………………...</w:t>
            </w:r>
            <w:bookmarkEnd w:id="199"/>
          </w:p>
          <w:p w:rsidR="00BD23BC" w:rsidRPr="007F1A77" w:rsidRDefault="00BD23BC" w:rsidP="00BD23BC">
            <w:bookmarkStart w:id="200" w:name="_DV_C1581"/>
            <w:r w:rsidRPr="007F1A77">
              <w:t>Ainm an teagmhálaithe:………………………………………………………………………………..</w:t>
            </w:r>
            <w:bookmarkEnd w:id="200"/>
          </w:p>
          <w:p w:rsidR="00BD23BC" w:rsidRPr="007F1A77" w:rsidRDefault="00BD23BC" w:rsidP="00BD23BC">
            <w:pPr>
              <w:rPr>
                <w:lang w:val="nn-NO"/>
              </w:rPr>
            </w:pPr>
            <w:r w:rsidRPr="007F1A77">
              <w:rPr>
                <w:lang w:val="nn-NO"/>
              </w:rPr>
              <w:t>Post (teideal/grád)……………………………………………………………………………………...</w:t>
            </w:r>
          </w:p>
          <w:p w:rsidR="00BD23BC" w:rsidRPr="007F1A77" w:rsidRDefault="00BD23BC" w:rsidP="00130EF8">
            <w:pPr>
              <w:rPr>
                <w:lang w:val="nn-NO"/>
              </w:rPr>
            </w:pPr>
            <w:bookmarkStart w:id="201" w:name="_DV_C1582"/>
            <w:r w:rsidRPr="007F1A77">
              <w:rPr>
                <w:lang w:val="nn-NO"/>
              </w:rPr>
              <w:t>Uimhir an Chomhaid</w:t>
            </w:r>
            <w:r w:rsidR="00130EF8" w:rsidRPr="007F1A77">
              <w:rPr>
                <w:lang w:val="nn-NO"/>
              </w:rPr>
              <w:t>:</w:t>
            </w:r>
            <w:r w:rsidRPr="007F1A77">
              <w:rPr>
                <w:lang w:val="nn-NO"/>
              </w:rPr>
              <w:t>………………………...………………………………………………………..</w:t>
            </w:r>
            <w:bookmarkEnd w:id="201"/>
          </w:p>
        </w:tc>
      </w:tr>
      <w:tr w:rsidR="00BD23BC" w:rsidRPr="007F1A77" w:rsidTr="00AA5DAD">
        <w:trPr>
          <w:trHeight w:val="7906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bookmarkStart w:id="202" w:name="_DV_C1583"/>
            <w:r w:rsidRPr="007F1A77">
              <w:lastRenderedPageBreak/>
              <w:t>Seoladh:.…………………………………………………………………………………………….....</w:t>
            </w:r>
            <w:bookmarkEnd w:id="202"/>
          </w:p>
          <w:p w:rsidR="00BD23BC" w:rsidRPr="007F1A77" w:rsidRDefault="00BD23BC" w:rsidP="00BD23BC">
            <w:bookmarkStart w:id="203" w:name="_DV_C1584"/>
            <w:r w:rsidRPr="007F1A77">
              <w:t>Uimhir Theileafóin: (cód tíre) (cód ceantair/cathrach)</w:t>
            </w:r>
            <w:r w:rsidR="00130EF8" w:rsidRPr="007F1A77">
              <w:t>:</w:t>
            </w:r>
            <w:r w:rsidRPr="007F1A77">
              <w:t>………………………………………….….</w:t>
            </w:r>
            <w:bookmarkEnd w:id="203"/>
          </w:p>
          <w:p w:rsidR="00BD23BC" w:rsidRPr="007F1A77" w:rsidRDefault="00BD23BC" w:rsidP="00130EF8">
            <w:bookmarkStart w:id="204" w:name="_DV_C1585"/>
            <w:r w:rsidRPr="007F1A77">
              <w:t>Uimhir Facs: (cód tíre) (cód ceantair/cathrach)</w:t>
            </w:r>
            <w:r w:rsidR="00130EF8" w:rsidRPr="007F1A77">
              <w:t>:</w:t>
            </w:r>
            <w:r w:rsidRPr="007F1A77">
              <w:t>……………………...……………………………...</w:t>
            </w:r>
            <w:bookmarkEnd w:id="204"/>
          </w:p>
          <w:p w:rsidR="00BD23BC" w:rsidRPr="007F1A77" w:rsidRDefault="00BD23BC" w:rsidP="00BD23BC">
            <w:bookmarkStart w:id="205" w:name="_DV_C1586"/>
            <w:r w:rsidRPr="007F1A77">
              <w:br w:type="page"/>
              <w:t>R-phost:………………...……………………………………………………………………</w:t>
            </w:r>
            <w:bookmarkEnd w:id="205"/>
            <w:r w:rsidRPr="007F1A77">
              <w:t>………...</w:t>
            </w:r>
          </w:p>
          <w:p w:rsidR="00BD23BC" w:rsidRPr="00FE00DE" w:rsidRDefault="00BD23BC" w:rsidP="00BD23BC">
            <w:bookmarkStart w:id="206" w:name="_DV_C1587"/>
            <w:r w:rsidRPr="00FE00DE">
              <w:t>Na teangacha inar féidir cumarsáid a dhéanamh leis an údarás eisiúna …………………………</w:t>
            </w:r>
            <w:bookmarkEnd w:id="206"/>
            <w:r w:rsidRPr="00FE00DE">
              <w:t>……</w:t>
            </w:r>
          </w:p>
          <w:p w:rsidR="00BD23BC" w:rsidRPr="00FE00DE" w:rsidRDefault="00BD23BC" w:rsidP="00BD23BC">
            <w:r w:rsidRPr="00FE00DE">
              <w:t>Murab ionann iad agus a bhfuil thuas, sonraí teagmhála an duine/na ndaoine lenar féidir teagmháil a dhéanamh chun tuilleadh faisnéise a fháil nó socruithe praiticiúla a dhéanamh maidir le forghníomhú an ordaithe:</w:t>
            </w:r>
          </w:p>
          <w:p w:rsidR="00BD23BC" w:rsidRPr="00FE00DE" w:rsidRDefault="00BD23BC" w:rsidP="00BD23BC">
            <w:bookmarkStart w:id="207" w:name="_DV_C1589"/>
            <w:r w:rsidRPr="00FE00DE">
              <w:t>Ainm/Teideal/Eagraíocht:……………………………………………………………………</w:t>
            </w:r>
            <w:bookmarkEnd w:id="207"/>
            <w:r w:rsidRPr="00FE00DE">
              <w:t>……….</w:t>
            </w:r>
          </w:p>
          <w:p w:rsidR="00BD23BC" w:rsidRPr="00FE00DE" w:rsidRDefault="00130EF8" w:rsidP="00BD23BC">
            <w:bookmarkStart w:id="208" w:name="_DV_C1590"/>
            <w:r w:rsidRPr="00FE00DE">
              <w:t>Seoladh:</w:t>
            </w:r>
            <w:r w:rsidR="00BD23BC" w:rsidRPr="00FE00DE">
              <w:t>……………………………………………………………………………………………</w:t>
            </w:r>
            <w:bookmarkEnd w:id="208"/>
            <w:r w:rsidR="00BD23BC" w:rsidRPr="00FE00DE">
              <w:t>…</w:t>
            </w:r>
          </w:p>
          <w:p w:rsidR="00BD23BC" w:rsidRPr="00FE00DE" w:rsidRDefault="00BD23BC" w:rsidP="00BD23BC">
            <w:bookmarkStart w:id="209" w:name="_DV_C1591"/>
            <w:r w:rsidRPr="00FE00DE">
              <w:t>R-phost/Uimhir Theileafóin:…………………..………………………………………………………</w:t>
            </w:r>
            <w:bookmarkEnd w:id="209"/>
          </w:p>
          <w:p w:rsidR="00BD23BC" w:rsidRPr="007F1A77" w:rsidRDefault="00BD23BC" w:rsidP="00BD23BC">
            <w:r w:rsidRPr="007F1A77">
              <w:t>_________________</w:t>
            </w:r>
          </w:p>
          <w:p w:rsidR="00BD23BC" w:rsidRPr="007F1A77" w:rsidRDefault="00BD23BC" w:rsidP="00BD23BC">
            <w:bookmarkStart w:id="210" w:name="_DV_C1592"/>
            <w:r w:rsidRPr="007F1A77">
              <w:t>Síniú an údaráis eisiúna agus/nó a ionadaí ag deimhniú go bhfuil ábhar an deimhnithe calctha cruinn agus ceart:……………………………………………………………………………………</w:t>
            </w:r>
            <w:bookmarkEnd w:id="210"/>
            <w:r w:rsidRPr="007F1A77">
              <w:t>…</w:t>
            </w:r>
          </w:p>
        </w:tc>
      </w:tr>
      <w:tr w:rsidR="00BD23BC" w:rsidRPr="007F1A77" w:rsidTr="00AA5DAD">
        <w:trPr>
          <w:trHeight w:val="2862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bookmarkStart w:id="211" w:name="_DV_C1593"/>
            <w:r w:rsidRPr="007F1A77">
              <w:lastRenderedPageBreak/>
              <w:t>Ainm: …………………………………………………………………………………………</w:t>
            </w:r>
            <w:bookmarkEnd w:id="211"/>
            <w:r w:rsidRPr="007F1A77">
              <w:t>………</w:t>
            </w:r>
          </w:p>
          <w:p w:rsidR="00BD23BC" w:rsidRPr="007F1A77" w:rsidRDefault="00BD23BC" w:rsidP="00BD23BC">
            <w:bookmarkStart w:id="212" w:name="_DV_C1594"/>
            <w:r w:rsidRPr="007F1A77">
              <w:t>An post a shealbhaítear (teideal/grád)……….…………………………………………………</w:t>
            </w:r>
            <w:bookmarkEnd w:id="212"/>
            <w:r w:rsidRPr="007F1A77">
              <w:t>……...</w:t>
            </w:r>
          </w:p>
          <w:p w:rsidR="00BD23BC" w:rsidRPr="007F1A77" w:rsidRDefault="00BD23BC" w:rsidP="00BD23BC">
            <w:bookmarkStart w:id="213" w:name="_DV_C1595"/>
            <w:r w:rsidRPr="007F1A77">
              <w:br w:type="page"/>
              <w:t>Dáta: ……………………………………………………………………………………………</w:t>
            </w:r>
            <w:bookmarkEnd w:id="213"/>
            <w:r w:rsidRPr="007F1A77">
              <w:t>……..</w:t>
            </w:r>
          </w:p>
          <w:p w:rsidR="00BD23BC" w:rsidRPr="007F1A77" w:rsidRDefault="00BD23BC" w:rsidP="00BD23BC">
            <w:bookmarkStart w:id="214" w:name="_DV_C1596"/>
            <w:r w:rsidRPr="007F1A77">
              <w:t>Stampa oifigiúil (má tá sé ar fáil):………………………………………………………………</w:t>
            </w:r>
            <w:bookmarkEnd w:id="214"/>
            <w:r w:rsidRPr="007F1A77">
              <w:t>……..</w:t>
            </w:r>
          </w:p>
        </w:tc>
      </w:tr>
      <w:tr w:rsidR="00BD23BC" w:rsidRPr="007F1A77" w:rsidTr="00AA5DAD">
        <w:trPr>
          <w:trHeight w:val="5733"/>
        </w:trPr>
        <w:tc>
          <w:tcPr>
            <w:tcW w:w="9855" w:type="dxa"/>
          </w:tcPr>
          <w:p w:rsidR="00BD23BC" w:rsidRPr="007F1A77" w:rsidRDefault="00BD23BC" w:rsidP="00BD23BC">
            <w:r w:rsidRPr="007F1A77">
              <w:t>ROINN N: Sonraí an údaráis a bhailíochtaigh an t-ordú calctha</w:t>
            </w:r>
            <w:bookmarkStart w:id="215" w:name="_DV_C1599"/>
          </w:p>
          <w:p w:rsidR="00BD23BC" w:rsidRPr="007F1A77" w:rsidRDefault="00BD23BC" w:rsidP="00BD23BC">
            <w:r w:rsidRPr="007F1A77">
              <w:t>Léirigh, le do thoil, an cineál údaráis a bhailíochtaigh an t-ordú calctha (más infheidhme):</w:t>
            </w:r>
            <w:bookmarkEnd w:id="215"/>
          </w:p>
          <w:p w:rsidR="00BD23BC" w:rsidRPr="007F1A77" w:rsidRDefault="00BD23BC" w:rsidP="00BD23BC">
            <w:pPr>
              <w:pStyle w:val="Point0"/>
            </w:pPr>
            <w:bookmarkStart w:id="216" w:name="_DV_C1600"/>
            <w:r w:rsidRPr="007F1A77">
              <w:t>□</w:t>
            </w:r>
            <w:r w:rsidRPr="007F1A77">
              <w:tab/>
            </w:r>
            <w:bookmarkEnd w:id="216"/>
            <w:r w:rsidRPr="007F1A77">
              <w:t>breitheamh nó cúirt</w:t>
            </w:r>
            <w:bookmarkStart w:id="217" w:name="_DV_C1601"/>
          </w:p>
          <w:p w:rsidR="00BD23BC" w:rsidRPr="007F1A77" w:rsidRDefault="00BD23BC" w:rsidP="00BD23BC">
            <w:pPr>
              <w:pStyle w:val="Point0"/>
            </w:pPr>
            <w:r w:rsidRPr="007F1A77">
              <w:t>□</w:t>
            </w:r>
            <w:r w:rsidRPr="007F1A77">
              <w:tab/>
              <w:t>ionchúisitheoir poiblí</w:t>
            </w:r>
            <w:bookmarkEnd w:id="217"/>
          </w:p>
          <w:p w:rsidR="00BD23BC" w:rsidRPr="007F1A77" w:rsidRDefault="00BD23BC" w:rsidP="00BD23BC">
            <w:bookmarkStart w:id="218" w:name="_DV_C1602"/>
            <w:r w:rsidRPr="007F1A77">
              <w:t>Ainm an údaráis bailíochtaithe: ……………………………………………………</w:t>
            </w:r>
            <w:bookmarkEnd w:id="218"/>
            <w:r w:rsidRPr="007F1A77">
              <w:t>………………….</w:t>
            </w:r>
          </w:p>
          <w:p w:rsidR="00BD23BC" w:rsidRPr="007F1A77" w:rsidRDefault="00BD23BC" w:rsidP="00BD23BC">
            <w:bookmarkStart w:id="219" w:name="_DV_C1603"/>
            <w:r w:rsidRPr="007F1A77">
              <w:t>Ainm an teagmhálaithe: …………………………………………………………………………</w:t>
            </w:r>
            <w:bookmarkEnd w:id="219"/>
            <w:r w:rsidRPr="007F1A77">
              <w:t>…….</w:t>
            </w:r>
          </w:p>
          <w:p w:rsidR="00BD23BC" w:rsidRPr="007F1A77" w:rsidRDefault="00BD23BC" w:rsidP="00BD23BC">
            <w:bookmarkStart w:id="220" w:name="_DV_C1604"/>
            <w:r w:rsidRPr="007F1A77">
              <w:t>An post a shealbhaítear (teideal/grád):……………….………………………………………</w:t>
            </w:r>
            <w:bookmarkEnd w:id="220"/>
            <w:r w:rsidRPr="007F1A77">
              <w:t>………..</w:t>
            </w:r>
          </w:p>
          <w:p w:rsidR="00BD23BC" w:rsidRPr="007F1A77" w:rsidRDefault="00BD23BC" w:rsidP="00BD23BC">
            <w:bookmarkStart w:id="221" w:name="_DV_C1605"/>
            <w:r w:rsidRPr="007F1A77">
              <w:t>Uimhir an chomhaid:……………………..……………………………………………………………………….</w:t>
            </w:r>
          </w:p>
          <w:p w:rsidR="00BD23BC" w:rsidRPr="007F1A77" w:rsidRDefault="00BD23BC" w:rsidP="00BD23BC">
            <w:r w:rsidRPr="007F1A77">
              <w:t>Seoladh …………………………………………………………………………</w:t>
            </w:r>
            <w:bookmarkEnd w:id="221"/>
            <w:r w:rsidRPr="007F1A77">
              <w:t>……………………</w:t>
            </w:r>
          </w:p>
        </w:tc>
      </w:tr>
      <w:tr w:rsidR="00BD23BC" w:rsidRPr="007F1A77" w:rsidTr="00AA5DAD">
        <w:trPr>
          <w:trHeight w:val="9071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bookmarkStart w:id="222" w:name="_DV_C1606"/>
            <w:r w:rsidRPr="007F1A77">
              <w:lastRenderedPageBreak/>
              <w:t>Uimhir Theileafóin: (cód tíre) (cód ceantair/cathrach)………….…………………………...</w:t>
            </w:r>
            <w:bookmarkEnd w:id="222"/>
            <w:r w:rsidRPr="007F1A77">
              <w:t>...............</w:t>
            </w:r>
          </w:p>
          <w:p w:rsidR="00BD23BC" w:rsidRPr="007F1A77" w:rsidRDefault="00BD23BC" w:rsidP="00BD23BC">
            <w:bookmarkStart w:id="223" w:name="_DV_C1607"/>
            <w:r w:rsidRPr="007F1A77">
              <w:br w:type="page"/>
              <w:t>Uimhir Facs (cód tíre) (cód ceantair/cathrach):……………...………………………………</w:t>
            </w:r>
            <w:bookmarkEnd w:id="223"/>
            <w:r w:rsidRPr="007F1A77">
              <w:t>………...</w:t>
            </w:r>
          </w:p>
          <w:p w:rsidR="00BD23BC" w:rsidRPr="007F1A77" w:rsidRDefault="00BD23BC" w:rsidP="00BD23BC">
            <w:bookmarkStart w:id="224" w:name="_DV_C1608"/>
            <w:r w:rsidRPr="007F1A77">
              <w:rPr>
                <w:rFonts w:eastAsia="Calibri"/>
                <w:bCs/>
                <w:iCs/>
                <w:color w:val="191919"/>
                <w:szCs w:val="22"/>
                <w:lang w:eastAsia="en-US"/>
              </w:rPr>
              <w:t>R-phost:</w:t>
            </w:r>
            <w:r w:rsidRPr="007F1A77">
              <w:t>………………………………………………………………………………</w:t>
            </w:r>
            <w:bookmarkEnd w:id="224"/>
            <w:r w:rsidRPr="007F1A77">
              <w:t>…...…………...</w:t>
            </w:r>
          </w:p>
          <w:p w:rsidR="00BD23BC" w:rsidRPr="007F1A77" w:rsidRDefault="00BD23BC" w:rsidP="00BD23BC">
            <w:bookmarkStart w:id="225" w:name="_DV_C1609"/>
            <w:r w:rsidRPr="007F1A77">
              <w:t>Na teangacha inar féidir cumarsáid a dhéanamh leis an údarás bailíochtaithe:….…………………....</w:t>
            </w:r>
          </w:p>
          <w:bookmarkEnd w:id="225"/>
          <w:p w:rsidR="00BD23BC" w:rsidRPr="007F1A77" w:rsidRDefault="00BD23BC" w:rsidP="00BD23BC">
            <w:r w:rsidRPr="007F1A77">
              <w:t>Léirigh, le do thoil, an príomhphointe teagmhála don údarás forghníomhaitheach:</w:t>
            </w:r>
          </w:p>
          <w:p w:rsidR="00BD23BC" w:rsidRPr="007F1A77" w:rsidRDefault="00BD23BC" w:rsidP="00BD23BC">
            <w:pPr>
              <w:pStyle w:val="Point0"/>
            </w:pPr>
            <w:bookmarkStart w:id="226" w:name="_DV_C1611"/>
            <w:r w:rsidRPr="007F1A77">
              <w:t>□</w:t>
            </w:r>
            <w:r w:rsidRPr="007F1A77">
              <w:tab/>
              <w:t>an t-údarás eisiúna</w:t>
            </w:r>
            <w:bookmarkEnd w:id="226"/>
          </w:p>
          <w:p w:rsidR="00BD23BC" w:rsidRPr="007F1A77" w:rsidRDefault="00BD23BC" w:rsidP="00BD23BC">
            <w:pPr>
              <w:pStyle w:val="Point0"/>
            </w:pPr>
            <w:bookmarkStart w:id="227" w:name="_DV_C1612"/>
            <w:r w:rsidRPr="007F1A77">
              <w:t>□</w:t>
            </w:r>
            <w:r w:rsidRPr="007F1A77">
              <w:tab/>
              <w:t>an t-údarás bailíochtaithe</w:t>
            </w:r>
            <w:bookmarkEnd w:id="227"/>
          </w:p>
          <w:p w:rsidR="00BD23BC" w:rsidRPr="007F1A77" w:rsidRDefault="00BD23BC" w:rsidP="00BD23BC">
            <w:r w:rsidRPr="007F1A77">
              <w:t>________________</w:t>
            </w:r>
          </w:p>
          <w:p w:rsidR="00BD23BC" w:rsidRPr="007F1A77" w:rsidRDefault="00BD23BC" w:rsidP="00BD23BC">
            <w:r w:rsidRPr="007F1A77">
              <w:t>Síniú agus sonraí an údaráis bailíochtaithe agus/nó a ionadaí: ………………………….....................</w:t>
            </w:r>
          </w:p>
          <w:p w:rsidR="00BD23BC" w:rsidRPr="007F1A77" w:rsidRDefault="00BD23BC" w:rsidP="00BD23BC">
            <w:bookmarkStart w:id="228" w:name="_DV_C1615"/>
            <w:r w:rsidRPr="007F1A77">
              <w:t>Ainm: ………………………………………………………………………………………………....</w:t>
            </w:r>
            <w:bookmarkEnd w:id="228"/>
          </w:p>
          <w:p w:rsidR="00BD23BC" w:rsidRPr="007F1A77" w:rsidRDefault="00BD23BC" w:rsidP="00BD23BC">
            <w:bookmarkStart w:id="229" w:name="_DV_C1616"/>
            <w:r w:rsidRPr="007F1A77">
              <w:t>An post a shealbhaítear (teideal/grád):……………………………………………......…………………………………</w:t>
            </w:r>
            <w:bookmarkEnd w:id="229"/>
            <w:r w:rsidRPr="007F1A77">
              <w:t>……...</w:t>
            </w:r>
          </w:p>
          <w:p w:rsidR="00BD23BC" w:rsidRPr="007F1A77" w:rsidRDefault="00BD23BC" w:rsidP="00BD23BC">
            <w:bookmarkStart w:id="230" w:name="_DV_C1617"/>
            <w:r w:rsidRPr="007F1A77">
              <w:t>Dáta:.…………………………………………………………………………………………………..</w:t>
            </w:r>
            <w:bookmarkEnd w:id="230"/>
          </w:p>
          <w:p w:rsidR="00BD23BC" w:rsidRPr="007F1A77" w:rsidRDefault="00BD23BC" w:rsidP="00BD23BC">
            <w:bookmarkStart w:id="231" w:name="_DV_C1618"/>
            <w:r w:rsidRPr="007F1A77">
              <w:t>Stampa oifigiúil (má tá sé ar fáil)…………………………………………………………………….</w:t>
            </w:r>
            <w:bookmarkEnd w:id="231"/>
          </w:p>
        </w:tc>
      </w:tr>
      <w:tr w:rsidR="00BD23BC" w:rsidRPr="007F1A77" w:rsidTr="00AA5DAD">
        <w:trPr>
          <w:trHeight w:val="6861"/>
        </w:trPr>
        <w:tc>
          <w:tcPr>
            <w:tcW w:w="9855" w:type="dxa"/>
          </w:tcPr>
          <w:p w:rsidR="00BD23BC" w:rsidRPr="007F1A77" w:rsidRDefault="00BD23BC" w:rsidP="00BD23BC">
            <w:pPr>
              <w:pageBreakBefore/>
            </w:pPr>
            <w:bookmarkStart w:id="232" w:name="_DV_C1620"/>
            <w:r w:rsidRPr="007F1A77">
              <w:lastRenderedPageBreak/>
              <w:br w:type="page"/>
              <w:t>ROINN O: Údarás lárnach I gcás inar cuireadh tarchur agus glacadh riarthach deimhnithe calctha mar fhreagracht ar údarás lárnach sa Stát eisiúna, léirigh, le do thoil, an méid seo a leanas:</w:t>
            </w:r>
          </w:p>
          <w:p w:rsidR="00BD23BC" w:rsidRPr="007F1A77" w:rsidRDefault="00BD23BC" w:rsidP="00BD23BC">
            <w:r w:rsidRPr="007F1A77">
              <w:t>Where a central authority has been made responsible for the administrative transmission and reception of freezing certificates in the issuing State, please indicate:</w:t>
            </w:r>
            <w:bookmarkEnd w:id="232"/>
          </w:p>
          <w:p w:rsidR="00BD23BC" w:rsidRPr="007F1A77" w:rsidRDefault="00BD23BC" w:rsidP="00BD23BC">
            <w:bookmarkStart w:id="233" w:name="_DV_C1621"/>
            <w:r w:rsidRPr="007F1A77">
              <w:t>Ainm an údaráis lárnaigh:………………………………...…………………………………...</w:t>
            </w:r>
            <w:bookmarkEnd w:id="233"/>
            <w:r w:rsidRPr="007F1A77">
              <w:t>............</w:t>
            </w:r>
          </w:p>
          <w:p w:rsidR="00BD23BC" w:rsidRPr="007F1A77" w:rsidRDefault="00BD23BC" w:rsidP="00BD23BC">
            <w:bookmarkStart w:id="234" w:name="_DV_C1622"/>
            <w:r w:rsidRPr="007F1A77">
              <w:t>Duine teagmhála:....................................................................................................................................</w:t>
            </w:r>
          </w:p>
          <w:p w:rsidR="00BD23BC" w:rsidRPr="007F1A77" w:rsidRDefault="00BD23BC" w:rsidP="00BD23BC">
            <w:r w:rsidRPr="007F1A77">
              <w:t>An post a shealbhaítear (teideal/grád): ………………...………</w:t>
            </w:r>
            <w:bookmarkEnd w:id="234"/>
            <w:r w:rsidRPr="007F1A77">
              <w:t>……………………………………...</w:t>
            </w:r>
          </w:p>
          <w:p w:rsidR="00BD23BC" w:rsidRPr="007F1A77" w:rsidRDefault="00BD23BC" w:rsidP="00BD23BC">
            <w:bookmarkStart w:id="235" w:name="_DV_C1623"/>
            <w:r w:rsidRPr="007F1A77">
              <w:t>Tagairt an chomhaid………...……</w:t>
            </w:r>
            <w:bookmarkStart w:id="236" w:name="_GoBack"/>
            <w:bookmarkEnd w:id="236"/>
            <w:r w:rsidRPr="007F1A77">
              <w:t>……………………………………………………………………………….</w:t>
            </w:r>
          </w:p>
          <w:p w:rsidR="00BD23BC" w:rsidRPr="007F1A77" w:rsidRDefault="00BD23BC" w:rsidP="00BD23BC">
            <w:r w:rsidRPr="007F1A77">
              <w:t>Seoladh: ………………………………………………………………………………………</w:t>
            </w:r>
            <w:bookmarkEnd w:id="235"/>
            <w:r w:rsidRPr="007F1A77">
              <w:t>……….</w:t>
            </w:r>
          </w:p>
          <w:p w:rsidR="00BD23BC" w:rsidRPr="007F1A77" w:rsidRDefault="00BD23BC" w:rsidP="00BD23BC">
            <w:bookmarkStart w:id="237" w:name="_DV_C1625"/>
            <w:r w:rsidRPr="007F1A77">
              <w:t>Uimhir Theileafóin (cód tíre) (cód ceantair/cathrach):...........................................................................</w:t>
            </w:r>
          </w:p>
          <w:p w:rsidR="00BD23BC" w:rsidRPr="007F1A77" w:rsidRDefault="00BD23BC" w:rsidP="00BD23BC">
            <w:r w:rsidRPr="007F1A77">
              <w:t>Uimhir Facs (cód tíre) (cód ceantair/cathrach):......................................................................................</w:t>
            </w:r>
          </w:p>
          <w:bookmarkEnd w:id="237"/>
          <w:p w:rsidR="00BD23BC" w:rsidRPr="007F1A77" w:rsidRDefault="00BD23BC" w:rsidP="00BD23BC">
            <w:r w:rsidRPr="007F1A77">
              <w:t>R-phost</w:t>
            </w:r>
            <w:bookmarkStart w:id="238" w:name="_DV_C1626"/>
            <w:r w:rsidRPr="007F1A77">
              <w:t xml:space="preserve"> …………………………………………………………………………………………...</w:t>
            </w:r>
            <w:bookmarkEnd w:id="238"/>
          </w:p>
        </w:tc>
      </w:tr>
      <w:tr w:rsidR="00BD23BC" w:rsidRPr="007F1A77" w:rsidTr="00AA5DAD">
        <w:trPr>
          <w:trHeight w:val="1394"/>
        </w:trPr>
        <w:tc>
          <w:tcPr>
            <w:tcW w:w="9855" w:type="dxa"/>
          </w:tcPr>
          <w:p w:rsidR="00BD23BC" w:rsidRPr="007F1A77" w:rsidRDefault="00BD23BC" w:rsidP="00BD23BC">
            <w:r w:rsidRPr="007F1A77">
              <w:t>ROINN P: Ceangaltáin</w:t>
            </w:r>
          </w:p>
          <w:p w:rsidR="00BD23BC" w:rsidRPr="007F1A77" w:rsidRDefault="00BD23BC" w:rsidP="00BD23BC">
            <w:bookmarkStart w:id="239" w:name="_DV_C1628"/>
            <w:r w:rsidRPr="007F1A77">
              <w:t>Sonraigh, le do thoil, aon cheangaltáin atá ag gabháil leis an deimhniú:……...…………………...</w:t>
            </w:r>
            <w:bookmarkEnd w:id="239"/>
            <w:r w:rsidRPr="007F1A77">
              <w:t>.....</w:t>
            </w:r>
          </w:p>
        </w:tc>
      </w:tr>
    </w:tbl>
    <w:p w:rsidR="00130EF8" w:rsidRPr="007F1A77" w:rsidRDefault="00130EF8" w:rsidP="00130EF8">
      <w:pPr>
        <w:pStyle w:val="Lignefinal"/>
      </w:pPr>
    </w:p>
    <w:p w:rsidR="00C86D89" w:rsidRPr="007F1A77" w:rsidRDefault="00C86D89" w:rsidP="00AA5DAD">
      <w:pPr>
        <w:pStyle w:val="Annexetitre"/>
      </w:pPr>
    </w:p>
    <w:sectPr w:rsidR="00C86D89" w:rsidRPr="007F1A77" w:rsidSect="00C378B0">
      <w:footerReference w:type="default" r:id="rId8"/>
      <w:footnotePr>
        <w:numRestart w:val="eachPage"/>
      </w:footnotePr>
      <w:pgSz w:w="11907" w:h="16839"/>
      <w:pgMar w:top="1134" w:right="1134" w:bottom="1134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D0C" w:rsidRDefault="009B0D0C" w:rsidP="000B2C34">
      <w:pPr>
        <w:spacing w:before="0" w:after="0" w:line="240" w:lineRule="auto"/>
      </w:pPr>
      <w:r>
        <w:separator/>
      </w:r>
    </w:p>
  </w:endnote>
  <w:endnote w:type="continuationSeparator" w:id="0">
    <w:p w:rsidR="009B0D0C" w:rsidRDefault="009B0D0C" w:rsidP="000B2C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shelf Symbol 3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398"/>
      <w:gridCol w:w="1205"/>
      <w:gridCol w:w="278"/>
      <w:gridCol w:w="1355"/>
      <w:gridCol w:w="848"/>
      <w:gridCol w:w="1135"/>
    </w:tblGrid>
    <w:tr w:rsidR="00C378B0" w:rsidRPr="0035025C" w:rsidTr="00C378B0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C378B0" w:rsidRPr="0035025C" w:rsidRDefault="00C378B0" w:rsidP="0035025C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C378B0" w:rsidRPr="00B310DC" w:rsidTr="00C378B0">
      <w:trPr>
        <w:jc w:val="center"/>
      </w:trPr>
      <w:tc>
        <w:tcPr>
          <w:tcW w:w="2499" w:type="pct"/>
          <w:gridSpan w:val="2"/>
          <w:shd w:val="clear" w:color="auto" w:fill="auto"/>
          <w:tcMar>
            <w:top w:w="0" w:type="dxa"/>
          </w:tcMar>
        </w:tcPr>
        <w:p w:rsidR="00C378B0" w:rsidRPr="00AD7BF2" w:rsidRDefault="00C378B0" w:rsidP="0035025C">
          <w:pPr>
            <w:pStyle w:val="FooterText"/>
          </w:pP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C378B0" w:rsidRPr="00AD7BF2" w:rsidRDefault="00C378B0" w:rsidP="0035025C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C378B0" w:rsidRPr="002511D8" w:rsidRDefault="00C378B0" w:rsidP="0035025C">
          <w:pPr>
            <w:pStyle w:val="FooterText"/>
            <w:jc w:val="center"/>
          </w:pPr>
        </w:p>
      </w:tc>
      <w:tc>
        <w:tcPr>
          <w:tcW w:w="589" w:type="pct"/>
          <w:shd w:val="clear" w:color="auto" w:fill="auto"/>
          <w:tcMar>
            <w:top w:w="0" w:type="dxa"/>
          </w:tcMar>
        </w:tcPr>
        <w:p w:rsidR="00C378B0" w:rsidRPr="00B310DC" w:rsidRDefault="00C378B0" w:rsidP="00C378B0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A5DAD">
            <w:rPr>
              <w:noProof/>
            </w:rPr>
            <w:t>21</w:t>
          </w:r>
          <w:r>
            <w:fldChar w:fldCharType="end"/>
          </w:r>
        </w:p>
      </w:tc>
    </w:tr>
    <w:tr w:rsidR="00C378B0" w:rsidRPr="0035025C" w:rsidTr="00C378B0">
      <w:trPr>
        <w:jc w:val="center"/>
      </w:trPr>
      <w:tc>
        <w:tcPr>
          <w:tcW w:w="1774" w:type="pct"/>
          <w:shd w:val="clear" w:color="auto" w:fill="auto"/>
        </w:tcPr>
        <w:p w:rsidR="00C378B0" w:rsidRPr="00AD7BF2" w:rsidRDefault="00AA5DAD" w:rsidP="0035025C">
          <w:pPr>
            <w:pStyle w:val="FooterText"/>
            <w:spacing w:before="40"/>
          </w:pPr>
          <w:r>
            <w:t>Iarscríbhinn I</w:t>
          </w:r>
        </w:p>
      </w:tc>
      <w:tc>
        <w:tcPr>
          <w:tcW w:w="1494" w:type="pct"/>
          <w:gridSpan w:val="3"/>
          <w:shd w:val="clear" w:color="auto" w:fill="auto"/>
        </w:tcPr>
        <w:p w:rsidR="00C378B0" w:rsidRPr="00AD7BF2" w:rsidRDefault="00C378B0" w:rsidP="0035025C">
          <w:pPr>
            <w:pStyle w:val="FooterText"/>
            <w:spacing w:before="40"/>
            <w:jc w:val="center"/>
          </w:pPr>
        </w:p>
      </w:tc>
      <w:tc>
        <w:tcPr>
          <w:tcW w:w="703" w:type="pct"/>
          <w:shd w:val="clear" w:color="auto" w:fill="auto"/>
        </w:tcPr>
        <w:p w:rsidR="00C378B0" w:rsidRPr="0035025C" w:rsidRDefault="00C378B0" w:rsidP="004B628B">
          <w:pPr>
            <w:pStyle w:val="FooterText"/>
            <w:jc w:val="center"/>
            <w:rPr>
              <w:b/>
              <w:position w:val="-4"/>
              <w:sz w:val="36"/>
            </w:rPr>
          </w:pPr>
        </w:p>
      </w:tc>
      <w:tc>
        <w:tcPr>
          <w:tcW w:w="1029" w:type="pct"/>
          <w:gridSpan w:val="2"/>
          <w:shd w:val="clear" w:color="auto" w:fill="auto"/>
        </w:tcPr>
        <w:p w:rsidR="00C378B0" w:rsidRPr="0035025C" w:rsidRDefault="00C378B0" w:rsidP="0035025C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GA</w:t>
          </w:r>
        </w:p>
      </w:tc>
    </w:tr>
  </w:tbl>
  <w:p w:rsidR="00FE00DE" w:rsidRPr="00C378B0" w:rsidRDefault="00FE00DE" w:rsidP="00C378B0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D0C" w:rsidRDefault="009B0D0C" w:rsidP="000B2C34">
      <w:pPr>
        <w:spacing w:before="0" w:after="0" w:line="240" w:lineRule="auto"/>
      </w:pPr>
      <w:r>
        <w:separator/>
      </w:r>
    </w:p>
  </w:footnote>
  <w:footnote w:type="continuationSeparator" w:id="0">
    <w:p w:rsidR="009B0D0C" w:rsidRDefault="009B0D0C" w:rsidP="000B2C3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39EA40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535C67B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3C48103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436ABA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9BC601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DAA84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0EAEAE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19401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474A75"/>
    <w:multiLevelType w:val="multilevel"/>
    <w:tmpl w:val="12A223C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9" w15:restartNumberingAfterBreak="0">
    <w:nsid w:val="06495604"/>
    <w:multiLevelType w:val="multilevel"/>
    <w:tmpl w:val="9F60CF46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0" w15:restartNumberingAfterBreak="0">
    <w:nsid w:val="066B5A68"/>
    <w:multiLevelType w:val="singleLevel"/>
    <w:tmpl w:val="8B0853B0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11" w15:restartNumberingAfterBreak="0">
    <w:nsid w:val="09C20093"/>
    <w:multiLevelType w:val="singleLevel"/>
    <w:tmpl w:val="05F6137C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12" w15:restartNumberingAfterBreak="0">
    <w:nsid w:val="0A225A2D"/>
    <w:multiLevelType w:val="singleLevel"/>
    <w:tmpl w:val="5EAA04A8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dr w:val="none" w:sz="0" w:space="0" w:color="auto"/>
      </w:rPr>
    </w:lvl>
  </w:abstractNum>
  <w:abstractNum w:abstractNumId="13" w15:restartNumberingAfterBreak="0">
    <w:nsid w:val="0BD52520"/>
    <w:multiLevelType w:val="singleLevel"/>
    <w:tmpl w:val="C8D4FE30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  <w:bdr w:val="none" w:sz="0" w:space="0" w:color="auto"/>
      </w:rPr>
    </w:lvl>
  </w:abstractNum>
  <w:abstractNum w:abstractNumId="14" w15:restartNumberingAfterBreak="0">
    <w:nsid w:val="0CC176F9"/>
    <w:multiLevelType w:val="singleLevel"/>
    <w:tmpl w:val="4282F5D2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5" w15:restartNumberingAfterBreak="0">
    <w:nsid w:val="0EEA6825"/>
    <w:multiLevelType w:val="singleLevel"/>
    <w:tmpl w:val="F14A3676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</w:abstractNum>
  <w:abstractNum w:abstractNumId="16" w15:restartNumberingAfterBreak="0">
    <w:nsid w:val="172B0495"/>
    <w:multiLevelType w:val="multilevel"/>
    <w:tmpl w:val="FED03EAA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777BB9"/>
    <w:multiLevelType w:val="multilevel"/>
    <w:tmpl w:val="0E762C9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dr w:val="none" w:sz="0" w:space="0" w:color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dr w:val="none" w:sz="0" w:space="0" w:color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dr w:val="none" w:sz="0" w:space="0" w:color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dr w:val="none" w:sz="0" w:space="0" w:color="auto"/>
      </w:rPr>
    </w:lvl>
  </w:abstractNum>
  <w:abstractNum w:abstractNumId="18" w15:restartNumberingAfterBreak="0">
    <w:nsid w:val="26596D70"/>
    <w:multiLevelType w:val="multilevel"/>
    <w:tmpl w:val="0ABAD01C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A94842"/>
    <w:multiLevelType w:val="multilevel"/>
    <w:tmpl w:val="AF12CA62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A56F26"/>
    <w:multiLevelType w:val="singleLevel"/>
    <w:tmpl w:val="FE964A34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  <w:bdr w:val="none" w:sz="0" w:space="0" w:color="auto"/>
      </w:rPr>
    </w:lvl>
  </w:abstractNum>
  <w:abstractNum w:abstractNumId="21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2" w15:restartNumberingAfterBreak="0">
    <w:nsid w:val="44830AE8"/>
    <w:multiLevelType w:val="singleLevel"/>
    <w:tmpl w:val="C694AB9E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 w15:restartNumberingAfterBreak="0">
    <w:nsid w:val="4B013CF3"/>
    <w:multiLevelType w:val="singleLevel"/>
    <w:tmpl w:val="5D7CB33C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</w:abstractNum>
  <w:abstractNum w:abstractNumId="24" w15:restartNumberingAfterBreak="0">
    <w:nsid w:val="523628EF"/>
    <w:multiLevelType w:val="singleLevel"/>
    <w:tmpl w:val="34FC188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</w:abstractNum>
  <w:abstractNum w:abstractNumId="25" w15:restartNumberingAfterBreak="0">
    <w:nsid w:val="561226A2"/>
    <w:multiLevelType w:val="singleLevel"/>
    <w:tmpl w:val="E5081854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</w:abstractNum>
  <w:abstractNum w:abstractNumId="26" w15:restartNumberingAfterBreak="0">
    <w:nsid w:val="56FC5C3C"/>
    <w:multiLevelType w:val="hybridMultilevel"/>
    <w:tmpl w:val="44087782"/>
    <w:lvl w:ilvl="0" w:tplc="19D42F88">
      <w:start w:val="1"/>
      <w:numFmt w:val="bullet"/>
      <w:pStyle w:val="odrka-kula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27889"/>
    <w:multiLevelType w:val="singleLevel"/>
    <w:tmpl w:val="B83C732C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28" w15:restartNumberingAfterBreak="0">
    <w:nsid w:val="57CF7392"/>
    <w:multiLevelType w:val="multilevel"/>
    <w:tmpl w:val="8F703574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D60669B"/>
    <w:multiLevelType w:val="singleLevel"/>
    <w:tmpl w:val="A97ED7DE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30" w15:restartNumberingAfterBreak="0">
    <w:nsid w:val="6774118E"/>
    <w:multiLevelType w:val="singleLevel"/>
    <w:tmpl w:val="5944F24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31" w15:restartNumberingAfterBreak="0">
    <w:nsid w:val="6D9D664B"/>
    <w:multiLevelType w:val="singleLevel"/>
    <w:tmpl w:val="11148DA2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6F642730"/>
    <w:multiLevelType w:val="singleLevel"/>
    <w:tmpl w:val="142C218E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33" w15:restartNumberingAfterBreak="0">
    <w:nsid w:val="7056573C"/>
    <w:multiLevelType w:val="singleLevel"/>
    <w:tmpl w:val="DD8E481C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  <w:bdr w:val="none" w:sz="0" w:space="0" w:color="auto"/>
      </w:rPr>
    </w:lvl>
  </w:abstractNum>
  <w:abstractNum w:abstractNumId="34" w15:restartNumberingAfterBreak="0">
    <w:nsid w:val="753F4BA1"/>
    <w:multiLevelType w:val="singleLevel"/>
    <w:tmpl w:val="E3B64B50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35" w15:restartNumberingAfterBreak="0">
    <w:nsid w:val="75EE0BEC"/>
    <w:multiLevelType w:val="singleLevel"/>
    <w:tmpl w:val="A3162760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  <w:bdr w:val="none" w:sz="0" w:space="0" w:color="auto"/>
      </w:rPr>
    </w:lvl>
  </w:abstractNum>
  <w:abstractNum w:abstractNumId="36" w15:restartNumberingAfterBreak="0">
    <w:nsid w:val="78250856"/>
    <w:multiLevelType w:val="singleLevel"/>
    <w:tmpl w:val="70ACDB5C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37" w15:restartNumberingAfterBreak="0">
    <w:nsid w:val="7ACF3A8A"/>
    <w:multiLevelType w:val="singleLevel"/>
    <w:tmpl w:val="0E484FE6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38" w15:restartNumberingAfterBreak="0">
    <w:nsid w:val="7C2B56E3"/>
    <w:multiLevelType w:val="singleLevel"/>
    <w:tmpl w:val="930CD47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abstractNum w:abstractNumId="39" w15:restartNumberingAfterBreak="0">
    <w:nsid w:val="7D784AA0"/>
    <w:multiLevelType w:val="multilevel"/>
    <w:tmpl w:val="E7764E8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bdr w:val="none" w:sz="0" w:space="0" w:color="auto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bdr w:val="none" w:sz="0" w:space="0" w:color="auto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bdr w:val="none" w:sz="0" w:space="0" w:color="auto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bdr w:val="none" w:sz="0" w:space="0" w:color="auto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bdr w:val="none" w:sz="0" w:space="0" w:color="auto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21"/>
  </w:num>
  <w:num w:numId="8">
    <w:abstractNumId w:val="31"/>
  </w:num>
  <w:num w:numId="9">
    <w:abstractNumId w:val="10"/>
  </w:num>
  <w:num w:numId="10">
    <w:abstractNumId w:val="32"/>
  </w:num>
  <w:num w:numId="11">
    <w:abstractNumId w:val="29"/>
  </w:num>
  <w:num w:numId="12">
    <w:abstractNumId w:val="11"/>
  </w:num>
  <w:num w:numId="13">
    <w:abstractNumId w:val="36"/>
  </w:num>
  <w:num w:numId="14">
    <w:abstractNumId w:val="37"/>
  </w:num>
  <w:num w:numId="15">
    <w:abstractNumId w:val="27"/>
  </w:num>
  <w:num w:numId="16">
    <w:abstractNumId w:val="34"/>
  </w:num>
  <w:num w:numId="17">
    <w:abstractNumId w:val="30"/>
  </w:num>
  <w:num w:numId="18">
    <w:abstractNumId w:val="22"/>
  </w:num>
  <w:num w:numId="19">
    <w:abstractNumId w:val="9"/>
  </w:num>
  <w:num w:numId="20">
    <w:abstractNumId w:val="18"/>
  </w:num>
  <w:num w:numId="21">
    <w:abstractNumId w:val="16"/>
  </w:num>
  <w:num w:numId="22">
    <w:abstractNumId w:val="19"/>
  </w:num>
  <w:num w:numId="23">
    <w:abstractNumId w:val="28"/>
  </w:num>
  <w:num w:numId="24">
    <w:abstractNumId w:val="26"/>
  </w:num>
  <w:num w:numId="25">
    <w:abstractNumId w:val="15"/>
    <w:lvlOverride w:ilvl="0">
      <w:startOverride w:val="1"/>
    </w:lvlOverride>
  </w:num>
  <w:num w:numId="26">
    <w:abstractNumId w:val="3"/>
  </w:num>
  <w:num w:numId="27">
    <w:abstractNumId w:val="1"/>
  </w:num>
  <w:num w:numId="28">
    <w:abstractNumId w:val="15"/>
  </w:num>
  <w:num w:numId="29">
    <w:abstractNumId w:val="23"/>
  </w:num>
  <w:num w:numId="30">
    <w:abstractNumId w:val="25"/>
  </w:num>
  <w:num w:numId="31">
    <w:abstractNumId w:val="24"/>
  </w:num>
  <w:num w:numId="32">
    <w:abstractNumId w:val="38"/>
  </w:num>
  <w:num w:numId="33">
    <w:abstractNumId w:val="17"/>
  </w:num>
  <w:num w:numId="34">
    <w:abstractNumId w:val="8"/>
  </w:num>
  <w:num w:numId="35">
    <w:abstractNumId w:val="39"/>
  </w:num>
  <w:num w:numId="36">
    <w:abstractNumId w:val="20"/>
  </w:num>
  <w:num w:numId="37">
    <w:abstractNumId w:val="13"/>
  </w:num>
  <w:num w:numId="38">
    <w:abstractNumId w:val="12"/>
  </w:num>
  <w:num w:numId="39">
    <w:abstractNumId w:val="35"/>
  </w:num>
  <w:num w:numId="40">
    <w:abstractNumId w:val="33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doNotUseHTMLParagraphAutoSpacing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DocuWrite\Copylist"/>
    <w:docVar w:name="Council" w:val="true"/>
    <w:docVar w:name="DocuWriteMetaData" w:val="&lt;metadataset docuwriteversion=&quot;4.2.2&quot; technicalblockguid=&quot;5628014790883457739&quot;&gt;_x000d__x000a_  &lt;metadata key=&quot;md_DocumentLanguages&quot;&gt;_x000d__x000a_    &lt;basicdatatypelist&gt;_x000d__x000a_      &lt;language key=&quot;GA&quot; text=&quot;GA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DocumentLanguagesAutomatic&quot;&gt;_x000d__x000a_    &lt;text&gt;&lt;/text&gt;_x000d__x000a_  &lt;/metadata&gt;_x000d__x000a_  &lt;metadata key=&quot;md_UniqueHeading&quot;&gt;_x000d__x000a_    &lt;basicdatatype&gt;_x000d__x000a_      &lt;heading key=&quot;uh_22&quot; text=&quot;GNÍOMHARTHA REACHTACHA AGUS IONSTRAIMÍ EILE&quot; /&gt;_x000d__x000a_    &lt;/basicdatatype&gt;_x000d__x000a_  &lt;/metadata&gt;_x000d__x000a_  &lt;metadata key=&quot;md_HeadingText&quot;&gt;_x000d__x000a_    &lt;headingtext text=&quot;GNÍOMHARTHA REACHTACHA AGUS IONSTRAIMÍ EILE&quot;&gt;_x000d__x000a_      &lt;formattedtext&gt;_x000d__x000a_        &lt;xaml text=&quot;GNÍOMHARTHA REACHTACHA AGUS IONSTRAIMÍ EILE&quot;&gt;&amp;lt;FlowDocument xmlns=&quot;http://schemas.microsoft.com/winfx/2006/xaml/presentation&quot;&amp;gt;&amp;lt;Paragraph&amp;gt;GNÍOMHARTHA REACHTACHA AGUS IONSTRAIMÍ EILE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5&quot; text=&quot;Legislative Act&quot; /&gt;_x000d__x000a_    &lt;/basicdatatype&gt;_x000d__x000a_  &lt;/metadata&gt;_x000d__x000a_  &lt;metadata key=&quot;md_DocumentType&quot;&gt;_x000d__x000a_    &lt;basicdatatype&gt;_x000d__x000a_      &lt;doc_type key=&quot;dt_PE&quot; text=&quot;PE&quot; /&gt;_x000d__x000a_    &lt;/basicdatatype&gt;_x000d__x000a_  &lt;/metadata&gt;_x000d__x000a_  &lt;metadata key=&quot;md_InstitutionalFramework&quot;&gt;_x000d__x000a_    &lt;basicdatatype&gt;_x000d__x000a_      &lt;framework key=&quot;if_22&quot; text=&quot;AN tAONTAS EORPACH PARLAIMINT NA hEORPA AN CHOMHAIRLE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3&quot; text=&quot;Strasbourg&quot; /&gt;_x000d__x000a_    &lt;/basicdatatype&gt;_x000d__x000a_  &lt;/metadata&gt;_x000d__x000a_  &lt;metadata key=&quot;md_DocumentDate&quot;&gt;_x000d__x000a_    &lt;text&gt;2018-11-14&lt;/text&gt;_x000d__x000a_  &lt;/metadata&gt;_x000d__x000a_  &lt;metadata key=&quot;md_Prefix&quot;&gt;_x000d__x000a_    &lt;text&gt;PE-CONS&lt;/text&gt;_x000d__x000a_  &lt;/metadata&gt;_x000d__x000a_  &lt;metadata key=&quot;md_DocumentNumber&quot;&gt;_x000d__x000a_    &lt;text&gt;38&lt;/text&gt;_x000d__x000a_  &lt;/metadata&gt;_x000d__x000a_  &lt;metadata key=&quot;md_YearDocumentNumber&quot;&gt;_x000d__x000a_    &lt;text&gt;2018&lt;/text&gt;_x000d__x000a_  &lt;/metadata&gt;_x000d__x000a_  &lt;metadata key=&quot;md_Suffixes&quot;&gt;_x000d__x000a_    &lt;text&gt;REV 1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1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JAI 678&lt;/text&gt;_x000d__x000a_      &lt;text&gt;COPEN 224&lt;/text&gt;_x000d__x000a_      &lt;text&gt;DROIPEN 91&lt;/text&gt;_x000d__x000a_      &lt;text&gt;IA 222&lt;/text&gt;_x000d__x000a_      &lt;text&gt;CODEC 1128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&gt;_x000d__x000a_      &lt;text&gt;2016/0412 (COD)&lt;/text&gt;_x000d__x000a_    &lt;/textlist&gt;_x000d__x000a_  &lt;/metadata&gt;_x000d__x000a_  &lt;metadata key=&quot;md_AdditionalReferences&quot;&gt;_x000d__x000a_    &lt;textlist /&gt;_x000d__x000a_  &lt;/metadata&gt;_x000d__x000a_  &lt;metadata key=&quot;md_LEXNumber&quot;&gt;_x000d__x000a_    &lt;text&gt;LEX 1843&lt;/text&gt;_x000d__x000a_  &lt;/metadata&gt;_x000d__x000a_  &lt;metadata key=&quot;md_SousEmbargo&quot;&gt;_x000d__x000a_    &lt;text&gt;&lt;/text&gt;_x000d__x000a_  &lt;/metadata&gt;_x000d__x000a_  &lt;metadata key=&quot;md_DraftVersion&quot;&gt;_x000d__x000a_    &lt;text&gt;&lt;/text&gt;_x000d__x000a_  &lt;/metadata&gt;_x000d__x000a_  &lt;metadata key=&quot;md_Originator&quot; /&gt;_x000d__x000a_  &lt;metadata key=&quot;md_Recipient&quot; /&gt;_x000d__x000a_  &lt;metadata key=&quot;md_DateOfReceipt&quot; /&gt;_x000d__x000a_  &lt;metadata key=&quot;md_FreeDate&quot; /&gt;_x000d__x000a_  &lt;metadata key=&quot;md_PrecedingDocuments&quot; /&gt;_x000d__x000a_  &lt;metadata key=&quot;md_CommissionDocuments&quot; /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DateFormatOr&quot;&gt;_x000d__x000a_    &lt;text&gt;&lt;/text&gt;_x000d__x000a_  &lt;/metadata&gt;_x000d__x000a_  &lt;metadata key=&quot;md_MeetingInformation&quot; /&gt;_x000d__x000a_  &lt;metadata key=&quot;md_Item&quot; /&gt;_x000d__x000a_  &lt;metadata key=&quot;md_Subject&quot;&gt;_x000d__x000a_    &lt;xaml text=&quot;RIALACHÁN Ó PHARLAIMINT NA hEORPA AGUS ÓN gCOMHAIRLE MAIDIR LE hAITHEANTAS FRITHPHÁIRTEACH A THABHAIRT D'ORDUITHE CALCTHA AGUS D'ORDUITHE COIGISTÍOCHTA&quot;&gt;&amp;lt;FlowDocument FontFamily=&quot;Arial Unicode MS&quot; FontSize=&quot;12&quot; LineHeight=&quot;6&quot; PageWidth=&quot;329&quot; PagePadding=&quot;5,0,5,0&quot; AllowDrop=&quot;False&quot; xmlns=&quot;http://schemas.microsoft.com/winfx/2006/xaml/presentation&quot; xmlns:x=&quot;http://schemas.microsoft.com/winfx/2006/xaml&quot;&amp;gt;&amp;lt;Paragraph&amp;gt;RIALACH&amp;lt;Run xml:lang=&quot;en-gb&quot; xml:space=&quot;preserve&quot;&amp;gt;ÁN &amp;lt;/Run&amp;gt;Ó PHARLAIMINT NA &amp;lt;Run xml:lang=&quot;en-gb&quot;&amp;gt;h&amp;lt;/Run&amp;gt;EORPA AGUS ÓN &amp;lt;Run xml:lang=&quot;en-gb&quot;&amp;gt;g&amp;lt;/Run&amp;gt;COMHAIRLE&amp;lt;Run xml:lang=&quot;en-gb&quot; xml:space=&quot;preserve&quot;&amp;gt; &amp;lt;/Run&amp;gt;MAIDIR LE &amp;lt;Run xml:lang=&quot;en-gb&quot;&amp;gt;h&amp;lt;/Run&amp;gt;AITHEANTAS FRITHPHÁIRTEACH A THABHAIRT D'ORDUITHE CALCTHA AGUS D'ORDUITHE COIGISTÍOCHTA&amp;lt;/Paragraph&amp;gt;&amp;lt;/FlowDocument&amp;gt;&lt;/xaml&gt;_x000d__x000a_  &lt;/metadata&gt;_x000d__x000a_  &lt;metadata key=&quot;md_SubjectFootnote&quot; /&gt;_x000d__x000a_  &lt;metadata key=&quot;md_DG&quot;&gt;_x000d__x000a_    &lt;text&gt;&lt;/text&gt;_x000d__x000a_  &lt;/metadata&gt;_x000d__x000a_  &lt;metadata key=&quot;md_Initials&quot;&gt;_x000d__x000a_    &lt;text&gt;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8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 /&gt;_x000d__x000a_  &lt;metadata key=&quot;md_NB1&quot; /&gt;_x000d__x000a_  &lt;metadata key=&quot;md_NB2&quot; /&gt;_x000d__x000a_  &lt;metadata key=&quot;md_NB3&quot; /&gt;_x000d__x000a_  &lt;metadata key=&quot;md_NB4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  &lt;metadata key=&quot;md_InstFrSubWordmark&quot;&gt;_x000d__x000a_    &lt;xaml text=&quot;&quot;&gt;&amp;lt;FlowDocument FontFamily=&quot;Arial Unicode MS&quot; FontSize=&quot;12&quot; AllowDrop=&quot;False&quot; xmlns=&quot;http://schemas.microsoft.com/winfx/2006/xaml/presentation&quot; /&amp;gt;&lt;/xaml&gt;_x000d__x000a_  &lt;/metadata&gt;_x000d__x000a_  &lt;metadata key=&quot;md_WorkflowLinkStatus&quot;&gt;_x000d__x000a_    &lt;text&gt;&lt;/text&gt;_x000d__x000a_  &lt;/metadata&gt;_x000d__x000a_  &lt;metadata key=&quot;md_Caveat&quot;&gt;_x000d__x000a_    &lt;text&gt;&lt;/text&gt;_x000d__x000a_  &lt;/metadata&gt;_x000d__x000a_&lt;/metadataset&gt;"/>
    <w:docVar w:name="DW_AutoOpen" w:val="True"/>
    <w:docVar w:name="DW_DocType" w:val="DW_LEGACTS"/>
    <w:docVar w:name="VSSDB_IniPath" w:val="\\at100\user\wovo\SEILEG\vss\srcsafe.ini"/>
    <w:docVar w:name="VSSDB_ProjectPath" w:val="$/DocuWrite/DOT/DW_LEGACTS"/>
  </w:docVars>
  <w:rsids>
    <w:rsidRoot w:val="005C07F1"/>
    <w:rsid w:val="00001EAE"/>
    <w:rsid w:val="00036B23"/>
    <w:rsid w:val="00052E27"/>
    <w:rsid w:val="000B2C34"/>
    <w:rsid w:val="00130EF8"/>
    <w:rsid w:val="00135BF3"/>
    <w:rsid w:val="00157929"/>
    <w:rsid w:val="001B6385"/>
    <w:rsid w:val="001D4215"/>
    <w:rsid w:val="001E5EFE"/>
    <w:rsid w:val="00225932"/>
    <w:rsid w:val="0023228A"/>
    <w:rsid w:val="00297764"/>
    <w:rsid w:val="002B52C0"/>
    <w:rsid w:val="002C1C11"/>
    <w:rsid w:val="003617EF"/>
    <w:rsid w:val="003B4D41"/>
    <w:rsid w:val="003D09AE"/>
    <w:rsid w:val="00471AE6"/>
    <w:rsid w:val="004869E2"/>
    <w:rsid w:val="004A0C0E"/>
    <w:rsid w:val="004D52CA"/>
    <w:rsid w:val="00503954"/>
    <w:rsid w:val="0058650B"/>
    <w:rsid w:val="00586684"/>
    <w:rsid w:val="005B2C33"/>
    <w:rsid w:val="005C07F1"/>
    <w:rsid w:val="00631409"/>
    <w:rsid w:val="006563A4"/>
    <w:rsid w:val="007104D1"/>
    <w:rsid w:val="007719F5"/>
    <w:rsid w:val="00780393"/>
    <w:rsid w:val="007B7DF1"/>
    <w:rsid w:val="007E1664"/>
    <w:rsid w:val="007F1A77"/>
    <w:rsid w:val="00801DB4"/>
    <w:rsid w:val="008513DF"/>
    <w:rsid w:val="00936DA5"/>
    <w:rsid w:val="00970E03"/>
    <w:rsid w:val="00993CBA"/>
    <w:rsid w:val="009B0D0C"/>
    <w:rsid w:val="009C0126"/>
    <w:rsid w:val="009C1085"/>
    <w:rsid w:val="009F5BD5"/>
    <w:rsid w:val="00A27217"/>
    <w:rsid w:val="00A63FD6"/>
    <w:rsid w:val="00AA5DAD"/>
    <w:rsid w:val="00BA0DB1"/>
    <w:rsid w:val="00BD23BC"/>
    <w:rsid w:val="00BD61EA"/>
    <w:rsid w:val="00C3317E"/>
    <w:rsid w:val="00C378B0"/>
    <w:rsid w:val="00C4155F"/>
    <w:rsid w:val="00C85EC7"/>
    <w:rsid w:val="00C86D89"/>
    <w:rsid w:val="00C977E5"/>
    <w:rsid w:val="00CB1103"/>
    <w:rsid w:val="00D33238"/>
    <w:rsid w:val="00DB614F"/>
    <w:rsid w:val="00DB68BF"/>
    <w:rsid w:val="00E20E2B"/>
    <w:rsid w:val="00E34643"/>
    <w:rsid w:val="00E34B6C"/>
    <w:rsid w:val="00E370B7"/>
    <w:rsid w:val="00E52E6E"/>
    <w:rsid w:val="00E90C59"/>
    <w:rsid w:val="00EC27C2"/>
    <w:rsid w:val="00F9040B"/>
    <w:rsid w:val="00FE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9ADC4"/>
  <w15:docId w15:val="{BA41C320-E60E-4801-A62A-42D40768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</w:pPr>
    <w:rPr>
      <w:rFonts w:ascii="Times New Roman" w:hAnsi="Times New Roman" w:cs="Times New Roman"/>
      <w:sz w:val="24"/>
      <w:lang w:val="ga-IE"/>
    </w:rPr>
  </w:style>
  <w:style w:type="paragraph" w:styleId="Heading1">
    <w:name w:val="heading 1"/>
    <w:basedOn w:val="Normal"/>
    <w:next w:val="Text1"/>
    <w:link w:val="Heading1Char"/>
    <w:uiPriority w:val="9"/>
    <w:qFormat/>
    <w:rsid w:val="004D52CA"/>
    <w:pPr>
      <w:keepNext/>
      <w:numPr>
        <w:numId w:val="3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4D52CA"/>
    <w:pPr>
      <w:keepNext/>
      <w:numPr>
        <w:ilvl w:val="1"/>
        <w:numId w:val="3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4D52CA"/>
    <w:pPr>
      <w:keepNext/>
      <w:numPr>
        <w:ilvl w:val="2"/>
        <w:numId w:val="3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4D52CA"/>
    <w:pPr>
      <w:keepNext/>
      <w:numPr>
        <w:ilvl w:val="3"/>
        <w:numId w:val="3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Normal"/>
    <w:link w:val="Heading5Char"/>
    <w:qFormat/>
    <w:rsid w:val="00C977E5"/>
    <w:pPr>
      <w:numPr>
        <w:ilvl w:val="4"/>
        <w:numId w:val="7"/>
      </w:numPr>
      <w:spacing w:before="240" w:after="60" w:line="240" w:lineRule="auto"/>
      <w:outlineLvl w:val="4"/>
    </w:pPr>
    <w:rPr>
      <w:rFonts w:eastAsia="Times New Roman"/>
      <w:szCs w:val="20"/>
      <w:lang w:val="en-US" w:eastAsia="fr-FR"/>
    </w:rPr>
  </w:style>
  <w:style w:type="paragraph" w:styleId="Heading6">
    <w:name w:val="heading 6"/>
    <w:basedOn w:val="Normal"/>
    <w:next w:val="Normal"/>
    <w:link w:val="Heading6Char"/>
    <w:qFormat/>
    <w:rsid w:val="00C977E5"/>
    <w:pPr>
      <w:widowControl w:val="0"/>
      <w:spacing w:before="240" w:after="60" w:line="240" w:lineRule="auto"/>
      <w:outlineLvl w:val="5"/>
    </w:pPr>
    <w:rPr>
      <w:rFonts w:eastAsia="Times New Roman"/>
      <w:i/>
      <w:sz w:val="22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C977E5"/>
    <w:pPr>
      <w:widowControl w:val="0"/>
      <w:spacing w:before="240" w:after="60" w:line="240" w:lineRule="auto"/>
      <w:outlineLvl w:val="6"/>
    </w:pPr>
    <w:rPr>
      <w:rFonts w:ascii="Arial" w:eastAsia="Times New Roman" w:hAnsi="Arial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C977E5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C977E5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uncilLarge">
    <w:name w:val="Header Council Large"/>
    <w:basedOn w:val="Normal"/>
    <w:link w:val="HeaderCouncilLargeChar"/>
    <w:rsid w:val="005C07F1"/>
    <w:pPr>
      <w:spacing w:before="0" w:after="440"/>
    </w:pPr>
    <w:rPr>
      <w:sz w:val="2"/>
    </w:rPr>
  </w:style>
  <w:style w:type="character" w:customStyle="1" w:styleId="LignefinalChar">
    <w:name w:val="Ligne final Char"/>
    <w:basedOn w:val="DefaultParagraphFont"/>
    <w:rsid w:val="005C07F1"/>
    <w:rPr>
      <w:rFonts w:ascii="Times New Roman" w:hAnsi="Times New Roman" w:cs="Times New Roman"/>
      <w:b/>
      <w:sz w:val="24"/>
      <w:lang w:val="ga-IE"/>
    </w:rPr>
  </w:style>
  <w:style w:type="character" w:customStyle="1" w:styleId="HeaderCouncilLargeChar">
    <w:name w:val="Header Council Large Char"/>
    <w:basedOn w:val="LignefinalChar"/>
    <w:link w:val="HeaderCouncilLarge"/>
    <w:rsid w:val="005C07F1"/>
    <w:rPr>
      <w:rFonts w:ascii="Times New Roman" w:hAnsi="Times New Roman" w:cs="Times New Roman"/>
      <w:b w:val="0"/>
      <w:sz w:val="2"/>
      <w:lang w:val="ga-IE"/>
    </w:rPr>
  </w:style>
  <w:style w:type="paragraph" w:customStyle="1" w:styleId="FooterText">
    <w:name w:val="Footer Text"/>
    <w:basedOn w:val="Normal"/>
    <w:rsid w:val="005C07F1"/>
    <w:pPr>
      <w:spacing w:before="0" w:after="0" w:line="240" w:lineRule="auto"/>
    </w:pPr>
    <w:rPr>
      <w:rFonts w:eastAsia="Times New Roman"/>
      <w:szCs w:val="24"/>
      <w:lang w:val="en-GB"/>
    </w:rPr>
  </w:style>
  <w:style w:type="character" w:styleId="PlaceholderText">
    <w:name w:val="Placeholder Text"/>
    <w:basedOn w:val="DefaultParagraphFont"/>
    <w:uiPriority w:val="99"/>
    <w:rsid w:val="005C07F1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C977E5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C977E5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C977E5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C977E5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C977E5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character" w:customStyle="1" w:styleId="HideTWBExt">
    <w:name w:val="HideTWBExt"/>
    <w:rsid w:val="00C977E5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C977E5"/>
    <w:pPr>
      <w:widowControl w:val="0"/>
      <w:spacing w:before="240" w:after="240" w:line="240" w:lineRule="auto"/>
    </w:pPr>
    <w:rPr>
      <w:rFonts w:eastAsia="Times New Roman"/>
      <w:szCs w:val="20"/>
      <w:lang w:val="en-GB" w:eastAsia="en-GB"/>
    </w:rPr>
  </w:style>
  <w:style w:type="paragraph" w:customStyle="1" w:styleId="Footer2">
    <w:name w:val="Footer2"/>
    <w:basedOn w:val="Normal"/>
    <w:rsid w:val="00C977E5"/>
    <w:pPr>
      <w:tabs>
        <w:tab w:val="right" w:pos="9921"/>
      </w:tabs>
      <w:spacing w:before="0" w:after="240" w:line="240" w:lineRule="auto"/>
      <w:ind w:left="-850" w:right="-850"/>
    </w:pPr>
    <w:rPr>
      <w:rFonts w:ascii="Arial" w:eastAsia="Times New Roman" w:hAnsi="Arial" w:cs="Arial"/>
      <w:b/>
      <w:sz w:val="48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qFormat/>
    <w:rsid w:val="00C977E5"/>
    <w:pPr>
      <w:widowControl w:val="0"/>
      <w:spacing w:before="0" w:after="240" w:line="240" w:lineRule="auto"/>
    </w:pPr>
    <w:rPr>
      <w:rFonts w:eastAsia="Times New Roman"/>
      <w:szCs w:val="20"/>
      <w:lang w:val="en-GB" w:eastAsia="en-GB"/>
    </w:rPr>
  </w:style>
  <w:style w:type="paragraph" w:customStyle="1" w:styleId="TOCPage">
    <w:name w:val="TOC Page"/>
    <w:basedOn w:val="Normal12"/>
    <w:next w:val="TOC1"/>
    <w:rsid w:val="00C977E5"/>
    <w:pPr>
      <w:keepNext/>
      <w:jc w:val="right"/>
    </w:pPr>
    <w:rPr>
      <w:rFonts w:ascii="Arial" w:hAnsi="Arial"/>
      <w:b/>
    </w:rPr>
  </w:style>
  <w:style w:type="character" w:customStyle="1" w:styleId="HideTWBInt">
    <w:name w:val="HideTWBInt"/>
    <w:rsid w:val="00C977E5"/>
    <w:rPr>
      <w:vanish/>
      <w:color w:val="808080"/>
    </w:rPr>
  </w:style>
  <w:style w:type="paragraph" w:customStyle="1" w:styleId="TableofEntries">
    <w:name w:val="Table of Entries"/>
    <w:basedOn w:val="Normal12"/>
    <w:rsid w:val="00C977E5"/>
    <w:pPr>
      <w:widowControl/>
      <w:tabs>
        <w:tab w:val="right" w:leader="dot" w:pos="9072"/>
      </w:tabs>
      <w:jc w:val="both"/>
    </w:pPr>
  </w:style>
  <w:style w:type="paragraph" w:customStyle="1" w:styleId="Normal6">
    <w:name w:val="Normal6"/>
    <w:basedOn w:val="Normal"/>
    <w:link w:val="Normal6Char"/>
    <w:uiPriority w:val="99"/>
    <w:rsid w:val="00C977E5"/>
    <w:pPr>
      <w:widowControl w:val="0"/>
      <w:spacing w:before="0" w:line="240" w:lineRule="auto"/>
    </w:pPr>
    <w:rPr>
      <w:rFonts w:eastAsia="Times New Roman"/>
      <w:szCs w:val="20"/>
      <w:lang w:val="en-GB" w:eastAsia="en-GB"/>
    </w:rPr>
  </w:style>
  <w:style w:type="paragraph" w:customStyle="1" w:styleId="PageHeading">
    <w:name w:val="PageHeading"/>
    <w:basedOn w:val="Normal12a12b"/>
    <w:rsid w:val="00C977E5"/>
    <w:pPr>
      <w:keepNext/>
      <w:jc w:val="center"/>
    </w:pPr>
    <w:rPr>
      <w:rFonts w:ascii="Arial" w:hAnsi="Arial"/>
      <w:b/>
    </w:rPr>
  </w:style>
  <w:style w:type="paragraph" w:customStyle="1" w:styleId="Normal12Bold">
    <w:name w:val="Normal12Bold"/>
    <w:basedOn w:val="Normal12"/>
    <w:rsid w:val="00C977E5"/>
    <w:rPr>
      <w:b/>
    </w:rPr>
  </w:style>
  <w:style w:type="paragraph" w:customStyle="1" w:styleId="Normal12Hanging">
    <w:name w:val="Normal12Hanging"/>
    <w:basedOn w:val="Normal12"/>
    <w:rsid w:val="00C977E5"/>
    <w:pPr>
      <w:ind w:left="567" w:hanging="567"/>
    </w:pPr>
  </w:style>
  <w:style w:type="paragraph" w:customStyle="1" w:styleId="CoverBold">
    <w:name w:val="CoverBold"/>
    <w:basedOn w:val="CoverNormal"/>
    <w:rsid w:val="00C977E5"/>
    <w:rPr>
      <w:b/>
    </w:rPr>
  </w:style>
  <w:style w:type="paragraph" w:customStyle="1" w:styleId="Normal24">
    <w:name w:val="Normal24"/>
    <w:basedOn w:val="Normal"/>
    <w:rsid w:val="00C977E5"/>
    <w:pPr>
      <w:widowControl w:val="0"/>
      <w:spacing w:before="0" w:after="480" w:line="240" w:lineRule="auto"/>
    </w:pPr>
    <w:rPr>
      <w:rFonts w:eastAsia="Times New Roman"/>
      <w:szCs w:val="20"/>
      <w:lang w:val="en-GB" w:eastAsia="en-GB"/>
    </w:rPr>
  </w:style>
  <w:style w:type="paragraph" w:customStyle="1" w:styleId="Cover12">
    <w:name w:val="Cover12"/>
    <w:basedOn w:val="Normal12"/>
    <w:rsid w:val="00C977E5"/>
    <w:pPr>
      <w:ind w:left="1418"/>
    </w:pPr>
  </w:style>
  <w:style w:type="paragraph" w:customStyle="1" w:styleId="Cover24">
    <w:name w:val="Cover24"/>
    <w:basedOn w:val="Normal24"/>
    <w:rsid w:val="00C977E5"/>
    <w:pPr>
      <w:ind w:left="1418"/>
    </w:pPr>
  </w:style>
  <w:style w:type="paragraph" w:customStyle="1" w:styleId="CoverNormal">
    <w:name w:val="CoverNormal"/>
    <w:basedOn w:val="Normal"/>
    <w:rsid w:val="00C977E5"/>
    <w:pPr>
      <w:widowControl w:val="0"/>
      <w:spacing w:before="0" w:after="0" w:line="240" w:lineRule="auto"/>
      <w:ind w:left="1418"/>
    </w:pPr>
    <w:rPr>
      <w:rFonts w:eastAsia="Times New Roman"/>
      <w:szCs w:val="20"/>
      <w:lang w:val="en-GB" w:eastAsia="en-GB"/>
    </w:rPr>
  </w:style>
  <w:style w:type="paragraph" w:customStyle="1" w:styleId="EntPE">
    <w:name w:val="EntPE"/>
    <w:basedOn w:val="Normal12"/>
    <w:rsid w:val="00C977E5"/>
    <w:pPr>
      <w:jc w:val="center"/>
    </w:pPr>
    <w:rPr>
      <w:sz w:val="56"/>
    </w:rPr>
  </w:style>
  <w:style w:type="paragraph" w:customStyle="1" w:styleId="Normal36Bold">
    <w:name w:val="Normal36Bold"/>
    <w:basedOn w:val="Normal"/>
    <w:rsid w:val="00C977E5"/>
    <w:pPr>
      <w:widowControl w:val="0"/>
      <w:spacing w:before="0" w:after="720" w:line="240" w:lineRule="auto"/>
    </w:pPr>
    <w:rPr>
      <w:rFonts w:eastAsia="Times New Roman"/>
      <w:b/>
      <w:szCs w:val="20"/>
      <w:lang w:val="en-GB" w:eastAsia="en-GB"/>
    </w:rPr>
  </w:style>
  <w:style w:type="paragraph" w:customStyle="1" w:styleId="RefProc">
    <w:name w:val="RefProc"/>
    <w:basedOn w:val="Normal"/>
    <w:rsid w:val="00C977E5"/>
    <w:pPr>
      <w:widowControl w:val="0"/>
      <w:spacing w:before="0" w:after="0" w:line="240" w:lineRule="auto"/>
      <w:jc w:val="right"/>
    </w:pPr>
    <w:rPr>
      <w:rFonts w:ascii="Arial" w:eastAsia="Times New Roman" w:hAnsi="Arial"/>
      <w:b/>
      <w:caps/>
      <w:szCs w:val="20"/>
      <w:lang w:val="en-GB" w:eastAsia="en-GB"/>
    </w:rPr>
  </w:style>
  <w:style w:type="paragraph" w:customStyle="1" w:styleId="RefStatus">
    <w:name w:val="RefStatus"/>
    <w:basedOn w:val="Normal"/>
    <w:rsid w:val="00C977E5"/>
    <w:pPr>
      <w:widowControl w:val="0"/>
      <w:spacing w:before="0" w:after="0" w:line="240" w:lineRule="auto"/>
      <w:jc w:val="right"/>
    </w:pPr>
    <w:rPr>
      <w:rFonts w:ascii="Arial" w:eastAsia="Times New Roman" w:hAnsi="Arial"/>
      <w:caps/>
      <w:szCs w:val="20"/>
      <w:lang w:val="en-GB" w:eastAsia="en-GB"/>
    </w:rPr>
  </w:style>
  <w:style w:type="paragraph" w:customStyle="1" w:styleId="RefVer">
    <w:name w:val="RefVer"/>
    <w:basedOn w:val="Normal12"/>
    <w:rsid w:val="00C977E5"/>
    <w:pPr>
      <w:jc w:val="right"/>
    </w:pPr>
    <w:rPr>
      <w:rFonts w:ascii="Arial" w:hAnsi="Arial"/>
    </w:rPr>
  </w:style>
  <w:style w:type="paragraph" w:customStyle="1" w:styleId="Term">
    <w:name w:val="Term"/>
    <w:basedOn w:val="Normal"/>
    <w:rsid w:val="00C977E5"/>
    <w:pPr>
      <w:widowControl w:val="0"/>
      <w:spacing w:before="0" w:after="0" w:line="240" w:lineRule="auto"/>
      <w:jc w:val="center"/>
    </w:pPr>
    <w:rPr>
      <w:rFonts w:eastAsia="Times New Roman"/>
      <w:i/>
      <w:sz w:val="28"/>
      <w:szCs w:val="20"/>
      <w:lang w:val="en-GB" w:eastAsia="en-GB"/>
    </w:rPr>
  </w:style>
  <w:style w:type="paragraph" w:customStyle="1" w:styleId="ZDateRes">
    <w:name w:val="ZDateRes"/>
    <w:basedOn w:val="Normal"/>
    <w:rsid w:val="00C977E5"/>
    <w:pPr>
      <w:widowControl w:val="0"/>
      <w:tabs>
        <w:tab w:val="right" w:pos="9072"/>
      </w:tabs>
      <w:spacing w:before="1920" w:after="1200" w:line="240" w:lineRule="auto"/>
    </w:pPr>
    <w:rPr>
      <w:rFonts w:eastAsia="Times New Roman"/>
      <w:szCs w:val="20"/>
      <w:lang w:val="en-GB" w:eastAsia="en-GB"/>
    </w:rPr>
  </w:style>
  <w:style w:type="table" w:styleId="TableGrid">
    <w:name w:val="Table Grid"/>
    <w:basedOn w:val="TableNormal"/>
    <w:rsid w:val="00C97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SessionDoc">
    <w:name w:val="ZSessionDoc"/>
    <w:basedOn w:val="Normal"/>
    <w:next w:val="Normal"/>
    <w:rsid w:val="00C977E5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val="en-GB" w:eastAsia="en-GB"/>
    </w:rPr>
  </w:style>
  <w:style w:type="paragraph" w:customStyle="1" w:styleId="LineTop">
    <w:name w:val="LineTop"/>
    <w:basedOn w:val="Normal"/>
    <w:next w:val="ZSessionDoc"/>
    <w:rsid w:val="00C977E5"/>
    <w:pPr>
      <w:widowControl w:val="0"/>
      <w:pBdr>
        <w:top w:val="single" w:sz="4" w:space="1" w:color="auto"/>
      </w:pBdr>
      <w:spacing w:before="0" w:after="0" w:line="240" w:lineRule="auto"/>
      <w:jc w:val="center"/>
    </w:pPr>
    <w:rPr>
      <w:rFonts w:ascii="Arial" w:eastAsia="Times New Roman" w:hAnsi="Arial"/>
      <w:sz w:val="16"/>
      <w:szCs w:val="16"/>
      <w:lang w:val="fr-FR" w:eastAsia="en-GB"/>
    </w:rPr>
  </w:style>
  <w:style w:type="paragraph" w:customStyle="1" w:styleId="LineBottom">
    <w:name w:val="LineBottom"/>
    <w:basedOn w:val="Normal"/>
    <w:next w:val="Normal"/>
    <w:rsid w:val="00C977E5"/>
    <w:pPr>
      <w:widowControl w:val="0"/>
      <w:pBdr>
        <w:bottom w:val="single" w:sz="4" w:space="1" w:color="auto"/>
      </w:pBdr>
      <w:spacing w:before="0" w:after="240" w:line="240" w:lineRule="auto"/>
      <w:jc w:val="center"/>
    </w:pPr>
    <w:rPr>
      <w:rFonts w:ascii="Arial" w:eastAsia="Times New Roman" w:hAnsi="Arial"/>
      <w:sz w:val="16"/>
      <w:szCs w:val="16"/>
      <w:lang w:val="en-GB" w:eastAsia="en-GB"/>
    </w:rPr>
  </w:style>
  <w:style w:type="paragraph" w:customStyle="1" w:styleId="PELeft">
    <w:name w:val="PELeft"/>
    <w:basedOn w:val="Normal"/>
    <w:rsid w:val="00C977E5"/>
    <w:pPr>
      <w:widowControl w:val="0"/>
      <w:spacing w:before="40" w:after="40" w:line="240" w:lineRule="auto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PERight">
    <w:name w:val="PERight"/>
    <w:basedOn w:val="Normal"/>
    <w:next w:val="Normal"/>
    <w:rsid w:val="00C977E5"/>
    <w:pPr>
      <w:widowControl w:val="0"/>
      <w:spacing w:before="0" w:after="0" w:line="240" w:lineRule="auto"/>
      <w:jc w:val="right"/>
    </w:pPr>
    <w:rPr>
      <w:rFonts w:ascii="Arial" w:eastAsia="Times New Roman" w:hAnsi="Arial" w:cs="Arial"/>
      <w:sz w:val="22"/>
      <w:lang w:val="fr-FR" w:eastAsia="en-GB"/>
    </w:rPr>
  </w:style>
  <w:style w:type="paragraph" w:customStyle="1" w:styleId="NormalBold">
    <w:name w:val="NormalBold"/>
    <w:basedOn w:val="Normal"/>
    <w:link w:val="NormalBoldChar"/>
    <w:rsid w:val="00C977E5"/>
    <w:pPr>
      <w:widowControl w:val="0"/>
      <w:spacing w:before="0" w:after="0" w:line="240" w:lineRule="auto"/>
    </w:pPr>
    <w:rPr>
      <w:rFonts w:eastAsia="Times New Roman"/>
      <w:b/>
      <w:szCs w:val="20"/>
      <w:lang w:val="en-GB" w:eastAsia="en-GB"/>
    </w:rPr>
  </w:style>
  <w:style w:type="paragraph" w:customStyle="1" w:styleId="Normal24Bold">
    <w:name w:val="Normal24Bold"/>
    <w:basedOn w:val="Normal"/>
    <w:rsid w:val="00C977E5"/>
    <w:pPr>
      <w:widowControl w:val="0"/>
      <w:spacing w:before="0" w:after="480" w:line="240" w:lineRule="auto"/>
    </w:pPr>
    <w:rPr>
      <w:rFonts w:eastAsia="Times New Roman"/>
      <w:b/>
      <w:szCs w:val="20"/>
      <w:lang w:val="en-GB" w:eastAsia="en-GB"/>
    </w:rPr>
  </w:style>
  <w:style w:type="paragraph" w:customStyle="1" w:styleId="ATHeading1">
    <w:name w:val="AT Heading 1"/>
    <w:basedOn w:val="Normal"/>
    <w:next w:val="Normal"/>
    <w:rsid w:val="00C977E5"/>
    <w:pPr>
      <w:keepNext/>
      <w:keepLines/>
      <w:spacing w:before="480" w:line="240" w:lineRule="auto"/>
      <w:outlineLvl w:val="0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2">
    <w:name w:val="AT Heading 2"/>
    <w:basedOn w:val="Normal"/>
    <w:next w:val="Normal"/>
    <w:rsid w:val="00C977E5"/>
    <w:pPr>
      <w:spacing w:line="240" w:lineRule="auto"/>
      <w:outlineLvl w:val="1"/>
    </w:pPr>
    <w:rPr>
      <w:rFonts w:eastAsia="Times New Roman"/>
      <w:b/>
      <w:noProof/>
      <w:sz w:val="28"/>
      <w:szCs w:val="20"/>
      <w:lang w:val="fr-FR" w:eastAsia="fr-FR"/>
    </w:rPr>
  </w:style>
  <w:style w:type="paragraph" w:customStyle="1" w:styleId="ATHeading3">
    <w:name w:val="AT Heading 3"/>
    <w:basedOn w:val="Normal"/>
    <w:next w:val="Normal"/>
    <w:rsid w:val="00C977E5"/>
    <w:pPr>
      <w:keepNext/>
      <w:keepLines/>
      <w:spacing w:line="240" w:lineRule="auto"/>
      <w:outlineLvl w:val="2"/>
    </w:pPr>
    <w:rPr>
      <w:rFonts w:eastAsia="Times New Roman"/>
      <w:b/>
      <w:noProof/>
      <w:szCs w:val="20"/>
      <w:lang w:val="fr-FR" w:eastAsia="fr-FR"/>
    </w:rPr>
  </w:style>
  <w:style w:type="paragraph" w:customStyle="1" w:styleId="ATHeading4">
    <w:name w:val="AT Heading 4"/>
    <w:basedOn w:val="Normal"/>
    <w:next w:val="Normal"/>
    <w:rsid w:val="00C977E5"/>
    <w:pPr>
      <w:keepNext/>
      <w:keepLines/>
      <w:spacing w:line="240" w:lineRule="auto"/>
    </w:pPr>
    <w:rPr>
      <w:rFonts w:eastAsia="Times New Roman"/>
      <w:b/>
      <w:i/>
      <w:noProof/>
      <w:szCs w:val="20"/>
      <w:lang w:val="fr-FR" w:eastAsia="fr-FR"/>
    </w:rPr>
  </w:style>
  <w:style w:type="paragraph" w:customStyle="1" w:styleId="ATHeading5">
    <w:name w:val="AT Heading 5"/>
    <w:basedOn w:val="Normal"/>
    <w:next w:val="Normal"/>
    <w:rsid w:val="00C977E5"/>
    <w:pPr>
      <w:keepNext/>
      <w:keepLines/>
      <w:spacing w:line="240" w:lineRule="auto"/>
    </w:pPr>
    <w:rPr>
      <w:rFonts w:eastAsia="Times New Roman"/>
      <w:i/>
      <w:noProof/>
      <w:szCs w:val="20"/>
      <w:lang w:val="fr-FR" w:eastAsia="fr-FR"/>
    </w:rPr>
  </w:style>
  <w:style w:type="paragraph" w:customStyle="1" w:styleId="ATHeading6">
    <w:name w:val="AT Heading 6"/>
    <w:basedOn w:val="Normal"/>
    <w:next w:val="Normal"/>
    <w:rsid w:val="00C977E5"/>
    <w:pPr>
      <w:keepNext/>
      <w:keepLines/>
      <w:spacing w:line="240" w:lineRule="auto"/>
    </w:pPr>
    <w:rPr>
      <w:rFonts w:eastAsia="Times New Roman"/>
      <w:smallCaps/>
      <w:noProof/>
      <w:szCs w:val="20"/>
      <w:lang w:val="fr-FR" w:eastAsia="fr-FR"/>
    </w:rPr>
  </w:style>
  <w:style w:type="paragraph" w:customStyle="1" w:styleId="ATHeadingMotiv">
    <w:name w:val="AT Heading Motiv"/>
    <w:basedOn w:val="Normal"/>
    <w:next w:val="Normal"/>
    <w:rsid w:val="00C977E5"/>
    <w:pPr>
      <w:keepNext/>
      <w:spacing w:before="60" w:after="60" w:line="240" w:lineRule="auto"/>
      <w:jc w:val="center"/>
    </w:pPr>
    <w:rPr>
      <w:rFonts w:eastAsia="Times New Roman"/>
      <w:i/>
      <w:szCs w:val="20"/>
      <w:lang w:val="fr-FR" w:eastAsia="fr-FR"/>
    </w:rPr>
  </w:style>
  <w:style w:type="paragraph" w:customStyle="1" w:styleId="ATTOCTitle">
    <w:name w:val="AT TOC Title"/>
    <w:basedOn w:val="Normal"/>
    <w:rsid w:val="00C977E5"/>
    <w:pPr>
      <w:keepNext/>
      <w:keepLines/>
      <w:spacing w:before="0" w:after="240" w:line="240" w:lineRule="auto"/>
      <w:jc w:val="center"/>
    </w:pPr>
    <w:rPr>
      <w:rFonts w:eastAsia="Times New Roman"/>
      <w:b/>
      <w:caps/>
      <w:sz w:val="28"/>
      <w:szCs w:val="20"/>
      <w:lang w:val="fr-FR" w:eastAsia="fr-FR"/>
    </w:rPr>
  </w:style>
  <w:style w:type="paragraph" w:customStyle="1" w:styleId="Numroamendement">
    <w:name w:val="Numéro amendement"/>
    <w:basedOn w:val="Normal"/>
    <w:next w:val="Normal"/>
    <w:rsid w:val="00C977E5"/>
    <w:pPr>
      <w:widowControl w:val="0"/>
      <w:spacing w:before="0" w:after="0" w:line="240" w:lineRule="auto"/>
      <w:jc w:val="center"/>
    </w:pPr>
    <w:rPr>
      <w:rFonts w:eastAsia="Times New Roman"/>
      <w:snapToGrid w:val="0"/>
      <w:szCs w:val="20"/>
      <w:lang w:val="fr-FR"/>
    </w:rPr>
  </w:style>
  <w:style w:type="character" w:styleId="PageNumber">
    <w:name w:val="page number"/>
    <w:rsid w:val="00C977E5"/>
  </w:style>
  <w:style w:type="paragraph" w:customStyle="1" w:styleId="EPName">
    <w:name w:val="EPName"/>
    <w:basedOn w:val="Normal"/>
    <w:rsid w:val="00C977E5"/>
    <w:pPr>
      <w:widowControl w:val="0"/>
      <w:spacing w:before="80" w:after="80" w:line="240" w:lineRule="auto"/>
    </w:pPr>
    <w:rPr>
      <w:rFonts w:ascii="Arial Narrow" w:eastAsia="Times New Roman" w:hAnsi="Arial Narrow" w:cs="Arial"/>
      <w:b/>
      <w:color w:val="000000"/>
      <w:sz w:val="32"/>
      <w:lang w:val="fr-FR" w:eastAsia="en-GB"/>
    </w:rPr>
  </w:style>
  <w:style w:type="paragraph" w:customStyle="1" w:styleId="EPTerm">
    <w:name w:val="EPTerm"/>
    <w:basedOn w:val="Normal"/>
    <w:next w:val="Normal"/>
    <w:rsid w:val="00C977E5"/>
    <w:pPr>
      <w:widowControl w:val="0"/>
      <w:spacing w:before="0" w:after="80" w:line="240" w:lineRule="auto"/>
    </w:pPr>
    <w:rPr>
      <w:rFonts w:ascii="Arial" w:eastAsia="Times New Roman" w:hAnsi="Arial" w:cs="Arial"/>
      <w:sz w:val="20"/>
      <w:lang w:val="fr-FR" w:eastAsia="en-GB"/>
    </w:rPr>
  </w:style>
  <w:style w:type="paragraph" w:customStyle="1" w:styleId="EPLogo">
    <w:name w:val="EPLogo"/>
    <w:basedOn w:val="Normal"/>
    <w:qFormat/>
    <w:rsid w:val="00C977E5"/>
    <w:pPr>
      <w:widowControl w:val="0"/>
      <w:spacing w:before="0" w:after="0" w:line="240" w:lineRule="auto"/>
      <w:jc w:val="right"/>
    </w:pPr>
    <w:rPr>
      <w:rFonts w:eastAsia="Times New Roman"/>
      <w:szCs w:val="20"/>
      <w:lang w:val="en-GB" w:eastAsia="en-GB"/>
    </w:rPr>
  </w:style>
  <w:style w:type="character" w:customStyle="1" w:styleId="Normal6Char">
    <w:name w:val="Normal6 Char"/>
    <w:link w:val="Normal6"/>
    <w:uiPriority w:val="99"/>
    <w:rsid w:val="00C977E5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NormalBoldChar">
    <w:name w:val="NormalBold Char"/>
    <w:link w:val="NormalBold"/>
    <w:rsid w:val="00C977E5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C977E5"/>
    <w:pPr>
      <w:widowControl w:val="0"/>
      <w:spacing w:before="240" w:after="0" w:line="240" w:lineRule="auto"/>
    </w:pPr>
    <w:rPr>
      <w:rFonts w:eastAsia="Times New Roman"/>
      <w:i/>
      <w:szCs w:val="20"/>
      <w:lang w:val="en-GB" w:eastAsia="en-GB"/>
    </w:rPr>
  </w:style>
  <w:style w:type="paragraph" w:customStyle="1" w:styleId="CrossRef">
    <w:name w:val="CrossRef"/>
    <w:basedOn w:val="Normal"/>
    <w:rsid w:val="00C977E5"/>
    <w:pPr>
      <w:widowControl w:val="0"/>
      <w:spacing w:before="240" w:after="0" w:line="240" w:lineRule="auto"/>
      <w:jc w:val="center"/>
    </w:pPr>
    <w:rPr>
      <w:rFonts w:eastAsia="Times New Roman"/>
      <w:i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C977E5"/>
    <w:pPr>
      <w:keepNext/>
      <w:widowControl w:val="0"/>
      <w:spacing w:before="240" w:after="0" w:line="240" w:lineRule="auto"/>
      <w:jc w:val="center"/>
    </w:pPr>
    <w:rPr>
      <w:rFonts w:eastAsia="Times New Roman"/>
      <w:i/>
      <w:szCs w:val="20"/>
      <w:lang w:val="en-GB" w:eastAsia="en-GB"/>
    </w:rPr>
  </w:style>
  <w:style w:type="paragraph" w:customStyle="1" w:styleId="Normal12Centre">
    <w:name w:val="Normal12Centre"/>
    <w:basedOn w:val="Normal12"/>
    <w:rsid w:val="00C977E5"/>
    <w:pPr>
      <w:jc w:val="center"/>
    </w:pPr>
  </w:style>
  <w:style w:type="paragraph" w:customStyle="1" w:styleId="Normal12Keep">
    <w:name w:val="Normal12Keep"/>
    <w:basedOn w:val="Normal12"/>
    <w:rsid w:val="00C977E5"/>
    <w:pPr>
      <w:keepNext/>
    </w:pPr>
  </w:style>
  <w:style w:type="paragraph" w:customStyle="1" w:styleId="Normal12Tab">
    <w:name w:val="Normal12Tab"/>
    <w:basedOn w:val="Normal12"/>
    <w:rsid w:val="00C977E5"/>
    <w:pPr>
      <w:tabs>
        <w:tab w:val="left" w:pos="567"/>
      </w:tabs>
    </w:pPr>
  </w:style>
  <w:style w:type="paragraph" w:customStyle="1" w:styleId="StarsAndIs">
    <w:name w:val="StarsAndIs"/>
    <w:basedOn w:val="Normal"/>
    <w:rsid w:val="00C977E5"/>
    <w:pPr>
      <w:widowControl w:val="0"/>
      <w:spacing w:before="0" w:after="0" w:line="240" w:lineRule="auto"/>
      <w:ind w:left="1418"/>
    </w:pPr>
    <w:rPr>
      <w:rFonts w:ascii="Arial" w:eastAsia="Times New Roman" w:hAnsi="Arial"/>
      <w:b/>
      <w:sz w:val="48"/>
      <w:szCs w:val="20"/>
      <w:lang w:val="en-GB" w:eastAsia="en-GB"/>
    </w:rPr>
  </w:style>
  <w:style w:type="paragraph" w:customStyle="1" w:styleId="Lgendesigne">
    <w:name w:val="Légende signe"/>
    <w:basedOn w:val="Normal"/>
    <w:rsid w:val="00C977E5"/>
    <w:pPr>
      <w:widowControl w:val="0"/>
      <w:tabs>
        <w:tab w:val="right" w:pos="454"/>
        <w:tab w:val="left" w:pos="737"/>
      </w:tabs>
      <w:spacing w:before="0" w:after="0" w:line="240" w:lineRule="auto"/>
      <w:ind w:left="737" w:hanging="737"/>
    </w:pPr>
    <w:rPr>
      <w:rFonts w:eastAsia="Times New Roman"/>
      <w:snapToGrid w:val="0"/>
      <w:sz w:val="18"/>
      <w:szCs w:val="20"/>
      <w:lang w:val="en-GB"/>
    </w:rPr>
  </w:style>
  <w:style w:type="paragraph" w:customStyle="1" w:styleId="TypeDoc">
    <w:name w:val="TypeDoc"/>
    <w:basedOn w:val="Normal24"/>
    <w:rsid w:val="00C977E5"/>
    <w:pPr>
      <w:ind w:left="1418"/>
    </w:pPr>
    <w:rPr>
      <w:rFonts w:ascii="Arial" w:hAnsi="Arial"/>
      <w:b/>
      <w:sz w:val="48"/>
    </w:rPr>
  </w:style>
  <w:style w:type="paragraph" w:customStyle="1" w:styleId="ZDate">
    <w:name w:val="ZDate"/>
    <w:basedOn w:val="Normal"/>
    <w:rsid w:val="00C977E5"/>
    <w:pPr>
      <w:widowControl w:val="0"/>
      <w:spacing w:before="0" w:after="1200" w:line="240" w:lineRule="auto"/>
    </w:pPr>
    <w:rPr>
      <w:rFonts w:eastAsia="Times New Roman"/>
      <w:szCs w:val="20"/>
      <w:lang w:val="en-GB" w:eastAsia="en-GB"/>
    </w:rPr>
  </w:style>
  <w:style w:type="paragraph" w:customStyle="1" w:styleId="Olang">
    <w:name w:val="Olang"/>
    <w:basedOn w:val="Normal"/>
    <w:rsid w:val="00C977E5"/>
    <w:pPr>
      <w:widowControl w:val="0"/>
      <w:spacing w:before="240" w:after="240" w:line="240" w:lineRule="auto"/>
      <w:jc w:val="right"/>
    </w:pPr>
    <w:rPr>
      <w:rFonts w:eastAsia="Times New Roman"/>
      <w:noProof/>
      <w:szCs w:val="20"/>
      <w:lang w:val="en-GB" w:eastAsia="en-GB"/>
    </w:rPr>
  </w:style>
  <w:style w:type="paragraph" w:customStyle="1" w:styleId="ColumnHeading">
    <w:name w:val="ColumnHeading"/>
    <w:basedOn w:val="Normal"/>
    <w:rsid w:val="00C977E5"/>
    <w:pPr>
      <w:widowControl w:val="0"/>
      <w:spacing w:before="0" w:after="240" w:line="240" w:lineRule="auto"/>
      <w:jc w:val="center"/>
    </w:pPr>
    <w:rPr>
      <w:rFonts w:eastAsia="Times New Roman"/>
      <w:i/>
      <w:szCs w:val="20"/>
      <w:lang w:val="en-GB" w:eastAsia="en-GB"/>
    </w:rPr>
  </w:style>
  <w:style w:type="paragraph" w:customStyle="1" w:styleId="AMNumberTabs">
    <w:name w:val="AMNumberTabs"/>
    <w:basedOn w:val="Normal"/>
    <w:rsid w:val="00C977E5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eastAsia="Times New Roman"/>
      <w:b/>
      <w:szCs w:val="20"/>
      <w:lang w:val="en-GB" w:eastAsia="en-GB"/>
    </w:rPr>
  </w:style>
  <w:style w:type="paragraph" w:customStyle="1" w:styleId="NormalBold12b">
    <w:name w:val="NormalBold12b"/>
    <w:basedOn w:val="Normal"/>
    <w:link w:val="NormalBold12bChar"/>
    <w:rsid w:val="00C977E5"/>
    <w:pPr>
      <w:widowControl w:val="0"/>
      <w:spacing w:before="240" w:after="0" w:line="240" w:lineRule="auto"/>
    </w:pPr>
    <w:rPr>
      <w:rFonts w:eastAsia="Times New Roman"/>
      <w:b/>
      <w:szCs w:val="20"/>
      <w:lang w:val="en-GB" w:eastAsia="en-GB"/>
    </w:rPr>
  </w:style>
  <w:style w:type="paragraph" w:customStyle="1" w:styleId="ZCommittee">
    <w:name w:val="ZCommittee"/>
    <w:basedOn w:val="Normal"/>
    <w:next w:val="Normal"/>
    <w:rsid w:val="00C977E5"/>
    <w:pPr>
      <w:widowControl w:val="0"/>
      <w:spacing w:before="0" w:after="0" w:line="240" w:lineRule="auto"/>
      <w:jc w:val="center"/>
    </w:pPr>
    <w:rPr>
      <w:rFonts w:ascii="Arial" w:eastAsia="Times New Roman" w:hAnsi="Arial" w:cs="Arial"/>
      <w:i/>
      <w:sz w:val="22"/>
      <w:lang w:val="en-GB" w:eastAsia="en-GB"/>
    </w:rPr>
  </w:style>
  <w:style w:type="paragraph" w:customStyle="1" w:styleId="Lgendetitre">
    <w:name w:val="Légende titre"/>
    <w:basedOn w:val="Normal"/>
    <w:rsid w:val="00C977E5"/>
    <w:pPr>
      <w:widowControl w:val="0"/>
      <w:spacing w:before="240" w:after="240" w:line="240" w:lineRule="auto"/>
    </w:pPr>
    <w:rPr>
      <w:rFonts w:eastAsia="Times New Roman"/>
      <w:b/>
      <w:i/>
      <w:snapToGrid w:val="0"/>
      <w:szCs w:val="20"/>
      <w:lang w:val="en-GB"/>
    </w:rPr>
  </w:style>
  <w:style w:type="paragraph" w:customStyle="1" w:styleId="Lgendestandard">
    <w:name w:val="Légende standard"/>
    <w:basedOn w:val="Lgendesigne"/>
    <w:rsid w:val="00C977E5"/>
    <w:pPr>
      <w:ind w:left="0" w:firstLine="0"/>
    </w:pPr>
  </w:style>
  <w:style w:type="paragraph" w:styleId="NoSpacing">
    <w:name w:val="No Spacing"/>
    <w:uiPriority w:val="1"/>
    <w:qFormat/>
    <w:rsid w:val="00C977E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CommitteeAM">
    <w:name w:val="CommitteeAM"/>
    <w:basedOn w:val="Normal"/>
    <w:rsid w:val="00C977E5"/>
    <w:pPr>
      <w:widowControl w:val="0"/>
      <w:spacing w:before="240" w:after="600" w:line="240" w:lineRule="auto"/>
      <w:jc w:val="center"/>
    </w:pPr>
    <w:rPr>
      <w:rFonts w:eastAsia="Times New Roman"/>
      <w:i/>
      <w:szCs w:val="20"/>
      <w:lang w:val="en-GB" w:eastAsia="en-GB"/>
    </w:rPr>
  </w:style>
  <w:style w:type="paragraph" w:customStyle="1" w:styleId="ZDateAM">
    <w:name w:val="ZDateAM"/>
    <w:basedOn w:val="Normal"/>
    <w:rsid w:val="00C977E5"/>
    <w:pPr>
      <w:widowControl w:val="0"/>
      <w:tabs>
        <w:tab w:val="right" w:pos="9356"/>
      </w:tabs>
      <w:spacing w:before="0" w:after="480" w:line="240" w:lineRule="auto"/>
    </w:pPr>
    <w:rPr>
      <w:rFonts w:eastAsia="Times New Roman"/>
      <w:noProof/>
      <w:szCs w:val="20"/>
      <w:lang w:val="en-GB" w:eastAsia="en-GB"/>
    </w:rPr>
  </w:style>
  <w:style w:type="paragraph" w:customStyle="1" w:styleId="ProjRap">
    <w:name w:val="ProjRap"/>
    <w:basedOn w:val="Normal"/>
    <w:rsid w:val="00C977E5"/>
    <w:pPr>
      <w:widowControl w:val="0"/>
      <w:tabs>
        <w:tab w:val="right" w:pos="9356"/>
      </w:tabs>
      <w:spacing w:before="0" w:after="0" w:line="240" w:lineRule="auto"/>
    </w:pPr>
    <w:rPr>
      <w:rFonts w:eastAsia="Times New Roman"/>
      <w:b/>
      <w:noProof/>
      <w:szCs w:val="20"/>
      <w:lang w:val="en-GB" w:eastAsia="en-GB"/>
    </w:rPr>
  </w:style>
  <w:style w:type="character" w:customStyle="1" w:styleId="Normal12Char">
    <w:name w:val="Normal12 Char"/>
    <w:link w:val="Normal12"/>
    <w:locked/>
    <w:rsid w:val="00C977E5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Footer2Middle">
    <w:name w:val="Footer2Middle"/>
    <w:rsid w:val="00C977E5"/>
    <w:rPr>
      <w:rFonts w:ascii="Arial" w:cs="Arial"/>
      <w:b w:val="0"/>
      <w:i/>
      <w:color w:val="C0C0C0"/>
      <w:sz w:val="22"/>
    </w:rPr>
  </w:style>
  <w:style w:type="character" w:styleId="CommentReference">
    <w:name w:val="annotation reference"/>
    <w:uiPriority w:val="99"/>
    <w:rsid w:val="00C97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77E5"/>
    <w:pPr>
      <w:widowControl w:val="0"/>
      <w:spacing w:before="0" w:after="0" w:line="240" w:lineRule="auto"/>
    </w:pPr>
    <w:rPr>
      <w:rFonts w:eastAsia="Times New Roman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77E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977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977E5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C977E5"/>
    <w:pPr>
      <w:widowControl w:val="0"/>
      <w:spacing w:before="0" w:after="0" w:line="240" w:lineRule="auto"/>
    </w:pPr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977E5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Hyperlink">
    <w:name w:val="Hyperlink"/>
    <w:uiPriority w:val="99"/>
    <w:rsid w:val="00C977E5"/>
    <w:rPr>
      <w:color w:val="0563C1"/>
      <w:u w:val="single"/>
    </w:rPr>
  </w:style>
  <w:style w:type="character" w:customStyle="1" w:styleId="NormalBold12bChar">
    <w:name w:val="NormalBold12b Char"/>
    <w:link w:val="NormalBold12b"/>
    <w:rsid w:val="00C977E5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C977E5"/>
  </w:style>
  <w:style w:type="numbering" w:customStyle="1" w:styleId="NoList11">
    <w:name w:val="No List11"/>
    <w:next w:val="NoList"/>
    <w:uiPriority w:val="99"/>
    <w:semiHidden/>
    <w:unhideWhenUsed/>
    <w:rsid w:val="00C977E5"/>
  </w:style>
  <w:style w:type="table" w:customStyle="1" w:styleId="TableGrid1">
    <w:name w:val="Table Grid1"/>
    <w:basedOn w:val="TableNormal"/>
    <w:next w:val="TableGrid"/>
    <w:rsid w:val="00C977E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rsid w:val="00C977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PageHeadingNotTOC">
    <w:name w:val="PageHeadingNotTOC"/>
    <w:basedOn w:val="Normal"/>
    <w:rsid w:val="00C977E5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Cs w:val="20"/>
      <w:lang w:val="en-GB" w:eastAsia="en-GB"/>
    </w:rPr>
  </w:style>
  <w:style w:type="paragraph" w:customStyle="1" w:styleId="NormalTabs">
    <w:name w:val="NormalTabs"/>
    <w:basedOn w:val="Normal"/>
    <w:qFormat/>
    <w:rsid w:val="00C977E5"/>
    <w:pPr>
      <w:widowControl w:val="0"/>
      <w:tabs>
        <w:tab w:val="center" w:pos="284"/>
        <w:tab w:val="left" w:pos="426"/>
      </w:tabs>
      <w:spacing w:before="0" w:after="0" w:line="240" w:lineRule="auto"/>
    </w:pPr>
    <w:rPr>
      <w:rFonts w:eastAsia="Times New Roman"/>
      <w:snapToGrid w:val="0"/>
      <w:szCs w:val="20"/>
      <w:lang w:val="en-US"/>
    </w:rPr>
  </w:style>
  <w:style w:type="paragraph" w:customStyle="1" w:styleId="ConclusionsPA">
    <w:name w:val="ConclusionsPA"/>
    <w:basedOn w:val="Normal12"/>
    <w:rsid w:val="00C977E5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character" w:customStyle="1" w:styleId="Sup">
    <w:name w:val="Sup"/>
    <w:uiPriority w:val="99"/>
    <w:rsid w:val="00C977E5"/>
    <w:rPr>
      <w:color w:val="000000"/>
      <w:vertAlign w:val="superscript"/>
    </w:rPr>
  </w:style>
  <w:style w:type="paragraph" w:customStyle="1" w:styleId="Center">
    <w:name w:val="Center"/>
    <w:rsid w:val="00C977E5"/>
    <w:pPr>
      <w:spacing w:after="12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numbering" w:customStyle="1" w:styleId="NoList2">
    <w:name w:val="No List2"/>
    <w:next w:val="NoList"/>
    <w:uiPriority w:val="99"/>
    <w:semiHidden/>
    <w:unhideWhenUsed/>
    <w:rsid w:val="00C977E5"/>
  </w:style>
  <w:style w:type="paragraph" w:customStyle="1" w:styleId="NormalJustified">
    <w:name w:val="Normal Justified"/>
    <w:basedOn w:val="Normal"/>
    <w:rsid w:val="00C977E5"/>
    <w:pPr>
      <w:spacing w:before="200"/>
      <w:jc w:val="both"/>
    </w:pPr>
    <w:rPr>
      <w:rFonts w:eastAsia="Calibri"/>
      <w:lang w:val="en-GB"/>
    </w:rPr>
  </w:style>
  <w:style w:type="paragraph" w:customStyle="1" w:styleId="FinalLine">
    <w:name w:val="Final Line"/>
    <w:basedOn w:val="Normal"/>
    <w:next w:val="Normal"/>
    <w:rsid w:val="00C977E5"/>
    <w:pPr>
      <w:pBdr>
        <w:bottom w:val="single" w:sz="4" w:space="0" w:color="000000"/>
      </w:pBdr>
      <w:spacing w:before="360"/>
      <w:ind w:left="3400" w:right="3400"/>
      <w:jc w:val="center"/>
    </w:pPr>
    <w:rPr>
      <w:rFonts w:eastAsia="Calibri"/>
      <w:b/>
      <w:lang w:val="en-GB"/>
    </w:rPr>
  </w:style>
  <w:style w:type="paragraph" w:customStyle="1" w:styleId="FinalLineLandscape">
    <w:name w:val="Final Line (Landscape)"/>
    <w:basedOn w:val="Normal"/>
    <w:next w:val="Normal"/>
    <w:rsid w:val="00C977E5"/>
    <w:pPr>
      <w:pBdr>
        <w:bottom w:val="single" w:sz="4" w:space="0" w:color="000000"/>
      </w:pBdr>
      <w:spacing w:before="360"/>
      <w:ind w:left="5868" w:right="5868"/>
      <w:jc w:val="center"/>
    </w:pPr>
    <w:rPr>
      <w:rFonts w:eastAsia="Calibri"/>
      <w:b/>
      <w:lang w:val="en-GB"/>
    </w:rPr>
  </w:style>
  <w:style w:type="paragraph" w:customStyle="1" w:styleId="Text5">
    <w:name w:val="Text 5"/>
    <w:basedOn w:val="Normal"/>
    <w:rsid w:val="00C977E5"/>
    <w:pPr>
      <w:ind w:left="2835"/>
    </w:pPr>
    <w:rPr>
      <w:rFonts w:eastAsia="Calibri"/>
      <w:lang w:val="en-GB"/>
    </w:rPr>
  </w:style>
  <w:style w:type="paragraph" w:customStyle="1" w:styleId="Text6">
    <w:name w:val="Text 6"/>
    <w:basedOn w:val="Normal"/>
    <w:rsid w:val="00C977E5"/>
    <w:pPr>
      <w:ind w:left="3402"/>
    </w:pPr>
    <w:rPr>
      <w:rFonts w:eastAsia="Calibri"/>
      <w:lang w:val="en-GB"/>
    </w:rPr>
  </w:style>
  <w:style w:type="paragraph" w:customStyle="1" w:styleId="PointManual">
    <w:name w:val="Point Manual"/>
    <w:basedOn w:val="Normal"/>
    <w:rsid w:val="00C977E5"/>
    <w:pPr>
      <w:ind w:left="567" w:hanging="567"/>
    </w:pPr>
    <w:rPr>
      <w:rFonts w:eastAsia="Calibri"/>
      <w:lang w:val="en-GB"/>
    </w:rPr>
  </w:style>
  <w:style w:type="paragraph" w:customStyle="1" w:styleId="PointManual1">
    <w:name w:val="Point Manual (1)"/>
    <w:basedOn w:val="Normal"/>
    <w:rsid w:val="00C977E5"/>
    <w:pPr>
      <w:ind w:left="1134" w:hanging="567"/>
    </w:pPr>
    <w:rPr>
      <w:rFonts w:eastAsia="Calibri"/>
      <w:lang w:val="en-GB"/>
    </w:rPr>
  </w:style>
  <w:style w:type="paragraph" w:customStyle="1" w:styleId="PointManual2">
    <w:name w:val="Point Manual (2)"/>
    <w:basedOn w:val="Normal"/>
    <w:rsid w:val="00C977E5"/>
    <w:pPr>
      <w:ind w:left="1701" w:hanging="567"/>
    </w:pPr>
    <w:rPr>
      <w:rFonts w:eastAsia="Calibri"/>
      <w:lang w:val="en-GB"/>
    </w:rPr>
  </w:style>
  <w:style w:type="paragraph" w:customStyle="1" w:styleId="PointManual3">
    <w:name w:val="Point Manual (3)"/>
    <w:basedOn w:val="Normal"/>
    <w:rsid w:val="00C977E5"/>
    <w:pPr>
      <w:ind w:left="2268" w:hanging="567"/>
    </w:pPr>
    <w:rPr>
      <w:rFonts w:eastAsia="Calibri"/>
      <w:lang w:val="en-GB"/>
    </w:rPr>
  </w:style>
  <w:style w:type="paragraph" w:customStyle="1" w:styleId="PointManual4">
    <w:name w:val="Point Manual (4)"/>
    <w:basedOn w:val="Normal"/>
    <w:rsid w:val="00C977E5"/>
    <w:pPr>
      <w:ind w:left="2835" w:hanging="567"/>
    </w:pPr>
    <w:rPr>
      <w:rFonts w:eastAsia="Calibri"/>
      <w:lang w:val="en-GB"/>
    </w:rPr>
  </w:style>
  <w:style w:type="paragraph" w:customStyle="1" w:styleId="PointDoubleManual">
    <w:name w:val="Point Double Manual"/>
    <w:basedOn w:val="Normal"/>
    <w:rsid w:val="00C977E5"/>
    <w:pPr>
      <w:tabs>
        <w:tab w:val="left" w:pos="567"/>
      </w:tabs>
      <w:ind w:left="1134" w:hanging="1134"/>
    </w:pPr>
    <w:rPr>
      <w:rFonts w:eastAsia="Calibri"/>
      <w:lang w:val="en-GB"/>
    </w:rPr>
  </w:style>
  <w:style w:type="paragraph" w:customStyle="1" w:styleId="PointDoubleManual1">
    <w:name w:val="Point Double Manual (1)"/>
    <w:basedOn w:val="Normal"/>
    <w:rsid w:val="00C977E5"/>
    <w:pPr>
      <w:tabs>
        <w:tab w:val="left" w:pos="1134"/>
      </w:tabs>
      <w:ind w:left="1701" w:hanging="1134"/>
    </w:pPr>
    <w:rPr>
      <w:rFonts w:eastAsia="Calibri"/>
      <w:lang w:val="en-GB"/>
    </w:rPr>
  </w:style>
  <w:style w:type="paragraph" w:customStyle="1" w:styleId="PointDoubleManual2">
    <w:name w:val="Point Double Manual (2)"/>
    <w:basedOn w:val="Normal"/>
    <w:rsid w:val="00C977E5"/>
    <w:pPr>
      <w:tabs>
        <w:tab w:val="left" w:pos="1701"/>
      </w:tabs>
      <w:ind w:left="2268" w:hanging="1134"/>
    </w:pPr>
    <w:rPr>
      <w:rFonts w:eastAsia="Calibri"/>
      <w:lang w:val="en-GB"/>
    </w:rPr>
  </w:style>
  <w:style w:type="paragraph" w:customStyle="1" w:styleId="PointDoubleManual3">
    <w:name w:val="Point Double Manual (3)"/>
    <w:basedOn w:val="Normal"/>
    <w:rsid w:val="00C977E5"/>
    <w:pPr>
      <w:tabs>
        <w:tab w:val="left" w:pos="2268"/>
      </w:tabs>
      <w:ind w:left="2835" w:hanging="1134"/>
    </w:pPr>
    <w:rPr>
      <w:rFonts w:eastAsia="Calibri"/>
      <w:lang w:val="en-GB"/>
    </w:rPr>
  </w:style>
  <w:style w:type="paragraph" w:customStyle="1" w:styleId="PointDoubleManual4">
    <w:name w:val="Point Double Manual (4)"/>
    <w:basedOn w:val="Normal"/>
    <w:rsid w:val="00C977E5"/>
    <w:pPr>
      <w:tabs>
        <w:tab w:val="left" w:pos="2835"/>
      </w:tabs>
      <w:ind w:left="3402" w:hanging="1134"/>
    </w:pPr>
    <w:rPr>
      <w:rFonts w:eastAsia="Calibri"/>
      <w:lang w:val="en-GB"/>
    </w:rPr>
  </w:style>
  <w:style w:type="paragraph" w:customStyle="1" w:styleId="Pointabc">
    <w:name w:val="Point abc"/>
    <w:basedOn w:val="Normal"/>
    <w:rsid w:val="00C977E5"/>
    <w:pPr>
      <w:numPr>
        <w:ilvl w:val="1"/>
        <w:numId w:val="19"/>
      </w:numPr>
      <w:tabs>
        <w:tab w:val="clear" w:pos="567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abc1">
    <w:name w:val="Point abc (1)"/>
    <w:basedOn w:val="Normal"/>
    <w:rsid w:val="00C977E5"/>
    <w:pPr>
      <w:numPr>
        <w:ilvl w:val="3"/>
        <w:numId w:val="19"/>
      </w:numPr>
      <w:tabs>
        <w:tab w:val="clear" w:pos="1134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abc2">
    <w:name w:val="Point abc (2)"/>
    <w:basedOn w:val="Normal"/>
    <w:rsid w:val="00C977E5"/>
    <w:pPr>
      <w:numPr>
        <w:ilvl w:val="5"/>
        <w:numId w:val="19"/>
      </w:numPr>
      <w:tabs>
        <w:tab w:val="clear" w:pos="1701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abc3">
    <w:name w:val="Point abc (3)"/>
    <w:basedOn w:val="Normal"/>
    <w:rsid w:val="00C977E5"/>
    <w:pPr>
      <w:numPr>
        <w:ilvl w:val="7"/>
        <w:numId w:val="19"/>
      </w:numPr>
      <w:tabs>
        <w:tab w:val="clear" w:pos="2268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abc4">
    <w:name w:val="Point abc (4)"/>
    <w:basedOn w:val="Normal"/>
    <w:rsid w:val="00C977E5"/>
    <w:pPr>
      <w:numPr>
        <w:ilvl w:val="8"/>
        <w:numId w:val="19"/>
      </w:numPr>
      <w:tabs>
        <w:tab w:val="clear" w:pos="2835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123">
    <w:name w:val="Point 123"/>
    <w:basedOn w:val="Normal"/>
    <w:rsid w:val="00C977E5"/>
    <w:pPr>
      <w:numPr>
        <w:numId w:val="19"/>
      </w:numPr>
      <w:tabs>
        <w:tab w:val="clear" w:pos="567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1231">
    <w:name w:val="Point 123 (1)"/>
    <w:basedOn w:val="Normal"/>
    <w:rsid w:val="00C977E5"/>
    <w:pPr>
      <w:numPr>
        <w:ilvl w:val="2"/>
        <w:numId w:val="19"/>
      </w:numPr>
      <w:tabs>
        <w:tab w:val="clear" w:pos="1134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1232">
    <w:name w:val="Point 123 (2)"/>
    <w:basedOn w:val="Normal"/>
    <w:rsid w:val="00C977E5"/>
    <w:pPr>
      <w:numPr>
        <w:ilvl w:val="4"/>
        <w:numId w:val="19"/>
      </w:numPr>
      <w:tabs>
        <w:tab w:val="clear" w:pos="1701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1233">
    <w:name w:val="Point 123 (3)"/>
    <w:basedOn w:val="Normal"/>
    <w:rsid w:val="00C977E5"/>
    <w:pPr>
      <w:numPr>
        <w:ilvl w:val="6"/>
        <w:numId w:val="19"/>
      </w:numPr>
      <w:tabs>
        <w:tab w:val="clear" w:pos="2268"/>
        <w:tab w:val="num" w:pos="926"/>
      </w:tabs>
      <w:ind w:left="926" w:hanging="360"/>
    </w:pPr>
    <w:rPr>
      <w:rFonts w:eastAsia="Calibri"/>
      <w:lang w:val="en-GB"/>
    </w:rPr>
  </w:style>
  <w:style w:type="paragraph" w:customStyle="1" w:styleId="Pointivx">
    <w:name w:val="Point ivx"/>
    <w:basedOn w:val="Normal"/>
    <w:rsid w:val="00C977E5"/>
    <w:pPr>
      <w:numPr>
        <w:numId w:val="20"/>
      </w:numPr>
      <w:tabs>
        <w:tab w:val="clear" w:pos="567"/>
        <w:tab w:val="num" w:pos="1209"/>
      </w:tabs>
      <w:ind w:left="1209" w:hanging="360"/>
    </w:pPr>
    <w:rPr>
      <w:rFonts w:eastAsia="Calibri"/>
      <w:lang w:val="en-GB"/>
    </w:rPr>
  </w:style>
  <w:style w:type="paragraph" w:customStyle="1" w:styleId="Pointivx1">
    <w:name w:val="Point ivx (1)"/>
    <w:basedOn w:val="Normal"/>
    <w:rsid w:val="00C977E5"/>
    <w:pPr>
      <w:numPr>
        <w:ilvl w:val="1"/>
        <w:numId w:val="20"/>
      </w:numPr>
      <w:tabs>
        <w:tab w:val="clear" w:pos="1134"/>
        <w:tab w:val="num" w:pos="1209"/>
      </w:tabs>
      <w:ind w:left="1209" w:hanging="360"/>
    </w:pPr>
    <w:rPr>
      <w:rFonts w:eastAsia="Calibri"/>
      <w:lang w:val="en-GB"/>
    </w:rPr>
  </w:style>
  <w:style w:type="paragraph" w:customStyle="1" w:styleId="Pointivx2">
    <w:name w:val="Point ivx (2)"/>
    <w:basedOn w:val="Normal"/>
    <w:rsid w:val="00C977E5"/>
    <w:pPr>
      <w:numPr>
        <w:ilvl w:val="2"/>
        <w:numId w:val="20"/>
      </w:numPr>
      <w:tabs>
        <w:tab w:val="clear" w:pos="1701"/>
        <w:tab w:val="num" w:pos="1209"/>
      </w:tabs>
      <w:ind w:left="1209" w:hanging="360"/>
    </w:pPr>
    <w:rPr>
      <w:rFonts w:eastAsia="Calibri"/>
      <w:lang w:val="en-GB"/>
    </w:rPr>
  </w:style>
  <w:style w:type="paragraph" w:customStyle="1" w:styleId="Pointivx3">
    <w:name w:val="Point ivx (3)"/>
    <w:basedOn w:val="Normal"/>
    <w:rsid w:val="00C977E5"/>
    <w:pPr>
      <w:numPr>
        <w:ilvl w:val="3"/>
        <w:numId w:val="20"/>
      </w:numPr>
      <w:tabs>
        <w:tab w:val="clear" w:pos="2268"/>
        <w:tab w:val="num" w:pos="1209"/>
      </w:tabs>
      <w:ind w:left="1209" w:hanging="360"/>
    </w:pPr>
    <w:rPr>
      <w:rFonts w:eastAsia="Calibri"/>
      <w:lang w:val="en-GB"/>
    </w:rPr>
  </w:style>
  <w:style w:type="paragraph" w:customStyle="1" w:styleId="Pointivx4">
    <w:name w:val="Point ivx (4)"/>
    <w:basedOn w:val="Normal"/>
    <w:rsid w:val="00C977E5"/>
    <w:pPr>
      <w:numPr>
        <w:ilvl w:val="4"/>
        <w:numId w:val="20"/>
      </w:numPr>
      <w:tabs>
        <w:tab w:val="clear" w:pos="2835"/>
        <w:tab w:val="num" w:pos="1209"/>
      </w:tabs>
      <w:ind w:left="1209" w:hanging="360"/>
    </w:pPr>
    <w:rPr>
      <w:rFonts w:eastAsia="Calibri"/>
      <w:lang w:val="en-GB"/>
    </w:rPr>
  </w:style>
  <w:style w:type="paragraph" w:customStyle="1" w:styleId="Bullet">
    <w:name w:val="Bullet"/>
    <w:basedOn w:val="Normal"/>
    <w:rsid w:val="00C977E5"/>
    <w:pPr>
      <w:numPr>
        <w:numId w:val="18"/>
      </w:numPr>
      <w:tabs>
        <w:tab w:val="clear" w:pos="567"/>
        <w:tab w:val="num" w:pos="360"/>
      </w:tabs>
      <w:ind w:left="360" w:hanging="360"/>
    </w:pPr>
    <w:rPr>
      <w:rFonts w:eastAsia="Calibri"/>
      <w:lang w:val="en-GB"/>
    </w:rPr>
  </w:style>
  <w:style w:type="paragraph" w:customStyle="1" w:styleId="Dash">
    <w:name w:val="Dash"/>
    <w:basedOn w:val="Normal"/>
    <w:rsid w:val="00C977E5"/>
    <w:pPr>
      <w:numPr>
        <w:numId w:val="8"/>
      </w:numPr>
    </w:pPr>
    <w:rPr>
      <w:rFonts w:eastAsia="Calibri"/>
      <w:lang w:val="en-GB"/>
    </w:rPr>
  </w:style>
  <w:style w:type="paragraph" w:customStyle="1" w:styleId="Dash1">
    <w:name w:val="Dash 1"/>
    <w:basedOn w:val="Normal"/>
    <w:rsid w:val="00C977E5"/>
    <w:pPr>
      <w:numPr>
        <w:numId w:val="9"/>
      </w:numPr>
    </w:pPr>
    <w:rPr>
      <w:rFonts w:eastAsia="Calibri"/>
      <w:lang w:val="en-GB"/>
    </w:rPr>
  </w:style>
  <w:style w:type="paragraph" w:customStyle="1" w:styleId="Dash2">
    <w:name w:val="Dash 2"/>
    <w:basedOn w:val="Normal"/>
    <w:rsid w:val="00C977E5"/>
    <w:pPr>
      <w:numPr>
        <w:numId w:val="10"/>
      </w:numPr>
    </w:pPr>
    <w:rPr>
      <w:rFonts w:eastAsia="Calibri"/>
      <w:lang w:val="en-GB"/>
    </w:rPr>
  </w:style>
  <w:style w:type="paragraph" w:customStyle="1" w:styleId="Dash3">
    <w:name w:val="Dash 3"/>
    <w:basedOn w:val="Normal"/>
    <w:rsid w:val="00C977E5"/>
    <w:pPr>
      <w:numPr>
        <w:numId w:val="11"/>
      </w:numPr>
    </w:pPr>
    <w:rPr>
      <w:rFonts w:eastAsia="Calibri"/>
      <w:lang w:val="en-GB"/>
    </w:rPr>
  </w:style>
  <w:style w:type="paragraph" w:customStyle="1" w:styleId="Dash4">
    <w:name w:val="Dash 4"/>
    <w:basedOn w:val="Normal"/>
    <w:rsid w:val="00C977E5"/>
    <w:pPr>
      <w:numPr>
        <w:numId w:val="12"/>
      </w:numPr>
    </w:pPr>
    <w:rPr>
      <w:rFonts w:eastAsia="Calibri"/>
      <w:lang w:val="en-GB"/>
    </w:rPr>
  </w:style>
  <w:style w:type="paragraph" w:customStyle="1" w:styleId="DashEqual">
    <w:name w:val="Dash Equal"/>
    <w:basedOn w:val="Dash"/>
    <w:rsid w:val="00C977E5"/>
    <w:pPr>
      <w:numPr>
        <w:numId w:val="13"/>
      </w:numPr>
      <w:tabs>
        <w:tab w:val="clear" w:pos="567"/>
        <w:tab w:val="num" w:pos="926"/>
      </w:tabs>
      <w:ind w:left="926" w:hanging="360"/>
    </w:pPr>
  </w:style>
  <w:style w:type="paragraph" w:customStyle="1" w:styleId="DashEqual1">
    <w:name w:val="Dash Equal 1"/>
    <w:basedOn w:val="Dash1"/>
    <w:rsid w:val="00C977E5"/>
    <w:pPr>
      <w:numPr>
        <w:numId w:val="14"/>
      </w:numPr>
      <w:tabs>
        <w:tab w:val="clear" w:pos="1134"/>
        <w:tab w:val="num" w:pos="1209"/>
      </w:tabs>
      <w:ind w:left="1209" w:hanging="360"/>
    </w:pPr>
  </w:style>
  <w:style w:type="paragraph" w:customStyle="1" w:styleId="DashEqual2">
    <w:name w:val="Dash Equal 2"/>
    <w:basedOn w:val="Dash2"/>
    <w:rsid w:val="00C977E5"/>
    <w:pPr>
      <w:numPr>
        <w:numId w:val="15"/>
      </w:numPr>
      <w:tabs>
        <w:tab w:val="clear" w:pos="1701"/>
        <w:tab w:val="num" w:pos="1209"/>
      </w:tabs>
      <w:ind w:left="1209" w:hanging="360"/>
    </w:pPr>
  </w:style>
  <w:style w:type="paragraph" w:customStyle="1" w:styleId="DashEqual3">
    <w:name w:val="Dash Equal 3"/>
    <w:basedOn w:val="Dash3"/>
    <w:rsid w:val="00C977E5"/>
    <w:pPr>
      <w:numPr>
        <w:numId w:val="16"/>
      </w:numPr>
      <w:tabs>
        <w:tab w:val="clear" w:pos="2268"/>
        <w:tab w:val="num" w:pos="1492"/>
      </w:tabs>
      <w:ind w:left="1492" w:hanging="360"/>
    </w:pPr>
  </w:style>
  <w:style w:type="paragraph" w:customStyle="1" w:styleId="DashEqual4">
    <w:name w:val="Dash Equal 4"/>
    <w:basedOn w:val="Dash4"/>
    <w:rsid w:val="00C977E5"/>
    <w:pPr>
      <w:numPr>
        <w:numId w:val="17"/>
      </w:numPr>
      <w:tabs>
        <w:tab w:val="clear" w:pos="2835"/>
        <w:tab w:val="num" w:pos="1492"/>
      </w:tabs>
      <w:ind w:left="1492" w:hanging="360"/>
    </w:pPr>
  </w:style>
  <w:style w:type="paragraph" w:customStyle="1" w:styleId="HeadingLeft">
    <w:name w:val="Heading Left"/>
    <w:basedOn w:val="Normal"/>
    <w:next w:val="Normal"/>
    <w:rsid w:val="00C977E5"/>
    <w:pPr>
      <w:spacing w:before="360"/>
      <w:outlineLvl w:val="0"/>
    </w:pPr>
    <w:rPr>
      <w:rFonts w:eastAsia="Calibri"/>
      <w:b/>
      <w:caps/>
      <w:u w:val="single"/>
      <w:lang w:val="en-GB"/>
    </w:rPr>
  </w:style>
  <w:style w:type="paragraph" w:customStyle="1" w:styleId="HeadingIVX">
    <w:name w:val="Heading IVX"/>
    <w:basedOn w:val="HeadingLeft"/>
    <w:next w:val="Normal"/>
    <w:rsid w:val="00C977E5"/>
    <w:pPr>
      <w:numPr>
        <w:numId w:val="23"/>
      </w:numPr>
      <w:tabs>
        <w:tab w:val="clear" w:pos="567"/>
        <w:tab w:val="num" w:pos="1492"/>
      </w:tabs>
      <w:ind w:left="1492" w:hanging="360"/>
    </w:pPr>
  </w:style>
  <w:style w:type="paragraph" w:customStyle="1" w:styleId="Heading123">
    <w:name w:val="Heading 123"/>
    <w:basedOn w:val="HeadingLeft"/>
    <w:next w:val="Normal"/>
    <w:rsid w:val="00C977E5"/>
    <w:pPr>
      <w:numPr>
        <w:numId w:val="22"/>
      </w:numPr>
      <w:tabs>
        <w:tab w:val="clear" w:pos="567"/>
        <w:tab w:val="num" w:pos="1492"/>
      </w:tabs>
      <w:ind w:left="1492" w:hanging="360"/>
    </w:pPr>
  </w:style>
  <w:style w:type="paragraph" w:customStyle="1" w:styleId="HeadingABC">
    <w:name w:val="Heading ABC"/>
    <w:basedOn w:val="HeadingLeft"/>
    <w:next w:val="Normal"/>
    <w:rsid w:val="00C977E5"/>
    <w:pPr>
      <w:numPr>
        <w:numId w:val="21"/>
      </w:numPr>
      <w:tabs>
        <w:tab w:val="clear" w:pos="567"/>
        <w:tab w:val="num" w:pos="1209"/>
      </w:tabs>
      <w:ind w:left="1209" w:hanging="360"/>
    </w:pPr>
  </w:style>
  <w:style w:type="paragraph" w:customStyle="1" w:styleId="HeadingCentered">
    <w:name w:val="Heading Centered"/>
    <w:basedOn w:val="HeadingLeft"/>
    <w:next w:val="Normal"/>
    <w:rsid w:val="00C977E5"/>
    <w:pPr>
      <w:jc w:val="center"/>
    </w:pPr>
  </w:style>
  <w:style w:type="paragraph" w:customStyle="1" w:styleId="Jardin">
    <w:name w:val="Jardin"/>
    <w:basedOn w:val="Normal"/>
    <w:uiPriority w:val="99"/>
    <w:rsid w:val="00C977E5"/>
    <w:pPr>
      <w:spacing w:before="200" w:after="0" w:line="240" w:lineRule="auto"/>
      <w:jc w:val="center"/>
    </w:pPr>
    <w:rPr>
      <w:rFonts w:eastAsia="Calibri"/>
      <w:lang w:val="en-GB"/>
    </w:rPr>
  </w:style>
  <w:style w:type="paragraph" w:customStyle="1" w:styleId="Amendment">
    <w:name w:val="Amendment"/>
    <w:basedOn w:val="Normal"/>
    <w:next w:val="Normal"/>
    <w:rsid w:val="00C977E5"/>
    <w:rPr>
      <w:rFonts w:eastAsia="Calibri"/>
      <w:i/>
      <w:u w:val="single"/>
      <w:lang w:val="en-GB"/>
    </w:rPr>
  </w:style>
  <w:style w:type="paragraph" w:customStyle="1" w:styleId="AmendmentList">
    <w:name w:val="Amendment List"/>
    <w:basedOn w:val="Normal"/>
    <w:rsid w:val="00C977E5"/>
    <w:pPr>
      <w:ind w:left="2268" w:hanging="2268"/>
    </w:pPr>
    <w:rPr>
      <w:rFonts w:eastAsia="Calibri"/>
      <w:lang w:val="en-GB"/>
    </w:rPr>
  </w:style>
  <w:style w:type="paragraph" w:customStyle="1" w:styleId="ReplyRE">
    <w:name w:val="Reply RE"/>
    <w:basedOn w:val="Normal"/>
    <w:next w:val="Normal"/>
    <w:rsid w:val="00C977E5"/>
    <w:pPr>
      <w:spacing w:after="480" w:line="240" w:lineRule="auto"/>
      <w:contextualSpacing/>
    </w:pPr>
    <w:rPr>
      <w:rFonts w:eastAsia="Calibri"/>
      <w:lang w:val="en-GB"/>
    </w:rPr>
  </w:style>
  <w:style w:type="paragraph" w:customStyle="1" w:styleId="ReplyBold">
    <w:name w:val="Reply Bold"/>
    <w:basedOn w:val="ReplyRE"/>
    <w:next w:val="Normal"/>
    <w:rsid w:val="00C977E5"/>
    <w:rPr>
      <w:b/>
    </w:rPr>
  </w:style>
  <w:style w:type="paragraph" w:customStyle="1" w:styleId="Annex">
    <w:name w:val="Annex"/>
    <w:basedOn w:val="Normal"/>
    <w:next w:val="Normal"/>
    <w:rsid w:val="00C977E5"/>
    <w:pPr>
      <w:jc w:val="right"/>
    </w:pPr>
    <w:rPr>
      <w:rFonts w:eastAsia="Calibri"/>
      <w:b/>
      <w:u w:val="single"/>
      <w:lang w:val="en-GB"/>
    </w:rPr>
  </w:style>
  <w:style w:type="paragraph" w:customStyle="1" w:styleId="Sign">
    <w:name w:val="Sign"/>
    <w:basedOn w:val="Normal"/>
    <w:rsid w:val="00C977E5"/>
    <w:pPr>
      <w:tabs>
        <w:tab w:val="center" w:pos="7087"/>
      </w:tabs>
      <w:contextualSpacing/>
    </w:pPr>
    <w:rPr>
      <w:rFonts w:eastAsia="Calibri"/>
      <w:lang w:val="en-GB"/>
    </w:rPr>
  </w:style>
  <w:style w:type="paragraph" w:customStyle="1" w:styleId="NotDeclassified">
    <w:name w:val="Not Declassified"/>
    <w:basedOn w:val="Normal"/>
    <w:next w:val="Normal"/>
    <w:rsid w:val="00C977E5"/>
    <w:rPr>
      <w:rFonts w:eastAsia="Calibri"/>
      <w:b/>
      <w:shd w:val="clear" w:color="auto" w:fill="CCCCCC"/>
      <w:lang w:val="en-GB"/>
    </w:rPr>
  </w:style>
  <w:style w:type="character" w:customStyle="1" w:styleId="NotDeclassifiedCharacter">
    <w:name w:val="Not Declassified Character"/>
    <w:rsid w:val="00C977E5"/>
    <w:rPr>
      <w:rFonts w:ascii="Times New Roman" w:hAnsi="Times New Roman" w:cs="Times New Roman"/>
      <w:b/>
      <w:sz w:val="24"/>
      <w:shd w:val="clear" w:color="auto" w:fill="CCCCCC"/>
    </w:rPr>
  </w:style>
  <w:style w:type="paragraph" w:customStyle="1" w:styleId="NormalCompact">
    <w:name w:val="Normal Compact"/>
    <w:basedOn w:val="Normal"/>
    <w:next w:val="Normal"/>
    <w:uiPriority w:val="99"/>
    <w:rsid w:val="00C977E5"/>
    <w:pPr>
      <w:spacing w:line="240" w:lineRule="auto"/>
    </w:pPr>
    <w:rPr>
      <w:rFonts w:eastAsia="Calibri"/>
      <w:lang w:val="en-GB"/>
    </w:rPr>
  </w:style>
  <w:style w:type="character" w:customStyle="1" w:styleId="TechnicalBlockChar">
    <w:name w:val="Technical Block Char"/>
    <w:rsid w:val="00C977E5"/>
    <w:rPr>
      <w:rFonts w:ascii="Times New Roman" w:hAnsi="Times New Roman" w:cs="Times New Roman"/>
      <w:sz w:val="24"/>
      <w:lang w:val="ga-IE"/>
    </w:rPr>
  </w:style>
  <w:style w:type="paragraph" w:styleId="ListParagraph">
    <w:name w:val="List Paragraph"/>
    <w:basedOn w:val="Normal"/>
    <w:uiPriority w:val="34"/>
    <w:qFormat/>
    <w:rsid w:val="00C977E5"/>
    <w:pPr>
      <w:autoSpaceDE w:val="0"/>
      <w:autoSpaceDN w:val="0"/>
      <w:adjustRightInd w:val="0"/>
      <w:ind w:left="720"/>
      <w:contextualSpacing/>
    </w:pPr>
    <w:rPr>
      <w:rFonts w:eastAsia="Times New Roman"/>
      <w:lang w:val="en-GB" w:eastAsia="en-GB"/>
    </w:rPr>
  </w:style>
  <w:style w:type="table" w:customStyle="1" w:styleId="TableGrid2">
    <w:name w:val="Table Grid2"/>
    <w:basedOn w:val="TableNormal"/>
    <w:next w:val="TableGrid"/>
    <w:uiPriority w:val="39"/>
    <w:rsid w:val="00C977E5"/>
    <w:pPr>
      <w:spacing w:after="0" w:line="240" w:lineRule="auto"/>
    </w:pPr>
    <w:rPr>
      <w:rFonts w:ascii="Calibri" w:eastAsia="Times New Roman" w:hAnsi="Calibri" w:cs="Arial"/>
      <w:lang w:val="ga-IE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77E5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val="en-GB" w:eastAsia="en-GB"/>
    </w:rPr>
  </w:style>
  <w:style w:type="paragraph" w:customStyle="1" w:styleId="Rfrenceinterinstitutionnelle">
    <w:name w:val="Référence interinstitutionnelle"/>
    <w:basedOn w:val="Normal"/>
    <w:next w:val="Statut"/>
    <w:rsid w:val="00C977E5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val="en-GB" w:eastAsia="en-GB"/>
    </w:rPr>
  </w:style>
  <w:style w:type="paragraph" w:customStyle="1" w:styleId="odrka-kulat">
    <w:name w:val="odrážka-kulatá"/>
    <w:basedOn w:val="Normal"/>
    <w:qFormat/>
    <w:rsid w:val="00C977E5"/>
    <w:pPr>
      <w:numPr>
        <w:numId w:val="24"/>
      </w:numPr>
      <w:tabs>
        <w:tab w:val="num" w:pos="360"/>
      </w:tabs>
      <w:autoSpaceDE w:val="0"/>
      <w:autoSpaceDN w:val="0"/>
      <w:adjustRightInd w:val="0"/>
      <w:spacing w:before="240" w:line="276" w:lineRule="auto"/>
      <w:ind w:left="360"/>
      <w:jc w:val="both"/>
    </w:pPr>
    <w:rPr>
      <w:rFonts w:eastAsia="Times New Roman"/>
      <w:b/>
      <w:szCs w:val="24"/>
      <w:lang w:val="en-GB" w:eastAsia="en-GB"/>
    </w:rPr>
  </w:style>
  <w:style w:type="character" w:customStyle="1" w:styleId="odrka-kulatChar">
    <w:name w:val="odrážka-kulatá Char"/>
    <w:rsid w:val="00C977E5"/>
    <w:rPr>
      <w:rFonts w:ascii="Times New Roman" w:hAnsi="Times New Roman"/>
      <w:b/>
      <w:sz w:val="24"/>
      <w:lang w:val="ga-IE"/>
    </w:rPr>
  </w:style>
  <w:style w:type="paragraph" w:customStyle="1" w:styleId="CM1">
    <w:name w:val="CM1"/>
    <w:basedOn w:val="Normal"/>
    <w:next w:val="Normal"/>
    <w:uiPriority w:val="99"/>
    <w:rsid w:val="00C977E5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 w:cs="Arial"/>
      <w:szCs w:val="24"/>
      <w:lang w:val="en-GB" w:eastAsia="en-GB"/>
    </w:rPr>
  </w:style>
  <w:style w:type="character" w:customStyle="1" w:styleId="italic">
    <w:name w:val="italic"/>
    <w:rsid w:val="00C977E5"/>
    <w:rPr>
      <w:rFonts w:cs="Times New Roman"/>
    </w:rPr>
  </w:style>
  <w:style w:type="character" w:styleId="Emphasis">
    <w:name w:val="Emphasis"/>
    <w:uiPriority w:val="20"/>
    <w:qFormat/>
    <w:rsid w:val="00C977E5"/>
    <w:rPr>
      <w:rFonts w:cs="Times New Roman"/>
      <w:i/>
    </w:rPr>
  </w:style>
  <w:style w:type="paragraph" w:styleId="HTMLPreformatted">
    <w:name w:val="HTML Preformatted"/>
    <w:basedOn w:val="Normal"/>
    <w:link w:val="HTMLPreformattedChar"/>
    <w:uiPriority w:val="99"/>
    <w:rsid w:val="00C977E5"/>
    <w:pPr>
      <w:autoSpaceDE w:val="0"/>
      <w:autoSpaceDN w:val="0"/>
      <w:adjustRightInd w:val="0"/>
      <w:spacing w:before="0" w:after="0" w:line="240" w:lineRule="auto"/>
    </w:pPr>
    <w:rPr>
      <w:rFonts w:ascii="Consolas" w:eastAsia="Times New Roman" w:hAnsi="Consolas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77E5"/>
    <w:rPr>
      <w:rFonts w:ascii="Consolas" w:eastAsia="Times New Roman" w:hAnsi="Consolas" w:cs="Times New Roman"/>
      <w:sz w:val="20"/>
      <w:szCs w:val="20"/>
      <w:lang w:val="en-GB" w:eastAsia="en-GB"/>
    </w:rPr>
  </w:style>
  <w:style w:type="paragraph" w:customStyle="1" w:styleId="ListBullet1">
    <w:name w:val="List Bullet1"/>
    <w:basedOn w:val="Normal"/>
    <w:next w:val="ListBullet"/>
    <w:uiPriority w:val="99"/>
    <w:rsid w:val="00C977E5"/>
    <w:pPr>
      <w:tabs>
        <w:tab w:val="num" w:pos="360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val="en-GB" w:eastAsia="en-GB"/>
    </w:rPr>
  </w:style>
  <w:style w:type="paragraph" w:customStyle="1" w:styleId="ListBullet21">
    <w:name w:val="List Bullet 21"/>
    <w:basedOn w:val="Normal"/>
    <w:next w:val="ListBullet2"/>
    <w:uiPriority w:val="99"/>
    <w:rsid w:val="00C977E5"/>
    <w:pPr>
      <w:tabs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val="en-GB" w:eastAsia="en-GB"/>
    </w:rPr>
  </w:style>
  <w:style w:type="paragraph" w:customStyle="1" w:styleId="ListBullet31">
    <w:name w:val="List Bullet 31"/>
    <w:basedOn w:val="Normal"/>
    <w:next w:val="ListBullet3"/>
    <w:uiPriority w:val="99"/>
    <w:rsid w:val="00C977E5"/>
    <w:pPr>
      <w:tabs>
        <w:tab w:val="num" w:pos="926"/>
      </w:tabs>
      <w:autoSpaceDE w:val="0"/>
      <w:autoSpaceDN w:val="0"/>
      <w:adjustRightInd w:val="0"/>
      <w:spacing w:line="240" w:lineRule="auto"/>
      <w:ind w:left="926" w:hanging="360"/>
      <w:contextualSpacing/>
      <w:jc w:val="both"/>
    </w:pPr>
    <w:rPr>
      <w:rFonts w:eastAsia="Times New Roman"/>
      <w:lang w:val="en-GB" w:eastAsia="en-GB"/>
    </w:rPr>
  </w:style>
  <w:style w:type="character" w:customStyle="1" w:styleId="Bodytext2">
    <w:name w:val="Body text (2)_"/>
    <w:rsid w:val="00C977E5"/>
    <w:rPr>
      <w:rFonts w:ascii="Arial" w:eastAsia="Times New Roman" w:hAnsi="Arial"/>
      <w:sz w:val="16"/>
      <w:shd w:val="clear" w:color="auto" w:fill="FFFFFF"/>
    </w:rPr>
  </w:style>
  <w:style w:type="paragraph" w:customStyle="1" w:styleId="Bodytext20">
    <w:name w:val="Body text (2)"/>
    <w:basedOn w:val="Normal"/>
    <w:rsid w:val="00C977E5"/>
    <w:pPr>
      <w:widowControl w:val="0"/>
      <w:shd w:val="clear" w:color="auto" w:fill="FFFFFF"/>
      <w:autoSpaceDE w:val="0"/>
      <w:autoSpaceDN w:val="0"/>
      <w:adjustRightInd w:val="0"/>
      <w:spacing w:before="360" w:after="360" w:line="178" w:lineRule="exact"/>
      <w:ind w:hanging="600"/>
      <w:jc w:val="both"/>
    </w:pPr>
    <w:rPr>
      <w:rFonts w:ascii="Arial" w:eastAsia="Times New Roman" w:hAnsi="Arial" w:cs="Arial"/>
      <w:sz w:val="16"/>
      <w:szCs w:val="16"/>
      <w:lang w:val="en-GB" w:eastAsia="en-GB"/>
    </w:rPr>
  </w:style>
  <w:style w:type="character" w:customStyle="1" w:styleId="st1">
    <w:name w:val="st1"/>
    <w:rsid w:val="00C977E5"/>
  </w:style>
  <w:style w:type="character" w:customStyle="1" w:styleId="Caractresdenotedebasdepage">
    <w:name w:val="Caractères de note de bas de page"/>
    <w:rsid w:val="00C977E5"/>
    <w:rPr>
      <w:vertAlign w:val="superscript"/>
    </w:rPr>
  </w:style>
  <w:style w:type="paragraph" w:customStyle="1" w:styleId="CM3">
    <w:name w:val="CM3"/>
    <w:basedOn w:val="Normal"/>
    <w:next w:val="Normal"/>
    <w:uiPriority w:val="99"/>
    <w:rsid w:val="00C977E5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val="en-GB" w:eastAsia="en-GB"/>
    </w:rPr>
  </w:style>
  <w:style w:type="paragraph" w:customStyle="1" w:styleId="CM4">
    <w:name w:val="CM4"/>
    <w:basedOn w:val="Normal"/>
    <w:next w:val="Normal"/>
    <w:uiPriority w:val="99"/>
    <w:rsid w:val="00C977E5"/>
    <w:pPr>
      <w:autoSpaceDE w:val="0"/>
      <w:autoSpaceDN w:val="0"/>
      <w:adjustRightInd w:val="0"/>
      <w:spacing w:before="0" w:after="0" w:line="240" w:lineRule="auto"/>
    </w:pPr>
    <w:rPr>
      <w:rFonts w:eastAsia="Times New Roman"/>
      <w:szCs w:val="24"/>
      <w:lang w:val="en-GB" w:eastAsia="en-GB"/>
    </w:rPr>
  </w:style>
  <w:style w:type="character" w:customStyle="1" w:styleId="normal--char">
    <w:name w:val="normal--char"/>
    <w:rsid w:val="00C977E5"/>
  </w:style>
  <w:style w:type="paragraph" w:customStyle="1" w:styleId="Caption1">
    <w:name w:val="Caption1"/>
    <w:basedOn w:val="Normal"/>
    <w:next w:val="Normal"/>
    <w:uiPriority w:val="35"/>
    <w:qFormat/>
    <w:rsid w:val="00C977E5"/>
    <w:pPr>
      <w:autoSpaceDE w:val="0"/>
      <w:autoSpaceDN w:val="0"/>
      <w:adjustRightInd w:val="0"/>
      <w:spacing w:before="0" w:after="200" w:line="240" w:lineRule="auto"/>
      <w:jc w:val="both"/>
    </w:pPr>
    <w:rPr>
      <w:rFonts w:eastAsia="Times New Roman"/>
      <w:b/>
      <w:color w:val="4F81BD"/>
      <w:sz w:val="18"/>
      <w:szCs w:val="18"/>
      <w:lang w:val="en-GB" w:eastAsia="en-GB"/>
    </w:rPr>
  </w:style>
  <w:style w:type="paragraph" w:customStyle="1" w:styleId="TableofFigures1">
    <w:name w:val="Table of Figures1"/>
    <w:basedOn w:val="Normal"/>
    <w:next w:val="Normal"/>
    <w:uiPriority w:val="99"/>
    <w:rsid w:val="00C977E5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val="en-GB" w:eastAsia="en-GB"/>
    </w:rPr>
  </w:style>
  <w:style w:type="paragraph" w:customStyle="1" w:styleId="ListNumber1">
    <w:name w:val="List Number1"/>
    <w:basedOn w:val="Normal"/>
    <w:next w:val="ListNumber"/>
    <w:uiPriority w:val="99"/>
    <w:rsid w:val="00C977E5"/>
    <w:pPr>
      <w:tabs>
        <w:tab w:val="num" w:pos="2835"/>
      </w:tabs>
      <w:autoSpaceDE w:val="0"/>
      <w:autoSpaceDN w:val="0"/>
      <w:adjustRightInd w:val="0"/>
      <w:spacing w:line="240" w:lineRule="auto"/>
      <w:ind w:left="360" w:hanging="360"/>
      <w:contextualSpacing/>
      <w:jc w:val="both"/>
    </w:pPr>
    <w:rPr>
      <w:rFonts w:eastAsia="Times New Roman"/>
      <w:lang w:val="en-GB" w:eastAsia="en-GB"/>
    </w:rPr>
  </w:style>
  <w:style w:type="paragraph" w:customStyle="1" w:styleId="ListNumber21">
    <w:name w:val="List Number 21"/>
    <w:basedOn w:val="Normal"/>
    <w:next w:val="ListNumber2"/>
    <w:uiPriority w:val="99"/>
    <w:rsid w:val="00C977E5"/>
    <w:pPr>
      <w:tabs>
        <w:tab w:val="num" w:pos="567"/>
        <w:tab w:val="num" w:pos="643"/>
      </w:tabs>
      <w:autoSpaceDE w:val="0"/>
      <w:autoSpaceDN w:val="0"/>
      <w:adjustRightInd w:val="0"/>
      <w:spacing w:line="240" w:lineRule="auto"/>
      <w:ind w:left="643" w:hanging="360"/>
      <w:contextualSpacing/>
      <w:jc w:val="both"/>
    </w:pPr>
    <w:rPr>
      <w:rFonts w:eastAsia="Times New Roman"/>
      <w:lang w:val="en-GB" w:eastAsia="en-GB"/>
    </w:rPr>
  </w:style>
  <w:style w:type="paragraph" w:customStyle="1" w:styleId="ListNumber41">
    <w:name w:val="List Number 41"/>
    <w:basedOn w:val="Normal"/>
    <w:next w:val="ListNumber4"/>
    <w:uiPriority w:val="99"/>
    <w:rsid w:val="00C977E5"/>
    <w:pPr>
      <w:tabs>
        <w:tab w:val="num" w:pos="567"/>
        <w:tab w:val="num" w:pos="1209"/>
      </w:tabs>
      <w:autoSpaceDE w:val="0"/>
      <w:autoSpaceDN w:val="0"/>
      <w:adjustRightInd w:val="0"/>
      <w:spacing w:line="240" w:lineRule="auto"/>
      <w:ind w:left="1209" w:hanging="360"/>
      <w:contextualSpacing/>
      <w:jc w:val="both"/>
    </w:pPr>
    <w:rPr>
      <w:rFonts w:eastAsia="Times New Roman"/>
      <w:lang w:val="en-GB" w:eastAsia="en-GB"/>
    </w:rPr>
  </w:style>
  <w:style w:type="paragraph" w:customStyle="1" w:styleId="TOC41">
    <w:name w:val="TOC 41"/>
    <w:basedOn w:val="Normal"/>
    <w:next w:val="Normal"/>
    <w:uiPriority w:val="39"/>
    <w:rsid w:val="00C977E5"/>
    <w:pPr>
      <w:tabs>
        <w:tab w:val="right" w:leader="dot" w:pos="9071"/>
      </w:tabs>
      <w:autoSpaceDE w:val="0"/>
      <w:autoSpaceDN w:val="0"/>
      <w:adjustRightInd w:val="0"/>
      <w:spacing w:before="60" w:line="240" w:lineRule="auto"/>
      <w:ind w:left="850" w:hanging="850"/>
    </w:pPr>
    <w:rPr>
      <w:rFonts w:eastAsia="Times New Roman"/>
      <w:lang w:val="en-GB" w:eastAsia="en-GB"/>
    </w:rPr>
  </w:style>
  <w:style w:type="paragraph" w:customStyle="1" w:styleId="TOC51">
    <w:name w:val="TOC 51"/>
    <w:basedOn w:val="Normal"/>
    <w:next w:val="Normal"/>
    <w:uiPriority w:val="39"/>
    <w:rsid w:val="00C977E5"/>
    <w:pPr>
      <w:tabs>
        <w:tab w:val="right" w:leader="dot" w:pos="9071"/>
      </w:tabs>
      <w:autoSpaceDE w:val="0"/>
      <w:autoSpaceDN w:val="0"/>
      <w:adjustRightInd w:val="0"/>
      <w:spacing w:before="300" w:line="240" w:lineRule="auto"/>
    </w:pPr>
    <w:rPr>
      <w:rFonts w:eastAsia="Times New Roman"/>
      <w:lang w:val="en-GB" w:eastAsia="en-GB"/>
    </w:rPr>
  </w:style>
  <w:style w:type="paragraph" w:customStyle="1" w:styleId="TOC61">
    <w:name w:val="TOC 61"/>
    <w:basedOn w:val="Normal"/>
    <w:next w:val="Normal"/>
    <w:uiPriority w:val="39"/>
    <w:rsid w:val="00C977E5"/>
    <w:pPr>
      <w:tabs>
        <w:tab w:val="right" w:leader="dot" w:pos="9071"/>
      </w:tabs>
      <w:autoSpaceDE w:val="0"/>
      <w:autoSpaceDN w:val="0"/>
      <w:adjustRightInd w:val="0"/>
      <w:spacing w:before="240" w:line="240" w:lineRule="auto"/>
    </w:pPr>
    <w:rPr>
      <w:rFonts w:eastAsia="Times New Roman"/>
      <w:lang w:val="en-GB" w:eastAsia="en-GB"/>
    </w:rPr>
  </w:style>
  <w:style w:type="paragraph" w:customStyle="1" w:styleId="TOC71">
    <w:name w:val="TOC 71"/>
    <w:basedOn w:val="Normal"/>
    <w:next w:val="Normal"/>
    <w:uiPriority w:val="39"/>
    <w:rsid w:val="00C977E5"/>
    <w:pPr>
      <w:tabs>
        <w:tab w:val="right" w:leader="dot" w:pos="9071"/>
      </w:tabs>
      <w:autoSpaceDE w:val="0"/>
      <w:autoSpaceDN w:val="0"/>
      <w:adjustRightInd w:val="0"/>
      <w:spacing w:before="180" w:line="240" w:lineRule="auto"/>
    </w:pPr>
    <w:rPr>
      <w:rFonts w:eastAsia="Times New Roman"/>
      <w:lang w:val="en-GB" w:eastAsia="en-GB"/>
    </w:rPr>
  </w:style>
  <w:style w:type="paragraph" w:customStyle="1" w:styleId="TOC81">
    <w:name w:val="TOC 81"/>
    <w:basedOn w:val="Normal"/>
    <w:next w:val="Normal"/>
    <w:uiPriority w:val="39"/>
    <w:rsid w:val="00C977E5"/>
    <w:pPr>
      <w:tabs>
        <w:tab w:val="right" w:leader="dot" w:pos="9071"/>
      </w:tabs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TOC91">
    <w:name w:val="TOC 91"/>
    <w:basedOn w:val="Normal"/>
    <w:next w:val="Normal"/>
    <w:uiPriority w:val="39"/>
    <w:rsid w:val="00C977E5"/>
    <w:pPr>
      <w:tabs>
        <w:tab w:val="right" w:leader="dot" w:pos="9071"/>
      </w:tabs>
      <w:autoSpaceDE w:val="0"/>
      <w:autoSpaceDN w:val="0"/>
      <w:adjustRightInd w:val="0"/>
      <w:spacing w:line="240" w:lineRule="auto"/>
      <w:jc w:val="both"/>
    </w:pPr>
    <w:rPr>
      <w:rFonts w:eastAsia="Times New Roman"/>
      <w:lang w:val="en-GB" w:eastAsia="en-GB"/>
    </w:rPr>
  </w:style>
  <w:style w:type="character" w:customStyle="1" w:styleId="Marker2">
    <w:name w:val="Marker2"/>
    <w:rsid w:val="00C977E5"/>
    <w:rPr>
      <w:rFonts w:cs="Times New Roman"/>
      <w:color w:val="FF0000"/>
      <w:shd w:val="clear" w:color="auto" w:fill="auto"/>
    </w:rPr>
  </w:style>
  <w:style w:type="paragraph" w:customStyle="1" w:styleId="Annexetitreexpos">
    <w:name w:val="Annexe titre (exposé)"/>
    <w:basedOn w:val="Normal"/>
    <w:next w:val="Normal"/>
    <w:rsid w:val="00C977E5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val="en-GB" w:eastAsia="en-GB"/>
    </w:rPr>
  </w:style>
  <w:style w:type="paragraph" w:customStyle="1" w:styleId="Annexetitrefichefinancire">
    <w:name w:val="Annexe titre (fiche financière)"/>
    <w:basedOn w:val="Normal"/>
    <w:next w:val="Normal"/>
    <w:rsid w:val="00C977E5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val="en-GB" w:eastAsia="en-GB"/>
    </w:rPr>
  </w:style>
  <w:style w:type="paragraph" w:customStyle="1" w:styleId="Avertissementtitre">
    <w:name w:val="Avertissement titre"/>
    <w:basedOn w:val="Normal"/>
    <w:next w:val="Normal"/>
    <w:rsid w:val="00C977E5"/>
    <w:pPr>
      <w:keepNext/>
      <w:autoSpaceDE w:val="0"/>
      <w:autoSpaceDN w:val="0"/>
      <w:adjustRightInd w:val="0"/>
      <w:spacing w:before="480" w:line="240" w:lineRule="auto"/>
      <w:jc w:val="both"/>
    </w:pPr>
    <w:rPr>
      <w:rFonts w:eastAsia="Times New Roman"/>
      <w:u w:val="single"/>
      <w:lang w:val="en-GB" w:eastAsia="en-GB"/>
    </w:rPr>
  </w:style>
  <w:style w:type="paragraph" w:customStyle="1" w:styleId="Confidence">
    <w:name w:val="Confidence"/>
    <w:basedOn w:val="Normal"/>
    <w:next w:val="Normal"/>
    <w:rsid w:val="00C977E5"/>
    <w:pPr>
      <w:autoSpaceDE w:val="0"/>
      <w:autoSpaceDN w:val="0"/>
      <w:adjustRightInd w:val="0"/>
      <w:spacing w:before="360" w:line="240" w:lineRule="auto"/>
      <w:jc w:val="center"/>
    </w:pPr>
    <w:rPr>
      <w:rFonts w:eastAsia="Times New Roman"/>
      <w:lang w:val="en-GB" w:eastAsia="en-GB"/>
    </w:rPr>
  </w:style>
  <w:style w:type="paragraph" w:customStyle="1" w:styleId="Confidentialit">
    <w:name w:val="Confidentialité"/>
    <w:basedOn w:val="Normal"/>
    <w:next w:val="TypedudocumentPagedecouverture"/>
    <w:rsid w:val="00C977E5"/>
    <w:pPr>
      <w:autoSpaceDE w:val="0"/>
      <w:autoSpaceDN w:val="0"/>
      <w:adjustRightInd w:val="0"/>
      <w:spacing w:before="240" w:after="240" w:line="240" w:lineRule="auto"/>
      <w:ind w:left="5103"/>
    </w:pPr>
    <w:rPr>
      <w:rFonts w:eastAsia="Times New Roman"/>
      <w:i/>
      <w:sz w:val="32"/>
      <w:lang w:val="en-GB" w:eastAsia="en-GB"/>
    </w:rPr>
  </w:style>
  <w:style w:type="paragraph" w:customStyle="1" w:styleId="Corrigendum">
    <w:name w:val="Corrigendum"/>
    <w:basedOn w:val="Normal"/>
    <w:next w:val="Normal"/>
    <w:rsid w:val="00C977E5"/>
    <w:pPr>
      <w:autoSpaceDE w:val="0"/>
      <w:autoSpaceDN w:val="0"/>
      <w:adjustRightInd w:val="0"/>
      <w:spacing w:before="0" w:after="240" w:line="240" w:lineRule="auto"/>
    </w:pPr>
    <w:rPr>
      <w:rFonts w:eastAsia="Times New Roman"/>
      <w:lang w:val="en-GB" w:eastAsia="en-GB"/>
    </w:rPr>
  </w:style>
  <w:style w:type="paragraph" w:customStyle="1" w:styleId="Emission">
    <w:name w:val="Emission"/>
    <w:basedOn w:val="Normal"/>
    <w:next w:val="Rfrenceinstitutionnelle"/>
    <w:rsid w:val="00C977E5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val="en-GB" w:eastAsia="en-GB"/>
    </w:rPr>
  </w:style>
  <w:style w:type="paragraph" w:customStyle="1" w:styleId="Exposdesmotifstitre">
    <w:name w:val="Exposé des motifs titre"/>
    <w:basedOn w:val="Normal"/>
    <w:next w:val="Normal"/>
    <w:rsid w:val="00C977E5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val="en-GB" w:eastAsia="en-GB"/>
    </w:rPr>
  </w:style>
  <w:style w:type="paragraph" w:customStyle="1" w:styleId="Langue">
    <w:name w:val="Langue"/>
    <w:basedOn w:val="Normal"/>
    <w:next w:val="Rfrenceinterne"/>
    <w:rsid w:val="00C977E5"/>
    <w:pPr>
      <w:framePr w:wrap="auto" w:vAnchor="page" w:hAnchor="text" w:xAlign="center" w:y="14741"/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caps/>
      <w:lang w:val="en-GB" w:eastAsia="en-GB"/>
    </w:rPr>
  </w:style>
  <w:style w:type="paragraph" w:customStyle="1" w:styleId="Nomdelinstitution">
    <w:name w:val="Nom de l'institution"/>
    <w:basedOn w:val="Normal"/>
    <w:next w:val="Emission"/>
    <w:rsid w:val="00C977E5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val="en-GB" w:eastAsia="en-GB"/>
    </w:rPr>
  </w:style>
  <w:style w:type="paragraph" w:customStyle="1" w:styleId="Rfrenceinstitutionnelle">
    <w:name w:val="Référence institutionnelle"/>
    <w:basedOn w:val="Normal"/>
    <w:next w:val="Confidentialit"/>
    <w:rsid w:val="00C977E5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val="en-GB" w:eastAsia="en-GB"/>
    </w:rPr>
  </w:style>
  <w:style w:type="paragraph" w:customStyle="1" w:styleId="Rfrenceinterne">
    <w:name w:val="Référence interne"/>
    <w:basedOn w:val="Normal"/>
    <w:next w:val="Rfrenceinterinstitutionnelle"/>
    <w:rsid w:val="00C977E5"/>
    <w:pPr>
      <w:autoSpaceDE w:val="0"/>
      <w:autoSpaceDN w:val="0"/>
      <w:adjustRightInd w:val="0"/>
      <w:spacing w:before="0" w:after="0" w:line="240" w:lineRule="auto"/>
      <w:ind w:left="5103"/>
    </w:pPr>
    <w:rPr>
      <w:rFonts w:eastAsia="Times New Roman"/>
      <w:lang w:val="en-GB" w:eastAsia="en-GB"/>
    </w:rPr>
  </w:style>
  <w:style w:type="character" w:customStyle="1" w:styleId="Added">
    <w:name w:val="Added"/>
    <w:rsid w:val="00C977E5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C977E5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C977E5"/>
    <w:pPr>
      <w:keepLines/>
      <w:autoSpaceDE w:val="0"/>
      <w:autoSpaceDN w:val="0"/>
      <w:adjustRightInd w:val="0"/>
      <w:ind w:left="3402"/>
    </w:pPr>
    <w:rPr>
      <w:rFonts w:eastAsia="Times New Roman"/>
      <w:lang w:val="en-GB" w:eastAsia="en-GB"/>
    </w:rPr>
  </w:style>
  <w:style w:type="paragraph" w:customStyle="1" w:styleId="Objetexterne">
    <w:name w:val="Objet externe"/>
    <w:basedOn w:val="Normal"/>
    <w:next w:val="Normal"/>
    <w:rsid w:val="00C977E5"/>
    <w:pPr>
      <w:autoSpaceDE w:val="0"/>
      <w:autoSpaceDN w:val="0"/>
      <w:adjustRightInd w:val="0"/>
      <w:spacing w:line="240" w:lineRule="auto"/>
      <w:jc w:val="both"/>
    </w:pPr>
    <w:rPr>
      <w:rFonts w:eastAsia="Times New Roman"/>
      <w:i/>
      <w:caps/>
      <w:lang w:val="en-GB" w:eastAsia="en-GB"/>
    </w:rPr>
  </w:style>
  <w:style w:type="paragraph" w:customStyle="1" w:styleId="Pagedecouverture">
    <w:name w:val="Page de couverture"/>
    <w:basedOn w:val="Normal"/>
    <w:next w:val="Normal"/>
    <w:rsid w:val="00C977E5"/>
    <w:pPr>
      <w:autoSpaceDE w:val="0"/>
      <w:autoSpaceDN w:val="0"/>
      <w:adjustRightInd w:val="0"/>
      <w:spacing w:before="0" w:after="0" w:line="240" w:lineRule="auto"/>
      <w:jc w:val="both"/>
    </w:pPr>
    <w:rPr>
      <w:rFonts w:eastAsia="Times New Roman"/>
      <w:lang w:val="en-GB" w:eastAsia="en-GB"/>
    </w:rPr>
  </w:style>
  <w:style w:type="paragraph" w:customStyle="1" w:styleId="Supertitre">
    <w:name w:val="Supertitre"/>
    <w:basedOn w:val="Normal"/>
    <w:next w:val="Normal"/>
    <w:rsid w:val="00C977E5"/>
    <w:pPr>
      <w:autoSpaceDE w:val="0"/>
      <w:autoSpaceDN w:val="0"/>
      <w:adjustRightInd w:val="0"/>
      <w:spacing w:before="0" w:after="600" w:line="240" w:lineRule="auto"/>
      <w:jc w:val="center"/>
    </w:pPr>
    <w:rPr>
      <w:rFonts w:eastAsia="Times New Roman"/>
      <w:b/>
      <w:lang w:val="en-GB" w:eastAsia="en-GB"/>
    </w:rPr>
  </w:style>
  <w:style w:type="paragraph" w:customStyle="1" w:styleId="Rfrencecroise">
    <w:name w:val="Référence croisée"/>
    <w:basedOn w:val="Normal"/>
    <w:rsid w:val="00C977E5"/>
    <w:pPr>
      <w:autoSpaceDE w:val="0"/>
      <w:autoSpaceDN w:val="0"/>
      <w:adjustRightInd w:val="0"/>
      <w:spacing w:before="0" w:after="0" w:line="240" w:lineRule="auto"/>
      <w:jc w:val="center"/>
    </w:pPr>
    <w:rPr>
      <w:rFonts w:eastAsia="Times New Roman"/>
      <w:lang w:val="en-GB" w:eastAsia="en-GB"/>
    </w:rPr>
  </w:style>
  <w:style w:type="paragraph" w:customStyle="1" w:styleId="Fichefinanciretitre">
    <w:name w:val="Fiche financière titre"/>
    <w:basedOn w:val="Normal"/>
    <w:next w:val="Normal"/>
    <w:rsid w:val="00C977E5"/>
    <w:pPr>
      <w:autoSpaceDE w:val="0"/>
      <w:autoSpaceDN w:val="0"/>
      <w:adjustRightInd w:val="0"/>
      <w:spacing w:line="240" w:lineRule="auto"/>
      <w:jc w:val="center"/>
    </w:pPr>
    <w:rPr>
      <w:rFonts w:eastAsia="Times New Roman"/>
      <w:b/>
      <w:u w:val="single"/>
      <w:lang w:val="en-GB"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C977E5"/>
    <w:pPr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C977E5"/>
  </w:style>
  <w:style w:type="paragraph" w:customStyle="1" w:styleId="Sous-titreobjetPagedecouverture">
    <w:name w:val="Sous-titre objet (Page de couverture)"/>
    <w:basedOn w:val="Sous-titreobjet"/>
    <w:rsid w:val="00C977E5"/>
    <w:pPr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StatutPagedecouverture">
    <w:name w:val="Statut (Page de couverture)"/>
    <w:basedOn w:val="Statut"/>
    <w:next w:val="TypedudocumentPagedecouverture"/>
    <w:rsid w:val="00C977E5"/>
    <w:pPr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C977E5"/>
    <w:pPr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C977E5"/>
    <w:pPr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Volume">
    <w:name w:val="Volume"/>
    <w:basedOn w:val="Normal"/>
    <w:next w:val="Confidentialit"/>
    <w:rsid w:val="00C977E5"/>
    <w:pPr>
      <w:autoSpaceDE w:val="0"/>
      <w:autoSpaceDN w:val="0"/>
      <w:adjustRightInd w:val="0"/>
      <w:spacing w:before="0" w:after="240" w:line="240" w:lineRule="auto"/>
      <w:ind w:left="5103"/>
    </w:pPr>
    <w:rPr>
      <w:rFonts w:eastAsia="Times New Roman"/>
      <w:lang w:val="en-GB" w:eastAsia="en-GB"/>
    </w:rPr>
  </w:style>
  <w:style w:type="paragraph" w:customStyle="1" w:styleId="Accompagnant">
    <w:name w:val="Accompagnant"/>
    <w:basedOn w:val="Normal"/>
    <w:next w:val="Typeacteprincipal"/>
    <w:rsid w:val="00C977E5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i/>
      <w:lang w:val="en-GB" w:eastAsia="en-GB"/>
    </w:rPr>
  </w:style>
  <w:style w:type="paragraph" w:customStyle="1" w:styleId="Typeacteprincipal">
    <w:name w:val="Type acte principal"/>
    <w:basedOn w:val="Normal"/>
    <w:next w:val="Objetacteprincipal"/>
    <w:rsid w:val="00C977E5"/>
    <w:pPr>
      <w:autoSpaceDE w:val="0"/>
      <w:autoSpaceDN w:val="0"/>
      <w:adjustRightInd w:val="0"/>
      <w:spacing w:before="0" w:after="240" w:line="240" w:lineRule="auto"/>
      <w:jc w:val="center"/>
    </w:pPr>
    <w:rPr>
      <w:rFonts w:eastAsia="Times New Roman"/>
      <w:b/>
      <w:lang w:val="en-GB" w:eastAsia="en-GB"/>
    </w:rPr>
  </w:style>
  <w:style w:type="paragraph" w:customStyle="1" w:styleId="Objetacteprincipal">
    <w:name w:val="Objet acte principal"/>
    <w:basedOn w:val="Normal"/>
    <w:next w:val="Titrearticle"/>
    <w:rsid w:val="00C977E5"/>
    <w:pPr>
      <w:autoSpaceDE w:val="0"/>
      <w:autoSpaceDN w:val="0"/>
      <w:adjustRightInd w:val="0"/>
      <w:spacing w:before="0" w:after="360" w:line="240" w:lineRule="auto"/>
      <w:jc w:val="center"/>
    </w:pPr>
    <w:rPr>
      <w:rFonts w:eastAsia="Times New Roman"/>
      <w:b/>
      <w:lang w:val="en-GB"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C977E5"/>
    <w:pPr>
      <w:autoSpaceDE w:val="0"/>
      <w:autoSpaceDN w:val="0"/>
      <w:adjustRightInd w:val="0"/>
      <w:spacing w:line="240" w:lineRule="auto"/>
    </w:pPr>
    <w:rPr>
      <w:rFonts w:eastAsia="Times New Roman"/>
      <w:lang w:val="en-GB" w:eastAsia="en-GB"/>
    </w:rPr>
  </w:style>
  <w:style w:type="paragraph" w:customStyle="1" w:styleId="AccompagnantPagedecouverture">
    <w:name w:val="Accompagnant (Page de couverture)"/>
    <w:basedOn w:val="Accompagnant"/>
    <w:next w:val="TypeacteprincipalPagedecouverture"/>
    <w:rsid w:val="00C977E5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C977E5"/>
  </w:style>
  <w:style w:type="paragraph" w:customStyle="1" w:styleId="ObjetacteprincipalPagedecouverture">
    <w:name w:val="Objet acte principal (Page de couverture)"/>
    <w:basedOn w:val="Objetacteprincipal"/>
    <w:next w:val="Rfrencecroise"/>
    <w:rsid w:val="00C977E5"/>
  </w:style>
  <w:style w:type="paragraph" w:customStyle="1" w:styleId="LanguesfaisantfoiPagedecouverture">
    <w:name w:val="Langues faisant foi (Page de couverture)"/>
    <w:basedOn w:val="Normal"/>
    <w:next w:val="Normal"/>
    <w:rsid w:val="00C977E5"/>
    <w:pPr>
      <w:autoSpaceDE w:val="0"/>
      <w:autoSpaceDN w:val="0"/>
      <w:adjustRightInd w:val="0"/>
      <w:spacing w:before="360" w:after="0" w:line="240" w:lineRule="auto"/>
      <w:jc w:val="center"/>
    </w:pPr>
    <w:rPr>
      <w:rFonts w:eastAsia="Times New Roman"/>
      <w:lang w:val="en-GB" w:eastAsia="en-GB"/>
    </w:rPr>
  </w:style>
  <w:style w:type="paragraph" w:customStyle="1" w:styleId="pj">
    <w:name w:val="p.j."/>
    <w:basedOn w:val="Normal"/>
    <w:rsid w:val="00C977E5"/>
    <w:pPr>
      <w:autoSpaceDE w:val="0"/>
      <w:autoSpaceDN w:val="0"/>
      <w:adjustRightInd w:val="0"/>
      <w:spacing w:before="1200" w:line="240" w:lineRule="auto"/>
      <w:ind w:left="1440" w:hanging="1440"/>
    </w:pPr>
    <w:rPr>
      <w:rFonts w:eastAsia="Times New Roman"/>
      <w:lang w:val="en-GB" w:eastAsia="en-GB"/>
    </w:rPr>
  </w:style>
  <w:style w:type="character" w:customStyle="1" w:styleId="pjChar">
    <w:name w:val="p.j. Char"/>
    <w:rsid w:val="00C977E5"/>
    <w:rPr>
      <w:rFonts w:ascii="Times New Roman" w:hAnsi="Times New Roman" w:cs="Times New Roman"/>
      <w:sz w:val="24"/>
      <w:lang w:val="ga-IE"/>
    </w:rPr>
  </w:style>
  <w:style w:type="character" w:customStyle="1" w:styleId="HeaderCouncilChar">
    <w:name w:val="Header Council Char"/>
    <w:rsid w:val="00C977E5"/>
    <w:rPr>
      <w:rFonts w:ascii="Times New Roman" w:hAnsi="Times New Roman" w:cs="Times New Roman"/>
      <w:sz w:val="2"/>
      <w:lang w:val="ga-IE"/>
    </w:rPr>
  </w:style>
  <w:style w:type="character" w:customStyle="1" w:styleId="FooterCouncilChar">
    <w:name w:val="Footer Council Char"/>
    <w:rsid w:val="00C977E5"/>
    <w:rPr>
      <w:rFonts w:ascii="Times New Roman" w:hAnsi="Times New Roman" w:cs="Times New Roman"/>
      <w:sz w:val="2"/>
      <w:lang w:val="ga-IE"/>
    </w:rPr>
  </w:style>
  <w:style w:type="paragraph" w:customStyle="1" w:styleId="DeltaViewTableHeading">
    <w:name w:val="DeltaView Table Heading"/>
    <w:basedOn w:val="Normal"/>
    <w:uiPriority w:val="99"/>
    <w:rsid w:val="00C977E5"/>
    <w:pPr>
      <w:autoSpaceDE w:val="0"/>
      <w:autoSpaceDN w:val="0"/>
      <w:adjustRightInd w:val="0"/>
      <w:spacing w:before="0" w:line="240" w:lineRule="auto"/>
    </w:pPr>
    <w:rPr>
      <w:rFonts w:ascii="Arial" w:eastAsia="Times New Roman" w:hAnsi="Arial"/>
      <w:b/>
      <w:szCs w:val="24"/>
      <w:lang w:val="en-GB" w:eastAsia="en-GB"/>
    </w:rPr>
  </w:style>
  <w:style w:type="paragraph" w:customStyle="1" w:styleId="DeltaViewTableBody">
    <w:name w:val="DeltaView Table Body"/>
    <w:basedOn w:val="Normal"/>
    <w:uiPriority w:val="99"/>
    <w:rsid w:val="00C977E5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/>
      <w:szCs w:val="24"/>
      <w:lang w:val="en-GB" w:eastAsia="en-GB"/>
    </w:rPr>
  </w:style>
  <w:style w:type="paragraph" w:customStyle="1" w:styleId="DeltaViewAnnounce">
    <w:name w:val="DeltaView Announce"/>
    <w:uiPriority w:val="99"/>
    <w:rsid w:val="00C977E5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val="ga-IE" w:eastAsia="en-GB"/>
    </w:rPr>
  </w:style>
  <w:style w:type="paragraph" w:customStyle="1" w:styleId="BodyText1">
    <w:name w:val="Body Text1"/>
    <w:basedOn w:val="Normal"/>
    <w:next w:val="FootnoteText"/>
    <w:uiPriority w:val="99"/>
    <w:rsid w:val="00C977E5"/>
    <w:pPr>
      <w:autoSpaceDE w:val="0"/>
      <w:autoSpaceDN w:val="0"/>
      <w:adjustRightInd w:val="0"/>
      <w:spacing w:before="0" w:after="0" w:line="240" w:lineRule="auto"/>
    </w:pPr>
    <w:rPr>
      <w:rFonts w:eastAsia="Times New Roman"/>
      <w:sz w:val="18"/>
      <w:szCs w:val="24"/>
      <w:lang w:val="en-GB" w:eastAsia="en-GB"/>
    </w:rPr>
  </w:style>
  <w:style w:type="character" w:customStyle="1" w:styleId="BodyTextChar">
    <w:name w:val="Body Text Char"/>
    <w:link w:val="BodyText"/>
    <w:uiPriority w:val="99"/>
    <w:rsid w:val="00C977E5"/>
    <w:rPr>
      <w:rFonts w:ascii="Times New Roman" w:eastAsia="Times New Roman" w:hAnsi="Times New Roman" w:cs="Times New Roman"/>
      <w:sz w:val="18"/>
      <w:szCs w:val="24"/>
      <w:lang w:val="en-GB" w:eastAsia="en-GB"/>
    </w:rPr>
  </w:style>
  <w:style w:type="character" w:customStyle="1" w:styleId="DeltaViewInsertion">
    <w:name w:val="DeltaView Insertion"/>
    <w:uiPriority w:val="99"/>
    <w:rsid w:val="00C977E5"/>
    <w:rPr>
      <w:b/>
      <w:i/>
      <w:color w:val="191919"/>
    </w:rPr>
  </w:style>
  <w:style w:type="character" w:customStyle="1" w:styleId="DeltaViewDeletion">
    <w:name w:val="DeltaView Deletion"/>
    <w:uiPriority w:val="99"/>
    <w:rsid w:val="00C977E5"/>
    <w:rPr>
      <w:strike/>
      <w:color w:val="000000"/>
    </w:rPr>
  </w:style>
  <w:style w:type="character" w:customStyle="1" w:styleId="DeltaViewMoveSource">
    <w:name w:val="DeltaView Move Source"/>
    <w:uiPriority w:val="99"/>
    <w:rsid w:val="00C977E5"/>
    <w:rPr>
      <w:strike/>
      <w:color w:val="000000"/>
    </w:rPr>
  </w:style>
  <w:style w:type="character" w:customStyle="1" w:styleId="DeltaViewMoveDestination">
    <w:name w:val="DeltaView Move Destination"/>
    <w:uiPriority w:val="99"/>
    <w:rsid w:val="00C977E5"/>
    <w:rPr>
      <w:color w:val="191919"/>
      <w:u w:val="double"/>
    </w:rPr>
  </w:style>
  <w:style w:type="character" w:customStyle="1" w:styleId="DeltaViewChangeNumber">
    <w:name w:val="DeltaView Change Number"/>
    <w:uiPriority w:val="99"/>
    <w:rsid w:val="00C977E5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C977E5"/>
  </w:style>
  <w:style w:type="paragraph" w:customStyle="1" w:styleId="DocumentMap1">
    <w:name w:val="Document Map1"/>
    <w:basedOn w:val="Normal"/>
    <w:next w:val="HeaderCouncil"/>
    <w:uiPriority w:val="99"/>
    <w:rsid w:val="00C977E5"/>
    <w:pPr>
      <w:shd w:val="clear" w:color="auto" w:fill="000080"/>
      <w:autoSpaceDE w:val="0"/>
      <w:autoSpaceDN w:val="0"/>
      <w:adjustRightInd w:val="0"/>
      <w:spacing w:before="0" w:after="0" w:line="240" w:lineRule="auto"/>
    </w:pPr>
    <w:rPr>
      <w:rFonts w:ascii="Tahoma" w:eastAsia="Times New Roman" w:hAnsi="Tahoma"/>
      <w:szCs w:val="24"/>
      <w:lang w:val="en-GB" w:eastAsia="en-GB"/>
    </w:rPr>
  </w:style>
  <w:style w:type="character" w:customStyle="1" w:styleId="DocumentMapChar">
    <w:name w:val="Document Map Char"/>
    <w:link w:val="DocumentMap"/>
    <w:uiPriority w:val="99"/>
    <w:rsid w:val="00C977E5"/>
    <w:rPr>
      <w:rFonts w:ascii="Tahoma" w:eastAsia="Times New Roman" w:hAnsi="Tahoma" w:cs="Times New Roman"/>
      <w:sz w:val="24"/>
      <w:szCs w:val="24"/>
      <w:lang w:val="en-GB" w:eastAsia="en-GB"/>
    </w:rPr>
  </w:style>
  <w:style w:type="character" w:customStyle="1" w:styleId="DeltaViewFormatChange">
    <w:name w:val="DeltaView Format Change"/>
    <w:uiPriority w:val="99"/>
    <w:rsid w:val="00C977E5"/>
    <w:rPr>
      <w:color w:val="000000"/>
    </w:rPr>
  </w:style>
  <w:style w:type="character" w:customStyle="1" w:styleId="DeltaViewMovedDeletion">
    <w:name w:val="DeltaView Moved Deletion"/>
    <w:uiPriority w:val="99"/>
    <w:rsid w:val="00C977E5"/>
    <w:rPr>
      <w:strike/>
      <w:color w:val="C08080"/>
    </w:rPr>
  </w:style>
  <w:style w:type="character" w:customStyle="1" w:styleId="DeltaViewComment">
    <w:name w:val="DeltaView Comment"/>
    <w:uiPriority w:val="99"/>
    <w:rsid w:val="00C977E5"/>
    <w:rPr>
      <w:color w:val="000000"/>
    </w:rPr>
  </w:style>
  <w:style w:type="character" w:customStyle="1" w:styleId="DeltaViewStyleChangeText">
    <w:name w:val="DeltaView Style Change Text"/>
    <w:uiPriority w:val="99"/>
    <w:rsid w:val="00C977E5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C977E5"/>
    <w:rPr>
      <w:color w:val="000000"/>
    </w:rPr>
  </w:style>
  <w:style w:type="character" w:customStyle="1" w:styleId="DeltaViewInsertedComment">
    <w:name w:val="DeltaView Inserted Comment"/>
    <w:uiPriority w:val="99"/>
    <w:rsid w:val="00C977E5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C977E5"/>
    <w:rPr>
      <w:strike/>
      <w:color w:val="FF0000"/>
    </w:rPr>
  </w:style>
  <w:style w:type="character" w:styleId="LineNumber">
    <w:name w:val="line number"/>
    <w:uiPriority w:val="99"/>
    <w:unhideWhenUsed/>
    <w:rsid w:val="00C977E5"/>
  </w:style>
  <w:style w:type="character" w:styleId="Strong">
    <w:name w:val="Strong"/>
    <w:uiPriority w:val="22"/>
    <w:qFormat/>
    <w:rsid w:val="00C977E5"/>
    <w:rPr>
      <w:b/>
      <w:bCs/>
    </w:rPr>
  </w:style>
  <w:style w:type="paragraph" w:styleId="ListBullet">
    <w:name w:val="List Bullet"/>
    <w:basedOn w:val="Normal"/>
    <w:rsid w:val="00C977E5"/>
    <w:pPr>
      <w:widowControl w:val="0"/>
      <w:numPr>
        <w:numId w:val="1"/>
      </w:numPr>
      <w:spacing w:before="0" w:after="0" w:line="240" w:lineRule="auto"/>
      <w:contextualSpacing/>
    </w:pPr>
    <w:rPr>
      <w:rFonts w:eastAsia="Times New Roman"/>
      <w:szCs w:val="20"/>
      <w:lang w:val="en-GB" w:eastAsia="en-GB"/>
    </w:rPr>
  </w:style>
  <w:style w:type="paragraph" w:styleId="ListBullet2">
    <w:name w:val="List Bullet 2"/>
    <w:basedOn w:val="Normal"/>
    <w:rsid w:val="00C977E5"/>
    <w:pPr>
      <w:widowControl w:val="0"/>
      <w:numPr>
        <w:numId w:val="2"/>
      </w:numPr>
      <w:spacing w:before="0" w:after="0" w:line="240" w:lineRule="auto"/>
      <w:contextualSpacing/>
    </w:pPr>
    <w:rPr>
      <w:rFonts w:eastAsia="Times New Roman"/>
      <w:szCs w:val="20"/>
      <w:lang w:val="en-GB" w:eastAsia="en-GB"/>
    </w:rPr>
  </w:style>
  <w:style w:type="paragraph" w:styleId="ListBullet3">
    <w:name w:val="List Bullet 3"/>
    <w:basedOn w:val="Normal"/>
    <w:rsid w:val="00C977E5"/>
    <w:pPr>
      <w:widowControl w:val="0"/>
      <w:numPr>
        <w:numId w:val="3"/>
      </w:numPr>
      <w:spacing w:before="0" w:after="0" w:line="240" w:lineRule="auto"/>
      <w:contextualSpacing/>
    </w:pPr>
    <w:rPr>
      <w:rFonts w:eastAsia="Times New Roman"/>
      <w:szCs w:val="20"/>
      <w:lang w:val="en-GB" w:eastAsia="en-GB"/>
    </w:rPr>
  </w:style>
  <w:style w:type="paragraph" w:styleId="ListNumber">
    <w:name w:val="List Number"/>
    <w:basedOn w:val="Normal"/>
    <w:rsid w:val="00C977E5"/>
    <w:pPr>
      <w:widowControl w:val="0"/>
      <w:numPr>
        <w:numId w:val="4"/>
      </w:numPr>
      <w:spacing w:before="0" w:after="0" w:line="240" w:lineRule="auto"/>
      <w:contextualSpacing/>
    </w:pPr>
    <w:rPr>
      <w:rFonts w:eastAsia="Times New Roman"/>
      <w:szCs w:val="20"/>
      <w:lang w:val="en-GB" w:eastAsia="en-GB"/>
    </w:rPr>
  </w:style>
  <w:style w:type="paragraph" w:styleId="ListNumber2">
    <w:name w:val="List Number 2"/>
    <w:basedOn w:val="Normal"/>
    <w:rsid w:val="00C977E5"/>
    <w:pPr>
      <w:widowControl w:val="0"/>
      <w:numPr>
        <w:numId w:val="5"/>
      </w:numPr>
      <w:spacing w:before="0" w:after="0" w:line="240" w:lineRule="auto"/>
      <w:contextualSpacing/>
    </w:pPr>
    <w:rPr>
      <w:rFonts w:eastAsia="Times New Roman"/>
      <w:szCs w:val="20"/>
      <w:lang w:val="en-GB" w:eastAsia="en-GB"/>
    </w:rPr>
  </w:style>
  <w:style w:type="paragraph" w:styleId="ListNumber4">
    <w:name w:val="List Number 4"/>
    <w:basedOn w:val="Normal"/>
    <w:rsid w:val="00C977E5"/>
    <w:pPr>
      <w:widowControl w:val="0"/>
      <w:numPr>
        <w:numId w:val="6"/>
      </w:numPr>
      <w:spacing w:before="0" w:after="0" w:line="240" w:lineRule="auto"/>
      <w:contextualSpacing/>
    </w:pPr>
    <w:rPr>
      <w:rFonts w:eastAsia="Times New Roman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rsid w:val="00C977E5"/>
    <w:pPr>
      <w:widowControl w:val="0"/>
      <w:spacing w:before="0" w:line="240" w:lineRule="auto"/>
    </w:pPr>
    <w:rPr>
      <w:rFonts w:eastAsia="Times New Roman"/>
      <w:sz w:val="18"/>
      <w:szCs w:val="24"/>
      <w:lang w:val="en-GB" w:eastAsia="en-GB"/>
    </w:rPr>
  </w:style>
  <w:style w:type="character" w:customStyle="1" w:styleId="BodyTextChar1">
    <w:name w:val="Body Text Char1"/>
    <w:basedOn w:val="DefaultParagraphFont"/>
    <w:rsid w:val="00C977E5"/>
    <w:rPr>
      <w:rFonts w:ascii="Times New Roman" w:hAnsi="Times New Roman" w:cs="Times New Roman"/>
      <w:sz w:val="24"/>
      <w:lang w:val="ga-IE"/>
    </w:rPr>
  </w:style>
  <w:style w:type="paragraph" w:styleId="DocumentMap">
    <w:name w:val="Document Map"/>
    <w:basedOn w:val="Normal"/>
    <w:link w:val="DocumentMapChar"/>
    <w:uiPriority w:val="99"/>
    <w:rsid w:val="00C977E5"/>
    <w:pPr>
      <w:widowControl w:val="0"/>
      <w:spacing w:before="0" w:after="0" w:line="240" w:lineRule="auto"/>
    </w:pPr>
    <w:rPr>
      <w:rFonts w:ascii="Tahoma" w:eastAsia="Times New Roman" w:hAnsi="Tahoma"/>
      <w:szCs w:val="24"/>
      <w:lang w:val="en-GB" w:eastAsia="en-GB"/>
    </w:rPr>
  </w:style>
  <w:style w:type="character" w:customStyle="1" w:styleId="DocumentMapChar1">
    <w:name w:val="Document Map Char1"/>
    <w:basedOn w:val="DefaultParagraphFont"/>
    <w:rsid w:val="00C977E5"/>
    <w:rPr>
      <w:rFonts w:ascii="Segoe UI" w:hAnsi="Segoe UI" w:cs="Segoe UI"/>
      <w:sz w:val="16"/>
      <w:szCs w:val="16"/>
      <w:lang w:val="ga-IE"/>
    </w:rPr>
  </w:style>
  <w:style w:type="paragraph" w:styleId="ListBullet4">
    <w:name w:val="List Bullet 4"/>
    <w:basedOn w:val="Normal"/>
    <w:uiPriority w:val="99"/>
    <w:semiHidden/>
    <w:unhideWhenUsed/>
    <w:rsid w:val="007F1A77"/>
    <w:pPr>
      <w:numPr>
        <w:numId w:val="2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F1A77"/>
    <w:pPr>
      <w:numPr>
        <w:numId w:val="2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2CA"/>
    <w:pPr>
      <w:tabs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52C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CA"/>
    <w:rPr>
      <w:rFonts w:ascii="Times New Roman" w:hAnsi="Times New Roman" w:cs="Times New Roman"/>
      <w:sz w:val="24"/>
      <w:bdr w:val="none" w:sz="0" w:space="0" w:color="auto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C378B0"/>
    <w:pPr>
      <w:spacing w:before="0" w:after="0" w:line="240" w:lineRule="auto"/>
      <w:ind w:left="720" w:hanging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78B0"/>
    <w:rPr>
      <w:rFonts w:ascii="Times New Roman" w:hAnsi="Times New Roman" w:cs="Times New Roman"/>
      <w:sz w:val="24"/>
      <w:szCs w:val="20"/>
      <w:lang w:val="ga-IE"/>
    </w:rPr>
  </w:style>
  <w:style w:type="character" w:customStyle="1" w:styleId="Heading1Char">
    <w:name w:val="Heading 1 Char"/>
    <w:basedOn w:val="DefaultParagraphFont"/>
    <w:link w:val="Heading1"/>
    <w:uiPriority w:val="9"/>
    <w:rsid w:val="004D52CA"/>
    <w:rPr>
      <w:rFonts w:ascii="Times New Roman" w:eastAsiaTheme="majorEastAsia" w:hAnsi="Times New Roman" w:cs="Times New Roman"/>
      <w:b/>
      <w:bCs/>
      <w:smallCaps/>
      <w:sz w:val="24"/>
      <w:szCs w:val="28"/>
      <w:lang w:val="ga-I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2CA"/>
    <w:rPr>
      <w:rFonts w:ascii="Times New Roman" w:eastAsiaTheme="majorEastAsia" w:hAnsi="Times New Roman" w:cs="Times New Roman"/>
      <w:b/>
      <w:bCs/>
      <w:sz w:val="24"/>
      <w:szCs w:val="26"/>
      <w:lang w:val="ga-I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2CA"/>
    <w:rPr>
      <w:rFonts w:ascii="Times New Roman" w:eastAsiaTheme="majorEastAsia" w:hAnsi="Times New Roman" w:cs="Times New Roman"/>
      <w:bCs/>
      <w:i/>
      <w:sz w:val="24"/>
      <w:lang w:val="ga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2CA"/>
    <w:rPr>
      <w:rFonts w:ascii="Times New Roman" w:eastAsiaTheme="majorEastAsia" w:hAnsi="Times New Roman" w:cs="Times New Roman"/>
      <w:bCs/>
      <w:iCs/>
      <w:sz w:val="24"/>
      <w:lang w:val="ga-IE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4D52C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uiPriority w:val="39"/>
    <w:semiHidden/>
    <w:unhideWhenUsed/>
    <w:rsid w:val="004D52CA"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styleId="TOC9">
    <w:name w:val="toc 9"/>
    <w:basedOn w:val="Normal"/>
    <w:next w:val="Normal"/>
    <w:uiPriority w:val="39"/>
    <w:semiHidden/>
    <w:unhideWhenUsed/>
    <w:rsid w:val="004D52C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D52C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4D52C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unhideWhenUsed/>
    <w:rsid w:val="00C378B0"/>
    <w:rPr>
      <w:b/>
      <w:bdr w:val="none" w:sz="0" w:space="0" w:color="auto"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4D52C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rsid w:val="00631409"/>
    <w:pPr>
      <w:spacing w:before="0" w:after="240" w:line="240" w:lineRule="auto"/>
      <w:jc w:val="center"/>
    </w:pPr>
    <w:rPr>
      <w:rFonts w:eastAsia="Times New Roman"/>
      <w:szCs w:val="24"/>
    </w:rPr>
  </w:style>
  <w:style w:type="character" w:customStyle="1" w:styleId="Marker">
    <w:name w:val="Marker"/>
    <w:basedOn w:val="DefaultParagraphFont"/>
    <w:rsid w:val="004D52CA"/>
    <w:rPr>
      <w:color w:val="0000FF"/>
      <w:bdr w:val="none" w:sz="0" w:space="0" w:color="auto"/>
      <w:shd w:val="clear" w:color="auto" w:fill="auto"/>
    </w:rPr>
  </w:style>
  <w:style w:type="character" w:customStyle="1" w:styleId="Marker1">
    <w:name w:val="Marker1"/>
    <w:basedOn w:val="DefaultParagraphFont"/>
    <w:rsid w:val="004D52CA"/>
    <w:rPr>
      <w:color w:val="008000"/>
      <w:bdr w:val="none" w:sz="0" w:space="0" w:color="auto"/>
      <w:shd w:val="clear" w:color="auto" w:fill="auto"/>
    </w:rPr>
  </w:style>
  <w:style w:type="paragraph" w:customStyle="1" w:styleId="Text1">
    <w:name w:val="Text 1"/>
    <w:basedOn w:val="Normal"/>
    <w:rsid w:val="004D52CA"/>
    <w:pPr>
      <w:ind w:left="850"/>
    </w:pPr>
  </w:style>
  <w:style w:type="paragraph" w:customStyle="1" w:styleId="Text2">
    <w:name w:val="Text 2"/>
    <w:basedOn w:val="Normal"/>
    <w:rsid w:val="004D52CA"/>
    <w:pPr>
      <w:ind w:left="1417"/>
    </w:pPr>
  </w:style>
  <w:style w:type="paragraph" w:customStyle="1" w:styleId="Text3">
    <w:name w:val="Text 3"/>
    <w:basedOn w:val="Normal"/>
    <w:rsid w:val="004D52CA"/>
    <w:pPr>
      <w:ind w:left="1984"/>
    </w:pPr>
  </w:style>
  <w:style w:type="paragraph" w:customStyle="1" w:styleId="Text4">
    <w:name w:val="Text 4"/>
    <w:basedOn w:val="Normal"/>
    <w:rsid w:val="004D52CA"/>
    <w:pPr>
      <w:ind w:left="2551"/>
    </w:pPr>
  </w:style>
  <w:style w:type="paragraph" w:customStyle="1" w:styleId="NormalCentered">
    <w:name w:val="Normal Centered"/>
    <w:basedOn w:val="Normal"/>
    <w:rsid w:val="004D52CA"/>
    <w:pPr>
      <w:jc w:val="center"/>
    </w:pPr>
  </w:style>
  <w:style w:type="paragraph" w:customStyle="1" w:styleId="NormalLeft">
    <w:name w:val="Normal Left"/>
    <w:basedOn w:val="Normal"/>
    <w:rsid w:val="004D52CA"/>
  </w:style>
  <w:style w:type="paragraph" w:customStyle="1" w:styleId="NormalRight">
    <w:name w:val="Normal Right"/>
    <w:basedOn w:val="Normal"/>
    <w:rsid w:val="004D52CA"/>
    <w:pPr>
      <w:jc w:val="right"/>
    </w:pPr>
  </w:style>
  <w:style w:type="paragraph" w:customStyle="1" w:styleId="QuotedText">
    <w:name w:val="Quoted Text"/>
    <w:basedOn w:val="Normal"/>
    <w:rsid w:val="004D52CA"/>
    <w:pPr>
      <w:ind w:left="1417"/>
    </w:pPr>
  </w:style>
  <w:style w:type="paragraph" w:customStyle="1" w:styleId="Point0">
    <w:name w:val="Point 0"/>
    <w:basedOn w:val="Normal"/>
    <w:rsid w:val="004D52CA"/>
    <w:pPr>
      <w:ind w:left="850" w:hanging="850"/>
    </w:pPr>
  </w:style>
  <w:style w:type="paragraph" w:customStyle="1" w:styleId="Point1">
    <w:name w:val="Point 1"/>
    <w:basedOn w:val="Normal"/>
    <w:rsid w:val="004D52CA"/>
    <w:pPr>
      <w:ind w:left="1417" w:hanging="567"/>
    </w:pPr>
  </w:style>
  <w:style w:type="paragraph" w:customStyle="1" w:styleId="Point2">
    <w:name w:val="Point 2"/>
    <w:basedOn w:val="Normal"/>
    <w:rsid w:val="004D52CA"/>
    <w:pPr>
      <w:ind w:left="1984" w:hanging="567"/>
    </w:pPr>
  </w:style>
  <w:style w:type="paragraph" w:customStyle="1" w:styleId="Point3">
    <w:name w:val="Point 3"/>
    <w:basedOn w:val="Normal"/>
    <w:rsid w:val="004D52CA"/>
    <w:pPr>
      <w:ind w:left="2551" w:hanging="567"/>
    </w:pPr>
  </w:style>
  <w:style w:type="paragraph" w:customStyle="1" w:styleId="Point4">
    <w:name w:val="Point 4"/>
    <w:basedOn w:val="Normal"/>
    <w:rsid w:val="004D52CA"/>
    <w:pPr>
      <w:ind w:left="3118" w:hanging="567"/>
    </w:pPr>
  </w:style>
  <w:style w:type="paragraph" w:customStyle="1" w:styleId="PointDouble0">
    <w:name w:val="PointDouble 0"/>
    <w:basedOn w:val="Normal"/>
    <w:rsid w:val="004D52C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4D52C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4D52C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4D52C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4D52C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4D52C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4D52C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4D52C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4D52C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4D52CA"/>
    <w:pPr>
      <w:tabs>
        <w:tab w:val="left" w:pos="3118"/>
        <w:tab w:val="left" w:pos="3685"/>
      </w:tabs>
      <w:ind w:left="4252" w:hanging="1701"/>
    </w:pPr>
  </w:style>
  <w:style w:type="paragraph" w:customStyle="1" w:styleId="Tiret0">
    <w:name w:val="Tiret 0"/>
    <w:basedOn w:val="Normal"/>
    <w:rsid w:val="004D52CA"/>
    <w:pPr>
      <w:numPr>
        <w:numId w:val="28"/>
      </w:numPr>
    </w:pPr>
  </w:style>
  <w:style w:type="paragraph" w:customStyle="1" w:styleId="Tiret1">
    <w:name w:val="Tiret 1"/>
    <w:basedOn w:val="Normal"/>
    <w:rsid w:val="004D52CA"/>
    <w:pPr>
      <w:numPr>
        <w:numId w:val="29"/>
      </w:numPr>
    </w:pPr>
  </w:style>
  <w:style w:type="paragraph" w:customStyle="1" w:styleId="Tiret2">
    <w:name w:val="Tiret 2"/>
    <w:basedOn w:val="Normal"/>
    <w:rsid w:val="004D52CA"/>
    <w:pPr>
      <w:numPr>
        <w:numId w:val="30"/>
      </w:numPr>
    </w:pPr>
  </w:style>
  <w:style w:type="paragraph" w:customStyle="1" w:styleId="Tiret3">
    <w:name w:val="Tiret 3"/>
    <w:basedOn w:val="Normal"/>
    <w:rsid w:val="004D52CA"/>
    <w:pPr>
      <w:numPr>
        <w:numId w:val="31"/>
      </w:numPr>
    </w:pPr>
  </w:style>
  <w:style w:type="paragraph" w:customStyle="1" w:styleId="Tiret4">
    <w:name w:val="Tiret 4"/>
    <w:basedOn w:val="Normal"/>
    <w:rsid w:val="004D52CA"/>
    <w:pPr>
      <w:numPr>
        <w:numId w:val="32"/>
      </w:numPr>
    </w:pPr>
  </w:style>
  <w:style w:type="paragraph" w:customStyle="1" w:styleId="NumPar1">
    <w:name w:val="NumPar 1"/>
    <w:basedOn w:val="Normal"/>
    <w:next w:val="Text1"/>
    <w:rsid w:val="004D52CA"/>
    <w:pPr>
      <w:numPr>
        <w:numId w:val="33"/>
      </w:numPr>
    </w:pPr>
  </w:style>
  <w:style w:type="paragraph" w:customStyle="1" w:styleId="NumPar2">
    <w:name w:val="NumPar 2"/>
    <w:basedOn w:val="Normal"/>
    <w:next w:val="Text1"/>
    <w:rsid w:val="004D52CA"/>
    <w:pPr>
      <w:numPr>
        <w:ilvl w:val="1"/>
        <w:numId w:val="33"/>
      </w:numPr>
    </w:pPr>
  </w:style>
  <w:style w:type="paragraph" w:customStyle="1" w:styleId="NumPar3">
    <w:name w:val="NumPar 3"/>
    <w:basedOn w:val="Normal"/>
    <w:next w:val="Text1"/>
    <w:rsid w:val="004D52CA"/>
    <w:pPr>
      <w:numPr>
        <w:ilvl w:val="2"/>
        <w:numId w:val="33"/>
      </w:numPr>
    </w:pPr>
  </w:style>
  <w:style w:type="paragraph" w:customStyle="1" w:styleId="NumPar4">
    <w:name w:val="NumPar 4"/>
    <w:basedOn w:val="Normal"/>
    <w:next w:val="Text1"/>
    <w:rsid w:val="004D52CA"/>
    <w:pPr>
      <w:numPr>
        <w:ilvl w:val="3"/>
        <w:numId w:val="33"/>
      </w:numPr>
    </w:pPr>
  </w:style>
  <w:style w:type="paragraph" w:customStyle="1" w:styleId="ManualNumPar1">
    <w:name w:val="Manual NumPar 1"/>
    <w:basedOn w:val="Normal"/>
    <w:next w:val="Text1"/>
    <w:rsid w:val="004D52C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4D52C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4D52C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4D52CA"/>
    <w:pPr>
      <w:ind w:left="850" w:hanging="850"/>
    </w:pPr>
  </w:style>
  <w:style w:type="paragraph" w:customStyle="1" w:styleId="QuotedNumPar">
    <w:name w:val="Quoted NumPar"/>
    <w:basedOn w:val="Normal"/>
    <w:rsid w:val="004D52C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4D52C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4D52C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4D52C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4D52C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4D52C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4D52C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4D52C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4D52CA"/>
    <w:pPr>
      <w:jc w:val="center"/>
    </w:pPr>
    <w:rPr>
      <w:b/>
    </w:rPr>
  </w:style>
  <w:style w:type="paragraph" w:customStyle="1" w:styleId="Point0number">
    <w:name w:val="Point 0 (number)"/>
    <w:basedOn w:val="Normal"/>
    <w:rsid w:val="004D52CA"/>
    <w:pPr>
      <w:numPr>
        <w:numId w:val="35"/>
      </w:numPr>
    </w:pPr>
  </w:style>
  <w:style w:type="paragraph" w:customStyle="1" w:styleId="Point1number">
    <w:name w:val="Point 1 (number)"/>
    <w:basedOn w:val="Normal"/>
    <w:rsid w:val="004D52CA"/>
    <w:pPr>
      <w:numPr>
        <w:ilvl w:val="2"/>
        <w:numId w:val="35"/>
      </w:numPr>
    </w:pPr>
  </w:style>
  <w:style w:type="paragraph" w:customStyle="1" w:styleId="Point2number">
    <w:name w:val="Point 2 (number)"/>
    <w:basedOn w:val="Normal"/>
    <w:rsid w:val="004D52CA"/>
    <w:pPr>
      <w:numPr>
        <w:ilvl w:val="4"/>
        <w:numId w:val="35"/>
      </w:numPr>
    </w:pPr>
  </w:style>
  <w:style w:type="paragraph" w:customStyle="1" w:styleId="Point3number">
    <w:name w:val="Point 3 (number)"/>
    <w:basedOn w:val="Normal"/>
    <w:rsid w:val="004D52CA"/>
    <w:pPr>
      <w:numPr>
        <w:ilvl w:val="6"/>
        <w:numId w:val="35"/>
      </w:numPr>
    </w:pPr>
  </w:style>
  <w:style w:type="paragraph" w:customStyle="1" w:styleId="Point0letter">
    <w:name w:val="Point 0 (letter)"/>
    <w:basedOn w:val="Normal"/>
    <w:rsid w:val="004D52CA"/>
    <w:pPr>
      <w:numPr>
        <w:ilvl w:val="1"/>
        <w:numId w:val="35"/>
      </w:numPr>
    </w:pPr>
  </w:style>
  <w:style w:type="paragraph" w:customStyle="1" w:styleId="Point1letter">
    <w:name w:val="Point 1 (letter)"/>
    <w:basedOn w:val="Normal"/>
    <w:rsid w:val="004D52CA"/>
    <w:pPr>
      <w:numPr>
        <w:ilvl w:val="3"/>
        <w:numId w:val="35"/>
      </w:numPr>
    </w:pPr>
  </w:style>
  <w:style w:type="paragraph" w:customStyle="1" w:styleId="Point2letter">
    <w:name w:val="Point 2 (letter)"/>
    <w:basedOn w:val="Normal"/>
    <w:rsid w:val="004D52CA"/>
    <w:pPr>
      <w:numPr>
        <w:ilvl w:val="5"/>
        <w:numId w:val="35"/>
      </w:numPr>
    </w:pPr>
  </w:style>
  <w:style w:type="paragraph" w:customStyle="1" w:styleId="Point3letter">
    <w:name w:val="Point 3 (letter)"/>
    <w:basedOn w:val="Normal"/>
    <w:rsid w:val="004D52CA"/>
    <w:pPr>
      <w:numPr>
        <w:ilvl w:val="7"/>
        <w:numId w:val="35"/>
      </w:numPr>
    </w:pPr>
  </w:style>
  <w:style w:type="paragraph" w:customStyle="1" w:styleId="Point4letter">
    <w:name w:val="Point 4 (letter)"/>
    <w:basedOn w:val="Normal"/>
    <w:rsid w:val="004D52CA"/>
    <w:pPr>
      <w:numPr>
        <w:ilvl w:val="8"/>
        <w:numId w:val="35"/>
      </w:numPr>
    </w:pPr>
  </w:style>
  <w:style w:type="paragraph" w:customStyle="1" w:styleId="Bullet0">
    <w:name w:val="Bullet 0"/>
    <w:basedOn w:val="Normal"/>
    <w:rsid w:val="004D52CA"/>
    <w:pPr>
      <w:numPr>
        <w:numId w:val="36"/>
      </w:numPr>
    </w:pPr>
  </w:style>
  <w:style w:type="paragraph" w:customStyle="1" w:styleId="Bullet1">
    <w:name w:val="Bullet 1"/>
    <w:basedOn w:val="Normal"/>
    <w:rsid w:val="004D52CA"/>
    <w:pPr>
      <w:numPr>
        <w:numId w:val="37"/>
      </w:numPr>
    </w:pPr>
  </w:style>
  <w:style w:type="paragraph" w:customStyle="1" w:styleId="Bullet2">
    <w:name w:val="Bullet 2"/>
    <w:basedOn w:val="Normal"/>
    <w:rsid w:val="004D52CA"/>
    <w:pPr>
      <w:numPr>
        <w:numId w:val="38"/>
      </w:numPr>
    </w:pPr>
  </w:style>
  <w:style w:type="paragraph" w:customStyle="1" w:styleId="Bullet3">
    <w:name w:val="Bullet 3"/>
    <w:basedOn w:val="Normal"/>
    <w:rsid w:val="004D52CA"/>
    <w:pPr>
      <w:numPr>
        <w:numId w:val="39"/>
      </w:numPr>
    </w:pPr>
  </w:style>
  <w:style w:type="paragraph" w:customStyle="1" w:styleId="Bullet4">
    <w:name w:val="Bullet 4"/>
    <w:basedOn w:val="Normal"/>
    <w:rsid w:val="004D52CA"/>
    <w:pPr>
      <w:numPr>
        <w:numId w:val="40"/>
      </w:numPr>
    </w:pPr>
  </w:style>
  <w:style w:type="paragraph" w:customStyle="1" w:styleId="Annexetitreacte">
    <w:name w:val="Annexe titre (act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4D52CA"/>
    <w:pPr>
      <w:spacing w:before="480"/>
    </w:pPr>
  </w:style>
  <w:style w:type="paragraph" w:customStyle="1" w:styleId="Considrant">
    <w:name w:val="Considérant"/>
    <w:basedOn w:val="Normal"/>
    <w:rsid w:val="004D52CA"/>
    <w:pPr>
      <w:numPr>
        <w:numId w:val="41"/>
      </w:numPr>
    </w:pPr>
  </w:style>
  <w:style w:type="paragraph" w:customStyle="1" w:styleId="Datedadoption">
    <w:name w:val="Date d'adoption"/>
    <w:basedOn w:val="Normal"/>
    <w:next w:val="Titreobjet"/>
    <w:rsid w:val="004D52CA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4D52C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4D52CA"/>
    <w:pPr>
      <w:keepNext/>
    </w:pPr>
  </w:style>
  <w:style w:type="paragraph" w:customStyle="1" w:styleId="Institutionquiagit">
    <w:name w:val="Institution qui agit"/>
    <w:basedOn w:val="Normal"/>
    <w:next w:val="Normal"/>
    <w:rsid w:val="004D52C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4D52CA"/>
    <w:pPr>
      <w:keepNext/>
      <w:tabs>
        <w:tab w:val="left" w:pos="5669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4D52CA"/>
    <w:pPr>
      <w:ind w:left="850" w:hanging="850"/>
    </w:pPr>
  </w:style>
  <w:style w:type="paragraph" w:customStyle="1" w:styleId="Personnequisigne">
    <w:name w:val="Personne qui signe"/>
    <w:basedOn w:val="Normal"/>
    <w:next w:val="Institutionquisigne"/>
    <w:rsid w:val="004D52CA"/>
    <w:pPr>
      <w:tabs>
        <w:tab w:val="left" w:pos="5669"/>
      </w:tabs>
      <w:spacing w:before="0" w:after="0"/>
    </w:pPr>
    <w:rPr>
      <w:i/>
    </w:rPr>
  </w:style>
  <w:style w:type="paragraph" w:customStyle="1" w:styleId="Sous-titreobjet">
    <w:name w:val="Sous-titre objet"/>
    <w:basedOn w:val="Normal"/>
    <w:rsid w:val="004D52C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4D52C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4D52C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4D52CA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4D52CA"/>
    <w:pPr>
      <w:spacing w:before="360" w:after="0"/>
      <w:jc w:val="center"/>
    </w:pPr>
    <w:rPr>
      <w:b/>
    </w:rPr>
  </w:style>
  <w:style w:type="paragraph" w:customStyle="1" w:styleId="Lignefinal">
    <w:name w:val="Ligne final"/>
    <w:basedOn w:val="Normal"/>
    <w:next w:val="Normal"/>
    <w:rsid w:val="004D52C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LignefinalLandscape">
    <w:name w:val="Ligne final (Landscape)"/>
    <w:basedOn w:val="Normal"/>
    <w:next w:val="Normal"/>
    <w:rsid w:val="004D52C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Rfrenceinterinstitutionelle">
    <w:name w:val="Référence interinstitutionelle"/>
    <w:basedOn w:val="Normal"/>
    <w:next w:val="Statut"/>
    <w:rsid w:val="004D52CA"/>
    <w:pPr>
      <w:spacing w:before="0" w:after="0"/>
      <w:ind w:left="5103"/>
    </w:pPr>
  </w:style>
  <w:style w:type="paragraph" w:customStyle="1" w:styleId="EntLogo">
    <w:name w:val="EntLogo"/>
    <w:basedOn w:val="Normal"/>
    <w:rsid w:val="004D52CA"/>
    <w:pPr>
      <w:tabs>
        <w:tab w:val="right" w:pos="9639"/>
      </w:tabs>
      <w:spacing w:before="0" w:after="0"/>
    </w:pPr>
    <w:rPr>
      <w:b/>
    </w:rPr>
  </w:style>
  <w:style w:type="paragraph" w:customStyle="1" w:styleId="EntInstit">
    <w:name w:val="EntInstit"/>
    <w:basedOn w:val="Normal"/>
    <w:rsid w:val="004D52CA"/>
    <w:pPr>
      <w:spacing w:before="0" w:after="0" w:line="240" w:lineRule="auto"/>
      <w:jc w:val="right"/>
    </w:pPr>
    <w:rPr>
      <w:b/>
    </w:rPr>
  </w:style>
  <w:style w:type="paragraph" w:customStyle="1" w:styleId="EntRefer">
    <w:name w:val="EntRefer"/>
    <w:basedOn w:val="Normal"/>
    <w:rsid w:val="004D52CA"/>
    <w:pPr>
      <w:spacing w:before="0" w:after="0" w:line="240" w:lineRule="auto"/>
    </w:pPr>
    <w:rPr>
      <w:b/>
    </w:rPr>
  </w:style>
  <w:style w:type="paragraph" w:customStyle="1" w:styleId="EntEmet">
    <w:name w:val="EntEmet"/>
    <w:basedOn w:val="Normal"/>
    <w:rsid w:val="004D52CA"/>
    <w:pPr>
      <w:spacing w:before="40" w:after="0" w:line="240" w:lineRule="auto"/>
    </w:pPr>
  </w:style>
  <w:style w:type="paragraph" w:customStyle="1" w:styleId="EntText">
    <w:name w:val="EntText"/>
    <w:basedOn w:val="Normal"/>
    <w:rsid w:val="004D52CA"/>
  </w:style>
  <w:style w:type="paragraph" w:customStyle="1" w:styleId="EntEU">
    <w:name w:val="EntEU"/>
    <w:basedOn w:val="Normal"/>
    <w:rsid w:val="004D52CA"/>
    <w:pPr>
      <w:spacing w:before="240" w:after="240" w:line="240" w:lineRule="auto"/>
      <w:jc w:val="center"/>
    </w:pPr>
    <w:rPr>
      <w:b/>
      <w:sz w:val="36"/>
    </w:rPr>
  </w:style>
  <w:style w:type="paragraph" w:customStyle="1" w:styleId="EntASSOC">
    <w:name w:val="EntASSOC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EntACP">
    <w:name w:val="EntACP"/>
    <w:basedOn w:val="Normal"/>
    <w:rsid w:val="004D52CA"/>
    <w:pPr>
      <w:spacing w:before="0" w:after="180" w:line="240" w:lineRule="auto"/>
      <w:jc w:val="center"/>
    </w:pPr>
    <w:rPr>
      <w:b/>
      <w:spacing w:val="40"/>
      <w:sz w:val="28"/>
    </w:rPr>
  </w:style>
  <w:style w:type="paragraph" w:customStyle="1" w:styleId="EntInstitACP">
    <w:name w:val="EntInstitACP"/>
    <w:basedOn w:val="Normal"/>
    <w:rsid w:val="004D52CA"/>
    <w:pPr>
      <w:spacing w:before="0" w:after="0" w:line="240" w:lineRule="auto"/>
      <w:jc w:val="center"/>
    </w:pPr>
    <w:rPr>
      <w:b/>
    </w:rPr>
  </w:style>
  <w:style w:type="paragraph" w:customStyle="1" w:styleId="Genredudocument">
    <w:name w:val="Genre du document"/>
    <w:basedOn w:val="EntRefer"/>
    <w:next w:val="EntRefer"/>
    <w:rsid w:val="004D52CA"/>
    <w:pPr>
      <w:spacing w:before="240"/>
    </w:pPr>
  </w:style>
  <w:style w:type="paragraph" w:customStyle="1" w:styleId="Accordtitre">
    <w:name w:val="Accord titre"/>
    <w:basedOn w:val="Normal"/>
    <w:rsid w:val="004D52CA"/>
    <w:pPr>
      <w:spacing w:before="0" w:after="0"/>
      <w:jc w:val="center"/>
    </w:pPr>
  </w:style>
  <w:style w:type="paragraph" w:customStyle="1" w:styleId="FooterAccord">
    <w:name w:val="Footer Accord"/>
    <w:basedOn w:val="Normal"/>
    <w:rsid w:val="004D52CA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</w:style>
  <w:style w:type="paragraph" w:customStyle="1" w:styleId="FooterLandscapeAccord">
    <w:name w:val="FooterLandscape Accord"/>
    <w:basedOn w:val="Normal"/>
    <w:rsid w:val="004D52CA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</w:style>
  <w:style w:type="paragraph" w:customStyle="1" w:styleId="TitrearticleAccord">
    <w:name w:val="Titre article Accord"/>
    <w:basedOn w:val="Normal"/>
    <w:next w:val="Normal"/>
    <w:rsid w:val="004D52CA"/>
    <w:pPr>
      <w:keepNext/>
      <w:spacing w:before="600"/>
      <w:jc w:val="center"/>
    </w:pPr>
    <w:rPr>
      <w:i/>
    </w:rPr>
  </w:style>
  <w:style w:type="paragraph" w:customStyle="1" w:styleId="Languesfaisantfoi">
    <w:name w:val="Langues faisant foi"/>
    <w:basedOn w:val="Normal"/>
    <w:next w:val="Normal"/>
    <w:rsid w:val="004D52CA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4D52CA"/>
    <w:pPr>
      <w:spacing w:after="240"/>
    </w:pPr>
  </w:style>
  <w:style w:type="paragraph" w:customStyle="1" w:styleId="Annexetitre">
    <w:name w:val="Annexe titre"/>
    <w:basedOn w:val="Normal"/>
    <w:next w:val="Normal"/>
    <w:rsid w:val="004D52CA"/>
    <w:pPr>
      <w:jc w:val="center"/>
    </w:pPr>
    <w:rPr>
      <w:b/>
      <w:u w:val="single"/>
    </w:rPr>
  </w:style>
  <w:style w:type="paragraph" w:customStyle="1" w:styleId="DESignature">
    <w:name w:val="DE Signature"/>
    <w:basedOn w:val="Normal"/>
    <w:next w:val="Normal"/>
    <w:rsid w:val="004D52CA"/>
    <w:pPr>
      <w:tabs>
        <w:tab w:val="center" w:pos="5953"/>
      </w:tabs>
      <w:spacing w:befor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LEGACT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8F5F2-37E2-4E7E-8707-B7C2BDBD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DW_LEGACTS</Template>
  <TotalTime>0</TotalTime>
  <Pages>21</Pages>
  <Words>2823</Words>
  <Characters>16093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 Roisin</dc:creator>
  <cp:keywords/>
  <dc:description/>
  <cp:lastModifiedBy>Andrijauska, M.</cp:lastModifiedBy>
  <cp:revision>2</cp:revision>
  <dcterms:created xsi:type="dcterms:W3CDTF">2020-07-29T17:00:00Z</dcterms:created>
  <dcterms:modified xsi:type="dcterms:W3CDTF">2020-07-29T17:00:00Z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3.8.0.0</vt:lpwstr>
  </property>
  <property fmtid="{D5CDD505-2E9C-101B-9397-08002B2CF9AE}" pid="3" name="Created using">
    <vt:lpwstr>DocuWrite 4.2.2, Build 20181002</vt:lpwstr>
  </property>
  <property fmtid="{D5CDD505-2E9C-101B-9397-08002B2CF9AE}" pid="4" name="Last edited using">
    <vt:lpwstr>DocuWrite 4.3.12, Build 20200224</vt:lpwstr>
  </property>
</Properties>
</file>