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30376" w14:textId="77777777" w:rsidR="00067E53" w:rsidRPr="00DD1C30" w:rsidRDefault="00823835" w:rsidP="004204C0">
      <w:pPr>
        <w:pStyle w:val="Annexetitre"/>
      </w:pPr>
      <w:r w:rsidRPr="00DD1C30">
        <w:t>A</w:t>
      </w:r>
      <w:r w:rsidR="00067E53" w:rsidRPr="00DD1C30">
        <w:t>NNEX I</w:t>
      </w:r>
    </w:p>
    <w:p w14:paraId="35087AC4" w14:textId="77777777" w:rsidR="00067E53" w:rsidRPr="00DD1C30" w:rsidRDefault="00067E53" w:rsidP="004204C0">
      <w:pPr>
        <w:jc w:val="center"/>
      </w:pPr>
      <w:bookmarkStart w:id="0" w:name="_DV_C1301"/>
      <w:r w:rsidRPr="00DD1C30">
        <w:t xml:space="preserve">FREEZING </w:t>
      </w:r>
      <w:bookmarkStart w:id="1" w:name="_DV_M798"/>
      <w:bookmarkEnd w:id="0"/>
      <w:bookmarkEnd w:id="1"/>
      <w:r w:rsidRPr="00DD1C30">
        <w:t>CERTIFICATE</w:t>
      </w:r>
    </w:p>
    <w:tbl>
      <w:tblPr>
        <w:tblStyle w:val="TableGrid"/>
        <w:tblW w:w="0" w:type="auto"/>
        <w:tblInd w:w="-162" w:type="dxa"/>
        <w:tblBorders>
          <w:bottom w:val="none" w:sz="0" w:space="0" w:color="auto"/>
        </w:tblBorders>
        <w:tblLook w:val="04A0" w:firstRow="1" w:lastRow="0" w:firstColumn="1" w:lastColumn="0" w:noHBand="0" w:noVBand="1"/>
      </w:tblPr>
      <w:tblGrid>
        <w:gridCol w:w="9791"/>
      </w:tblGrid>
      <w:tr w:rsidR="0071152B" w:rsidRPr="00DD1C30" w14:paraId="273E1F2A" w14:textId="77777777" w:rsidTr="00014291">
        <w:trPr>
          <w:trHeight w:val="3797"/>
        </w:trPr>
        <w:tc>
          <w:tcPr>
            <w:tcW w:w="10017" w:type="dxa"/>
            <w:tcBorders>
              <w:bottom w:val="single" w:sz="4" w:space="0" w:color="auto"/>
            </w:tcBorders>
          </w:tcPr>
          <w:p w14:paraId="215A9430" w14:textId="77777777" w:rsidR="0071152B" w:rsidRPr="00DD1C30" w:rsidRDefault="0071152B" w:rsidP="0071152B">
            <w:r w:rsidRPr="00DD1C30">
              <w:t>SECTION A:</w:t>
            </w:r>
          </w:p>
          <w:p w14:paraId="2AF3A6E4" w14:textId="0A0513E0" w:rsidR="0071152B" w:rsidRPr="00DD1C30" w:rsidRDefault="0071152B" w:rsidP="0071152B">
            <w:bookmarkStart w:id="2" w:name="_DV_M801"/>
            <w:bookmarkEnd w:id="2"/>
            <w:r w:rsidRPr="00DD1C30">
              <w:t>Issuing State: ……………………………………………………………………………………….</w:t>
            </w:r>
          </w:p>
          <w:p w14:paraId="60564E2B" w14:textId="7D0BC4B0" w:rsidR="0071152B" w:rsidRPr="00DD1C30" w:rsidRDefault="0071152B" w:rsidP="0071152B">
            <w:bookmarkStart w:id="3" w:name="_DV_C1304"/>
            <w:r w:rsidRPr="00DD1C30">
              <w:t xml:space="preserve">Issuing authority: </w:t>
            </w:r>
            <w:proofErr w:type="gramStart"/>
            <w:r w:rsidRPr="00DD1C30">
              <w:t>……………………………………………………………………</w:t>
            </w:r>
            <w:bookmarkEnd w:id="3"/>
            <w:r w:rsidRPr="00DD1C30">
              <w:t>……………...</w:t>
            </w:r>
            <w:proofErr w:type="gramEnd"/>
          </w:p>
          <w:p w14:paraId="6A01C38D" w14:textId="25B80631" w:rsidR="0071152B" w:rsidRPr="00DD1C30" w:rsidRDefault="0071152B" w:rsidP="0071152B">
            <w:bookmarkStart w:id="4" w:name="_DV_C1305"/>
            <w:r w:rsidRPr="00DD1C30">
              <w:t>Validating authority (if applicable): …………………………………………………</w:t>
            </w:r>
            <w:bookmarkEnd w:id="4"/>
            <w:r w:rsidRPr="00DD1C30">
              <w:t>……………..</w:t>
            </w:r>
          </w:p>
          <w:p w14:paraId="60B7E2B2" w14:textId="77777777" w:rsidR="0071152B" w:rsidRPr="00DD1C30" w:rsidRDefault="0071152B" w:rsidP="0071152B">
            <w:bookmarkStart w:id="5" w:name="_DV_M802"/>
            <w:bookmarkEnd w:id="5"/>
            <w:r w:rsidRPr="00DD1C30">
              <w:t>Executing State: …………………………….……………………………………………….…….….</w:t>
            </w:r>
          </w:p>
          <w:p w14:paraId="0980A4C7" w14:textId="61C6ED80" w:rsidR="0071152B" w:rsidRPr="00DD1C30" w:rsidRDefault="0071152B" w:rsidP="00F143CE">
            <w:bookmarkStart w:id="6" w:name="_DV_C1306"/>
            <w:r w:rsidRPr="00DD1C30">
              <w:t>Executing authority (if known): ………………………………………………………</w:t>
            </w:r>
            <w:bookmarkEnd w:id="6"/>
            <w:r w:rsidRPr="00DD1C30">
              <w:t>……………</w:t>
            </w:r>
          </w:p>
        </w:tc>
      </w:tr>
      <w:tr w:rsidR="00684287" w:rsidRPr="00DD1C30" w14:paraId="326F4DA6" w14:textId="77777777" w:rsidTr="00014291">
        <w:trPr>
          <w:trHeight w:val="4815"/>
        </w:trPr>
        <w:tc>
          <w:tcPr>
            <w:tcW w:w="10017" w:type="dxa"/>
            <w:tcBorders>
              <w:bottom w:val="single" w:sz="4" w:space="0" w:color="auto"/>
            </w:tcBorders>
          </w:tcPr>
          <w:p w14:paraId="153E62EE" w14:textId="77777777" w:rsidR="00684287" w:rsidRPr="00DD1C30" w:rsidRDefault="00684287" w:rsidP="00684287">
            <w:bookmarkStart w:id="7" w:name="_DV_M799"/>
            <w:bookmarkStart w:id="8" w:name="_DV_M800"/>
            <w:bookmarkStart w:id="9" w:name="_DV_M803"/>
            <w:bookmarkStart w:id="10" w:name="_DV_M804"/>
            <w:bookmarkStart w:id="11" w:name="_DV_C1316"/>
            <w:bookmarkStart w:id="12" w:name="_DV_C1630"/>
            <w:bookmarkEnd w:id="7"/>
            <w:bookmarkEnd w:id="8"/>
            <w:bookmarkEnd w:id="9"/>
            <w:bookmarkEnd w:id="10"/>
            <w:r w:rsidRPr="00DD1C30">
              <w:br w:type="page"/>
              <w:t xml:space="preserve">SECTION B: </w:t>
            </w:r>
            <w:bookmarkStart w:id="13" w:name="_DV_C1308"/>
            <w:r w:rsidRPr="00DD1C30">
              <w:t>Urgency and/or requested date for execution</w:t>
            </w:r>
            <w:bookmarkEnd w:id="13"/>
          </w:p>
          <w:p w14:paraId="156601AE" w14:textId="77777777" w:rsidR="00684287" w:rsidRPr="00DD1C30" w:rsidRDefault="00684287" w:rsidP="00684287">
            <w:pPr>
              <w:pStyle w:val="Point0"/>
            </w:pPr>
            <w:bookmarkStart w:id="14" w:name="_DV_C1313"/>
            <w:r w:rsidRPr="00DD1C30">
              <w:t>1.</w:t>
            </w:r>
            <w:r w:rsidRPr="00DD1C30">
              <w:tab/>
              <w:t>Please indicate the particular grounds for urgency:</w:t>
            </w:r>
            <w:bookmarkEnd w:id="14"/>
          </w:p>
          <w:p w14:paraId="055B330D" w14:textId="1E5E80B2" w:rsidR="00684287" w:rsidRPr="00DD1C30" w:rsidRDefault="00684287" w:rsidP="00697992">
            <w:pPr>
              <w:pStyle w:val="Point0"/>
              <w:ind w:left="1570"/>
            </w:pPr>
            <w:bookmarkStart w:id="15" w:name="_DV_C1314"/>
            <w:r w:rsidRPr="00DD1C30">
              <w:t>□</w:t>
            </w:r>
            <w:r w:rsidRPr="00DD1C30">
              <w:tab/>
              <w:t xml:space="preserve">There are legitimate grounds to believe that the property in question will imminently be </w:t>
            </w:r>
            <w:bookmarkEnd w:id="15"/>
            <w:r w:rsidRPr="00DD1C30">
              <w:t xml:space="preserve">removed or destroyed, namely: </w:t>
            </w:r>
            <w:r w:rsidRPr="00DD1C30">
              <w:br/>
              <w:t>………………</w:t>
            </w:r>
            <w:r w:rsidR="00F143CE">
              <w:t>……………………………………………………………………………….</w:t>
            </w:r>
            <w:r w:rsidRPr="00DD1C30">
              <w:t>………………</w:t>
            </w:r>
            <w:r w:rsidR="00697992">
              <w:t>……………………………………………………………...</w:t>
            </w:r>
          </w:p>
          <w:p w14:paraId="16C22E1A" w14:textId="6182C817" w:rsidR="00684287" w:rsidRPr="00DD1C30" w:rsidRDefault="00684287" w:rsidP="00697992">
            <w:pPr>
              <w:pStyle w:val="Point0"/>
              <w:ind w:left="1570"/>
            </w:pPr>
            <w:bookmarkStart w:id="16" w:name="_DV_C1315"/>
            <w:r w:rsidRPr="00DD1C30">
              <w:t>□</w:t>
            </w:r>
            <w:r w:rsidRPr="00DD1C30">
              <w:tab/>
              <w:t xml:space="preserve">Investigative or procedural needs in the issuing State, namely: </w:t>
            </w:r>
            <w:r w:rsidRPr="00DD1C30">
              <w:br/>
              <w:t>……………………………………………………………………………………………….</w:t>
            </w:r>
            <w:bookmarkEnd w:id="16"/>
            <w:r w:rsidRPr="00DD1C30">
              <w:t>……………………………………………………………………………</w:t>
            </w:r>
            <w:r w:rsidR="00697992">
              <w:t>…</w:t>
            </w:r>
          </w:p>
        </w:tc>
      </w:tr>
      <w:tr w:rsidR="0001343A" w:rsidRPr="00DD1C30" w14:paraId="0DFAE415" w14:textId="77777777" w:rsidTr="00014291">
        <w:trPr>
          <w:trHeight w:val="3348"/>
        </w:trPr>
        <w:tc>
          <w:tcPr>
            <w:tcW w:w="10017" w:type="dxa"/>
            <w:tcBorders>
              <w:top w:val="single" w:sz="4" w:space="0" w:color="auto"/>
              <w:bottom w:val="single" w:sz="4" w:space="0" w:color="auto"/>
            </w:tcBorders>
          </w:tcPr>
          <w:p w14:paraId="7302A79A" w14:textId="77777777" w:rsidR="0001343A" w:rsidRPr="00DD1C30" w:rsidRDefault="0001343A" w:rsidP="00E22F29">
            <w:pPr>
              <w:pStyle w:val="Point0"/>
              <w:pageBreakBefore/>
            </w:pPr>
            <w:r w:rsidRPr="00DD1C30">
              <w:lastRenderedPageBreak/>
              <w:t>2.</w:t>
            </w:r>
            <w:r w:rsidRPr="00DD1C30">
              <w:tab/>
              <w:t>Date for execution:</w:t>
            </w:r>
            <w:bookmarkEnd w:id="11"/>
          </w:p>
          <w:p w14:paraId="47E4B807" w14:textId="5FB3711E" w:rsidR="0001343A" w:rsidRPr="00DD1C30" w:rsidRDefault="0001343A" w:rsidP="00F143CE">
            <w:pPr>
              <w:pStyle w:val="Point0"/>
              <w:ind w:left="1570"/>
            </w:pPr>
            <w:bookmarkStart w:id="17" w:name="_DV_C1317"/>
            <w:r w:rsidRPr="00DD1C30">
              <w:t>□</w:t>
            </w:r>
            <w:r w:rsidRPr="00DD1C30">
              <w:tab/>
              <w:t>A spec</w:t>
            </w:r>
            <w:r w:rsidR="00F143CE">
              <w:t>ific date is requested, namely:</w:t>
            </w:r>
            <w:r w:rsidRPr="00DD1C30">
              <w:t>……………………</w:t>
            </w:r>
            <w:bookmarkEnd w:id="17"/>
            <w:r w:rsidR="00F143CE">
              <w:t>…………………</w:t>
            </w:r>
            <w:r w:rsidRPr="00DD1C30">
              <w:t>……..</w:t>
            </w:r>
          </w:p>
          <w:p w14:paraId="2C74D2C4" w14:textId="77777777" w:rsidR="0001343A" w:rsidRPr="00DD1C30" w:rsidRDefault="0001343A" w:rsidP="00F143CE">
            <w:pPr>
              <w:pStyle w:val="Point0"/>
              <w:ind w:left="1570"/>
            </w:pPr>
            <w:bookmarkStart w:id="18" w:name="_DV_C1318"/>
            <w:r w:rsidRPr="00DD1C30">
              <w:t>□</w:t>
            </w:r>
            <w:r w:rsidRPr="00DD1C30">
              <w:tab/>
              <w:t>Coordination needed between the Member States involved</w:t>
            </w:r>
            <w:bookmarkEnd w:id="18"/>
          </w:p>
          <w:p w14:paraId="18C66419" w14:textId="276F75AD" w:rsidR="0001343A" w:rsidRPr="00DD1C30" w:rsidRDefault="0001343A" w:rsidP="0001343A">
            <w:bookmarkStart w:id="19" w:name="_DV_C1319"/>
            <w:r w:rsidRPr="00DD1C30">
              <w:t>Grounds for this request: ………………………………………………………………………………………………………………………………………………………………………………………………………………</w:t>
            </w:r>
            <w:bookmarkEnd w:id="19"/>
          </w:p>
        </w:tc>
      </w:tr>
      <w:tr w:rsidR="00684287" w:rsidRPr="00DD1C30" w14:paraId="71C3A7B8" w14:textId="77777777" w:rsidTr="00014291">
        <w:trPr>
          <w:trHeight w:val="6815"/>
        </w:trPr>
        <w:tc>
          <w:tcPr>
            <w:tcW w:w="10017" w:type="dxa"/>
            <w:tcBorders>
              <w:bottom w:val="single" w:sz="4" w:space="0" w:color="auto"/>
            </w:tcBorders>
          </w:tcPr>
          <w:p w14:paraId="6D0CBAAA" w14:textId="77777777" w:rsidR="00684287" w:rsidRPr="00DD1C30" w:rsidRDefault="00684287" w:rsidP="00684287">
            <w:bookmarkStart w:id="20" w:name="_DV_M805"/>
            <w:bookmarkStart w:id="21" w:name="_DV_M806"/>
            <w:bookmarkEnd w:id="20"/>
            <w:bookmarkEnd w:id="21"/>
            <w:r w:rsidRPr="00DD1C30">
              <w:br w:type="page"/>
              <w:t xml:space="preserve">SECTION C: </w:t>
            </w:r>
            <w:bookmarkStart w:id="22" w:name="_DV_C1321"/>
            <w:r w:rsidRPr="00DD1C30">
              <w:t>Affected person(s)</w:t>
            </w:r>
            <w:bookmarkStart w:id="23" w:name="_GoBack"/>
            <w:bookmarkEnd w:id="23"/>
          </w:p>
          <w:p w14:paraId="1C61FF13" w14:textId="77777777" w:rsidR="00684287" w:rsidRPr="00DD1C30" w:rsidRDefault="00684287" w:rsidP="00684287">
            <w:r w:rsidRPr="00DD1C30">
              <w:t>Identity of the person(s) against whom the freezing order is issued, or of the person(s) that owns/own the property that is covered by the freezing order (if more than one person is affected, please provide the information for each person):</w:t>
            </w:r>
            <w:bookmarkEnd w:id="22"/>
          </w:p>
          <w:p w14:paraId="7683445B" w14:textId="77777777" w:rsidR="00684287" w:rsidRPr="00DD1C30" w:rsidRDefault="00684287" w:rsidP="00684287">
            <w:pPr>
              <w:pStyle w:val="Point0"/>
            </w:pPr>
            <w:bookmarkStart w:id="24" w:name="_DV_C1322"/>
            <w:r w:rsidRPr="00DD1C30">
              <w:t>1.</w:t>
            </w:r>
            <w:r w:rsidRPr="00DD1C30">
              <w:tab/>
              <w:t>Identification data</w:t>
            </w:r>
            <w:bookmarkEnd w:id="24"/>
          </w:p>
          <w:p w14:paraId="24E249B3" w14:textId="77777777" w:rsidR="00684287" w:rsidRPr="00DD1C30" w:rsidRDefault="00684287" w:rsidP="00684287">
            <w:pPr>
              <w:pStyle w:val="Point0"/>
            </w:pPr>
            <w:bookmarkStart w:id="25" w:name="_DV_C1323"/>
            <w:r w:rsidRPr="00DD1C30">
              <w:t>(i)</w:t>
            </w:r>
            <w:r w:rsidRPr="00DD1C30">
              <w:tab/>
              <w:t>In the case of natural person(s)</w:t>
            </w:r>
            <w:bookmarkEnd w:id="25"/>
          </w:p>
          <w:p w14:paraId="18322E93" w14:textId="51CC0C80" w:rsidR="00684287" w:rsidRPr="00DD1C30" w:rsidRDefault="00684287" w:rsidP="00684287">
            <w:bookmarkStart w:id="26" w:name="_DV_C1324"/>
            <w:r w:rsidRPr="00DD1C30">
              <w:t>Name: …………………………………………………………………………</w:t>
            </w:r>
            <w:bookmarkEnd w:id="26"/>
            <w:r w:rsidRPr="00DD1C30">
              <w:t>……………………</w:t>
            </w:r>
          </w:p>
          <w:p w14:paraId="58316902" w14:textId="77777777" w:rsidR="00684287" w:rsidRPr="00DD1C30" w:rsidRDefault="00684287" w:rsidP="00684287">
            <w:bookmarkStart w:id="27" w:name="_DV_C1325"/>
            <w:r w:rsidRPr="00DD1C30">
              <w:t>First name(s): …………………………………………………………………………</w:t>
            </w:r>
            <w:bookmarkEnd w:id="27"/>
            <w:r w:rsidRPr="00DD1C30">
              <w:t>………………</w:t>
            </w:r>
          </w:p>
          <w:p w14:paraId="7A9666FC" w14:textId="5AD253C9" w:rsidR="00684287" w:rsidRPr="00DD1C30" w:rsidRDefault="00684287" w:rsidP="00684287">
            <w:bookmarkStart w:id="28" w:name="_DV_C1326"/>
            <w:r w:rsidRPr="00DD1C30">
              <w:t xml:space="preserve">Other relevant name(s), if applicable: </w:t>
            </w:r>
            <w:proofErr w:type="gramStart"/>
            <w:r w:rsidRPr="00DD1C30">
              <w:t>……………………………………………</w:t>
            </w:r>
            <w:bookmarkEnd w:id="28"/>
            <w:r w:rsidRPr="00DD1C30">
              <w:t>...........................</w:t>
            </w:r>
            <w:proofErr w:type="gramEnd"/>
          </w:p>
          <w:p w14:paraId="76F9DC03" w14:textId="0C3F1667" w:rsidR="00684287" w:rsidRPr="00DD1C30" w:rsidRDefault="00684287" w:rsidP="00684287">
            <w:bookmarkStart w:id="29" w:name="_DV_C1327"/>
            <w:r w:rsidRPr="00DD1C30">
              <w:t>Aliases, if applicable: …………………………………………</w:t>
            </w:r>
            <w:bookmarkEnd w:id="29"/>
            <w:r w:rsidRPr="00DD1C30">
              <w:t>……………………………………</w:t>
            </w:r>
          </w:p>
          <w:p w14:paraId="6A7A52B4" w14:textId="3DFCCF47" w:rsidR="00684287" w:rsidRPr="00DD1C30" w:rsidRDefault="00684287" w:rsidP="00F143CE">
            <w:bookmarkStart w:id="30" w:name="_DV_C1328"/>
            <w:r w:rsidRPr="00DD1C30">
              <w:t>Sex: ………………………………………</w:t>
            </w:r>
            <w:bookmarkEnd w:id="30"/>
            <w:r w:rsidRPr="00DD1C30">
              <w:t>…………………………………………………………</w:t>
            </w:r>
          </w:p>
        </w:tc>
      </w:tr>
      <w:tr w:rsidR="00C661E6" w:rsidRPr="00DD1C30" w14:paraId="028DAB7A" w14:textId="77777777" w:rsidTr="00014291">
        <w:trPr>
          <w:trHeight w:val="20"/>
        </w:trPr>
        <w:tc>
          <w:tcPr>
            <w:tcW w:w="10017" w:type="dxa"/>
            <w:tcBorders>
              <w:top w:val="single" w:sz="4" w:space="0" w:color="auto"/>
              <w:bottom w:val="single" w:sz="4" w:space="0" w:color="auto"/>
            </w:tcBorders>
          </w:tcPr>
          <w:p w14:paraId="7A061FFF" w14:textId="38D789DA" w:rsidR="00C661E6" w:rsidRPr="00DD1C30" w:rsidRDefault="00C661E6" w:rsidP="00C661E6">
            <w:pPr>
              <w:pageBreakBefore/>
            </w:pPr>
            <w:bookmarkStart w:id="31" w:name="_DV_C1329"/>
            <w:r w:rsidRPr="00DD1C30">
              <w:lastRenderedPageBreak/>
              <w:t>Nationality: ……………………………………………</w:t>
            </w:r>
            <w:bookmarkEnd w:id="31"/>
            <w:r w:rsidRPr="00DD1C30">
              <w:t>……………………………………………</w:t>
            </w:r>
          </w:p>
          <w:p w14:paraId="5806780A" w14:textId="7271B10B" w:rsidR="00C661E6" w:rsidRPr="00DD1C30" w:rsidRDefault="00C661E6" w:rsidP="00C661E6">
            <w:bookmarkStart w:id="32" w:name="_DV_C1330"/>
            <w:r w:rsidRPr="00DD1C30">
              <w:br w:type="page"/>
              <w:t>Identity number or social security number, if available</w:t>
            </w:r>
            <w:proofErr w:type="gramStart"/>
            <w:r w:rsidRPr="00DD1C30">
              <w:t>: .</w:t>
            </w:r>
            <w:proofErr w:type="gramEnd"/>
            <w:r w:rsidRPr="00DD1C30">
              <w:t>………………………………………….…</w:t>
            </w:r>
            <w:bookmarkEnd w:id="32"/>
          </w:p>
          <w:p w14:paraId="0B3801F6" w14:textId="77777777" w:rsidR="00C661E6" w:rsidRPr="00DD1C30" w:rsidRDefault="00C661E6" w:rsidP="00C661E6">
            <w:bookmarkStart w:id="33" w:name="_DV_C1331"/>
            <w:r w:rsidRPr="00DD1C30">
              <w:t>Type and number of the identity document(s) (identity card or passport), if available:</w:t>
            </w:r>
            <w:bookmarkEnd w:id="33"/>
          </w:p>
          <w:p w14:paraId="7EAFE42C" w14:textId="77777777" w:rsidR="00C661E6" w:rsidRPr="00DD1C30" w:rsidRDefault="00C661E6" w:rsidP="00C661E6">
            <w:bookmarkStart w:id="34" w:name="_DV_C1332"/>
            <w:r w:rsidRPr="00DD1C30">
              <w:t>……………………………………………………………………..………….....................................</w:t>
            </w:r>
            <w:bookmarkEnd w:id="34"/>
          </w:p>
          <w:p w14:paraId="3CD179D3" w14:textId="77777777" w:rsidR="00C661E6" w:rsidRPr="00DD1C30" w:rsidRDefault="00C661E6" w:rsidP="00C661E6">
            <w:bookmarkStart w:id="35" w:name="_DV_C1333"/>
            <w:r w:rsidRPr="00DD1C30">
              <w:t>Date of birth: …………………………………………….....................................................................</w:t>
            </w:r>
            <w:bookmarkEnd w:id="35"/>
          </w:p>
          <w:p w14:paraId="4B3B67A6" w14:textId="66D8CB26" w:rsidR="00C661E6" w:rsidRPr="00DD1C30" w:rsidRDefault="00C661E6" w:rsidP="00C661E6">
            <w:bookmarkStart w:id="36" w:name="_DV_C1334"/>
            <w:r w:rsidRPr="00DD1C30">
              <w:t>Place of birth: ………………………………………………………</w:t>
            </w:r>
            <w:bookmarkEnd w:id="36"/>
            <w:r w:rsidRPr="00DD1C30">
              <w:t>………………………………</w:t>
            </w:r>
          </w:p>
          <w:p w14:paraId="41041688" w14:textId="77777777" w:rsidR="00C661E6" w:rsidRPr="00DD1C30" w:rsidRDefault="00C661E6" w:rsidP="00C661E6">
            <w:bookmarkStart w:id="37" w:name="_DV_C1335"/>
            <w:r w:rsidRPr="00DD1C30">
              <w:t>Residence and/or known address (if the address is not known, the last known address):</w:t>
            </w:r>
            <w:bookmarkEnd w:id="37"/>
          </w:p>
          <w:p w14:paraId="54E14755" w14:textId="7839DF48" w:rsidR="00C661E6" w:rsidRPr="00DD1C30" w:rsidRDefault="00C661E6" w:rsidP="00C661E6">
            <w:bookmarkStart w:id="38" w:name="_DV_C1336"/>
            <w:r w:rsidRPr="00DD1C30">
              <w:t>………………………………………………………………………………………………</w:t>
            </w:r>
            <w:bookmarkEnd w:id="38"/>
            <w:r w:rsidR="00F143CE">
              <w:t>………</w:t>
            </w:r>
          </w:p>
          <w:p w14:paraId="617A5F3E" w14:textId="1F95F682" w:rsidR="00C661E6" w:rsidRPr="00DD1C30" w:rsidRDefault="00C661E6" w:rsidP="00C661E6">
            <w:bookmarkStart w:id="39" w:name="_DV_C1337"/>
            <w:r w:rsidRPr="00DD1C30">
              <w:t>Language(s) which the affected person understands ……………………………………………</w:t>
            </w:r>
            <w:bookmarkEnd w:id="39"/>
            <w:r w:rsidRPr="00DD1C30">
              <w:t>….</w:t>
            </w:r>
          </w:p>
          <w:p w14:paraId="2EA4C5C9" w14:textId="77777777" w:rsidR="00C661E6" w:rsidRPr="00DD1C30" w:rsidRDefault="00C661E6" w:rsidP="00C661E6">
            <w:bookmarkStart w:id="40" w:name="_DV_C1338"/>
            <w:r w:rsidRPr="00DD1C30">
              <w:br w:type="page"/>
              <w:t>Please indicate the position of the affected person in the proceedings:</w:t>
            </w:r>
            <w:bookmarkEnd w:id="40"/>
          </w:p>
          <w:p w14:paraId="024477F4" w14:textId="77777777" w:rsidR="00C661E6" w:rsidRPr="00DD1C30" w:rsidRDefault="00C661E6" w:rsidP="00F143CE">
            <w:pPr>
              <w:ind w:left="720"/>
            </w:pPr>
            <w:bookmarkStart w:id="41" w:name="_DV_C1339"/>
            <w:r w:rsidRPr="00DD1C30">
              <w:t>□</w:t>
            </w:r>
            <w:r w:rsidRPr="00DD1C30">
              <w:tab/>
              <w:t>person against whom the freezing order is directed</w:t>
            </w:r>
            <w:bookmarkEnd w:id="41"/>
          </w:p>
          <w:p w14:paraId="17BA8D81" w14:textId="77777777" w:rsidR="00C661E6" w:rsidRPr="00DD1C30" w:rsidRDefault="00C661E6" w:rsidP="00F143CE">
            <w:pPr>
              <w:ind w:left="720"/>
            </w:pPr>
            <w:bookmarkStart w:id="42" w:name="_DV_C1340"/>
            <w:r w:rsidRPr="00DD1C30">
              <w:t>□</w:t>
            </w:r>
            <w:r w:rsidRPr="00DD1C30">
              <w:tab/>
              <w:t>person that owns the property that is covered by the freezing order</w:t>
            </w:r>
            <w:bookmarkEnd w:id="42"/>
          </w:p>
          <w:p w14:paraId="6AD35ABD" w14:textId="77777777" w:rsidR="00C661E6" w:rsidRPr="00DD1C30" w:rsidRDefault="00C661E6" w:rsidP="00C661E6">
            <w:bookmarkStart w:id="43" w:name="_DV_C1341"/>
            <w:r w:rsidRPr="00DD1C30">
              <w:t>(ii)</w:t>
            </w:r>
            <w:r w:rsidRPr="00DD1C30">
              <w:tab/>
              <w:t>In the case of legal person(s)</w:t>
            </w:r>
            <w:bookmarkEnd w:id="43"/>
          </w:p>
          <w:p w14:paraId="494D0370" w14:textId="457EC6C5" w:rsidR="00C661E6" w:rsidRPr="00DD1C30" w:rsidRDefault="00C661E6" w:rsidP="00C661E6">
            <w:bookmarkStart w:id="44" w:name="_DV_C1342"/>
            <w:r w:rsidRPr="00DD1C30">
              <w:t>Name: ……………………………………………………………………</w:t>
            </w:r>
            <w:bookmarkEnd w:id="44"/>
            <w:r w:rsidRPr="00DD1C30">
              <w:t>…………………………</w:t>
            </w:r>
          </w:p>
          <w:p w14:paraId="2A89C66A" w14:textId="2CE6E070" w:rsidR="00C661E6" w:rsidRPr="00DD1C30" w:rsidRDefault="00C661E6" w:rsidP="00F143CE">
            <w:bookmarkStart w:id="45" w:name="_DV_C1343"/>
            <w:r w:rsidRPr="00DD1C30">
              <w:t>Legal form:</w:t>
            </w:r>
            <w:bookmarkEnd w:id="45"/>
            <w:r w:rsidRPr="00DD1C30">
              <w:t xml:space="preserve"> </w:t>
            </w:r>
            <w:proofErr w:type="gramStart"/>
            <w:r w:rsidRPr="00DD1C30">
              <w:t>…………………………………………………………………………………..……</w:t>
            </w:r>
            <w:proofErr w:type="gramEnd"/>
            <w:r w:rsidRPr="00DD1C30">
              <w:t>..</w:t>
            </w:r>
          </w:p>
        </w:tc>
      </w:tr>
      <w:tr w:rsidR="00C661E6" w:rsidRPr="00DD1C30" w14:paraId="70B5639E" w14:textId="77777777" w:rsidTr="00014291">
        <w:trPr>
          <w:trHeight w:val="20"/>
        </w:trPr>
        <w:tc>
          <w:tcPr>
            <w:tcW w:w="10017" w:type="dxa"/>
            <w:tcBorders>
              <w:top w:val="single" w:sz="4" w:space="0" w:color="auto"/>
              <w:bottom w:val="single" w:sz="4" w:space="0" w:color="auto"/>
            </w:tcBorders>
          </w:tcPr>
          <w:p w14:paraId="0FF80811" w14:textId="49AF9E2E" w:rsidR="00C661E6" w:rsidRPr="00DD1C30" w:rsidRDefault="00C661E6" w:rsidP="00C661E6">
            <w:pPr>
              <w:pageBreakBefore/>
            </w:pPr>
            <w:bookmarkStart w:id="46" w:name="_DV_C1344"/>
            <w:r w:rsidRPr="00DD1C30">
              <w:lastRenderedPageBreak/>
              <w:t>Shortened name, commonly used name or trading name, if applicable: …..</w:t>
            </w:r>
            <w:proofErr w:type="gramStart"/>
            <w:r w:rsidRPr="00DD1C30">
              <w:t>……….…..…………..</w:t>
            </w:r>
            <w:bookmarkEnd w:id="46"/>
            <w:proofErr w:type="gramEnd"/>
          </w:p>
          <w:p w14:paraId="395A361E" w14:textId="28B64ADA" w:rsidR="00C661E6" w:rsidRPr="00DD1C30" w:rsidRDefault="00C661E6" w:rsidP="00C661E6">
            <w:bookmarkStart w:id="47" w:name="_DV_C1345"/>
            <w:r w:rsidRPr="00DD1C30">
              <w:t xml:space="preserve">Registered seat: </w:t>
            </w:r>
            <w:proofErr w:type="gramStart"/>
            <w:r w:rsidRPr="00DD1C30">
              <w:t>…………………………………………………………………..…………………</w:t>
            </w:r>
            <w:bookmarkEnd w:id="47"/>
            <w:proofErr w:type="gramEnd"/>
          </w:p>
          <w:p w14:paraId="54DAE162" w14:textId="2F9F8560" w:rsidR="00C661E6" w:rsidRPr="00DD1C30" w:rsidRDefault="00C661E6" w:rsidP="00C661E6">
            <w:bookmarkStart w:id="48" w:name="_DV_C1346"/>
            <w:r w:rsidRPr="00DD1C30">
              <w:t>Registration number: ……………………………………………………………………………….</w:t>
            </w:r>
            <w:bookmarkEnd w:id="48"/>
          </w:p>
          <w:p w14:paraId="6C054730" w14:textId="77777777" w:rsidR="00C661E6" w:rsidRPr="00DD1C30" w:rsidRDefault="00C661E6" w:rsidP="00C661E6">
            <w:bookmarkStart w:id="49" w:name="_DV_C1347"/>
            <w:r w:rsidRPr="00DD1C30">
              <w:br w:type="page"/>
              <w:t>Address: …………………………………………………………………</w:t>
            </w:r>
            <w:bookmarkEnd w:id="49"/>
            <w:r w:rsidRPr="00DD1C30">
              <w:t>……………………………</w:t>
            </w:r>
          </w:p>
          <w:p w14:paraId="2188ED6E" w14:textId="77777777" w:rsidR="00C661E6" w:rsidRPr="00DD1C30" w:rsidRDefault="00C661E6" w:rsidP="00C661E6">
            <w:bookmarkStart w:id="50" w:name="_DV_C1348"/>
            <w:r w:rsidRPr="00DD1C30">
              <w:t>Name of the representative: ……………………………………………………</w:t>
            </w:r>
            <w:bookmarkEnd w:id="50"/>
            <w:r w:rsidRPr="00DD1C30">
              <w:t>……………………..</w:t>
            </w:r>
          </w:p>
          <w:p w14:paraId="1D096B81" w14:textId="77777777" w:rsidR="00C661E6" w:rsidRPr="00DD1C30" w:rsidRDefault="00C661E6" w:rsidP="00C661E6">
            <w:bookmarkStart w:id="51" w:name="_DV_C1350"/>
            <w:r w:rsidRPr="00DD1C30">
              <w:t>Please indicate the position of the affected person in the proceedings</w:t>
            </w:r>
            <w:bookmarkEnd w:id="51"/>
            <w:r w:rsidRPr="00DD1C30">
              <w:t>:</w:t>
            </w:r>
          </w:p>
          <w:p w14:paraId="0D6E05D7" w14:textId="77777777" w:rsidR="00C661E6" w:rsidRPr="00DD1C30" w:rsidRDefault="00C661E6" w:rsidP="00F143CE">
            <w:pPr>
              <w:pStyle w:val="Point0"/>
              <w:ind w:left="1570"/>
            </w:pPr>
            <w:bookmarkStart w:id="52" w:name="_DV_C1351"/>
            <w:r w:rsidRPr="00DD1C30">
              <w:t>□</w:t>
            </w:r>
            <w:r w:rsidRPr="00DD1C30">
              <w:tab/>
              <w:t>person against whom the freezing order is directed</w:t>
            </w:r>
            <w:bookmarkEnd w:id="52"/>
          </w:p>
          <w:p w14:paraId="50E2B1A4" w14:textId="77777777" w:rsidR="00C661E6" w:rsidRPr="00DD1C30" w:rsidRDefault="00C661E6" w:rsidP="00F143CE">
            <w:pPr>
              <w:pStyle w:val="Point0"/>
              <w:ind w:left="1570"/>
            </w:pPr>
            <w:bookmarkStart w:id="53" w:name="_DV_C1352"/>
            <w:r w:rsidRPr="00DD1C30">
              <w:t>□</w:t>
            </w:r>
            <w:r w:rsidRPr="00DD1C30">
              <w:tab/>
              <w:t>person that owns the property that is covered by the freezing order</w:t>
            </w:r>
            <w:bookmarkEnd w:id="53"/>
          </w:p>
          <w:p w14:paraId="23C5C4AF" w14:textId="77777777" w:rsidR="00C661E6" w:rsidRPr="00DD1C30" w:rsidRDefault="00C661E6" w:rsidP="00C661E6">
            <w:pPr>
              <w:pStyle w:val="Point0"/>
            </w:pPr>
            <w:bookmarkStart w:id="54" w:name="_DV_C1354"/>
            <w:r w:rsidRPr="00DD1C30">
              <w:t>2.</w:t>
            </w:r>
            <w:r w:rsidRPr="00DD1C30">
              <w:tab/>
              <w:t>If different from the address above, please give the location where the freezing order is to be executed:</w:t>
            </w:r>
            <w:bookmarkEnd w:id="54"/>
            <w:r w:rsidRPr="00DD1C30">
              <w:t xml:space="preserve"> </w:t>
            </w:r>
            <w:r w:rsidRPr="00DD1C30">
              <w:br/>
            </w:r>
            <w:bookmarkStart w:id="55" w:name="_DV_C1355"/>
            <w:r w:rsidRPr="00DD1C30">
              <w:t>………………………………………………………………………………………………</w:t>
            </w:r>
            <w:bookmarkEnd w:id="55"/>
            <w:r w:rsidRPr="00DD1C30">
              <w:t>.</w:t>
            </w:r>
          </w:p>
          <w:p w14:paraId="75173AD3" w14:textId="77777777" w:rsidR="00C661E6" w:rsidRPr="00DD1C30" w:rsidRDefault="00C661E6" w:rsidP="00C661E6">
            <w:pPr>
              <w:pStyle w:val="Point0"/>
            </w:pPr>
            <w:bookmarkStart w:id="56" w:name="_DV_C1356"/>
            <w:r w:rsidRPr="00DD1C30">
              <w:t>3.</w:t>
            </w:r>
            <w:r w:rsidRPr="00DD1C30">
              <w:tab/>
              <w:t>Third parties whose rights in relation to the property that is covered by the freezing order are directly prejudiced by the order (identity and grounds):</w:t>
            </w:r>
            <w:bookmarkEnd w:id="56"/>
            <w:r w:rsidRPr="00DD1C30">
              <w:t xml:space="preserve"> </w:t>
            </w:r>
            <w:r w:rsidRPr="00DD1C30">
              <w:br/>
            </w:r>
            <w:bookmarkStart w:id="57" w:name="_DV_C1357"/>
            <w:r w:rsidRPr="00DD1C30">
              <w:t>…………………………………………………</w:t>
            </w:r>
            <w:bookmarkEnd w:id="57"/>
            <w:r w:rsidRPr="00DD1C30">
              <w:t>……………………………………………</w:t>
            </w:r>
            <w:r w:rsidRPr="00DD1C30">
              <w:br/>
            </w:r>
            <w:bookmarkStart w:id="58" w:name="_DV_C1358"/>
            <w:r w:rsidRPr="00DD1C30">
              <w:t>………………………………………………………………………………………………</w:t>
            </w:r>
            <w:bookmarkEnd w:id="58"/>
            <w:r w:rsidRPr="00DD1C30">
              <w:t>.</w:t>
            </w:r>
          </w:p>
          <w:p w14:paraId="173894E9" w14:textId="77777777" w:rsidR="00C661E6" w:rsidRPr="00DD1C30" w:rsidRDefault="00C661E6" w:rsidP="00C661E6">
            <w:pPr>
              <w:pStyle w:val="Point0"/>
            </w:pPr>
            <w:bookmarkStart w:id="59" w:name="_DV_C1359"/>
            <w:r w:rsidRPr="00DD1C30">
              <w:t>4.</w:t>
            </w:r>
            <w:r w:rsidRPr="00DD1C30">
              <w:tab/>
              <w:t>Provide any other information that will assist with the execution of the freezing order:</w:t>
            </w:r>
            <w:bookmarkEnd w:id="59"/>
            <w:r w:rsidRPr="00DD1C30">
              <w:t xml:space="preserve"> </w:t>
            </w:r>
            <w:r w:rsidRPr="00DD1C30">
              <w:br/>
            </w:r>
            <w:bookmarkStart w:id="60" w:name="_DV_C1360"/>
            <w:r w:rsidRPr="00DD1C30">
              <w:t>……………………………………………………………………………………………</w:t>
            </w:r>
            <w:bookmarkEnd w:id="60"/>
            <w:r w:rsidRPr="00DD1C30">
              <w:t>….</w:t>
            </w:r>
          </w:p>
        </w:tc>
      </w:tr>
      <w:tr w:rsidR="00C661E6" w:rsidRPr="00DD1C30" w14:paraId="1ECA37ED" w14:textId="77777777" w:rsidTr="00014291">
        <w:trPr>
          <w:trHeight w:val="20"/>
        </w:trPr>
        <w:tc>
          <w:tcPr>
            <w:tcW w:w="10017" w:type="dxa"/>
            <w:tcBorders>
              <w:bottom w:val="single" w:sz="4" w:space="0" w:color="auto"/>
            </w:tcBorders>
          </w:tcPr>
          <w:p w14:paraId="79BB8E58" w14:textId="77777777" w:rsidR="00C661E6" w:rsidRPr="00DD1C30" w:rsidRDefault="00C661E6" w:rsidP="00C661E6">
            <w:pPr>
              <w:pageBreakBefore/>
            </w:pPr>
            <w:r w:rsidRPr="00DD1C30">
              <w:lastRenderedPageBreak/>
              <w:br w:type="page"/>
            </w:r>
            <w:bookmarkStart w:id="61" w:name="_DV_M807"/>
            <w:bookmarkEnd w:id="61"/>
            <w:r w:rsidRPr="00DD1C30">
              <w:t>SECTION D: Information on property to which the order relates</w:t>
            </w:r>
          </w:p>
          <w:p w14:paraId="2B50C02E" w14:textId="77777777" w:rsidR="00C661E6" w:rsidRPr="00DD1C30" w:rsidRDefault="00C661E6" w:rsidP="00C661E6">
            <w:pPr>
              <w:pStyle w:val="Point0"/>
            </w:pPr>
            <w:bookmarkStart w:id="62" w:name="_DV_C1364"/>
            <w:r w:rsidRPr="00DD1C30">
              <w:t>1.</w:t>
            </w:r>
            <w:r w:rsidRPr="00DD1C30">
              <w:tab/>
              <w:t>Please indicate</w:t>
            </w:r>
            <w:bookmarkStart w:id="63" w:name="_DV_M808"/>
            <w:bookmarkEnd w:id="62"/>
            <w:bookmarkEnd w:id="63"/>
            <w:r w:rsidRPr="00DD1C30">
              <w:t xml:space="preserve"> if the order concerns:</w:t>
            </w:r>
          </w:p>
          <w:p w14:paraId="53E96214" w14:textId="77777777" w:rsidR="00C661E6" w:rsidRPr="00DD1C30" w:rsidRDefault="00C661E6" w:rsidP="00F143CE">
            <w:pPr>
              <w:pStyle w:val="Point0"/>
              <w:ind w:left="1570"/>
            </w:pPr>
            <w:bookmarkStart w:id="64" w:name="_DV_M809"/>
            <w:bookmarkEnd w:id="64"/>
            <w:r w:rsidRPr="00DD1C30">
              <w:sym w:font="Bookshelf Symbol 3" w:char="F0FF"/>
            </w:r>
            <w:bookmarkStart w:id="65" w:name="_DV_M810"/>
            <w:bookmarkEnd w:id="65"/>
            <w:r w:rsidRPr="00DD1C30">
              <w:tab/>
              <w:t>an amount of money</w:t>
            </w:r>
          </w:p>
          <w:p w14:paraId="3B646A0A" w14:textId="77777777" w:rsidR="00C661E6" w:rsidRPr="00DD1C30" w:rsidRDefault="00C661E6" w:rsidP="00F143CE">
            <w:pPr>
              <w:pStyle w:val="Point0"/>
              <w:ind w:left="1570"/>
            </w:pPr>
            <w:bookmarkStart w:id="66" w:name="_DV_M811"/>
            <w:bookmarkEnd w:id="66"/>
            <w:r w:rsidRPr="00DD1C30">
              <w:sym w:font="Bookshelf Symbol 3" w:char="F0FF"/>
            </w:r>
            <w:bookmarkStart w:id="67" w:name="_DV_M812"/>
            <w:bookmarkEnd w:id="67"/>
            <w:r w:rsidRPr="00DD1C30">
              <w:tab/>
              <w:t>specific item(s) of property</w:t>
            </w:r>
            <w:bookmarkStart w:id="68" w:name="_DV_C1365"/>
            <w:r w:rsidRPr="00DD1C30">
              <w:t xml:space="preserve"> (corporeal or incorporeal, movable or immovable)</w:t>
            </w:r>
            <w:bookmarkEnd w:id="68"/>
          </w:p>
          <w:p w14:paraId="1644D422" w14:textId="77777777" w:rsidR="00C661E6" w:rsidRPr="00DD1C30" w:rsidRDefault="00C661E6" w:rsidP="00F143CE">
            <w:pPr>
              <w:pStyle w:val="Point0"/>
              <w:ind w:left="1570"/>
            </w:pPr>
            <w:bookmarkStart w:id="69" w:name="_DV_M813"/>
            <w:bookmarkEnd w:id="69"/>
            <w:r w:rsidRPr="00DD1C30">
              <w:sym w:font="Bookshelf Symbol 3" w:char="F0FF"/>
            </w:r>
            <w:bookmarkStart w:id="70" w:name="_DV_M814"/>
            <w:bookmarkEnd w:id="70"/>
            <w:r w:rsidRPr="00DD1C30">
              <w:tab/>
              <w:t xml:space="preserve">property </w:t>
            </w:r>
            <w:bookmarkStart w:id="71" w:name="_DV_C1367"/>
            <w:r w:rsidRPr="00DD1C30">
              <w:t>of equivalent value (in the context of value-based confiscation)</w:t>
            </w:r>
            <w:bookmarkEnd w:id="71"/>
          </w:p>
          <w:p w14:paraId="698ACF4D" w14:textId="77777777" w:rsidR="00C661E6" w:rsidRPr="00DD1C30" w:rsidRDefault="00C661E6" w:rsidP="00C661E6">
            <w:pPr>
              <w:pStyle w:val="Point0"/>
            </w:pPr>
            <w:bookmarkStart w:id="72" w:name="_DV_C1370"/>
            <w:r w:rsidRPr="00DD1C30">
              <w:t>2.</w:t>
            </w:r>
            <w:bookmarkStart w:id="73" w:name="_DV_M815"/>
            <w:bookmarkEnd w:id="72"/>
            <w:bookmarkEnd w:id="73"/>
            <w:r w:rsidRPr="00DD1C30">
              <w:tab/>
              <w:t>If the order concerns an amount of money</w:t>
            </w:r>
            <w:bookmarkStart w:id="74" w:name="_DV_C1372"/>
            <w:r w:rsidRPr="00DD1C30">
              <w:t xml:space="preserve"> or property of equivalent value to that amount of money:</w:t>
            </w:r>
            <w:bookmarkEnd w:id="74"/>
          </w:p>
          <w:p w14:paraId="0D3FAA99" w14:textId="5F964080" w:rsidR="00C661E6" w:rsidRPr="00DD1C30" w:rsidRDefault="00C661E6" w:rsidP="00CE76D0">
            <w:pPr>
              <w:pStyle w:val="Tiret0"/>
              <w:numPr>
                <w:ilvl w:val="0"/>
                <w:numId w:val="9"/>
              </w:numPr>
            </w:pPr>
            <w:bookmarkStart w:id="75" w:name="_DV_M816"/>
            <w:bookmarkStart w:id="76" w:name="_DV_M817"/>
            <w:bookmarkEnd w:id="75"/>
            <w:bookmarkEnd w:id="76"/>
            <w:r w:rsidRPr="00DD1C30">
              <w:t>The amount for execution in the executing State</w:t>
            </w:r>
            <w:bookmarkStart w:id="77" w:name="_DV_C1376"/>
            <w:r w:rsidRPr="00DD1C30">
              <w:t xml:space="preserve">, </w:t>
            </w:r>
            <w:bookmarkStart w:id="78" w:name="_DV_M818"/>
            <w:bookmarkEnd w:id="77"/>
            <w:bookmarkEnd w:id="78"/>
            <w:r w:rsidRPr="00DD1C30">
              <w:t>in figures and words</w:t>
            </w:r>
            <w:bookmarkStart w:id="79" w:name="_DV_C1378"/>
            <w:r w:rsidRPr="00DD1C30">
              <w:t xml:space="preserve"> (indicate currency): ………………………………………</w:t>
            </w:r>
            <w:bookmarkEnd w:id="79"/>
            <w:r w:rsidR="00F143CE">
              <w:t>……………………………………………………….</w:t>
            </w:r>
          </w:p>
          <w:p w14:paraId="5E805917" w14:textId="100F5BA2" w:rsidR="00C661E6" w:rsidRPr="00DD1C30" w:rsidRDefault="00C661E6" w:rsidP="00C661E6">
            <w:pPr>
              <w:pStyle w:val="Tiret0"/>
            </w:pPr>
            <w:bookmarkStart w:id="80" w:name="_DV_M819"/>
            <w:bookmarkEnd w:id="80"/>
            <w:r w:rsidRPr="00DD1C30">
              <w:br w:type="page"/>
              <w:t>The total amount covered by the order</w:t>
            </w:r>
            <w:bookmarkStart w:id="81" w:name="_DV_C1382"/>
            <w:r w:rsidRPr="00DD1C30">
              <w:t xml:space="preserve">, </w:t>
            </w:r>
            <w:bookmarkStart w:id="82" w:name="_DV_M820"/>
            <w:bookmarkEnd w:id="81"/>
            <w:bookmarkEnd w:id="82"/>
            <w:r w:rsidRPr="00DD1C30">
              <w:t>in figures and words</w:t>
            </w:r>
            <w:bookmarkStart w:id="83" w:name="_DV_C1388"/>
            <w:r w:rsidRPr="00DD1C30">
              <w:t xml:space="preserve"> (indicate currency): ………………………………………</w:t>
            </w:r>
            <w:bookmarkEnd w:id="83"/>
            <w:r w:rsidR="00F143CE">
              <w:t>……………………………………………………….</w:t>
            </w:r>
          </w:p>
          <w:p w14:paraId="7CE6B951" w14:textId="77777777" w:rsidR="00C661E6" w:rsidRPr="00DD1C30" w:rsidRDefault="00C661E6" w:rsidP="00C661E6">
            <w:bookmarkStart w:id="84" w:name="_DV_C1390"/>
            <w:r w:rsidRPr="00DD1C30">
              <w:t>Additional</w:t>
            </w:r>
            <w:bookmarkStart w:id="85" w:name="_DV_M821"/>
            <w:bookmarkEnd w:id="84"/>
            <w:bookmarkEnd w:id="85"/>
            <w:r w:rsidRPr="00DD1C30">
              <w:t xml:space="preserve"> information:</w:t>
            </w:r>
          </w:p>
          <w:p w14:paraId="3A606332" w14:textId="567E10D6" w:rsidR="00C661E6" w:rsidRPr="00DD1C30" w:rsidRDefault="00C661E6" w:rsidP="00C661E6">
            <w:pPr>
              <w:pStyle w:val="Tiret0"/>
            </w:pPr>
            <w:bookmarkStart w:id="86" w:name="_DV_M822"/>
            <w:bookmarkStart w:id="87" w:name="_DV_M823"/>
            <w:bookmarkEnd w:id="86"/>
            <w:bookmarkEnd w:id="87"/>
            <w:r w:rsidRPr="00DD1C30">
              <w:t>Grounds for believing that the affected person has property</w:t>
            </w:r>
            <w:bookmarkStart w:id="88" w:name="_DV_M824"/>
            <w:bookmarkEnd w:id="88"/>
            <w:r w:rsidRPr="00DD1C30">
              <w:t>/</w:t>
            </w:r>
            <w:bookmarkStart w:id="89" w:name="_DV_M825"/>
            <w:bookmarkEnd w:id="89"/>
            <w:r w:rsidRPr="00DD1C30">
              <w:t xml:space="preserve">income in the executing State: </w:t>
            </w:r>
            <w:r w:rsidRPr="00DD1C30">
              <w:br/>
            </w:r>
            <w:bookmarkStart w:id="90" w:name="_DV_M827"/>
            <w:bookmarkEnd w:id="90"/>
            <w:r w:rsidRPr="00DD1C30">
              <w:t>……………………………………………………………………………………………….</w:t>
            </w:r>
          </w:p>
        </w:tc>
      </w:tr>
      <w:tr w:rsidR="00C661E6" w:rsidRPr="00DD1C30" w14:paraId="10287DBE" w14:textId="77777777" w:rsidTr="00014291">
        <w:trPr>
          <w:trHeight w:val="20"/>
        </w:trPr>
        <w:tc>
          <w:tcPr>
            <w:tcW w:w="10017" w:type="dxa"/>
            <w:tcBorders>
              <w:top w:val="single" w:sz="4" w:space="0" w:color="auto"/>
              <w:bottom w:val="single" w:sz="4" w:space="0" w:color="auto"/>
            </w:tcBorders>
          </w:tcPr>
          <w:p w14:paraId="4ED052DE" w14:textId="5127927B" w:rsidR="00C661E6" w:rsidRPr="00DD1C30" w:rsidRDefault="00C661E6" w:rsidP="00C661E6">
            <w:pPr>
              <w:pStyle w:val="Tiret0"/>
              <w:pageBreakBefore/>
            </w:pPr>
            <w:bookmarkStart w:id="91" w:name="_DV_M828"/>
            <w:bookmarkStart w:id="92" w:name="_DV_M829"/>
            <w:bookmarkEnd w:id="91"/>
            <w:bookmarkEnd w:id="92"/>
            <w:r w:rsidRPr="00DD1C30">
              <w:lastRenderedPageBreak/>
              <w:t xml:space="preserve">Description of the property/ source of income of the affected </w:t>
            </w:r>
            <w:proofErr w:type="gramStart"/>
            <w:r w:rsidRPr="00DD1C30">
              <w:t>person</w:t>
            </w:r>
            <w:bookmarkStart w:id="93" w:name="_DV_M830"/>
            <w:bookmarkStart w:id="94" w:name="_DV_M831"/>
            <w:bookmarkEnd w:id="93"/>
            <w:bookmarkEnd w:id="94"/>
            <w:r w:rsidRPr="00DD1C30">
              <w:t>(</w:t>
            </w:r>
            <w:proofErr w:type="gramEnd"/>
            <w:r w:rsidRPr="00DD1C30">
              <w:t xml:space="preserve">when possible): </w:t>
            </w:r>
            <w:r w:rsidRPr="00DD1C30">
              <w:br/>
            </w:r>
            <w:bookmarkStart w:id="95" w:name="_DV_M832"/>
            <w:bookmarkEnd w:id="95"/>
            <w:r w:rsidRPr="00DD1C30">
              <w:t>………………</w:t>
            </w:r>
            <w:r w:rsidR="00F143CE">
              <w:t>……………………………………………………………………………….</w:t>
            </w:r>
          </w:p>
          <w:p w14:paraId="2907EB56" w14:textId="0D74D230" w:rsidR="00C661E6" w:rsidRPr="00DD1C30" w:rsidRDefault="00C661E6" w:rsidP="00C661E6">
            <w:pPr>
              <w:pStyle w:val="Tiret0"/>
            </w:pPr>
            <w:bookmarkStart w:id="96" w:name="_DV_M833"/>
            <w:bookmarkEnd w:id="96"/>
            <w:r w:rsidRPr="00DD1C30">
              <w:t>Exact location of the property/source of income of the affected person (if not known, the</w:t>
            </w:r>
            <w:bookmarkStart w:id="97" w:name="_DV_M834"/>
            <w:bookmarkEnd w:id="97"/>
            <w:r w:rsidRPr="00DD1C30">
              <w:t xml:space="preserve"> last known location): </w:t>
            </w:r>
            <w:r w:rsidRPr="00DD1C30">
              <w:br/>
              <w:t>………………</w:t>
            </w:r>
            <w:r w:rsidR="00F143CE">
              <w:t>……………………………………………………………………………….</w:t>
            </w:r>
          </w:p>
          <w:p w14:paraId="2FDC102B" w14:textId="66CC8A8F" w:rsidR="00C661E6" w:rsidRPr="00DD1C30" w:rsidRDefault="00C661E6" w:rsidP="00C661E6">
            <w:pPr>
              <w:pStyle w:val="Tiret0"/>
            </w:pPr>
            <w:bookmarkStart w:id="98" w:name="_DV_C1395"/>
            <w:r w:rsidRPr="00DD1C30">
              <w:t>Details of the bank account of the affected person (if known):</w:t>
            </w:r>
            <w:bookmarkEnd w:id="98"/>
            <w:r w:rsidRPr="00DD1C30">
              <w:t xml:space="preserve"> </w:t>
            </w:r>
            <w:r w:rsidRPr="00DD1C30">
              <w:br/>
              <w:t>..................................................................................................................</w:t>
            </w:r>
            <w:r w:rsidR="00F143CE">
              <w:t>...............................</w:t>
            </w:r>
          </w:p>
          <w:p w14:paraId="286517DE" w14:textId="77777777" w:rsidR="00C661E6" w:rsidRPr="00DD1C30" w:rsidRDefault="00C661E6" w:rsidP="00C661E6">
            <w:pPr>
              <w:pStyle w:val="Point0"/>
            </w:pPr>
            <w:bookmarkStart w:id="99" w:name="_DV_C1396"/>
            <w:r w:rsidRPr="00DD1C30">
              <w:br w:type="page"/>
              <w:t>3.</w:t>
            </w:r>
            <w:r w:rsidRPr="00DD1C30">
              <w:tab/>
              <w:t>If the order concerns specific item(s) of property or property of equivalent value to such property:</w:t>
            </w:r>
            <w:bookmarkEnd w:id="99"/>
          </w:p>
          <w:p w14:paraId="495155BF" w14:textId="77777777" w:rsidR="00C661E6" w:rsidRPr="00DD1C30" w:rsidRDefault="00C661E6" w:rsidP="00C661E6">
            <w:bookmarkStart w:id="100" w:name="_DV_M835"/>
            <w:bookmarkEnd w:id="100"/>
            <w:r w:rsidRPr="00DD1C30">
              <w:t xml:space="preserve">Grounds for </w:t>
            </w:r>
            <w:bookmarkStart w:id="101" w:name="_DV_C1398"/>
            <w:r w:rsidRPr="00DD1C30">
              <w:t xml:space="preserve">the transmission of the order to the executing </w:t>
            </w:r>
            <w:bookmarkEnd w:id="101"/>
            <w:r w:rsidRPr="00DD1C30">
              <w:t>State:</w:t>
            </w:r>
          </w:p>
          <w:p w14:paraId="50535FC5" w14:textId="77777777" w:rsidR="00C661E6" w:rsidRPr="00DD1C30" w:rsidRDefault="00C661E6" w:rsidP="00F143CE">
            <w:pPr>
              <w:pStyle w:val="Point0"/>
              <w:ind w:left="1570"/>
            </w:pPr>
            <w:bookmarkStart w:id="102" w:name="_DV_M836"/>
            <w:bookmarkEnd w:id="102"/>
            <w:r w:rsidRPr="00DD1C30">
              <w:sym w:font="Symbol" w:char="F090"/>
            </w:r>
            <w:bookmarkStart w:id="103" w:name="_DV_C1401"/>
            <w:r w:rsidRPr="00DD1C30">
              <w:tab/>
              <w:t>the specific item(s) of property is/are located in the executing State</w:t>
            </w:r>
            <w:bookmarkEnd w:id="103"/>
          </w:p>
          <w:p w14:paraId="298DEB2C" w14:textId="77777777" w:rsidR="00C661E6" w:rsidRPr="00DD1C30" w:rsidRDefault="00C661E6" w:rsidP="00F143CE">
            <w:pPr>
              <w:pStyle w:val="Point0"/>
              <w:ind w:left="1570"/>
            </w:pPr>
            <w:r w:rsidRPr="00DD1C30">
              <w:sym w:font="Symbol" w:char="F090"/>
            </w:r>
            <w:bookmarkStart w:id="104" w:name="_DV_C1407"/>
            <w:r w:rsidRPr="00DD1C30">
              <w:tab/>
              <w:t>the specific item(s) of property is/are</w:t>
            </w:r>
            <w:bookmarkStart w:id="105" w:name="_DV_M837"/>
            <w:bookmarkEnd w:id="104"/>
            <w:bookmarkEnd w:id="105"/>
            <w:r w:rsidRPr="00DD1C30">
              <w:t xml:space="preserve"> registered in the executing State</w:t>
            </w:r>
          </w:p>
          <w:p w14:paraId="4483D252" w14:textId="77777777" w:rsidR="00C661E6" w:rsidRPr="00DD1C30" w:rsidRDefault="00C661E6" w:rsidP="00F143CE">
            <w:pPr>
              <w:pStyle w:val="Point0"/>
              <w:ind w:left="1570"/>
            </w:pPr>
            <w:bookmarkStart w:id="106" w:name="_DV_M838"/>
            <w:bookmarkEnd w:id="106"/>
            <w:r w:rsidRPr="00DD1C30">
              <w:sym w:font="Symbol" w:char="F090"/>
            </w:r>
            <w:bookmarkStart w:id="107" w:name="_DV_M839"/>
            <w:bookmarkEnd w:id="107"/>
            <w:r w:rsidRPr="00DD1C30">
              <w:tab/>
            </w:r>
            <w:bookmarkStart w:id="108" w:name="_DV_M840"/>
            <w:bookmarkEnd w:id="108"/>
            <w:proofErr w:type="gramStart"/>
            <w:r w:rsidRPr="00DD1C30">
              <w:t>the</w:t>
            </w:r>
            <w:proofErr w:type="gramEnd"/>
            <w:r w:rsidRPr="00DD1C30">
              <w:t xml:space="preserve"> issuing authority has reasonable grounds to believe that all or part of </w:t>
            </w:r>
            <w:bookmarkStart w:id="109" w:name="_DV_M841"/>
            <w:bookmarkEnd w:id="109"/>
            <w:r w:rsidRPr="00DD1C30">
              <w:t xml:space="preserve">the </w:t>
            </w:r>
            <w:bookmarkStart w:id="110" w:name="_DV_M842"/>
            <w:bookmarkEnd w:id="110"/>
            <w:r w:rsidRPr="00DD1C30">
              <w:t xml:space="preserve">specific item(s) of property covered by the order is/are located in </w:t>
            </w:r>
            <w:bookmarkStart w:id="111" w:name="_DV_M844"/>
            <w:bookmarkEnd w:id="111"/>
            <w:r w:rsidRPr="00DD1C30">
              <w:t xml:space="preserve">the executing </w:t>
            </w:r>
            <w:bookmarkStart w:id="112" w:name="_DV_M845"/>
            <w:bookmarkEnd w:id="112"/>
            <w:r w:rsidRPr="00DD1C30">
              <w:t>State.</w:t>
            </w:r>
          </w:p>
        </w:tc>
      </w:tr>
      <w:tr w:rsidR="00C661E6" w:rsidRPr="00DD1C30" w14:paraId="26315812" w14:textId="77777777" w:rsidTr="00014291">
        <w:trPr>
          <w:trHeight w:val="5237"/>
        </w:trPr>
        <w:tc>
          <w:tcPr>
            <w:tcW w:w="10017" w:type="dxa"/>
            <w:tcBorders>
              <w:top w:val="single" w:sz="4" w:space="0" w:color="auto"/>
              <w:bottom w:val="single" w:sz="4" w:space="0" w:color="auto"/>
            </w:tcBorders>
          </w:tcPr>
          <w:p w14:paraId="7C6C8F5A" w14:textId="77777777" w:rsidR="00C661E6" w:rsidRPr="00DD1C30" w:rsidRDefault="00C661E6" w:rsidP="00C661E6">
            <w:pPr>
              <w:pageBreakBefore/>
            </w:pPr>
            <w:bookmarkStart w:id="113" w:name="_DV_C1409"/>
            <w:r w:rsidRPr="00DD1C30">
              <w:lastRenderedPageBreak/>
              <w:t xml:space="preserve">Additional </w:t>
            </w:r>
            <w:bookmarkStart w:id="114" w:name="_DV_M846"/>
            <w:bookmarkEnd w:id="113"/>
            <w:bookmarkEnd w:id="114"/>
            <w:r w:rsidRPr="00DD1C30">
              <w:t>information:</w:t>
            </w:r>
          </w:p>
          <w:p w14:paraId="6BC46BC6" w14:textId="733CFC53" w:rsidR="00C661E6" w:rsidRPr="00DD1C30" w:rsidRDefault="00C661E6" w:rsidP="00C661E6">
            <w:pPr>
              <w:pStyle w:val="Tiret0"/>
            </w:pPr>
            <w:bookmarkStart w:id="115" w:name="_DV_M847"/>
            <w:bookmarkStart w:id="116" w:name="_DV_M848"/>
            <w:bookmarkEnd w:id="115"/>
            <w:bookmarkEnd w:id="116"/>
            <w:r w:rsidRPr="00DD1C30">
              <w:t xml:space="preserve">Grounds for believing that the specific item(s) of property is/are located in the executing State: </w:t>
            </w:r>
            <w:r w:rsidRPr="00DD1C30">
              <w:br/>
            </w:r>
            <w:bookmarkStart w:id="117" w:name="_DV_M849"/>
            <w:bookmarkStart w:id="118" w:name="_DV_C1412"/>
            <w:bookmarkEnd w:id="117"/>
            <w:r w:rsidRPr="00DD1C30">
              <w:t>…………………………………………………………………………………………</w:t>
            </w:r>
            <w:bookmarkEnd w:id="118"/>
            <w:r w:rsidR="00F143CE">
              <w:t>…….</w:t>
            </w:r>
          </w:p>
          <w:p w14:paraId="69678356" w14:textId="09E03DC9" w:rsidR="00C661E6" w:rsidRPr="00DD1C30" w:rsidRDefault="00C661E6" w:rsidP="00C661E6">
            <w:pPr>
              <w:pStyle w:val="Tiret0"/>
            </w:pPr>
            <w:bookmarkStart w:id="119" w:name="_DV_M850"/>
            <w:bookmarkEnd w:id="119"/>
            <w:r w:rsidRPr="00DD1C30">
              <w:t>Description of the item of property</w:t>
            </w:r>
            <w:bookmarkStart w:id="120" w:name="_DV_C1415"/>
            <w:r w:rsidRPr="00DD1C30">
              <w:t>:</w:t>
            </w:r>
            <w:bookmarkEnd w:id="120"/>
            <w:r w:rsidRPr="00DD1C30">
              <w:t xml:space="preserve"> </w:t>
            </w:r>
            <w:r w:rsidRPr="00DD1C30">
              <w:br/>
            </w:r>
            <w:bookmarkStart w:id="121" w:name="_DV_C1417"/>
            <w:r w:rsidRPr="00DD1C30">
              <w:t>…………………………………………………………………………………</w:t>
            </w:r>
            <w:bookmarkEnd w:id="121"/>
            <w:r w:rsidR="00F143CE">
              <w:t>…………….</w:t>
            </w:r>
          </w:p>
          <w:p w14:paraId="4326768C" w14:textId="3296A2B1" w:rsidR="00C661E6" w:rsidRPr="00DD1C30" w:rsidRDefault="00C661E6" w:rsidP="00C661E6">
            <w:pPr>
              <w:pStyle w:val="Tiret0"/>
            </w:pPr>
            <w:bookmarkStart w:id="122" w:name="_DV_M851"/>
            <w:bookmarkEnd w:id="122"/>
            <w:r w:rsidRPr="00DD1C30">
              <w:t xml:space="preserve">Location of the item of property (if not known, the last known location): </w:t>
            </w:r>
            <w:r w:rsidRPr="00DD1C30">
              <w:br/>
            </w:r>
            <w:bookmarkStart w:id="123" w:name="_DV_C1423"/>
            <w:r w:rsidRPr="00DD1C30">
              <w:t>…………………………………………………………………………………</w:t>
            </w:r>
            <w:bookmarkEnd w:id="123"/>
            <w:r w:rsidR="00F143CE">
              <w:t>…………….</w:t>
            </w:r>
          </w:p>
          <w:p w14:paraId="359EBFD0" w14:textId="7361B8A7" w:rsidR="00C661E6" w:rsidRPr="00DD1C30" w:rsidRDefault="00C661E6" w:rsidP="00942637">
            <w:pPr>
              <w:pStyle w:val="Tiret0"/>
            </w:pPr>
            <w:bookmarkStart w:id="124" w:name="_DV_C1424"/>
            <w:r w:rsidRPr="00DD1C30">
              <w:t>Other</w:t>
            </w:r>
            <w:bookmarkEnd w:id="124"/>
            <w:r w:rsidRPr="00DD1C30">
              <w:t xml:space="preserve"> relevant </w:t>
            </w:r>
            <w:bookmarkStart w:id="125" w:name="_DV_C1426"/>
            <w:r w:rsidRPr="00DD1C30">
              <w:t>information</w:t>
            </w:r>
            <w:bookmarkEnd w:id="125"/>
            <w:r w:rsidRPr="00DD1C30">
              <w:t xml:space="preserve"> (e.g. appointment of a judicial administrator): </w:t>
            </w:r>
            <w:r w:rsidRPr="00DD1C30">
              <w:br/>
            </w:r>
            <w:bookmarkStart w:id="126" w:name="_DV_C1434"/>
            <w:r w:rsidRPr="00DD1C30">
              <w:t>…………………………………………………</w:t>
            </w:r>
            <w:bookmarkEnd w:id="126"/>
            <w:r w:rsidRPr="00DD1C30">
              <w:t>…………………………………………….</w:t>
            </w:r>
          </w:p>
        </w:tc>
      </w:tr>
      <w:tr w:rsidR="00684287" w:rsidRPr="00DD1C30" w14:paraId="77B246C1" w14:textId="77777777" w:rsidTr="00014291">
        <w:trPr>
          <w:trHeight w:val="3550"/>
        </w:trPr>
        <w:tc>
          <w:tcPr>
            <w:tcW w:w="10017" w:type="dxa"/>
            <w:tcBorders>
              <w:bottom w:val="single" w:sz="4" w:space="0" w:color="auto"/>
            </w:tcBorders>
          </w:tcPr>
          <w:p w14:paraId="4E0C6548" w14:textId="77777777" w:rsidR="00684287" w:rsidRPr="00DD1C30" w:rsidRDefault="00684287" w:rsidP="00014291">
            <w:bookmarkStart w:id="127" w:name="_DV_C1438"/>
            <w:r w:rsidRPr="00DD1C30">
              <w:br w:type="page"/>
              <w:t>SECTION E: Grounds for issuing the freezing order</w:t>
            </w:r>
            <w:bookmarkEnd w:id="127"/>
          </w:p>
          <w:p w14:paraId="4C966494" w14:textId="77777777" w:rsidR="00684287" w:rsidRPr="00DD1C30" w:rsidRDefault="00684287" w:rsidP="00014291">
            <w:pPr>
              <w:pStyle w:val="Point0"/>
            </w:pPr>
            <w:bookmarkStart w:id="128" w:name="_DV_C1440"/>
            <w:r w:rsidRPr="00DD1C30">
              <w:t>1.</w:t>
            </w:r>
            <w:r w:rsidRPr="00DD1C30">
              <w:tab/>
              <w:t>Summary of the facts</w:t>
            </w:r>
            <w:bookmarkEnd w:id="128"/>
          </w:p>
          <w:p w14:paraId="409D7169" w14:textId="77777777" w:rsidR="00684287" w:rsidRPr="00DD1C30" w:rsidRDefault="00684287" w:rsidP="00014291">
            <w:bookmarkStart w:id="129" w:name="_DV_C1441"/>
            <w:r w:rsidRPr="00DD1C30">
              <w:t>Set out the reasons why the freezing order is issued, including:</w:t>
            </w:r>
            <w:bookmarkEnd w:id="129"/>
          </w:p>
          <w:p w14:paraId="73149558" w14:textId="2CF7DED8" w:rsidR="00684287" w:rsidRPr="00DD1C30" w:rsidRDefault="00684287" w:rsidP="00014291">
            <w:pPr>
              <w:pStyle w:val="Tiret0"/>
            </w:pPr>
            <w:bookmarkStart w:id="130" w:name="_DV_C1442"/>
            <w:proofErr w:type="gramStart"/>
            <w:r w:rsidRPr="00DD1C30">
              <w:t>summary</w:t>
            </w:r>
            <w:proofErr w:type="gramEnd"/>
            <w:r w:rsidRPr="00DD1C30">
              <w:t xml:space="preserve"> of the facts, including a description of the criminal offence(s):</w:t>
            </w:r>
            <w:bookmarkEnd w:id="130"/>
            <w:r w:rsidRPr="00DD1C30">
              <w:t xml:space="preserve"> </w:t>
            </w:r>
            <w:r w:rsidRPr="00DD1C30">
              <w:br/>
            </w:r>
            <w:bookmarkStart w:id="131" w:name="_DV_C1443"/>
            <w:r w:rsidRPr="00DD1C30">
              <w:t>………………………………………………………………………………………………</w:t>
            </w:r>
            <w:bookmarkEnd w:id="131"/>
            <w:r w:rsidR="00F143CE">
              <w:t>.</w:t>
            </w:r>
            <w:r w:rsidRPr="00DD1C30">
              <w:br/>
              <w:t>……………………………………………………………………………………………….</w:t>
            </w:r>
          </w:p>
        </w:tc>
      </w:tr>
      <w:tr w:rsidR="00C661E6" w:rsidRPr="00DD1C30" w14:paraId="19F1C50C" w14:textId="77777777" w:rsidTr="00014291">
        <w:trPr>
          <w:trHeight w:val="20"/>
        </w:trPr>
        <w:tc>
          <w:tcPr>
            <w:tcW w:w="10017" w:type="dxa"/>
            <w:tcBorders>
              <w:top w:val="single" w:sz="4" w:space="0" w:color="auto"/>
              <w:bottom w:val="single" w:sz="4" w:space="0" w:color="auto"/>
            </w:tcBorders>
          </w:tcPr>
          <w:p w14:paraId="0D5148A3" w14:textId="273B32EE" w:rsidR="00C661E6" w:rsidRPr="00DD1C30" w:rsidRDefault="00C661E6" w:rsidP="00C661E6">
            <w:pPr>
              <w:pStyle w:val="Tiret0"/>
              <w:pageBreakBefore/>
            </w:pPr>
            <w:bookmarkStart w:id="132" w:name="_DV_C1444"/>
            <w:proofErr w:type="gramStart"/>
            <w:r w:rsidRPr="00DD1C30">
              <w:lastRenderedPageBreak/>
              <w:t>stage</w:t>
            </w:r>
            <w:proofErr w:type="gramEnd"/>
            <w:r w:rsidRPr="00DD1C30">
              <w:t xml:space="preserve"> of the investigation:</w:t>
            </w:r>
            <w:bookmarkEnd w:id="132"/>
            <w:r w:rsidRPr="00DD1C30">
              <w:t xml:space="preserve"> </w:t>
            </w:r>
            <w:r w:rsidRPr="00DD1C30">
              <w:br/>
            </w:r>
            <w:bookmarkStart w:id="133" w:name="_DV_C1445"/>
            <w:r w:rsidRPr="00DD1C30">
              <w:t>……………………………………………………………………………………………</w:t>
            </w:r>
            <w:bookmarkEnd w:id="133"/>
            <w:r w:rsidR="00F143CE">
              <w:t>….</w:t>
            </w:r>
            <w:r w:rsidRPr="00DD1C30">
              <w:br/>
              <w:t>………………</w:t>
            </w:r>
            <w:r w:rsidR="00F143CE">
              <w:t>……………………………………………………………………………….</w:t>
            </w:r>
          </w:p>
          <w:p w14:paraId="025C45B3" w14:textId="602EF02A" w:rsidR="00C661E6" w:rsidRPr="00DD1C30" w:rsidRDefault="00C661E6" w:rsidP="00C661E6">
            <w:pPr>
              <w:pStyle w:val="Tiret0"/>
            </w:pPr>
            <w:bookmarkStart w:id="134" w:name="_DV_C1446"/>
            <w:proofErr w:type="gramStart"/>
            <w:r w:rsidRPr="00DD1C30">
              <w:t>grounds</w:t>
            </w:r>
            <w:proofErr w:type="gramEnd"/>
            <w:r w:rsidRPr="00DD1C30">
              <w:t xml:space="preserve"> for freezing:</w:t>
            </w:r>
            <w:bookmarkEnd w:id="134"/>
            <w:r w:rsidRPr="00DD1C30">
              <w:t xml:space="preserve"> </w:t>
            </w:r>
            <w:r w:rsidRPr="00DD1C30">
              <w:br/>
            </w:r>
            <w:bookmarkStart w:id="135" w:name="_DV_C1447"/>
            <w:r w:rsidRPr="00DD1C30">
              <w:t>……………………………………………………………………………………………</w:t>
            </w:r>
            <w:bookmarkEnd w:id="135"/>
            <w:r w:rsidR="00F143CE">
              <w:t>….</w:t>
            </w:r>
            <w:r w:rsidRPr="00DD1C30">
              <w:br/>
              <w:t>………………</w:t>
            </w:r>
            <w:r w:rsidR="00F143CE">
              <w:t>……………………………………………………………………………….</w:t>
            </w:r>
          </w:p>
          <w:p w14:paraId="28EA8526" w14:textId="269B8757" w:rsidR="00C661E6" w:rsidRPr="00DD1C30" w:rsidRDefault="00C661E6" w:rsidP="00C661E6">
            <w:pPr>
              <w:pStyle w:val="Tiret0"/>
            </w:pPr>
            <w:bookmarkStart w:id="136" w:name="_DV_C1448"/>
            <w:proofErr w:type="gramStart"/>
            <w:r w:rsidRPr="00DD1C30">
              <w:t>other</w:t>
            </w:r>
            <w:proofErr w:type="gramEnd"/>
            <w:r w:rsidRPr="00DD1C30">
              <w:t xml:space="preserve"> relevant information:</w:t>
            </w:r>
            <w:bookmarkEnd w:id="136"/>
            <w:r w:rsidRPr="00DD1C30">
              <w:t xml:space="preserve"> </w:t>
            </w:r>
            <w:r w:rsidRPr="00DD1C30">
              <w:br/>
            </w:r>
            <w:bookmarkStart w:id="137" w:name="_DV_C1449"/>
            <w:r w:rsidRPr="00DD1C30">
              <w:t>……………………………………………………………………………………………</w:t>
            </w:r>
            <w:bookmarkEnd w:id="137"/>
            <w:r w:rsidR="00F143CE">
              <w:t>….</w:t>
            </w:r>
            <w:r w:rsidRPr="00DD1C30">
              <w:br/>
              <w:t>………………</w:t>
            </w:r>
            <w:r w:rsidR="00F143CE">
              <w:t>……………………………………………………………………………….</w:t>
            </w:r>
          </w:p>
          <w:p w14:paraId="4802C139" w14:textId="4E06E86A" w:rsidR="00C661E6" w:rsidRPr="00DD1C30" w:rsidRDefault="00C661E6" w:rsidP="00C661E6">
            <w:pPr>
              <w:pStyle w:val="Point0"/>
            </w:pPr>
            <w:bookmarkStart w:id="138" w:name="_DV_C1450"/>
            <w:r w:rsidRPr="00DD1C30">
              <w:br w:type="page"/>
              <w:t>2.</w:t>
            </w:r>
            <w:r w:rsidRPr="00DD1C30">
              <w:tab/>
              <w:t>Nature and legal classification of the criminal offence(s) in relation to which the freezing order was issued and the applicable legal provision(s):</w:t>
            </w:r>
            <w:bookmarkEnd w:id="138"/>
            <w:r w:rsidRPr="00DD1C30">
              <w:t xml:space="preserve"> </w:t>
            </w:r>
            <w:r w:rsidRPr="00DD1C30">
              <w:br/>
            </w:r>
            <w:bookmarkStart w:id="139" w:name="_DV_C1452"/>
            <w:r w:rsidRPr="00DD1C30">
              <w:t>………………………………………………………………………………………………</w:t>
            </w:r>
            <w:bookmarkEnd w:id="139"/>
            <w:r w:rsidR="00F143CE">
              <w:t>.</w:t>
            </w:r>
            <w:r w:rsidRPr="00DD1C30">
              <w:br/>
            </w:r>
            <w:bookmarkStart w:id="140" w:name="_DV_C1453"/>
            <w:r w:rsidRPr="00DD1C30">
              <w:t>………………………………………………………………………………………………</w:t>
            </w:r>
            <w:bookmarkEnd w:id="140"/>
            <w:r w:rsidR="00F143CE">
              <w:t>.</w:t>
            </w:r>
          </w:p>
          <w:p w14:paraId="2CBB7DF3" w14:textId="77777777" w:rsidR="00C661E6" w:rsidRPr="00DD1C30" w:rsidRDefault="00C661E6" w:rsidP="00C661E6">
            <w:pPr>
              <w:pStyle w:val="Point0"/>
            </w:pPr>
            <w:bookmarkStart w:id="141" w:name="_DV_C1454"/>
            <w:r w:rsidRPr="00DD1C30">
              <w:t>3.</w:t>
            </w:r>
            <w:r w:rsidRPr="00DD1C30">
              <w:tab/>
              <w:t xml:space="preserve">Is the criminal offence in relation to which the freezing order </w:t>
            </w:r>
            <w:proofErr w:type="gramStart"/>
            <w:r w:rsidRPr="00DD1C30">
              <w:t>is issued punishable in the issuing State by a custodial sentence of a maximum of at least three years and included in the list of criminal offences</w:t>
            </w:r>
            <w:proofErr w:type="gramEnd"/>
            <w:r w:rsidRPr="00DD1C30">
              <w:t xml:space="preserve"> set out below? (</w:t>
            </w:r>
            <w:proofErr w:type="gramStart"/>
            <w:r w:rsidRPr="00DD1C30">
              <w:t>please</w:t>
            </w:r>
            <w:proofErr w:type="gramEnd"/>
            <w:r w:rsidRPr="00DD1C30">
              <w:t xml:space="preserve"> tick the relevant box). Where the freezing order concerns several criminal offences, please indicate numbers in the list of criminal offences below (corresponding to the criminal off</w:t>
            </w:r>
            <w:r w:rsidR="00072573" w:rsidRPr="00DD1C30">
              <w:t>ences as described under points </w:t>
            </w:r>
            <w:r w:rsidRPr="00DD1C30">
              <w:t>1 and 2 above).</w:t>
            </w:r>
            <w:bookmarkEnd w:id="141"/>
          </w:p>
          <w:p w14:paraId="2FDBAFBD" w14:textId="77777777" w:rsidR="00C661E6" w:rsidRPr="00DD1C30" w:rsidRDefault="00C661E6" w:rsidP="00C661E6">
            <w:pPr>
              <w:pStyle w:val="Point1"/>
            </w:pPr>
            <w:bookmarkStart w:id="142" w:name="_DV_C1455"/>
            <w:r w:rsidRPr="00DD1C30">
              <w:t>□</w:t>
            </w:r>
            <w:r w:rsidRPr="00DD1C30">
              <w:tab/>
              <w:t>participation in a criminal organisation</w:t>
            </w:r>
            <w:bookmarkEnd w:id="142"/>
          </w:p>
        </w:tc>
      </w:tr>
      <w:tr w:rsidR="00C661E6" w:rsidRPr="00DD1C30" w14:paraId="213FA20A" w14:textId="77777777" w:rsidTr="00014291">
        <w:trPr>
          <w:trHeight w:val="20"/>
        </w:trPr>
        <w:tc>
          <w:tcPr>
            <w:tcW w:w="10017" w:type="dxa"/>
            <w:tcBorders>
              <w:top w:val="single" w:sz="4" w:space="0" w:color="auto"/>
              <w:bottom w:val="single" w:sz="4" w:space="0" w:color="auto"/>
            </w:tcBorders>
          </w:tcPr>
          <w:p w14:paraId="6B211999" w14:textId="77777777" w:rsidR="00C661E6" w:rsidRPr="00DD1C30" w:rsidRDefault="00C661E6" w:rsidP="00C661E6">
            <w:pPr>
              <w:pStyle w:val="Point1"/>
              <w:pageBreakBefore/>
            </w:pPr>
            <w:bookmarkStart w:id="143" w:name="_DV_C1456"/>
            <w:r w:rsidRPr="00DD1C30">
              <w:lastRenderedPageBreak/>
              <w:t>□</w:t>
            </w:r>
            <w:r w:rsidRPr="00DD1C30">
              <w:tab/>
              <w:t>terrorism</w:t>
            </w:r>
            <w:bookmarkEnd w:id="143"/>
          </w:p>
          <w:p w14:paraId="6FE00448" w14:textId="77777777" w:rsidR="00C661E6" w:rsidRPr="00DD1C30" w:rsidRDefault="00C661E6" w:rsidP="00C661E6">
            <w:pPr>
              <w:pStyle w:val="Point1"/>
            </w:pPr>
            <w:bookmarkStart w:id="144" w:name="_DV_C1457"/>
            <w:r w:rsidRPr="00DD1C30">
              <w:t>□</w:t>
            </w:r>
            <w:r w:rsidRPr="00DD1C30">
              <w:tab/>
              <w:t>trafficking in human beings</w:t>
            </w:r>
            <w:bookmarkEnd w:id="144"/>
          </w:p>
          <w:p w14:paraId="0011282F" w14:textId="77777777" w:rsidR="00C661E6" w:rsidRPr="00DD1C30" w:rsidRDefault="00C661E6" w:rsidP="00C661E6">
            <w:pPr>
              <w:pStyle w:val="Point1"/>
            </w:pPr>
            <w:bookmarkStart w:id="145" w:name="_DV_C1458"/>
            <w:r w:rsidRPr="00DD1C30">
              <w:br w:type="page"/>
              <w:t>□</w:t>
            </w:r>
            <w:r w:rsidRPr="00DD1C30">
              <w:tab/>
              <w:t>sexual exploitation of children and child pornography</w:t>
            </w:r>
            <w:bookmarkEnd w:id="145"/>
          </w:p>
          <w:p w14:paraId="2D3F4773" w14:textId="77777777" w:rsidR="00C661E6" w:rsidRPr="00DD1C30" w:rsidRDefault="00C661E6" w:rsidP="00C661E6">
            <w:pPr>
              <w:pStyle w:val="Point1"/>
            </w:pPr>
            <w:bookmarkStart w:id="146" w:name="_DV_C1459"/>
            <w:r w:rsidRPr="00DD1C30">
              <w:t>□</w:t>
            </w:r>
            <w:r w:rsidRPr="00DD1C30">
              <w:tab/>
              <w:t>illicit trafficking in narcotic drugs and psychotropic substances</w:t>
            </w:r>
            <w:bookmarkEnd w:id="146"/>
          </w:p>
          <w:p w14:paraId="6FA4DF57" w14:textId="77777777" w:rsidR="00C661E6" w:rsidRPr="00DD1C30" w:rsidRDefault="00C661E6" w:rsidP="00C661E6">
            <w:pPr>
              <w:pStyle w:val="Point1"/>
            </w:pPr>
            <w:bookmarkStart w:id="147" w:name="_DV_C1460"/>
            <w:r w:rsidRPr="00DD1C30">
              <w:t>□</w:t>
            </w:r>
            <w:r w:rsidRPr="00DD1C30">
              <w:tab/>
              <w:t>illicit trafficking in weapons, munitions and explosives</w:t>
            </w:r>
            <w:bookmarkEnd w:id="147"/>
          </w:p>
          <w:p w14:paraId="23190EE8" w14:textId="77777777" w:rsidR="00C661E6" w:rsidRPr="00DD1C30" w:rsidRDefault="00C661E6" w:rsidP="00C661E6">
            <w:pPr>
              <w:pStyle w:val="Point1"/>
            </w:pPr>
            <w:bookmarkStart w:id="148" w:name="_DV_C1461"/>
            <w:r w:rsidRPr="00DD1C30">
              <w:t>□</w:t>
            </w:r>
            <w:r w:rsidRPr="00DD1C30">
              <w:tab/>
              <w:t>corruption</w:t>
            </w:r>
            <w:bookmarkEnd w:id="148"/>
          </w:p>
          <w:p w14:paraId="135DAF54" w14:textId="77777777" w:rsidR="00C661E6" w:rsidRPr="00DD1C30" w:rsidRDefault="00C661E6" w:rsidP="00C661E6">
            <w:pPr>
              <w:pStyle w:val="Point1"/>
            </w:pPr>
            <w:bookmarkStart w:id="149" w:name="_DV_C1462"/>
            <w:r w:rsidRPr="00DD1C30">
              <w:t>□</w:t>
            </w:r>
            <w:r w:rsidRPr="00DD1C30">
              <w:tab/>
              <w:t>fraud, including fraud and other criminal offences affecting the Union</w:t>
            </w:r>
            <w:r w:rsidR="00744AE4" w:rsidRPr="00DD1C30">
              <w:t>'</w:t>
            </w:r>
            <w:r w:rsidRPr="00DD1C30">
              <w:t>s financial interests as defined in Directive (EU) 2017/1371</w:t>
            </w:r>
            <w:bookmarkEnd w:id="149"/>
          </w:p>
          <w:p w14:paraId="0C1BE337" w14:textId="77777777" w:rsidR="00C661E6" w:rsidRPr="00DD1C30" w:rsidRDefault="00C661E6" w:rsidP="00C661E6">
            <w:pPr>
              <w:pStyle w:val="Point1"/>
            </w:pPr>
            <w:bookmarkStart w:id="150" w:name="_DV_C1463"/>
            <w:r w:rsidRPr="00DD1C30">
              <w:t>□</w:t>
            </w:r>
            <w:r w:rsidRPr="00DD1C30">
              <w:tab/>
              <w:t>laundering of the proceeds of crime</w:t>
            </w:r>
            <w:bookmarkEnd w:id="150"/>
          </w:p>
          <w:p w14:paraId="24E86337" w14:textId="77777777" w:rsidR="00C661E6" w:rsidRPr="00DD1C30" w:rsidRDefault="00C661E6" w:rsidP="00C661E6">
            <w:pPr>
              <w:pStyle w:val="Point1"/>
            </w:pPr>
            <w:bookmarkStart w:id="151" w:name="_DV_C1464"/>
            <w:r w:rsidRPr="00DD1C30">
              <w:t>□</w:t>
            </w:r>
            <w:r w:rsidRPr="00DD1C30">
              <w:tab/>
              <w:t>counterfeiting currency, including the euro</w:t>
            </w:r>
            <w:bookmarkEnd w:id="151"/>
          </w:p>
          <w:p w14:paraId="0232EB3C" w14:textId="77777777" w:rsidR="00C661E6" w:rsidRPr="00DD1C30" w:rsidRDefault="00C661E6" w:rsidP="00C661E6">
            <w:pPr>
              <w:pStyle w:val="Point1"/>
            </w:pPr>
            <w:bookmarkStart w:id="152" w:name="_DV_C1465"/>
            <w:r w:rsidRPr="00DD1C30">
              <w:t>□</w:t>
            </w:r>
            <w:r w:rsidRPr="00DD1C30">
              <w:tab/>
              <w:t>computer-related crime</w:t>
            </w:r>
            <w:bookmarkEnd w:id="152"/>
          </w:p>
          <w:p w14:paraId="7676FD63" w14:textId="77777777" w:rsidR="00C661E6" w:rsidRPr="00DD1C30" w:rsidRDefault="00C661E6" w:rsidP="00C661E6">
            <w:pPr>
              <w:pStyle w:val="Point1"/>
            </w:pPr>
            <w:bookmarkStart w:id="153" w:name="_DV_C1466"/>
            <w:r w:rsidRPr="00DD1C30">
              <w:t>□</w:t>
            </w:r>
            <w:r w:rsidRPr="00DD1C30">
              <w:tab/>
              <w:t>environmental crime, including illicit trafficking in endangered animal species and in endangered plant species and varieties</w:t>
            </w:r>
            <w:bookmarkEnd w:id="153"/>
          </w:p>
          <w:p w14:paraId="4DE3BFB2" w14:textId="77777777" w:rsidR="00C661E6" w:rsidRPr="00DD1C30" w:rsidRDefault="00C661E6" w:rsidP="00C661E6">
            <w:pPr>
              <w:pStyle w:val="Point1"/>
            </w:pPr>
            <w:bookmarkStart w:id="154" w:name="_DV_C1467"/>
            <w:r w:rsidRPr="00DD1C30">
              <w:t>□</w:t>
            </w:r>
            <w:r w:rsidRPr="00DD1C30">
              <w:tab/>
              <w:t>facilitation of unauthorised entry and residence</w:t>
            </w:r>
            <w:bookmarkEnd w:id="154"/>
          </w:p>
          <w:p w14:paraId="353DDC77" w14:textId="77777777" w:rsidR="00C661E6" w:rsidRPr="00DD1C30" w:rsidRDefault="00C661E6" w:rsidP="00C661E6">
            <w:pPr>
              <w:pStyle w:val="Point1"/>
            </w:pPr>
            <w:bookmarkStart w:id="155" w:name="_DV_C1468"/>
            <w:r w:rsidRPr="00DD1C30">
              <w:t>□</w:t>
            </w:r>
            <w:r w:rsidRPr="00DD1C30">
              <w:tab/>
              <w:t>murder or grievous bodily injury</w:t>
            </w:r>
            <w:bookmarkEnd w:id="155"/>
          </w:p>
        </w:tc>
      </w:tr>
      <w:tr w:rsidR="00C661E6" w:rsidRPr="00DD1C30" w14:paraId="0BFC022B" w14:textId="77777777" w:rsidTr="00014291">
        <w:trPr>
          <w:trHeight w:val="20"/>
        </w:trPr>
        <w:tc>
          <w:tcPr>
            <w:tcW w:w="10017" w:type="dxa"/>
            <w:tcBorders>
              <w:top w:val="single" w:sz="4" w:space="0" w:color="auto"/>
              <w:bottom w:val="single" w:sz="4" w:space="0" w:color="auto"/>
            </w:tcBorders>
          </w:tcPr>
          <w:p w14:paraId="21382730" w14:textId="77777777" w:rsidR="00C661E6" w:rsidRPr="00DD1C30" w:rsidRDefault="00C661E6" w:rsidP="00C661E6">
            <w:pPr>
              <w:pStyle w:val="Point1"/>
              <w:pageBreakBefore/>
            </w:pPr>
            <w:bookmarkStart w:id="156" w:name="_DV_C1469"/>
            <w:r w:rsidRPr="00DD1C30">
              <w:lastRenderedPageBreak/>
              <w:t>□</w:t>
            </w:r>
            <w:r w:rsidRPr="00DD1C30">
              <w:tab/>
              <w:t>illicit trade in human organs and tissue</w:t>
            </w:r>
            <w:bookmarkEnd w:id="156"/>
          </w:p>
          <w:p w14:paraId="02440FD8" w14:textId="77777777" w:rsidR="00C661E6" w:rsidRPr="00DD1C30" w:rsidRDefault="00C661E6" w:rsidP="00C661E6">
            <w:pPr>
              <w:pStyle w:val="Point1"/>
            </w:pPr>
            <w:bookmarkStart w:id="157" w:name="_DV_C1470"/>
            <w:r w:rsidRPr="00DD1C30">
              <w:t>□</w:t>
            </w:r>
            <w:r w:rsidRPr="00DD1C30">
              <w:tab/>
              <w:t>kidnapping, illegal restraint or hostage-taking</w:t>
            </w:r>
            <w:bookmarkEnd w:id="157"/>
          </w:p>
          <w:p w14:paraId="082075D0" w14:textId="77777777" w:rsidR="00C661E6" w:rsidRPr="00DD1C30" w:rsidRDefault="00C661E6" w:rsidP="00C661E6">
            <w:pPr>
              <w:pStyle w:val="Point1"/>
            </w:pPr>
            <w:bookmarkStart w:id="158" w:name="_DV_C1471"/>
            <w:r w:rsidRPr="00DD1C30">
              <w:br w:type="page"/>
              <w:t>□</w:t>
            </w:r>
            <w:r w:rsidRPr="00DD1C30">
              <w:tab/>
              <w:t>racism and xenophobia</w:t>
            </w:r>
            <w:bookmarkEnd w:id="158"/>
          </w:p>
          <w:p w14:paraId="605463B6" w14:textId="77777777" w:rsidR="00C661E6" w:rsidRPr="00DD1C30" w:rsidRDefault="00C661E6" w:rsidP="00C661E6">
            <w:pPr>
              <w:pStyle w:val="Point1"/>
            </w:pPr>
            <w:bookmarkStart w:id="159" w:name="_DV_C1472"/>
            <w:r w:rsidRPr="00DD1C30">
              <w:t>□</w:t>
            </w:r>
            <w:r w:rsidRPr="00DD1C30">
              <w:tab/>
              <w:t>organised or armed robbery</w:t>
            </w:r>
            <w:bookmarkEnd w:id="159"/>
          </w:p>
          <w:p w14:paraId="208221F7" w14:textId="77777777" w:rsidR="00C661E6" w:rsidRPr="00DD1C30" w:rsidRDefault="00C661E6" w:rsidP="00C661E6">
            <w:pPr>
              <w:pStyle w:val="Point1"/>
            </w:pPr>
            <w:bookmarkStart w:id="160" w:name="_DV_C1473"/>
            <w:r w:rsidRPr="00DD1C30">
              <w:t>□</w:t>
            </w:r>
            <w:r w:rsidRPr="00DD1C30">
              <w:tab/>
              <w:t>illicit trafficking in cultural goods, including antiques and works of art</w:t>
            </w:r>
            <w:bookmarkEnd w:id="160"/>
          </w:p>
          <w:p w14:paraId="3B5DB7A7" w14:textId="77777777" w:rsidR="00C661E6" w:rsidRPr="00DD1C30" w:rsidRDefault="00C661E6" w:rsidP="00C661E6">
            <w:pPr>
              <w:pStyle w:val="Point1"/>
            </w:pPr>
            <w:bookmarkStart w:id="161" w:name="_DV_C1474"/>
            <w:r w:rsidRPr="00DD1C30">
              <w:t>□</w:t>
            </w:r>
            <w:r w:rsidRPr="00DD1C30">
              <w:tab/>
              <w:t>swindling</w:t>
            </w:r>
            <w:bookmarkEnd w:id="161"/>
          </w:p>
          <w:p w14:paraId="155B60FB" w14:textId="77777777" w:rsidR="00C661E6" w:rsidRPr="00DD1C30" w:rsidRDefault="00C661E6" w:rsidP="00C661E6">
            <w:pPr>
              <w:pStyle w:val="Point1"/>
            </w:pPr>
            <w:bookmarkStart w:id="162" w:name="_DV_C1475"/>
            <w:r w:rsidRPr="00DD1C30">
              <w:t>□</w:t>
            </w:r>
            <w:r w:rsidRPr="00DD1C30">
              <w:tab/>
              <w:t>racketeering and extortion</w:t>
            </w:r>
            <w:bookmarkEnd w:id="162"/>
          </w:p>
          <w:p w14:paraId="6DA43275" w14:textId="77777777" w:rsidR="00C661E6" w:rsidRPr="00DD1C30" w:rsidRDefault="00C661E6" w:rsidP="00C661E6">
            <w:pPr>
              <w:pStyle w:val="Point1"/>
            </w:pPr>
            <w:bookmarkStart w:id="163" w:name="_DV_C1476"/>
            <w:r w:rsidRPr="00DD1C30">
              <w:t>□</w:t>
            </w:r>
            <w:r w:rsidRPr="00DD1C30">
              <w:tab/>
              <w:t>counterfeiting and piracy of products</w:t>
            </w:r>
            <w:bookmarkEnd w:id="163"/>
          </w:p>
          <w:p w14:paraId="4F3091F6" w14:textId="77777777" w:rsidR="00C661E6" w:rsidRPr="00DD1C30" w:rsidRDefault="00C661E6" w:rsidP="00C661E6">
            <w:pPr>
              <w:pStyle w:val="Point1"/>
            </w:pPr>
            <w:bookmarkStart w:id="164" w:name="_DV_C1477"/>
            <w:r w:rsidRPr="00DD1C30">
              <w:t>□</w:t>
            </w:r>
            <w:r w:rsidRPr="00DD1C30">
              <w:tab/>
              <w:t>forgery of administrative documents and trafficking therein</w:t>
            </w:r>
            <w:bookmarkEnd w:id="164"/>
          </w:p>
          <w:p w14:paraId="155C7418" w14:textId="77777777" w:rsidR="00C661E6" w:rsidRPr="00DD1C30" w:rsidRDefault="00C661E6" w:rsidP="00C661E6">
            <w:pPr>
              <w:pStyle w:val="Point1"/>
            </w:pPr>
            <w:bookmarkStart w:id="165" w:name="_DV_C1478"/>
            <w:r w:rsidRPr="00DD1C30">
              <w:t>□</w:t>
            </w:r>
            <w:r w:rsidRPr="00DD1C30">
              <w:tab/>
              <w:t>forgery of means of payment</w:t>
            </w:r>
            <w:bookmarkEnd w:id="165"/>
          </w:p>
          <w:p w14:paraId="16DE7B83" w14:textId="77777777" w:rsidR="00C661E6" w:rsidRPr="00DD1C30" w:rsidRDefault="00C661E6" w:rsidP="00C661E6">
            <w:pPr>
              <w:pStyle w:val="Point1"/>
            </w:pPr>
            <w:bookmarkStart w:id="166" w:name="_DV_C1479"/>
            <w:r w:rsidRPr="00DD1C30">
              <w:t>□</w:t>
            </w:r>
            <w:r w:rsidRPr="00DD1C30">
              <w:tab/>
              <w:t>illicit trafficking in hormonal substances and other growth promoters</w:t>
            </w:r>
            <w:bookmarkEnd w:id="166"/>
          </w:p>
          <w:p w14:paraId="70350C4E" w14:textId="77777777" w:rsidR="00C661E6" w:rsidRPr="00DD1C30" w:rsidRDefault="00C661E6" w:rsidP="00C661E6">
            <w:pPr>
              <w:pStyle w:val="Point1"/>
            </w:pPr>
            <w:bookmarkStart w:id="167" w:name="_DV_C1480"/>
            <w:r w:rsidRPr="00DD1C30">
              <w:t>□</w:t>
            </w:r>
            <w:r w:rsidRPr="00DD1C30">
              <w:tab/>
              <w:t>illicit trafficking in nuclear or radioactive materials</w:t>
            </w:r>
            <w:bookmarkEnd w:id="167"/>
          </w:p>
          <w:p w14:paraId="3E26039F" w14:textId="77777777" w:rsidR="00C661E6" w:rsidRPr="00DD1C30" w:rsidRDefault="00C661E6" w:rsidP="00C661E6">
            <w:pPr>
              <w:pStyle w:val="Point1"/>
            </w:pPr>
            <w:bookmarkStart w:id="168" w:name="_DV_C1481"/>
            <w:r w:rsidRPr="00DD1C30">
              <w:t>□</w:t>
            </w:r>
            <w:r w:rsidRPr="00DD1C30">
              <w:tab/>
              <w:t>trafficking in stolen vehicles</w:t>
            </w:r>
            <w:bookmarkEnd w:id="168"/>
          </w:p>
          <w:p w14:paraId="5365CB32" w14:textId="77777777" w:rsidR="00C661E6" w:rsidRPr="00DD1C30" w:rsidRDefault="00C661E6" w:rsidP="00C661E6">
            <w:pPr>
              <w:pStyle w:val="Point1"/>
            </w:pPr>
            <w:bookmarkStart w:id="169" w:name="_DV_C1482"/>
            <w:r w:rsidRPr="00DD1C30">
              <w:t>□</w:t>
            </w:r>
            <w:r w:rsidRPr="00DD1C30">
              <w:tab/>
              <w:t>rape</w:t>
            </w:r>
            <w:bookmarkEnd w:id="169"/>
          </w:p>
          <w:p w14:paraId="03310E3E" w14:textId="77777777" w:rsidR="00C661E6" w:rsidRPr="00DD1C30" w:rsidRDefault="00C661E6" w:rsidP="00C661E6">
            <w:pPr>
              <w:pStyle w:val="Point1"/>
            </w:pPr>
            <w:bookmarkStart w:id="170" w:name="_DV_C1483"/>
            <w:r w:rsidRPr="00DD1C30">
              <w:t>□</w:t>
            </w:r>
            <w:r w:rsidRPr="00DD1C30">
              <w:tab/>
              <w:t>arson</w:t>
            </w:r>
            <w:bookmarkEnd w:id="170"/>
          </w:p>
        </w:tc>
      </w:tr>
      <w:tr w:rsidR="00C661E6" w:rsidRPr="00DD1C30" w14:paraId="581881C9" w14:textId="77777777" w:rsidTr="00014291">
        <w:trPr>
          <w:trHeight w:val="3293"/>
        </w:trPr>
        <w:tc>
          <w:tcPr>
            <w:tcW w:w="10017" w:type="dxa"/>
            <w:tcBorders>
              <w:top w:val="single" w:sz="4" w:space="0" w:color="auto"/>
              <w:bottom w:val="single" w:sz="4" w:space="0" w:color="auto"/>
            </w:tcBorders>
          </w:tcPr>
          <w:p w14:paraId="5DEBF474" w14:textId="77777777" w:rsidR="00C661E6" w:rsidRPr="00DD1C30" w:rsidRDefault="00C661E6" w:rsidP="00C661E6">
            <w:pPr>
              <w:pStyle w:val="Point1"/>
              <w:pageBreakBefore/>
            </w:pPr>
            <w:bookmarkStart w:id="171" w:name="_DV_C1484"/>
            <w:r w:rsidRPr="00DD1C30">
              <w:lastRenderedPageBreak/>
              <w:t>□</w:t>
            </w:r>
            <w:r w:rsidRPr="00DD1C30">
              <w:tab/>
              <w:t>crimes within the jurisdiction of the International Criminal Court</w:t>
            </w:r>
            <w:bookmarkEnd w:id="171"/>
          </w:p>
          <w:p w14:paraId="400DE5E4" w14:textId="77777777" w:rsidR="00C661E6" w:rsidRPr="00DD1C30" w:rsidRDefault="00C661E6" w:rsidP="00C661E6">
            <w:pPr>
              <w:pStyle w:val="Point1"/>
            </w:pPr>
            <w:bookmarkStart w:id="172" w:name="_DV_C1485"/>
            <w:r w:rsidRPr="00DD1C30">
              <w:br w:type="page"/>
              <w:t>□</w:t>
            </w:r>
            <w:r w:rsidRPr="00DD1C30">
              <w:tab/>
              <w:t>unlawful seizure of aircraft or ships</w:t>
            </w:r>
            <w:bookmarkEnd w:id="172"/>
          </w:p>
          <w:p w14:paraId="70392BA0" w14:textId="77777777" w:rsidR="00C661E6" w:rsidRPr="00DD1C30" w:rsidRDefault="00C661E6" w:rsidP="00C661E6">
            <w:pPr>
              <w:pStyle w:val="Point1"/>
            </w:pPr>
            <w:bookmarkStart w:id="173" w:name="_DV_C1486"/>
            <w:r w:rsidRPr="00DD1C30">
              <w:t>□</w:t>
            </w:r>
            <w:r w:rsidRPr="00DD1C30">
              <w:tab/>
              <w:t>sabotage</w:t>
            </w:r>
            <w:bookmarkEnd w:id="173"/>
          </w:p>
          <w:p w14:paraId="5C4B841F" w14:textId="674DD026" w:rsidR="00C661E6" w:rsidRPr="00DD1C30" w:rsidRDefault="00C661E6" w:rsidP="00C661E6">
            <w:pPr>
              <w:pStyle w:val="Point0"/>
            </w:pPr>
            <w:bookmarkStart w:id="174" w:name="_DV_C1488"/>
            <w:r w:rsidRPr="00DD1C30">
              <w:t>4.</w:t>
            </w:r>
            <w:r w:rsidRPr="00DD1C30">
              <w:tab/>
              <w:t>Any other relevant information (e.g. relation between the property and the criminal offence):</w:t>
            </w:r>
            <w:bookmarkEnd w:id="174"/>
            <w:r w:rsidRPr="00DD1C30">
              <w:t xml:space="preserve"> </w:t>
            </w:r>
            <w:r w:rsidRPr="00DD1C30">
              <w:br/>
            </w:r>
            <w:bookmarkStart w:id="175" w:name="_DV_C1489"/>
            <w:r w:rsidRPr="00DD1C30">
              <w:t>………………………………………………………………………………………………</w:t>
            </w:r>
            <w:bookmarkEnd w:id="175"/>
            <w:r w:rsidRPr="00DD1C30">
              <w:t>.</w:t>
            </w:r>
          </w:p>
        </w:tc>
      </w:tr>
      <w:tr w:rsidR="00684287" w:rsidRPr="00DD1C30" w14:paraId="55FEA13F" w14:textId="77777777" w:rsidTr="00014291">
        <w:trPr>
          <w:trHeight w:val="2999"/>
        </w:trPr>
        <w:tc>
          <w:tcPr>
            <w:tcW w:w="10017" w:type="dxa"/>
            <w:tcBorders>
              <w:bottom w:val="single" w:sz="4" w:space="0" w:color="auto"/>
            </w:tcBorders>
          </w:tcPr>
          <w:p w14:paraId="3F37E4C5" w14:textId="77777777" w:rsidR="00684287" w:rsidRPr="00DD1C30" w:rsidRDefault="00684287" w:rsidP="00684287">
            <w:bookmarkStart w:id="176" w:name="_DV_M852"/>
            <w:bookmarkEnd w:id="176"/>
            <w:r w:rsidRPr="00DD1C30">
              <w:t>SECTION F:</w:t>
            </w:r>
            <w:bookmarkStart w:id="177" w:name="_DV_C1491"/>
            <w:r w:rsidRPr="00DD1C30">
              <w:t xml:space="preserve"> Confidentiality of</w:t>
            </w:r>
            <w:bookmarkEnd w:id="177"/>
            <w:r w:rsidRPr="00DD1C30">
              <w:t xml:space="preserve"> the order</w:t>
            </w:r>
            <w:bookmarkStart w:id="178" w:name="_DV_C1492"/>
            <w:r w:rsidRPr="00DD1C30">
              <w:t xml:space="preserve"> and/or request for specific formalities</w:t>
            </w:r>
            <w:bookmarkEnd w:id="178"/>
          </w:p>
          <w:p w14:paraId="5E5030DB" w14:textId="30BC0F14" w:rsidR="00684287" w:rsidRPr="00DD1C30" w:rsidRDefault="00684287" w:rsidP="00684287">
            <w:pPr>
              <w:pStyle w:val="Point0"/>
            </w:pPr>
            <w:bookmarkStart w:id="179" w:name="_DV_C1493"/>
            <w:r w:rsidRPr="00DD1C30">
              <w:sym w:font="Symbol" w:char="F090"/>
            </w:r>
            <w:bookmarkStart w:id="180" w:name="_DV_C1494"/>
            <w:bookmarkEnd w:id="179"/>
            <w:r w:rsidRPr="00DD1C30">
              <w:tab/>
              <w:t>Need to maintain the information in the order confidential after execution:</w:t>
            </w:r>
            <w:bookmarkEnd w:id="180"/>
            <w:r w:rsidRPr="00DD1C30">
              <w:t xml:space="preserve"> </w:t>
            </w:r>
            <w:r w:rsidRPr="00DD1C30">
              <w:br/>
            </w:r>
            <w:bookmarkStart w:id="181" w:name="_DV_C1495"/>
            <w:r w:rsidRPr="00DD1C30">
              <w:t>……………………………………………………………………………………………….</w:t>
            </w:r>
            <w:bookmarkEnd w:id="181"/>
          </w:p>
          <w:p w14:paraId="456F32DA" w14:textId="7F8625F6" w:rsidR="00684287" w:rsidRPr="00DD1C30" w:rsidRDefault="00684287" w:rsidP="00684287">
            <w:pPr>
              <w:pStyle w:val="Point0"/>
            </w:pPr>
            <w:bookmarkStart w:id="182" w:name="_DV_C1496"/>
            <w:r w:rsidRPr="00DD1C30">
              <w:sym w:font="Symbol" w:char="F090"/>
            </w:r>
            <w:bookmarkStart w:id="183" w:name="_DV_C1497"/>
            <w:bookmarkEnd w:id="182"/>
            <w:r w:rsidRPr="00DD1C30">
              <w:tab/>
              <w:t>Need for specific formalities at the time of execution:</w:t>
            </w:r>
            <w:bookmarkEnd w:id="183"/>
            <w:r w:rsidRPr="00DD1C30">
              <w:t xml:space="preserve"> </w:t>
            </w:r>
            <w:r w:rsidRPr="00DD1C30">
              <w:br/>
            </w:r>
            <w:bookmarkStart w:id="184" w:name="_DV_C1498"/>
            <w:r w:rsidRPr="00DD1C30">
              <w:t>……………………………………………………………………………………………….</w:t>
            </w:r>
            <w:bookmarkEnd w:id="184"/>
          </w:p>
        </w:tc>
      </w:tr>
      <w:tr w:rsidR="00C661E6" w:rsidRPr="00DD1C30" w14:paraId="11AEBE67" w14:textId="77777777" w:rsidTr="00014291">
        <w:trPr>
          <w:trHeight w:val="20"/>
        </w:trPr>
        <w:tc>
          <w:tcPr>
            <w:tcW w:w="10017" w:type="dxa"/>
            <w:tcBorders>
              <w:top w:val="single" w:sz="4" w:space="0" w:color="auto"/>
              <w:bottom w:val="single" w:sz="4" w:space="0" w:color="auto"/>
            </w:tcBorders>
          </w:tcPr>
          <w:p w14:paraId="247CD5BD" w14:textId="77777777" w:rsidR="00C661E6" w:rsidRPr="00DD1C30" w:rsidRDefault="00C661E6" w:rsidP="00C661E6">
            <w:pPr>
              <w:pageBreakBefore/>
            </w:pPr>
            <w:bookmarkStart w:id="185" w:name="_DV_C1500"/>
            <w:r w:rsidRPr="00DD1C30">
              <w:lastRenderedPageBreak/>
              <w:t>SECTION G: Where a freezing certificate</w:t>
            </w:r>
            <w:bookmarkStart w:id="186" w:name="_DV_M854"/>
            <w:bookmarkEnd w:id="185"/>
            <w:bookmarkEnd w:id="186"/>
            <w:r w:rsidRPr="00DD1C30">
              <w:t xml:space="preserve"> has been transmitted to more than one executing State, provide the following information:</w:t>
            </w:r>
          </w:p>
          <w:p w14:paraId="6420840E" w14:textId="686A33C9" w:rsidR="00C661E6" w:rsidRPr="00DD1C30" w:rsidRDefault="00C661E6" w:rsidP="00C661E6">
            <w:pPr>
              <w:pStyle w:val="Point0"/>
            </w:pPr>
            <w:bookmarkStart w:id="187" w:name="_DV_M855"/>
            <w:bookmarkEnd w:id="187"/>
            <w:r w:rsidRPr="00DD1C30">
              <w:t>1.</w:t>
            </w:r>
            <w:r w:rsidRPr="00DD1C30">
              <w:tab/>
            </w:r>
            <w:bookmarkStart w:id="188" w:name="_DV_C1502"/>
            <w:r w:rsidRPr="00DD1C30">
              <w:t>A freezing certificate</w:t>
            </w:r>
            <w:bookmarkStart w:id="189" w:name="_DV_M856"/>
            <w:bookmarkEnd w:id="188"/>
            <w:bookmarkEnd w:id="189"/>
            <w:r w:rsidRPr="00DD1C30">
              <w:t xml:space="preserve"> has been transmitted to the following other executing State(s) (State </w:t>
            </w:r>
            <w:bookmarkStart w:id="190" w:name="_DV_M857"/>
            <w:bookmarkEnd w:id="190"/>
            <w:r w:rsidRPr="00DD1C30">
              <w:t xml:space="preserve">and authority): </w:t>
            </w:r>
            <w:r w:rsidRPr="00DD1C30">
              <w:br/>
            </w:r>
            <w:bookmarkStart w:id="191" w:name="_DV_M858"/>
            <w:bookmarkStart w:id="192" w:name="_DV_C1503"/>
            <w:bookmarkEnd w:id="191"/>
            <w:r w:rsidRPr="00DD1C30">
              <w:t>……………………………………………………………………………………</w:t>
            </w:r>
            <w:bookmarkEnd w:id="192"/>
            <w:r w:rsidR="00F143CE">
              <w:t>………….</w:t>
            </w:r>
            <w:r w:rsidRPr="00DD1C30">
              <w:br/>
            </w:r>
            <w:bookmarkStart w:id="193" w:name="_DV_C1504"/>
            <w:r w:rsidRPr="00DD1C30">
              <w:t>……………………………………………………………………………………</w:t>
            </w:r>
            <w:bookmarkEnd w:id="193"/>
            <w:r w:rsidR="00F143CE">
              <w:t>………….</w:t>
            </w:r>
          </w:p>
          <w:p w14:paraId="4E770977" w14:textId="77777777" w:rsidR="00C661E6" w:rsidRPr="00DD1C30" w:rsidRDefault="00C661E6" w:rsidP="00C661E6">
            <w:pPr>
              <w:pStyle w:val="Point0"/>
            </w:pPr>
            <w:bookmarkStart w:id="194" w:name="_DV_M859"/>
            <w:bookmarkEnd w:id="194"/>
            <w:r w:rsidRPr="00DD1C30">
              <w:t>2.</w:t>
            </w:r>
            <w:bookmarkStart w:id="195" w:name="_DV_C1506"/>
            <w:r w:rsidRPr="00DD1C30">
              <w:tab/>
              <w:t>A freezing certificate</w:t>
            </w:r>
            <w:bookmarkStart w:id="196" w:name="_DV_M860"/>
            <w:bookmarkEnd w:id="195"/>
            <w:bookmarkEnd w:id="196"/>
            <w:r w:rsidRPr="00DD1C30">
              <w:t xml:space="preserve"> has been transmitted to more than one executing State for the following </w:t>
            </w:r>
            <w:bookmarkStart w:id="197" w:name="_DV_M861"/>
            <w:bookmarkEnd w:id="197"/>
            <w:r w:rsidRPr="00DD1C30">
              <w:t>reasons</w:t>
            </w:r>
            <w:bookmarkStart w:id="198" w:name="_DV_C1508"/>
            <w:r w:rsidRPr="00DD1C30">
              <w:t>:</w:t>
            </w:r>
            <w:bookmarkEnd w:id="198"/>
          </w:p>
          <w:p w14:paraId="47B30826" w14:textId="77777777" w:rsidR="00C661E6" w:rsidRPr="00DD1C30" w:rsidRDefault="00C661E6" w:rsidP="00C661E6">
            <w:bookmarkStart w:id="199" w:name="_DV_M863"/>
            <w:bookmarkEnd w:id="199"/>
            <w:r w:rsidRPr="00DD1C30">
              <w:br w:type="page"/>
              <w:t>Where the freezing order concerns specific items of property:</w:t>
            </w:r>
          </w:p>
          <w:p w14:paraId="3A4C858D" w14:textId="77777777" w:rsidR="00C661E6" w:rsidRPr="00DD1C30" w:rsidRDefault="00C661E6" w:rsidP="00F143CE">
            <w:pPr>
              <w:pStyle w:val="Point0"/>
              <w:ind w:left="1570"/>
            </w:pPr>
            <w:r w:rsidRPr="00DD1C30">
              <w:sym w:font="Symbol" w:char="F090"/>
            </w:r>
            <w:bookmarkStart w:id="200" w:name="_DV_M864"/>
            <w:bookmarkEnd w:id="200"/>
            <w:r w:rsidRPr="00DD1C30">
              <w:tab/>
              <w:t>Different items of property covered by the order are believed to be located in different executing States</w:t>
            </w:r>
          </w:p>
          <w:p w14:paraId="24AC53B5" w14:textId="77777777" w:rsidR="00C661E6" w:rsidRPr="00DD1C30" w:rsidRDefault="00C661E6" w:rsidP="00F143CE">
            <w:pPr>
              <w:pStyle w:val="Point0"/>
              <w:ind w:left="1570"/>
            </w:pPr>
            <w:bookmarkStart w:id="201" w:name="_DV_M865"/>
            <w:bookmarkEnd w:id="201"/>
            <w:r w:rsidRPr="00DD1C30">
              <w:sym w:font="Symbol" w:char="F090"/>
            </w:r>
            <w:bookmarkStart w:id="202" w:name="_DV_M866"/>
            <w:bookmarkEnd w:id="202"/>
            <w:r w:rsidRPr="00DD1C30">
              <w:tab/>
              <w:t xml:space="preserve">The </w:t>
            </w:r>
            <w:bookmarkStart w:id="203" w:name="_DV_C1511"/>
            <w:r w:rsidRPr="00DD1C30">
              <w:t>freezing</w:t>
            </w:r>
            <w:bookmarkStart w:id="204" w:name="_DV_M867"/>
            <w:bookmarkEnd w:id="203"/>
            <w:bookmarkEnd w:id="204"/>
            <w:r w:rsidRPr="00DD1C30">
              <w:t xml:space="preserve"> of a specific item of property requires action in more than one executing State</w:t>
            </w:r>
          </w:p>
          <w:p w14:paraId="0214064C" w14:textId="77777777" w:rsidR="00C661E6" w:rsidRPr="00DD1C30" w:rsidRDefault="00C661E6" w:rsidP="00C661E6">
            <w:r w:rsidRPr="00DD1C30">
              <w:t>Where the freezing order concerns an amount of money:</w:t>
            </w:r>
          </w:p>
          <w:p w14:paraId="55424648" w14:textId="77777777" w:rsidR="00C661E6" w:rsidRPr="00DD1C30" w:rsidRDefault="00C661E6" w:rsidP="00F143CE">
            <w:pPr>
              <w:pStyle w:val="Point0"/>
              <w:ind w:left="1570"/>
            </w:pPr>
            <w:bookmarkStart w:id="205" w:name="_DV_M868"/>
            <w:bookmarkEnd w:id="205"/>
            <w:r w:rsidRPr="00DD1C30">
              <w:sym w:font="Symbol" w:char="F090"/>
            </w:r>
            <w:bookmarkStart w:id="206" w:name="_DV_M869"/>
            <w:bookmarkEnd w:id="206"/>
            <w:r w:rsidRPr="00DD1C30">
              <w:tab/>
              <w:t>The estimated value of the property which may be</w:t>
            </w:r>
            <w:bookmarkStart w:id="207" w:name="_DV_C1515"/>
            <w:r w:rsidRPr="00DD1C30">
              <w:t xml:space="preserve"> frozen </w:t>
            </w:r>
            <w:bookmarkStart w:id="208" w:name="_DV_M870"/>
            <w:bookmarkStart w:id="209" w:name="_DV_M871"/>
            <w:bookmarkEnd w:id="207"/>
            <w:bookmarkEnd w:id="208"/>
            <w:bookmarkEnd w:id="209"/>
            <w:r w:rsidRPr="00DD1C30">
              <w:t>in the issuing State and in any one executing State is not likely to be sufficient for the freezing of the full amount covered by the order</w:t>
            </w:r>
          </w:p>
          <w:p w14:paraId="6A8F2C98" w14:textId="1DAA030D" w:rsidR="00C661E6" w:rsidRPr="00DD1C30" w:rsidRDefault="00C661E6" w:rsidP="00F143CE">
            <w:pPr>
              <w:pStyle w:val="Point0"/>
              <w:ind w:left="1570"/>
            </w:pPr>
            <w:bookmarkStart w:id="210" w:name="_DV_M872"/>
            <w:bookmarkStart w:id="211" w:name="_DV_C1519"/>
            <w:bookmarkEnd w:id="210"/>
            <w:r w:rsidRPr="00DD1C30">
              <w:sym w:font="Symbol" w:char="F090"/>
            </w:r>
            <w:bookmarkStart w:id="212" w:name="_DV_C1520"/>
            <w:bookmarkEnd w:id="211"/>
            <w:r w:rsidRPr="00DD1C30">
              <w:tab/>
              <w:t>Other</w:t>
            </w:r>
            <w:bookmarkEnd w:id="212"/>
            <w:r w:rsidRPr="00DD1C30">
              <w:t xml:space="preserve"> specific needs: </w:t>
            </w:r>
            <w:r w:rsidRPr="00DD1C30">
              <w:br/>
            </w:r>
            <w:bookmarkStart w:id="213" w:name="_DV_C1522"/>
            <w:r w:rsidRPr="00DD1C30">
              <w:t>…………………………………………………………………………………</w:t>
            </w:r>
            <w:bookmarkEnd w:id="213"/>
          </w:p>
        </w:tc>
      </w:tr>
      <w:tr w:rsidR="00C661E6" w:rsidRPr="00DD1C30" w14:paraId="7C4E6F45" w14:textId="77777777" w:rsidTr="003F6A23">
        <w:trPr>
          <w:trHeight w:val="3302"/>
        </w:trPr>
        <w:tc>
          <w:tcPr>
            <w:tcW w:w="10017" w:type="dxa"/>
            <w:tcBorders>
              <w:top w:val="single" w:sz="4" w:space="0" w:color="auto"/>
              <w:bottom w:val="single" w:sz="4" w:space="0" w:color="auto"/>
            </w:tcBorders>
          </w:tcPr>
          <w:p w14:paraId="77CB4091" w14:textId="6B3BA5EF" w:rsidR="00C661E6" w:rsidRPr="00DD1C30" w:rsidRDefault="00C661E6" w:rsidP="00C661E6">
            <w:pPr>
              <w:pStyle w:val="Point0"/>
              <w:pageBreakBefore/>
            </w:pPr>
            <w:bookmarkStart w:id="214" w:name="_DV_C1523"/>
            <w:r w:rsidRPr="00DD1C30">
              <w:lastRenderedPageBreak/>
              <w:t>3.</w:t>
            </w:r>
            <w:r w:rsidRPr="00DD1C30">
              <w:tab/>
              <w:t>Value of assets, if known, in each executing State:</w:t>
            </w:r>
            <w:bookmarkEnd w:id="214"/>
            <w:r w:rsidRPr="00DD1C30">
              <w:t xml:space="preserve"> </w:t>
            </w:r>
            <w:r w:rsidRPr="00DD1C30">
              <w:br/>
            </w:r>
            <w:bookmarkStart w:id="215" w:name="_DV_C1524"/>
            <w:r w:rsidRPr="00DD1C30">
              <w:t>…………………………………………………………………………………………</w:t>
            </w:r>
            <w:bookmarkEnd w:id="215"/>
            <w:r w:rsidR="00F143CE">
              <w:t>…….</w:t>
            </w:r>
            <w:r w:rsidRPr="00DD1C30">
              <w:br/>
            </w:r>
            <w:bookmarkStart w:id="216" w:name="_DV_C1525"/>
            <w:r w:rsidRPr="00DD1C30">
              <w:t>…………………………………………………………………………………………</w:t>
            </w:r>
            <w:bookmarkEnd w:id="216"/>
            <w:r w:rsidR="00F143CE">
              <w:t>…….</w:t>
            </w:r>
          </w:p>
          <w:p w14:paraId="4B7901FF" w14:textId="03CA0730" w:rsidR="00C661E6" w:rsidRPr="00DD1C30" w:rsidRDefault="00C661E6" w:rsidP="00C661E6">
            <w:pPr>
              <w:pStyle w:val="Point0"/>
            </w:pPr>
            <w:bookmarkStart w:id="217" w:name="_DV_C1526"/>
            <w:r w:rsidRPr="00DD1C30">
              <w:t>4.</w:t>
            </w:r>
            <w:r w:rsidRPr="00DD1C30">
              <w:tab/>
              <w:t>Where the freezing of the specific item(s) of property requires action in more than one executing State, description of the action to be taken in the executing State:</w:t>
            </w:r>
            <w:bookmarkEnd w:id="217"/>
            <w:r w:rsidRPr="00DD1C30">
              <w:t xml:space="preserve"> </w:t>
            </w:r>
            <w:r w:rsidRPr="00DD1C30">
              <w:br/>
              <w:t>………………</w:t>
            </w:r>
            <w:r w:rsidR="00F143CE">
              <w:t>……………………………………………………………………………….</w:t>
            </w:r>
            <w:r w:rsidRPr="00DD1C30">
              <w:br/>
              <w:t>……………………………………………………………………………………………….</w:t>
            </w:r>
          </w:p>
        </w:tc>
      </w:tr>
      <w:tr w:rsidR="00684287" w:rsidRPr="00DD1C30" w14:paraId="216CA163" w14:textId="77777777" w:rsidTr="003F6A23">
        <w:trPr>
          <w:trHeight w:val="6485"/>
        </w:trPr>
        <w:tc>
          <w:tcPr>
            <w:tcW w:w="10017" w:type="dxa"/>
            <w:tcBorders>
              <w:bottom w:val="single" w:sz="4" w:space="0" w:color="auto"/>
            </w:tcBorders>
          </w:tcPr>
          <w:p w14:paraId="680FAFE3" w14:textId="77777777" w:rsidR="00684287" w:rsidRPr="00DD1C30" w:rsidRDefault="00684287" w:rsidP="00942637">
            <w:bookmarkStart w:id="218" w:name="_DV_C1528"/>
            <w:r w:rsidRPr="00DD1C30">
              <w:br w:type="page"/>
              <w:t>SECTION H: Relation to an earlier freezing order and/or other order(s) or request(s)</w:t>
            </w:r>
            <w:bookmarkEnd w:id="218"/>
          </w:p>
          <w:p w14:paraId="3CDB8130" w14:textId="77777777" w:rsidR="00684287" w:rsidRPr="00DD1C30" w:rsidRDefault="00684287" w:rsidP="00684287">
            <w:bookmarkStart w:id="219" w:name="_DV_C1529"/>
            <w:r w:rsidRPr="00DD1C30">
              <w:t>Please indicate whether this freezing order relates to an earlier order or request (e.g. freezing order, European Investigation Order, European arrest warrant or mutual legal assistance). If applicable, provide the following information relevant to identify the previous order or request:</w:t>
            </w:r>
            <w:bookmarkEnd w:id="219"/>
          </w:p>
          <w:p w14:paraId="4BF7F397" w14:textId="78E3FCAC" w:rsidR="00684287" w:rsidRPr="00DD1C30" w:rsidRDefault="00684287" w:rsidP="00684287">
            <w:pPr>
              <w:pStyle w:val="Tiret0"/>
            </w:pPr>
            <w:bookmarkStart w:id="220" w:name="_DV_C1530"/>
            <w:r w:rsidRPr="00DD1C30">
              <w:t>Type of the order/request: …………………………………………………………………………</w:t>
            </w:r>
            <w:bookmarkEnd w:id="220"/>
            <w:r w:rsidR="00F143CE">
              <w:t>…………………….</w:t>
            </w:r>
          </w:p>
          <w:p w14:paraId="0248C9F1" w14:textId="6D426C9C" w:rsidR="00684287" w:rsidRPr="00DD1C30" w:rsidRDefault="00684287" w:rsidP="00684287">
            <w:pPr>
              <w:pStyle w:val="Tiret0"/>
            </w:pPr>
            <w:bookmarkStart w:id="221" w:name="_DV_C1531"/>
            <w:r w:rsidRPr="00DD1C30">
              <w:t>Date of issue: ……………………………………………………………………………………………….</w:t>
            </w:r>
            <w:bookmarkEnd w:id="221"/>
          </w:p>
          <w:p w14:paraId="3D77CD1C" w14:textId="229F9A3E" w:rsidR="00684287" w:rsidRPr="00DD1C30" w:rsidRDefault="00684287" w:rsidP="00684287">
            <w:pPr>
              <w:pStyle w:val="Tiret0"/>
            </w:pPr>
            <w:bookmarkStart w:id="222" w:name="_DV_C1532"/>
            <w:r w:rsidRPr="00DD1C30">
              <w:t>Authority to which the order/request was transmitted: …………………………………………………………………………………………….…</w:t>
            </w:r>
            <w:bookmarkEnd w:id="222"/>
          </w:p>
          <w:p w14:paraId="38048B9C" w14:textId="11739620" w:rsidR="00684287" w:rsidRPr="00DD1C30" w:rsidRDefault="00684287" w:rsidP="00684287">
            <w:pPr>
              <w:pStyle w:val="Tiret0"/>
            </w:pPr>
            <w:bookmarkStart w:id="223" w:name="_DV_C1533"/>
            <w:r w:rsidRPr="00DD1C30">
              <w:t>Reference number given by the issuing authority: ……………………………………………………………………………………………</w:t>
            </w:r>
            <w:bookmarkEnd w:id="223"/>
            <w:r w:rsidR="00F143CE">
              <w:t>….</w:t>
            </w:r>
          </w:p>
        </w:tc>
      </w:tr>
      <w:tr w:rsidR="00C661E6" w:rsidRPr="00DD1C30" w14:paraId="1C53BAF0" w14:textId="77777777" w:rsidTr="003F6A23">
        <w:trPr>
          <w:trHeight w:val="902"/>
        </w:trPr>
        <w:tc>
          <w:tcPr>
            <w:tcW w:w="10017" w:type="dxa"/>
            <w:tcBorders>
              <w:top w:val="single" w:sz="4" w:space="0" w:color="auto"/>
            </w:tcBorders>
          </w:tcPr>
          <w:p w14:paraId="5F7811E7" w14:textId="1485C993" w:rsidR="00C661E6" w:rsidRPr="00DD1C30" w:rsidRDefault="00C661E6" w:rsidP="00C661E6">
            <w:pPr>
              <w:pStyle w:val="Tiret0"/>
              <w:pageBreakBefore/>
            </w:pPr>
            <w:bookmarkStart w:id="224" w:name="_DV_C1534"/>
            <w:r w:rsidRPr="00DD1C30">
              <w:lastRenderedPageBreak/>
              <w:t xml:space="preserve">Reference number(s) given by the executing </w:t>
            </w:r>
            <w:proofErr w:type="gramStart"/>
            <w:r w:rsidRPr="00DD1C30">
              <w:t>authority(</w:t>
            </w:r>
            <w:proofErr w:type="spellStart"/>
            <w:proofErr w:type="gramEnd"/>
            <w:r w:rsidRPr="00DD1C30">
              <w:t>ies</w:t>
            </w:r>
            <w:proofErr w:type="spellEnd"/>
            <w:r w:rsidRPr="00DD1C30">
              <w:t>): ……………………………………………………………………………………………..</w:t>
            </w:r>
            <w:bookmarkEnd w:id="224"/>
          </w:p>
        </w:tc>
      </w:tr>
      <w:tr w:rsidR="00684287" w:rsidRPr="00DD1C30" w14:paraId="77E350FC" w14:textId="77777777" w:rsidTr="003F6A23">
        <w:trPr>
          <w:trHeight w:val="4843"/>
        </w:trPr>
        <w:tc>
          <w:tcPr>
            <w:tcW w:w="10017" w:type="dxa"/>
            <w:tcBorders>
              <w:bottom w:val="single" w:sz="4" w:space="0" w:color="auto"/>
            </w:tcBorders>
          </w:tcPr>
          <w:p w14:paraId="533751DE" w14:textId="77777777" w:rsidR="00684287" w:rsidRPr="00DD1C30" w:rsidRDefault="00684287" w:rsidP="00684287">
            <w:bookmarkStart w:id="225" w:name="_DV_C1535"/>
            <w:r w:rsidRPr="00DD1C30">
              <w:br w:type="page"/>
              <w:t>SECTION I: Confiscation</w:t>
            </w:r>
          </w:p>
          <w:p w14:paraId="0C4C92D5" w14:textId="77777777" w:rsidR="00684287" w:rsidRPr="00DD1C30" w:rsidRDefault="00684287" w:rsidP="00684287">
            <w:r w:rsidRPr="00DD1C30">
              <w:t>Please indicate whether:</w:t>
            </w:r>
            <w:bookmarkEnd w:id="225"/>
          </w:p>
          <w:p w14:paraId="70A9BF68" w14:textId="6E569E4E" w:rsidR="00684287" w:rsidRPr="00DD1C30" w:rsidRDefault="00684287" w:rsidP="00F143CE">
            <w:pPr>
              <w:pStyle w:val="Point0"/>
              <w:ind w:left="1570"/>
            </w:pPr>
            <w:bookmarkStart w:id="226" w:name="_DV_C1536"/>
            <w:r w:rsidRPr="00DD1C30">
              <w:t>□</w:t>
            </w:r>
            <w:r w:rsidRPr="00DD1C30">
              <w:tab/>
              <w:t>this freezing certificate is accompanied by a confiscation certificate issued in the issuing State (reference number of the confiscation certificate): …………………………….........................................................................................</w:t>
            </w:r>
            <w:bookmarkEnd w:id="226"/>
          </w:p>
          <w:p w14:paraId="3B20E44E" w14:textId="5A23CD5B" w:rsidR="00684287" w:rsidRPr="00DD1C30" w:rsidRDefault="00684287" w:rsidP="00F143CE">
            <w:pPr>
              <w:pStyle w:val="Point0"/>
              <w:ind w:left="1570"/>
            </w:pPr>
            <w:bookmarkStart w:id="227" w:name="_DV_C1537"/>
            <w:r w:rsidRPr="00DD1C30">
              <w:t>□</w:t>
            </w:r>
            <w:r w:rsidRPr="00DD1C30">
              <w:tab/>
            </w:r>
            <w:proofErr w:type="gramStart"/>
            <w:r w:rsidRPr="00DD1C30">
              <w:t>the</w:t>
            </w:r>
            <w:proofErr w:type="gramEnd"/>
            <w:r w:rsidRPr="00DD1C30">
              <w:t xml:space="preserve"> property shall remain frozen in the executing State pending the transmission and execution of the confiscation order (estimated date for submission of the confiscation certificate, if possible):</w:t>
            </w:r>
            <w:bookmarkEnd w:id="227"/>
            <w:r w:rsidRPr="00DD1C30">
              <w:t xml:space="preserve"> </w:t>
            </w:r>
            <w:r w:rsidRPr="00DD1C30">
              <w:br/>
            </w:r>
            <w:bookmarkStart w:id="228" w:name="_DV_C1538"/>
            <w:r w:rsidRPr="00DD1C30">
              <w:t>…………………………………………………………………………………</w:t>
            </w:r>
            <w:bookmarkEnd w:id="228"/>
            <w:r w:rsidR="00F143CE">
              <w:t>…….</w:t>
            </w:r>
          </w:p>
        </w:tc>
      </w:tr>
      <w:tr w:rsidR="00684287" w:rsidRPr="00DD1C30" w14:paraId="55EA5E31" w14:textId="77777777" w:rsidTr="003F6A23">
        <w:trPr>
          <w:trHeight w:val="4650"/>
        </w:trPr>
        <w:tc>
          <w:tcPr>
            <w:tcW w:w="10017" w:type="dxa"/>
            <w:tcBorders>
              <w:bottom w:val="single" w:sz="4" w:space="0" w:color="auto"/>
            </w:tcBorders>
          </w:tcPr>
          <w:p w14:paraId="66A6CCC7" w14:textId="77777777" w:rsidR="00684287" w:rsidRPr="00DD1C30" w:rsidRDefault="00684287" w:rsidP="00684287">
            <w:bookmarkStart w:id="229" w:name="_DV_C1540"/>
            <w:r w:rsidRPr="00DD1C30">
              <w:t>SECTION J: Alternative measures</w:t>
            </w:r>
          </w:p>
          <w:p w14:paraId="280AEA9A" w14:textId="77777777" w:rsidR="00684287" w:rsidRPr="00DD1C30" w:rsidRDefault="00684287" w:rsidP="00684287">
            <w:pPr>
              <w:pStyle w:val="Point0"/>
            </w:pPr>
            <w:r w:rsidRPr="00DD1C30">
              <w:t>1.</w:t>
            </w:r>
            <w:r w:rsidRPr="00DD1C30">
              <w:tab/>
              <w:t>Please indicate whether the issuing State allows for the application by the executing State of alternative measures where it is not possible to execute the freezing order, either wholly or partially:</w:t>
            </w:r>
          </w:p>
          <w:p w14:paraId="45D6D689" w14:textId="77777777" w:rsidR="00684287" w:rsidRPr="00DD1C30" w:rsidRDefault="00684287" w:rsidP="00F143CE">
            <w:pPr>
              <w:pStyle w:val="Point0"/>
              <w:ind w:left="1570"/>
            </w:pPr>
            <w:r w:rsidRPr="00DD1C30">
              <w:t>□</w:t>
            </w:r>
            <w:r w:rsidRPr="00DD1C30">
              <w:tab/>
              <w:t>Yes</w:t>
            </w:r>
          </w:p>
          <w:p w14:paraId="5DF10F46" w14:textId="77777777" w:rsidR="00684287" w:rsidRPr="00DD1C30" w:rsidRDefault="00684287" w:rsidP="00F143CE">
            <w:pPr>
              <w:pStyle w:val="Point0"/>
              <w:ind w:left="1570"/>
            </w:pPr>
            <w:r w:rsidRPr="00DD1C30">
              <w:t>□</w:t>
            </w:r>
            <w:r w:rsidRPr="00DD1C30">
              <w:tab/>
              <w:t>No</w:t>
            </w:r>
          </w:p>
          <w:p w14:paraId="03E3D18A" w14:textId="5EB756A7" w:rsidR="00684287" w:rsidRPr="00DD1C30" w:rsidRDefault="00684287" w:rsidP="00684287">
            <w:pPr>
              <w:pStyle w:val="Point0"/>
            </w:pPr>
            <w:r w:rsidRPr="00DD1C30">
              <w:t>2.</w:t>
            </w:r>
            <w:r w:rsidRPr="00DD1C30">
              <w:tab/>
              <w:t xml:space="preserve">If yes, state which measures may be applied: </w:t>
            </w:r>
            <w:r w:rsidRPr="00DD1C30">
              <w:br/>
              <w:t>……………………………………………………………………………………………….</w:t>
            </w:r>
            <w:bookmarkEnd w:id="229"/>
          </w:p>
        </w:tc>
      </w:tr>
      <w:tr w:rsidR="00C661E6" w:rsidRPr="00DD1C30" w14:paraId="4D20A953" w14:textId="77777777" w:rsidTr="003F6A23">
        <w:trPr>
          <w:trHeight w:val="20"/>
        </w:trPr>
        <w:tc>
          <w:tcPr>
            <w:tcW w:w="10017" w:type="dxa"/>
            <w:tcBorders>
              <w:top w:val="single" w:sz="4" w:space="0" w:color="auto"/>
              <w:bottom w:val="single" w:sz="4" w:space="0" w:color="auto"/>
            </w:tcBorders>
          </w:tcPr>
          <w:p w14:paraId="1B2C6D72" w14:textId="77777777" w:rsidR="00C661E6" w:rsidRPr="00DD1C30" w:rsidRDefault="00C661E6" w:rsidP="00C661E6">
            <w:pPr>
              <w:pageBreakBefore/>
            </w:pPr>
            <w:r w:rsidRPr="00DD1C30">
              <w:lastRenderedPageBreak/>
              <w:br w:type="page"/>
              <w:t>SECTION K: RESTITUTION OF FROZEN PROPERTY</w:t>
            </w:r>
          </w:p>
          <w:p w14:paraId="126F7A9F" w14:textId="77777777" w:rsidR="00C661E6" w:rsidRPr="00DD1C30" w:rsidRDefault="00C661E6" w:rsidP="00C661E6">
            <w:pPr>
              <w:pStyle w:val="Point0"/>
            </w:pPr>
            <w:bookmarkStart w:id="230" w:name="_DV_C1541"/>
            <w:r w:rsidRPr="00DD1C30">
              <w:t>1.</w:t>
            </w:r>
            <w:r w:rsidRPr="00DD1C30">
              <w:tab/>
              <w:t xml:space="preserve">Please indicate if a decision to </w:t>
            </w:r>
            <w:proofErr w:type="spellStart"/>
            <w:r w:rsidRPr="00DD1C30">
              <w:t>restitute</w:t>
            </w:r>
            <w:proofErr w:type="spellEnd"/>
            <w:r w:rsidRPr="00DD1C30">
              <w:t xml:space="preserve"> frozen property to the victim has been issued:</w:t>
            </w:r>
            <w:bookmarkEnd w:id="230"/>
          </w:p>
          <w:p w14:paraId="59BFCED2" w14:textId="77777777" w:rsidR="00C661E6" w:rsidRPr="00DD1C30" w:rsidRDefault="00C661E6" w:rsidP="00F143CE">
            <w:pPr>
              <w:pStyle w:val="Point0"/>
              <w:ind w:left="1570"/>
            </w:pPr>
            <w:bookmarkStart w:id="231" w:name="_DV_C1542"/>
            <w:r w:rsidRPr="00DD1C30">
              <w:t>□</w:t>
            </w:r>
            <w:r w:rsidRPr="00DD1C30">
              <w:tab/>
              <w:t>Yes</w:t>
            </w:r>
            <w:bookmarkEnd w:id="231"/>
          </w:p>
          <w:p w14:paraId="2E6E3CCF" w14:textId="77777777" w:rsidR="00C661E6" w:rsidRPr="00DD1C30" w:rsidRDefault="00C661E6" w:rsidP="00F143CE">
            <w:pPr>
              <w:pStyle w:val="Point0"/>
              <w:ind w:left="1570"/>
            </w:pPr>
            <w:bookmarkStart w:id="232" w:name="_DV_C1543"/>
            <w:r w:rsidRPr="00DD1C30">
              <w:t>□</w:t>
            </w:r>
            <w:r w:rsidRPr="00DD1C30">
              <w:tab/>
              <w:t>No</w:t>
            </w:r>
            <w:bookmarkEnd w:id="232"/>
          </w:p>
          <w:p w14:paraId="561FA7F7" w14:textId="77777777" w:rsidR="00C661E6" w:rsidRPr="00DD1C30" w:rsidRDefault="00C661E6" w:rsidP="00C661E6">
            <w:bookmarkStart w:id="233" w:name="_DV_C1544"/>
            <w:r w:rsidRPr="00DD1C30">
              <w:t xml:space="preserve">If yes, please specify the following concerning the decision to </w:t>
            </w:r>
            <w:proofErr w:type="spellStart"/>
            <w:r w:rsidRPr="00DD1C30">
              <w:t>restitute</w:t>
            </w:r>
            <w:proofErr w:type="spellEnd"/>
            <w:r w:rsidRPr="00DD1C30">
              <w:t xml:space="preserve"> frozen property to the victim:</w:t>
            </w:r>
            <w:bookmarkEnd w:id="233"/>
          </w:p>
          <w:p w14:paraId="177B959C" w14:textId="01C1FA36" w:rsidR="00C661E6" w:rsidRPr="00DD1C30" w:rsidRDefault="00C661E6" w:rsidP="00C661E6">
            <w:bookmarkStart w:id="234" w:name="_DV_C1545"/>
            <w:r w:rsidRPr="00DD1C30">
              <w:t>Authority that issued the decision (official name): ……………….………………………………………</w:t>
            </w:r>
            <w:bookmarkEnd w:id="234"/>
            <w:r w:rsidR="00F143CE">
              <w:t>………………………………………………..</w:t>
            </w:r>
          </w:p>
          <w:p w14:paraId="7B274434" w14:textId="360A3337" w:rsidR="00C661E6" w:rsidRPr="00DD1C30" w:rsidRDefault="00F143CE" w:rsidP="00C661E6">
            <w:bookmarkStart w:id="235" w:name="_DV_C1546"/>
            <w:r>
              <w:t>Date of the decision: ……...</w:t>
            </w:r>
            <w:r w:rsidR="00C661E6" w:rsidRPr="00DD1C30">
              <w:t>………………………………………</w:t>
            </w:r>
            <w:bookmarkEnd w:id="235"/>
            <w:r w:rsidR="00C661E6" w:rsidRPr="00DD1C30">
              <w:t>……………</w:t>
            </w:r>
            <w:r>
              <w:t>…………………….</w:t>
            </w:r>
          </w:p>
          <w:p w14:paraId="2C708A7C" w14:textId="3940EC4B" w:rsidR="00C661E6" w:rsidRPr="00DD1C30" w:rsidRDefault="00C661E6" w:rsidP="00C661E6">
            <w:r w:rsidRPr="00DD1C30">
              <w:t>Reference number of the decision (if available): …………………………………………</w:t>
            </w:r>
            <w:r w:rsidR="00F143CE">
              <w:t>.</w:t>
            </w:r>
            <w:r w:rsidRPr="00DD1C30">
              <w:t>………...</w:t>
            </w:r>
          </w:p>
          <w:p w14:paraId="747D79CE" w14:textId="527F8AB1" w:rsidR="00C661E6" w:rsidRPr="00DD1C30" w:rsidRDefault="00C661E6" w:rsidP="00C661E6">
            <w:bookmarkStart w:id="236" w:name="_DV_C1547"/>
            <w:r w:rsidRPr="00DD1C30">
              <w:t xml:space="preserve">Description of the property to be </w:t>
            </w:r>
            <w:proofErr w:type="spellStart"/>
            <w:r w:rsidRPr="00DD1C30">
              <w:t>restituted</w:t>
            </w:r>
            <w:proofErr w:type="spellEnd"/>
            <w:r w:rsidRPr="00DD1C30">
              <w:t>: ……..………………………………………</w:t>
            </w:r>
            <w:r w:rsidR="00F143CE">
              <w:t>.</w:t>
            </w:r>
            <w:r w:rsidRPr="00DD1C30">
              <w:t>………....</w:t>
            </w:r>
            <w:bookmarkEnd w:id="236"/>
          </w:p>
          <w:p w14:paraId="0CB6CDF9" w14:textId="74B5A922" w:rsidR="00C661E6" w:rsidRPr="00DD1C30" w:rsidRDefault="00C661E6" w:rsidP="00C661E6">
            <w:bookmarkStart w:id="237" w:name="_DV_C1548"/>
            <w:r w:rsidRPr="00DD1C30">
              <w:t>Name of the victim: …………………………….……………………………………………</w:t>
            </w:r>
            <w:r w:rsidR="00F143CE">
              <w:t>.</w:t>
            </w:r>
            <w:r w:rsidRPr="00DD1C30">
              <w:t>….….</w:t>
            </w:r>
            <w:bookmarkEnd w:id="237"/>
          </w:p>
          <w:p w14:paraId="5C087FEE" w14:textId="6DAB30FF" w:rsidR="00C661E6" w:rsidRPr="00DD1C30" w:rsidRDefault="00C661E6" w:rsidP="00F143CE">
            <w:bookmarkStart w:id="238" w:name="_DV_C1549"/>
            <w:r w:rsidRPr="00DD1C30">
              <w:t xml:space="preserve">Address of the victim: </w:t>
            </w:r>
            <w:proofErr w:type="gramStart"/>
            <w:r w:rsidRPr="00DD1C30">
              <w:t>…………………………………………………………………………</w:t>
            </w:r>
            <w:r w:rsidR="00F143CE">
              <w:t>.</w:t>
            </w:r>
            <w:r w:rsidRPr="00DD1C30">
              <w:t>.…</w:t>
            </w:r>
            <w:proofErr w:type="gramEnd"/>
            <w:r w:rsidRPr="00DD1C30">
              <w:t>..</w:t>
            </w:r>
            <w:bookmarkEnd w:id="238"/>
          </w:p>
        </w:tc>
      </w:tr>
      <w:tr w:rsidR="00C661E6" w:rsidRPr="00DD1C30" w14:paraId="2AB236DA" w14:textId="77777777" w:rsidTr="003F6A23">
        <w:trPr>
          <w:trHeight w:val="6347"/>
        </w:trPr>
        <w:tc>
          <w:tcPr>
            <w:tcW w:w="10017" w:type="dxa"/>
            <w:tcBorders>
              <w:top w:val="single" w:sz="4" w:space="0" w:color="auto"/>
              <w:bottom w:val="single" w:sz="4" w:space="0" w:color="auto"/>
            </w:tcBorders>
          </w:tcPr>
          <w:p w14:paraId="790CA326" w14:textId="078A413D" w:rsidR="00C661E6" w:rsidRPr="00DD1C30" w:rsidRDefault="00C661E6" w:rsidP="0018706D">
            <w:pPr>
              <w:pageBreakBefore/>
            </w:pPr>
            <w:bookmarkStart w:id="239" w:name="_DV_C1550"/>
            <w:r w:rsidRPr="00DD1C30">
              <w:lastRenderedPageBreak/>
              <w:br w:type="page"/>
              <w:t>If the victim</w:t>
            </w:r>
            <w:r w:rsidR="00744AE4" w:rsidRPr="00DD1C30">
              <w:t>'</w:t>
            </w:r>
            <w:r w:rsidRPr="00DD1C30">
              <w:t xml:space="preserve">s title to the property is contested, please provide details (persons contesting the title, reasons, </w:t>
            </w:r>
            <w:proofErr w:type="spellStart"/>
            <w:r w:rsidRPr="00DD1C30">
              <w:t>etc</w:t>
            </w:r>
            <w:proofErr w:type="spellEnd"/>
            <w:r w:rsidRPr="00DD1C30">
              <w:t>):</w:t>
            </w:r>
            <w:bookmarkEnd w:id="239"/>
            <w:r w:rsidRPr="00DD1C30">
              <w:t xml:space="preserve"> </w:t>
            </w:r>
            <w:r w:rsidRPr="00DD1C30">
              <w:br/>
            </w:r>
            <w:bookmarkStart w:id="240" w:name="_DV_C1551"/>
            <w:r w:rsidRPr="00DD1C30">
              <w:t>……………………………………………………………………………………………</w:t>
            </w:r>
            <w:bookmarkEnd w:id="240"/>
            <w:r w:rsidR="00F143CE">
              <w:t>…………</w:t>
            </w:r>
            <w:r w:rsidRPr="00DD1C30">
              <w:br/>
            </w:r>
            <w:bookmarkStart w:id="241" w:name="_DV_C1552"/>
            <w:r w:rsidRPr="00DD1C30">
              <w:t>……………………………………………………………………………………………</w:t>
            </w:r>
            <w:bookmarkEnd w:id="241"/>
            <w:r w:rsidR="00F143CE">
              <w:t>…………</w:t>
            </w:r>
          </w:p>
          <w:p w14:paraId="74DBEC60" w14:textId="00D8EB26" w:rsidR="00C661E6" w:rsidRPr="00DD1C30" w:rsidRDefault="00C661E6" w:rsidP="00C661E6">
            <w:bookmarkStart w:id="242" w:name="_DV_C1553"/>
            <w:r w:rsidRPr="00DD1C30">
              <w:t xml:space="preserve">If rights of affected persons could be prejudiced as a result of the restitution, please provide details (the affected persons, the rights that could be prejudiced, reasons, </w:t>
            </w:r>
            <w:proofErr w:type="spellStart"/>
            <w:r w:rsidRPr="00DD1C30">
              <w:t>etc</w:t>
            </w:r>
            <w:proofErr w:type="spellEnd"/>
            <w:r w:rsidRPr="00DD1C30">
              <w:t>):</w:t>
            </w:r>
            <w:bookmarkEnd w:id="242"/>
            <w:r w:rsidRPr="00DD1C30">
              <w:t xml:space="preserve"> </w:t>
            </w:r>
            <w:r w:rsidRPr="00DD1C30">
              <w:br/>
            </w:r>
            <w:bookmarkStart w:id="243" w:name="_DV_C1554"/>
            <w:r w:rsidRPr="00DD1C30">
              <w:t>…………...……………………………………………………………………………………………</w:t>
            </w:r>
            <w:bookmarkEnd w:id="243"/>
            <w:r w:rsidRPr="00DD1C30">
              <w:br/>
            </w:r>
            <w:bookmarkStart w:id="244" w:name="_DV_C1555"/>
            <w:r w:rsidRPr="00DD1C30">
              <w:t>……………………………………………………………………………………………</w:t>
            </w:r>
            <w:bookmarkEnd w:id="244"/>
            <w:r w:rsidR="00F143CE">
              <w:t>…………...</w:t>
            </w:r>
          </w:p>
          <w:p w14:paraId="34081D94" w14:textId="77777777" w:rsidR="00C661E6" w:rsidRPr="00DD1C30" w:rsidRDefault="00C661E6" w:rsidP="00C661E6">
            <w:pPr>
              <w:pStyle w:val="Point0"/>
            </w:pPr>
            <w:bookmarkStart w:id="245" w:name="_DV_C1556"/>
            <w:r w:rsidRPr="00DD1C30">
              <w:t>2.</w:t>
            </w:r>
            <w:r w:rsidRPr="00DD1C30">
              <w:tab/>
              <w:t>Is a demand for restitution of frozen property to the victim pending in the issuing State?</w:t>
            </w:r>
            <w:bookmarkEnd w:id="245"/>
          </w:p>
          <w:p w14:paraId="3663969A" w14:textId="77777777" w:rsidR="00C661E6" w:rsidRPr="00DD1C30" w:rsidRDefault="00C661E6" w:rsidP="00F143CE">
            <w:pPr>
              <w:pStyle w:val="Point0"/>
              <w:ind w:left="1570"/>
            </w:pPr>
            <w:bookmarkStart w:id="246" w:name="_DV_C1557"/>
            <w:r w:rsidRPr="00DD1C30">
              <w:t>□</w:t>
            </w:r>
            <w:r w:rsidRPr="00DD1C30">
              <w:tab/>
              <w:t>No</w:t>
            </w:r>
            <w:bookmarkEnd w:id="246"/>
          </w:p>
          <w:p w14:paraId="259551A3" w14:textId="77777777" w:rsidR="00C661E6" w:rsidRPr="00DD1C30" w:rsidRDefault="00C661E6" w:rsidP="00F143CE">
            <w:pPr>
              <w:pStyle w:val="Point0"/>
              <w:ind w:left="1570"/>
            </w:pPr>
            <w:bookmarkStart w:id="247" w:name="_DV_C1558"/>
            <w:r w:rsidRPr="00DD1C30">
              <w:t>□</w:t>
            </w:r>
            <w:r w:rsidRPr="00DD1C30">
              <w:tab/>
              <w:t>Yes, the outcome will be communicated to the executing authority</w:t>
            </w:r>
            <w:bookmarkEnd w:id="247"/>
          </w:p>
          <w:p w14:paraId="6C699CD3" w14:textId="77777777" w:rsidR="00C661E6" w:rsidRPr="00DD1C30" w:rsidRDefault="00C661E6" w:rsidP="00C661E6">
            <w:bookmarkStart w:id="248" w:name="_DV_C1559"/>
            <w:r w:rsidRPr="00DD1C30">
              <w:t xml:space="preserve">The issuing authority </w:t>
            </w:r>
            <w:proofErr w:type="gramStart"/>
            <w:r w:rsidRPr="00DD1C30">
              <w:t>shall be notified</w:t>
            </w:r>
            <w:proofErr w:type="gramEnd"/>
            <w:r w:rsidRPr="00DD1C30">
              <w:t xml:space="preserve"> in case of direct transfer to the victim.</w:t>
            </w:r>
            <w:bookmarkEnd w:id="248"/>
          </w:p>
        </w:tc>
      </w:tr>
      <w:tr w:rsidR="0018706D" w:rsidRPr="00DD1C30" w14:paraId="3D30DE65" w14:textId="77777777" w:rsidTr="003F6A23">
        <w:trPr>
          <w:trHeight w:val="4467"/>
        </w:trPr>
        <w:tc>
          <w:tcPr>
            <w:tcW w:w="10017" w:type="dxa"/>
            <w:tcBorders>
              <w:top w:val="single" w:sz="4" w:space="0" w:color="auto"/>
              <w:bottom w:val="single" w:sz="4" w:space="0" w:color="auto"/>
            </w:tcBorders>
          </w:tcPr>
          <w:p w14:paraId="11EF07C3" w14:textId="77777777" w:rsidR="0018706D" w:rsidRPr="00DD1C30" w:rsidRDefault="0018706D" w:rsidP="0018706D">
            <w:pPr>
              <w:pageBreakBefore/>
            </w:pPr>
            <w:bookmarkStart w:id="249" w:name="_DV_C1567"/>
            <w:r w:rsidRPr="00DD1C30">
              <w:lastRenderedPageBreak/>
              <w:br w:type="page"/>
              <w:t>SECTION L: Legal remedies</w:t>
            </w:r>
            <w:bookmarkEnd w:id="249"/>
          </w:p>
          <w:p w14:paraId="1A099105" w14:textId="77777777" w:rsidR="0018706D" w:rsidRPr="00DD1C30" w:rsidRDefault="0018706D" w:rsidP="00942637">
            <w:bookmarkStart w:id="250" w:name="_DV_C1568"/>
            <w:r w:rsidRPr="00DD1C30">
              <w:t>Authority in the issuing State which can supply further information on procedures for seeking legal remedies in the issuing State and on whether legal assistance, interpretation and translation is available:</w:t>
            </w:r>
            <w:bookmarkEnd w:id="250"/>
          </w:p>
          <w:p w14:paraId="7C0D23BC" w14:textId="77777777" w:rsidR="0018706D" w:rsidRPr="00DD1C30" w:rsidRDefault="0018706D" w:rsidP="00F143CE">
            <w:pPr>
              <w:pStyle w:val="Point0"/>
              <w:ind w:left="1570"/>
            </w:pPr>
            <w:bookmarkStart w:id="251" w:name="_DV_C1569"/>
            <w:r w:rsidRPr="00DD1C30">
              <w:sym w:font="Symbol" w:char="F090"/>
            </w:r>
            <w:bookmarkStart w:id="252" w:name="_DV_C1570"/>
            <w:bookmarkEnd w:id="251"/>
            <w:r w:rsidRPr="00DD1C30">
              <w:tab/>
              <w:t>The issuing authority (see Section M)</w:t>
            </w:r>
          </w:p>
          <w:p w14:paraId="1F20E8F9" w14:textId="350DB57C" w:rsidR="0018706D" w:rsidRPr="00DD1C30" w:rsidRDefault="0018706D" w:rsidP="00F143CE">
            <w:pPr>
              <w:pStyle w:val="Point0"/>
              <w:ind w:left="1570"/>
            </w:pPr>
            <w:bookmarkStart w:id="253" w:name="_DV_C1571"/>
            <w:bookmarkEnd w:id="252"/>
            <w:r w:rsidRPr="00DD1C30">
              <w:sym w:font="Symbol" w:char="F090"/>
            </w:r>
            <w:bookmarkStart w:id="254" w:name="_DV_C1572"/>
            <w:bookmarkEnd w:id="253"/>
            <w:r w:rsidRPr="00DD1C30">
              <w:tab/>
              <w:t>The validating authority (see Section N)</w:t>
            </w:r>
            <w:bookmarkEnd w:id="254"/>
          </w:p>
          <w:p w14:paraId="4C964DBB" w14:textId="592E6450" w:rsidR="0018706D" w:rsidRPr="00DD1C30" w:rsidRDefault="0018706D" w:rsidP="00F143CE">
            <w:pPr>
              <w:pStyle w:val="Point0"/>
              <w:ind w:left="1570"/>
            </w:pPr>
            <w:bookmarkStart w:id="255" w:name="_DV_C1573"/>
            <w:r w:rsidRPr="00DD1C30">
              <w:sym w:font="Symbol" w:char="F090"/>
            </w:r>
            <w:bookmarkStart w:id="256" w:name="_DV_C1574"/>
            <w:bookmarkEnd w:id="255"/>
            <w:r w:rsidRPr="00DD1C30">
              <w:tab/>
              <w:t xml:space="preserve">Other: </w:t>
            </w:r>
            <w:r w:rsidRPr="00DD1C30">
              <w:br/>
              <w:t>……………………………………………………………………………………</w:t>
            </w:r>
            <w:bookmarkEnd w:id="256"/>
            <w:r w:rsidR="00F143CE">
              <w:t>….</w:t>
            </w:r>
          </w:p>
        </w:tc>
      </w:tr>
      <w:tr w:rsidR="00684287" w:rsidRPr="00DD1C30" w14:paraId="0C14A504" w14:textId="77777777" w:rsidTr="003F6A23">
        <w:trPr>
          <w:trHeight w:val="5356"/>
        </w:trPr>
        <w:tc>
          <w:tcPr>
            <w:tcW w:w="10017" w:type="dxa"/>
            <w:tcBorders>
              <w:bottom w:val="single" w:sz="4" w:space="0" w:color="auto"/>
            </w:tcBorders>
          </w:tcPr>
          <w:p w14:paraId="16D08BE8" w14:textId="77777777" w:rsidR="00684287" w:rsidRPr="00DD1C30" w:rsidRDefault="00684287" w:rsidP="00684287">
            <w:bookmarkStart w:id="257" w:name="_DV_C1576"/>
            <w:r w:rsidRPr="00DD1C30">
              <w:br w:type="page"/>
              <w:t>SECTION M: Details of the issuing authority</w:t>
            </w:r>
            <w:bookmarkEnd w:id="257"/>
          </w:p>
          <w:p w14:paraId="5993F422" w14:textId="77777777" w:rsidR="00684287" w:rsidRPr="00DD1C30" w:rsidRDefault="00684287" w:rsidP="00684287">
            <w:bookmarkStart w:id="258" w:name="_DV_C1577"/>
            <w:r w:rsidRPr="00DD1C30">
              <w:t>Type of the issuing authority:</w:t>
            </w:r>
            <w:bookmarkEnd w:id="258"/>
          </w:p>
          <w:p w14:paraId="1C09A6AD" w14:textId="77777777" w:rsidR="00684287" w:rsidRPr="00DD1C30" w:rsidRDefault="00684287" w:rsidP="00F143CE">
            <w:pPr>
              <w:pStyle w:val="Point0"/>
              <w:ind w:left="1570"/>
            </w:pPr>
            <w:bookmarkStart w:id="259" w:name="_DV_C1578"/>
            <w:r w:rsidRPr="00DD1C30">
              <w:t>□</w:t>
            </w:r>
            <w:r w:rsidRPr="00DD1C30">
              <w:tab/>
              <w:t>judge, court, public prosecutor</w:t>
            </w:r>
            <w:bookmarkEnd w:id="259"/>
          </w:p>
          <w:p w14:paraId="394C0B06" w14:textId="77777777" w:rsidR="00684287" w:rsidRPr="00DD1C30" w:rsidRDefault="00684287" w:rsidP="00F143CE">
            <w:pPr>
              <w:pStyle w:val="Point0"/>
              <w:ind w:left="1570"/>
            </w:pPr>
            <w:bookmarkStart w:id="260" w:name="_DV_C1579"/>
            <w:r w:rsidRPr="00DD1C30">
              <w:t>□</w:t>
            </w:r>
            <w:r w:rsidRPr="00DD1C30">
              <w:tab/>
              <w:t>another competent authority designated by the issuing State</w:t>
            </w:r>
            <w:bookmarkEnd w:id="260"/>
          </w:p>
          <w:p w14:paraId="354FA64B" w14:textId="2AB063C9" w:rsidR="00684287" w:rsidRPr="00DD1C30" w:rsidRDefault="00684287" w:rsidP="00684287">
            <w:bookmarkStart w:id="261" w:name="_DV_C1580"/>
            <w:r w:rsidRPr="00DD1C30">
              <w:t>Name of the authority: ……………………………………………………………………………...</w:t>
            </w:r>
            <w:bookmarkEnd w:id="261"/>
          </w:p>
          <w:p w14:paraId="4BAB5F2A" w14:textId="5A6334CE" w:rsidR="00684287" w:rsidRPr="00DD1C30" w:rsidRDefault="00684287" w:rsidP="00684287">
            <w:bookmarkStart w:id="262" w:name="_DV_C1581"/>
            <w:r w:rsidRPr="00DD1C30">
              <w:t>Name of the contact person: ………………………………………………………………………..</w:t>
            </w:r>
            <w:bookmarkEnd w:id="262"/>
          </w:p>
          <w:p w14:paraId="086EB8E2" w14:textId="3E680D97" w:rsidR="00684287" w:rsidRPr="00DD1C30" w:rsidRDefault="00684287" w:rsidP="00684287">
            <w:r w:rsidRPr="00DD1C30">
              <w:t>Post held (title/grade): ……………………………………………………………………………...</w:t>
            </w:r>
          </w:p>
          <w:p w14:paraId="1AB77BCA" w14:textId="34F54E51" w:rsidR="00684287" w:rsidRPr="00DD1C30" w:rsidRDefault="00684287" w:rsidP="00F143CE">
            <w:bookmarkStart w:id="263" w:name="_DV_C1582"/>
            <w:r w:rsidRPr="00DD1C30">
              <w:t xml:space="preserve">File </w:t>
            </w:r>
            <w:proofErr w:type="gramStart"/>
            <w:r w:rsidRPr="00DD1C30">
              <w:t>No:</w:t>
            </w:r>
            <w:proofErr w:type="gramEnd"/>
            <w:r w:rsidRPr="00DD1C30">
              <w:t xml:space="preserve"> ……………………………………………………………………………………………..</w:t>
            </w:r>
            <w:bookmarkEnd w:id="263"/>
          </w:p>
        </w:tc>
      </w:tr>
      <w:tr w:rsidR="0018706D" w:rsidRPr="00DD1C30" w14:paraId="12A655F1" w14:textId="77777777" w:rsidTr="003F6A23">
        <w:trPr>
          <w:trHeight w:val="7906"/>
        </w:trPr>
        <w:tc>
          <w:tcPr>
            <w:tcW w:w="10017" w:type="dxa"/>
            <w:tcBorders>
              <w:top w:val="single" w:sz="4" w:space="0" w:color="auto"/>
              <w:bottom w:val="single" w:sz="4" w:space="0" w:color="auto"/>
            </w:tcBorders>
          </w:tcPr>
          <w:p w14:paraId="0F0B3983" w14:textId="231F7FC1" w:rsidR="0018706D" w:rsidRPr="00DD1C30" w:rsidRDefault="0018706D" w:rsidP="0018706D">
            <w:pPr>
              <w:pageBreakBefore/>
            </w:pPr>
            <w:bookmarkStart w:id="264" w:name="_DV_C1583"/>
            <w:r w:rsidRPr="00DD1C30">
              <w:lastRenderedPageBreak/>
              <w:t xml:space="preserve">Address: </w:t>
            </w:r>
            <w:proofErr w:type="gramStart"/>
            <w:r w:rsidRPr="00DD1C30">
              <w:t>………………………………………………………………………………………….....</w:t>
            </w:r>
            <w:bookmarkEnd w:id="264"/>
            <w:proofErr w:type="gramEnd"/>
          </w:p>
          <w:p w14:paraId="3CAA0CC3" w14:textId="159D039C" w:rsidR="0018706D" w:rsidRPr="00DD1C30" w:rsidRDefault="0018706D" w:rsidP="0018706D">
            <w:bookmarkStart w:id="265" w:name="_DV_C1584"/>
            <w:r w:rsidRPr="00DD1C30">
              <w:t>Tel. No. (country code) (area/city code): ……………………………………………………….….</w:t>
            </w:r>
            <w:bookmarkEnd w:id="265"/>
          </w:p>
          <w:p w14:paraId="62B87B31" w14:textId="61570ECB" w:rsidR="0018706D" w:rsidRPr="00DD1C30" w:rsidRDefault="0018706D" w:rsidP="0018706D">
            <w:bookmarkStart w:id="266" w:name="_DV_C1585"/>
            <w:r w:rsidRPr="00DD1C30">
              <w:t xml:space="preserve">Fax No. (country code) (area/city code): </w:t>
            </w:r>
            <w:proofErr w:type="gramStart"/>
            <w:r w:rsidRPr="00DD1C30">
              <w:t>…………………………………………………………...</w:t>
            </w:r>
            <w:bookmarkEnd w:id="266"/>
            <w:proofErr w:type="gramEnd"/>
          </w:p>
          <w:p w14:paraId="5A5AE549" w14:textId="636BBE43" w:rsidR="0018706D" w:rsidRPr="00DD1C30" w:rsidRDefault="0018706D" w:rsidP="0018706D">
            <w:bookmarkStart w:id="267" w:name="_DV_C1586"/>
            <w:r w:rsidRPr="00DD1C30">
              <w:br w:type="page"/>
              <w:t xml:space="preserve">E-mail: </w:t>
            </w:r>
            <w:proofErr w:type="gramStart"/>
            <w:r w:rsidRPr="00DD1C30">
              <w:t>……………………………………………………………………………………</w:t>
            </w:r>
            <w:bookmarkEnd w:id="267"/>
            <w:r w:rsidRPr="00DD1C30">
              <w:t>………...</w:t>
            </w:r>
            <w:proofErr w:type="gramEnd"/>
          </w:p>
          <w:p w14:paraId="6C1AFD3B" w14:textId="3A2BF098" w:rsidR="0018706D" w:rsidRPr="00DD1C30" w:rsidRDefault="0018706D" w:rsidP="001521E4">
            <w:bookmarkStart w:id="268" w:name="_DV_C1587"/>
            <w:r w:rsidRPr="00DD1C30">
              <w:t>Languages in which it is possible to communicate with the issuing authority: ………………</w:t>
            </w:r>
            <w:bookmarkEnd w:id="268"/>
            <w:r w:rsidRPr="00DD1C30">
              <w:t>……</w:t>
            </w:r>
          </w:p>
          <w:p w14:paraId="6271A6DC" w14:textId="77777777" w:rsidR="0018706D" w:rsidRPr="00DD1C30" w:rsidRDefault="0018706D" w:rsidP="001521E4">
            <w:bookmarkStart w:id="269" w:name="_DV_C1588"/>
            <w:r w:rsidRPr="00DD1C30">
              <w:t>If different from above, the contact details of the person(s) to contact for additional information or to make practical arrangements for the execution of the order:</w:t>
            </w:r>
            <w:bookmarkEnd w:id="269"/>
          </w:p>
          <w:p w14:paraId="3D1B2B73" w14:textId="77777777" w:rsidR="0018706D" w:rsidRPr="00DD1C30" w:rsidRDefault="0018706D" w:rsidP="001521E4">
            <w:bookmarkStart w:id="270" w:name="_DV_C1589"/>
            <w:r w:rsidRPr="00DD1C30">
              <w:t>Name/Title/Organisation: ……………………………………………………………………</w:t>
            </w:r>
            <w:bookmarkEnd w:id="270"/>
            <w:r w:rsidRPr="00DD1C30">
              <w:t>……….</w:t>
            </w:r>
          </w:p>
          <w:p w14:paraId="565EB956" w14:textId="77777777" w:rsidR="0018706D" w:rsidRPr="00DD1C30" w:rsidRDefault="0018706D" w:rsidP="001521E4">
            <w:bookmarkStart w:id="271" w:name="_DV_C1590"/>
            <w:r w:rsidRPr="00DD1C30">
              <w:t>Address: ……………………………………………………………………………………………</w:t>
            </w:r>
            <w:bookmarkEnd w:id="271"/>
            <w:r w:rsidRPr="00DD1C30">
              <w:t>…</w:t>
            </w:r>
          </w:p>
          <w:p w14:paraId="0AF8FAED" w14:textId="77777777" w:rsidR="0018706D" w:rsidRPr="00DD1C30" w:rsidRDefault="0018706D" w:rsidP="001521E4">
            <w:bookmarkStart w:id="272" w:name="_DV_C1591"/>
            <w:r w:rsidRPr="00DD1C30">
              <w:t>E-mail/Tel. No.: ………………………………………………………………………………………</w:t>
            </w:r>
            <w:bookmarkEnd w:id="272"/>
          </w:p>
          <w:p w14:paraId="0CBF120B" w14:textId="77777777" w:rsidR="0018706D" w:rsidRPr="00DD1C30" w:rsidRDefault="0018706D" w:rsidP="001521E4">
            <w:r w:rsidRPr="00DD1C30">
              <w:t>_________________</w:t>
            </w:r>
          </w:p>
          <w:p w14:paraId="1923EF77" w14:textId="480E45BA" w:rsidR="0018706D" w:rsidRPr="00DD1C30" w:rsidRDefault="0018706D" w:rsidP="00F143CE">
            <w:bookmarkStart w:id="273" w:name="_DV_C1592"/>
            <w:r w:rsidRPr="00DD1C30">
              <w:t>Signature of the issuing authority and/or its representative certifying the content of the freezing certificate as accurate and correct: ………………………………………………………………</w:t>
            </w:r>
            <w:bookmarkEnd w:id="273"/>
            <w:r w:rsidRPr="00DD1C30">
              <w:t>…</w:t>
            </w:r>
          </w:p>
        </w:tc>
      </w:tr>
      <w:tr w:rsidR="0018706D" w:rsidRPr="00DD1C30" w14:paraId="4FFBA7C6" w14:textId="77777777" w:rsidTr="003F6A23">
        <w:trPr>
          <w:trHeight w:val="2862"/>
        </w:trPr>
        <w:tc>
          <w:tcPr>
            <w:tcW w:w="10017" w:type="dxa"/>
            <w:tcBorders>
              <w:top w:val="single" w:sz="4" w:space="0" w:color="auto"/>
              <w:bottom w:val="single" w:sz="4" w:space="0" w:color="auto"/>
            </w:tcBorders>
          </w:tcPr>
          <w:p w14:paraId="123BAA63" w14:textId="41F2C5D0" w:rsidR="0018706D" w:rsidRPr="00DD1C30" w:rsidRDefault="0018706D" w:rsidP="0018706D">
            <w:pPr>
              <w:pageBreakBefore/>
            </w:pPr>
            <w:bookmarkStart w:id="274" w:name="_DV_C1593"/>
            <w:r w:rsidRPr="00DD1C30">
              <w:lastRenderedPageBreak/>
              <w:t>Name: ………………………………………………………………………………………</w:t>
            </w:r>
            <w:bookmarkEnd w:id="274"/>
            <w:r w:rsidRPr="00DD1C30">
              <w:t>………</w:t>
            </w:r>
          </w:p>
          <w:p w14:paraId="16045569" w14:textId="04976021" w:rsidR="0018706D" w:rsidRPr="00DD1C30" w:rsidRDefault="0018706D" w:rsidP="0018706D">
            <w:bookmarkStart w:id="275" w:name="_DV_C1594"/>
            <w:r w:rsidRPr="00DD1C30">
              <w:t xml:space="preserve">Post held (title/grade): </w:t>
            </w:r>
            <w:proofErr w:type="gramStart"/>
            <w:r w:rsidRPr="00DD1C30">
              <w:t>………………………………………………………………………</w:t>
            </w:r>
            <w:bookmarkEnd w:id="275"/>
            <w:r w:rsidRPr="00DD1C30">
              <w:t>……...</w:t>
            </w:r>
            <w:proofErr w:type="gramEnd"/>
          </w:p>
          <w:p w14:paraId="3F4D4E86" w14:textId="7BA7BB86" w:rsidR="0018706D" w:rsidRPr="00DD1C30" w:rsidRDefault="0018706D" w:rsidP="0018706D">
            <w:bookmarkStart w:id="276" w:name="_DV_C1595"/>
            <w:r w:rsidRPr="00DD1C30">
              <w:br w:type="page"/>
              <w:t>Date: …………………………………………………………………………………………</w:t>
            </w:r>
            <w:bookmarkEnd w:id="276"/>
            <w:r w:rsidRPr="00DD1C30">
              <w:t>……..</w:t>
            </w:r>
          </w:p>
          <w:p w14:paraId="13CA390F" w14:textId="7961254A" w:rsidR="0018706D" w:rsidRPr="00DD1C30" w:rsidRDefault="0018706D" w:rsidP="00F143CE">
            <w:bookmarkStart w:id="277" w:name="_DV_C1596"/>
            <w:r w:rsidRPr="00DD1C30">
              <w:t>Official stamp (if available):</w:t>
            </w:r>
            <w:r w:rsidR="00B90294" w:rsidRPr="00DD1C30">
              <w:t xml:space="preserve"> </w:t>
            </w:r>
            <w:r w:rsidRPr="00DD1C30">
              <w:t>…………………………………………………………………</w:t>
            </w:r>
            <w:bookmarkEnd w:id="277"/>
            <w:r w:rsidRPr="00DD1C30">
              <w:t>……..</w:t>
            </w:r>
          </w:p>
        </w:tc>
      </w:tr>
      <w:tr w:rsidR="001521E4" w:rsidRPr="00DD1C30" w14:paraId="10013D8C" w14:textId="77777777" w:rsidTr="003F6A23">
        <w:trPr>
          <w:trHeight w:val="5733"/>
        </w:trPr>
        <w:tc>
          <w:tcPr>
            <w:tcW w:w="10017" w:type="dxa"/>
            <w:tcBorders>
              <w:bottom w:val="single" w:sz="4" w:space="0" w:color="auto"/>
            </w:tcBorders>
          </w:tcPr>
          <w:p w14:paraId="04604108" w14:textId="77777777" w:rsidR="001521E4" w:rsidRPr="00DD1C30" w:rsidRDefault="001521E4" w:rsidP="001521E4">
            <w:bookmarkStart w:id="278" w:name="_DV_C1598"/>
            <w:r w:rsidRPr="00DD1C30">
              <w:t>SECTION N: Details of the authority which validated the freezing order</w:t>
            </w:r>
            <w:bookmarkEnd w:id="278"/>
          </w:p>
          <w:p w14:paraId="7BAB8B2C" w14:textId="77777777" w:rsidR="001521E4" w:rsidRPr="00DD1C30" w:rsidRDefault="001521E4" w:rsidP="001521E4">
            <w:bookmarkStart w:id="279" w:name="_DV_C1599"/>
            <w:r w:rsidRPr="00DD1C30">
              <w:t>Please indicate the type of authority which has validated the freezing order, if applicable:</w:t>
            </w:r>
            <w:bookmarkEnd w:id="279"/>
          </w:p>
          <w:p w14:paraId="7F070AD2" w14:textId="77777777" w:rsidR="001521E4" w:rsidRPr="00DD1C30" w:rsidRDefault="001521E4" w:rsidP="002313AE">
            <w:pPr>
              <w:pStyle w:val="Point0"/>
              <w:ind w:left="1570"/>
            </w:pPr>
            <w:bookmarkStart w:id="280" w:name="_DV_C1600"/>
            <w:r w:rsidRPr="00DD1C30">
              <w:t>□</w:t>
            </w:r>
            <w:r w:rsidRPr="00DD1C30">
              <w:tab/>
              <w:t>judge or court</w:t>
            </w:r>
            <w:bookmarkEnd w:id="280"/>
          </w:p>
          <w:p w14:paraId="4C371399" w14:textId="77777777" w:rsidR="001521E4" w:rsidRPr="00DD1C30" w:rsidRDefault="001521E4" w:rsidP="002313AE">
            <w:pPr>
              <w:pStyle w:val="Point0"/>
              <w:ind w:left="1570"/>
            </w:pPr>
            <w:bookmarkStart w:id="281" w:name="_DV_C1601"/>
            <w:r w:rsidRPr="00DD1C30">
              <w:t>□</w:t>
            </w:r>
            <w:r w:rsidRPr="00DD1C30">
              <w:tab/>
              <w:t>public prosecutor</w:t>
            </w:r>
            <w:bookmarkEnd w:id="281"/>
          </w:p>
          <w:p w14:paraId="77F7B16A" w14:textId="77777777" w:rsidR="001521E4" w:rsidRPr="00DD1C30" w:rsidRDefault="001521E4" w:rsidP="001521E4">
            <w:bookmarkStart w:id="282" w:name="_DV_C1602"/>
            <w:r w:rsidRPr="00DD1C30">
              <w:t>Name of the validating authority: …………………………………………………</w:t>
            </w:r>
            <w:bookmarkEnd w:id="282"/>
            <w:r w:rsidRPr="00DD1C30">
              <w:t>………………….</w:t>
            </w:r>
          </w:p>
          <w:p w14:paraId="745E31BB" w14:textId="77777777" w:rsidR="001521E4" w:rsidRPr="00DD1C30" w:rsidRDefault="001521E4" w:rsidP="001521E4">
            <w:bookmarkStart w:id="283" w:name="_DV_C1603"/>
            <w:r w:rsidRPr="00DD1C30">
              <w:t>Name of the contact person: ……………………………………………………………………</w:t>
            </w:r>
            <w:bookmarkEnd w:id="283"/>
            <w:r w:rsidRPr="00DD1C30">
              <w:t>…….</w:t>
            </w:r>
          </w:p>
          <w:p w14:paraId="5CA6C772" w14:textId="77777777" w:rsidR="001521E4" w:rsidRPr="00DD1C30" w:rsidRDefault="001521E4" w:rsidP="001521E4">
            <w:bookmarkStart w:id="284" w:name="_DV_C1604"/>
            <w:r w:rsidRPr="00DD1C30">
              <w:t>Post held (title/grade): ………………………………………………………………………</w:t>
            </w:r>
            <w:bookmarkEnd w:id="284"/>
            <w:r w:rsidRPr="00DD1C30">
              <w:t>………..</w:t>
            </w:r>
          </w:p>
          <w:p w14:paraId="053E4BA4" w14:textId="73E6781F" w:rsidR="001521E4" w:rsidRPr="00DD1C30" w:rsidRDefault="00CE7CD6" w:rsidP="001521E4">
            <w:bookmarkStart w:id="285" w:name="_DV_C1605"/>
            <w:r w:rsidRPr="00DD1C30">
              <w:t>File N</w:t>
            </w:r>
            <w:r w:rsidR="001521E4" w:rsidRPr="00DD1C30">
              <w:t>o.: …………………………………………………………………………………………….</w:t>
            </w:r>
          </w:p>
          <w:p w14:paraId="41E88348" w14:textId="77777777" w:rsidR="001521E4" w:rsidRPr="00DD1C30" w:rsidRDefault="001521E4" w:rsidP="001521E4">
            <w:r w:rsidRPr="00DD1C30">
              <w:t>Address: …………………………………………………………………………</w:t>
            </w:r>
            <w:bookmarkEnd w:id="285"/>
            <w:r w:rsidRPr="00DD1C30">
              <w:t>……………………</w:t>
            </w:r>
          </w:p>
        </w:tc>
      </w:tr>
      <w:tr w:rsidR="003B5E5E" w:rsidRPr="00DD1C30" w14:paraId="5E7D6421" w14:textId="77777777" w:rsidTr="003F6A23">
        <w:trPr>
          <w:trHeight w:val="9071"/>
        </w:trPr>
        <w:tc>
          <w:tcPr>
            <w:tcW w:w="10017" w:type="dxa"/>
            <w:tcBorders>
              <w:top w:val="single" w:sz="4" w:space="0" w:color="auto"/>
              <w:bottom w:val="single" w:sz="4" w:space="0" w:color="auto"/>
            </w:tcBorders>
          </w:tcPr>
          <w:p w14:paraId="1AA2D5EA" w14:textId="1A18E06B" w:rsidR="003B5E5E" w:rsidRPr="00DD1C30" w:rsidRDefault="003B5E5E" w:rsidP="003B5E5E">
            <w:pPr>
              <w:pageBreakBefore/>
            </w:pPr>
            <w:bookmarkStart w:id="286" w:name="_DV_C1606"/>
            <w:r w:rsidRPr="00DD1C30">
              <w:lastRenderedPageBreak/>
              <w:t xml:space="preserve">Tel. No. (country code) (area/city code): </w:t>
            </w:r>
            <w:proofErr w:type="gramStart"/>
            <w:r w:rsidRPr="00DD1C30">
              <w:t>………………………………………………...</w:t>
            </w:r>
            <w:bookmarkEnd w:id="286"/>
            <w:r w:rsidRPr="00DD1C30">
              <w:t>...............</w:t>
            </w:r>
            <w:proofErr w:type="gramEnd"/>
          </w:p>
          <w:p w14:paraId="73F5325E" w14:textId="26292A4E" w:rsidR="003B5E5E" w:rsidRPr="00DD1C30" w:rsidRDefault="003B5E5E" w:rsidP="003B5E5E">
            <w:bookmarkStart w:id="287" w:name="_DV_C1607"/>
            <w:r w:rsidRPr="00DD1C30">
              <w:br w:type="page"/>
              <w:t>Fax No. (country code) (area/city code):</w:t>
            </w:r>
            <w:r w:rsidR="0061251E" w:rsidRPr="00DD1C30">
              <w:t xml:space="preserve"> </w:t>
            </w:r>
            <w:proofErr w:type="gramStart"/>
            <w:r w:rsidRPr="00DD1C30">
              <w:t>…………………………………………………</w:t>
            </w:r>
            <w:bookmarkEnd w:id="287"/>
            <w:r w:rsidR="0061251E" w:rsidRPr="00DD1C30">
              <w:t>………...</w:t>
            </w:r>
            <w:proofErr w:type="gramEnd"/>
          </w:p>
          <w:p w14:paraId="209A417A" w14:textId="6DEA419C" w:rsidR="003B5E5E" w:rsidRPr="00DD1C30" w:rsidRDefault="003B5E5E" w:rsidP="0061251E">
            <w:bookmarkStart w:id="288" w:name="_DV_C1608"/>
            <w:r w:rsidRPr="00DD1C30">
              <w:t>E-mail:</w:t>
            </w:r>
            <w:r w:rsidR="0061251E" w:rsidRPr="00DD1C30">
              <w:t xml:space="preserve"> </w:t>
            </w:r>
            <w:proofErr w:type="gramStart"/>
            <w:r w:rsidRPr="00DD1C30">
              <w:t>………………………………………………………………………………</w:t>
            </w:r>
            <w:bookmarkEnd w:id="288"/>
            <w:r w:rsidR="0061251E" w:rsidRPr="00DD1C30">
              <w:t>……………...</w:t>
            </w:r>
            <w:proofErr w:type="gramEnd"/>
          </w:p>
          <w:p w14:paraId="58CEAC93" w14:textId="40030E37" w:rsidR="003B5E5E" w:rsidRPr="00DD1C30" w:rsidRDefault="003B5E5E" w:rsidP="003B5E5E">
            <w:bookmarkStart w:id="289" w:name="_DV_C1609"/>
            <w:r w:rsidRPr="00DD1C30">
              <w:t xml:space="preserve">Languages in which it is possible to communicate with the validating authority: </w:t>
            </w:r>
            <w:proofErr w:type="gramStart"/>
            <w:r w:rsidRPr="00DD1C30">
              <w:t>………………....</w:t>
            </w:r>
            <w:proofErr w:type="gramEnd"/>
          </w:p>
          <w:p w14:paraId="0BBF79A5" w14:textId="77777777" w:rsidR="003B5E5E" w:rsidRPr="00DD1C30" w:rsidRDefault="003B5E5E" w:rsidP="00942637">
            <w:bookmarkStart w:id="290" w:name="_DV_C1610"/>
            <w:bookmarkEnd w:id="289"/>
            <w:r w:rsidRPr="00DD1C30">
              <w:t>Please indicate the main contact point for the executing authority:</w:t>
            </w:r>
            <w:bookmarkEnd w:id="290"/>
          </w:p>
          <w:p w14:paraId="4BAA542E" w14:textId="77777777" w:rsidR="003B5E5E" w:rsidRPr="00DD1C30" w:rsidRDefault="003B5E5E" w:rsidP="002313AE">
            <w:pPr>
              <w:pStyle w:val="Point0"/>
              <w:ind w:left="1570"/>
            </w:pPr>
            <w:bookmarkStart w:id="291" w:name="_DV_C1611"/>
            <w:r w:rsidRPr="00DD1C30">
              <w:t>□</w:t>
            </w:r>
            <w:r w:rsidRPr="00DD1C30">
              <w:tab/>
              <w:t>issuing authority</w:t>
            </w:r>
            <w:bookmarkEnd w:id="291"/>
          </w:p>
          <w:p w14:paraId="606C4D1D" w14:textId="77777777" w:rsidR="003B5E5E" w:rsidRPr="00DD1C30" w:rsidRDefault="003B5E5E" w:rsidP="002313AE">
            <w:pPr>
              <w:pStyle w:val="Point0"/>
              <w:ind w:left="1570"/>
            </w:pPr>
            <w:bookmarkStart w:id="292" w:name="_DV_C1612"/>
            <w:r w:rsidRPr="00DD1C30">
              <w:t>□</w:t>
            </w:r>
            <w:r w:rsidRPr="00DD1C30">
              <w:tab/>
              <w:t>validating authority</w:t>
            </w:r>
            <w:bookmarkEnd w:id="292"/>
          </w:p>
          <w:p w14:paraId="35D73AA9" w14:textId="77777777" w:rsidR="003B5E5E" w:rsidRPr="00DD1C30" w:rsidRDefault="003B5E5E" w:rsidP="001521E4">
            <w:r w:rsidRPr="00DD1C30">
              <w:t>________________</w:t>
            </w:r>
          </w:p>
          <w:p w14:paraId="1CF2392B" w14:textId="45EEC6D2" w:rsidR="003B5E5E" w:rsidRPr="00DD1C30" w:rsidRDefault="003B5E5E" w:rsidP="001521E4">
            <w:bookmarkStart w:id="293" w:name="_DV_C1614"/>
            <w:r w:rsidRPr="00DD1C30">
              <w:t>Signature and details of the validating authority</w:t>
            </w:r>
            <w:bookmarkEnd w:id="293"/>
            <w:r w:rsidRPr="00DD1C30">
              <w:t xml:space="preserve"> and/or its representative: </w:t>
            </w:r>
            <w:r w:rsidRPr="00DD1C30">
              <w:br/>
              <w:t>................................................................................................................................</w:t>
            </w:r>
            <w:r w:rsidR="002313AE">
              <w:t>...............................</w:t>
            </w:r>
          </w:p>
          <w:p w14:paraId="1387DCF2" w14:textId="46E9ABCF" w:rsidR="003B5E5E" w:rsidRPr="00DD1C30" w:rsidRDefault="003B5E5E" w:rsidP="001521E4">
            <w:bookmarkStart w:id="294" w:name="_DV_C1615"/>
            <w:r w:rsidRPr="00DD1C30">
              <w:t xml:space="preserve">Name: </w:t>
            </w:r>
            <w:proofErr w:type="gramStart"/>
            <w:r w:rsidRPr="00DD1C30">
              <w:t>……………………………………………………………………………………………....</w:t>
            </w:r>
            <w:bookmarkEnd w:id="294"/>
            <w:proofErr w:type="gramEnd"/>
          </w:p>
          <w:p w14:paraId="5E33FDD7" w14:textId="3BD559A7" w:rsidR="003B5E5E" w:rsidRPr="00DD1C30" w:rsidRDefault="003B5E5E" w:rsidP="001521E4">
            <w:bookmarkStart w:id="295" w:name="_DV_C1616"/>
            <w:r w:rsidRPr="00DD1C30">
              <w:t xml:space="preserve">Post held (title/grade): </w:t>
            </w:r>
            <w:proofErr w:type="gramStart"/>
            <w:r w:rsidRPr="00DD1C30">
              <w:t>………………………………………………………………………</w:t>
            </w:r>
            <w:bookmarkEnd w:id="295"/>
            <w:r w:rsidRPr="00DD1C30">
              <w:t>……...</w:t>
            </w:r>
            <w:proofErr w:type="gramEnd"/>
          </w:p>
          <w:p w14:paraId="0B9DF75A" w14:textId="66C862EA" w:rsidR="003B5E5E" w:rsidRPr="00DD1C30" w:rsidRDefault="003B5E5E" w:rsidP="001521E4">
            <w:bookmarkStart w:id="296" w:name="_DV_C1617"/>
            <w:r w:rsidRPr="00DD1C30">
              <w:t>Date: ………………………………………………………………………………………………..</w:t>
            </w:r>
            <w:bookmarkEnd w:id="296"/>
          </w:p>
          <w:p w14:paraId="4626EDCB" w14:textId="3B12D9F5" w:rsidR="003B5E5E" w:rsidRPr="00DD1C30" w:rsidRDefault="003B5E5E" w:rsidP="002313AE">
            <w:bookmarkStart w:id="297" w:name="_DV_C1618"/>
            <w:r w:rsidRPr="00DD1C30">
              <w:t>Official stamp (if available): ……………………………………………………………………….</w:t>
            </w:r>
            <w:bookmarkEnd w:id="297"/>
          </w:p>
        </w:tc>
      </w:tr>
      <w:tr w:rsidR="001521E4" w:rsidRPr="00DD1C30" w14:paraId="162C9C5B" w14:textId="77777777" w:rsidTr="003F6A23">
        <w:trPr>
          <w:trHeight w:val="6861"/>
        </w:trPr>
        <w:tc>
          <w:tcPr>
            <w:tcW w:w="10017" w:type="dxa"/>
            <w:tcBorders>
              <w:top w:val="single" w:sz="4" w:space="0" w:color="auto"/>
              <w:bottom w:val="single" w:sz="4" w:space="0" w:color="auto"/>
            </w:tcBorders>
          </w:tcPr>
          <w:p w14:paraId="0B772899" w14:textId="77777777" w:rsidR="001521E4" w:rsidRPr="00DD1C30" w:rsidRDefault="001521E4" w:rsidP="003B5E5E">
            <w:pPr>
              <w:pageBreakBefore/>
            </w:pPr>
            <w:bookmarkStart w:id="298" w:name="_DV_C1620"/>
            <w:r w:rsidRPr="00DD1C30">
              <w:lastRenderedPageBreak/>
              <w:br w:type="page"/>
              <w:t>SECTION O: Central authority</w:t>
            </w:r>
          </w:p>
          <w:p w14:paraId="755D2A8E" w14:textId="77777777" w:rsidR="001521E4" w:rsidRPr="00DD1C30" w:rsidRDefault="001521E4" w:rsidP="001521E4">
            <w:r w:rsidRPr="00DD1C30">
              <w:t>Where a central authority has been made responsible for the administrative transmission and reception of freezing certificates in the issuing State, please indicate:</w:t>
            </w:r>
            <w:bookmarkEnd w:id="298"/>
          </w:p>
          <w:p w14:paraId="1236738A" w14:textId="0C26191E" w:rsidR="001521E4" w:rsidRPr="00DD1C30" w:rsidRDefault="001521E4" w:rsidP="001521E4">
            <w:bookmarkStart w:id="299" w:name="_DV_C1621"/>
            <w:r w:rsidRPr="00DD1C30">
              <w:t xml:space="preserve">Name of the central authority: </w:t>
            </w:r>
            <w:proofErr w:type="gramStart"/>
            <w:r w:rsidRPr="00DD1C30">
              <w:t>……………………………………………………………...</w:t>
            </w:r>
            <w:bookmarkEnd w:id="299"/>
            <w:r w:rsidRPr="00DD1C30">
              <w:t>............</w:t>
            </w:r>
            <w:proofErr w:type="gramEnd"/>
          </w:p>
          <w:p w14:paraId="4DFB229D" w14:textId="3A681E4C" w:rsidR="001521E4" w:rsidRPr="00DD1C30" w:rsidRDefault="001521E4" w:rsidP="001521E4">
            <w:bookmarkStart w:id="300" w:name="_DV_C1622"/>
            <w:r w:rsidRPr="00DD1C30">
              <w:t>Name of the contact person: .................................................................................................................</w:t>
            </w:r>
          </w:p>
          <w:p w14:paraId="366BC4B1" w14:textId="1FF5C7C5" w:rsidR="001521E4" w:rsidRPr="00DD1C30" w:rsidRDefault="001521E4" w:rsidP="001521E4">
            <w:r w:rsidRPr="00DD1C30">
              <w:t xml:space="preserve">Post held (title/grade): </w:t>
            </w:r>
            <w:proofErr w:type="gramStart"/>
            <w:r w:rsidRPr="00DD1C30">
              <w:t>………………………………………</w:t>
            </w:r>
            <w:bookmarkEnd w:id="300"/>
            <w:r w:rsidRPr="00DD1C30">
              <w:t>……………………………………...</w:t>
            </w:r>
            <w:proofErr w:type="gramEnd"/>
          </w:p>
          <w:p w14:paraId="5F65841B" w14:textId="13B9DC97" w:rsidR="001521E4" w:rsidRPr="00DD1C30" w:rsidRDefault="001521E4" w:rsidP="001521E4">
            <w:bookmarkStart w:id="301" w:name="_DV_C1623"/>
            <w:r w:rsidRPr="00DD1C30">
              <w:t>File No.: …………………………………………………………………………………………….</w:t>
            </w:r>
          </w:p>
          <w:p w14:paraId="5489D66D" w14:textId="64FEEFD4" w:rsidR="001521E4" w:rsidRPr="00DD1C30" w:rsidRDefault="001521E4" w:rsidP="001521E4">
            <w:r w:rsidRPr="00DD1C30">
              <w:t>Address: ……………………………………………………………………………………</w:t>
            </w:r>
            <w:bookmarkEnd w:id="301"/>
            <w:r w:rsidRPr="00DD1C30">
              <w:t>……….</w:t>
            </w:r>
          </w:p>
          <w:p w14:paraId="46F3EC8A" w14:textId="6D1037C6" w:rsidR="001521E4" w:rsidRPr="00DD1C30" w:rsidRDefault="001521E4" w:rsidP="001521E4">
            <w:bookmarkStart w:id="302" w:name="_DV_C1625"/>
            <w:r w:rsidRPr="00DD1C30">
              <w:t>Tel. No. (country code) (area/city code): .............................................................................................</w:t>
            </w:r>
          </w:p>
          <w:p w14:paraId="16C634EA" w14:textId="48D19C91" w:rsidR="001521E4" w:rsidRPr="00DD1C30" w:rsidRDefault="001521E4" w:rsidP="001521E4">
            <w:r w:rsidRPr="00DD1C30">
              <w:t>Fax No. (country code) (area/city code): ..............................................................................................</w:t>
            </w:r>
          </w:p>
          <w:p w14:paraId="4CE8B31F" w14:textId="2CE668BA" w:rsidR="001521E4" w:rsidRPr="00DD1C30" w:rsidRDefault="001521E4" w:rsidP="002313AE">
            <w:r w:rsidRPr="00DD1C30">
              <w:t>E-mail:</w:t>
            </w:r>
            <w:bookmarkEnd w:id="302"/>
            <w:r w:rsidRPr="00DD1C30">
              <w:t xml:space="preserve"> </w:t>
            </w:r>
            <w:bookmarkStart w:id="303" w:name="_DV_C1626"/>
            <w:proofErr w:type="gramStart"/>
            <w:r w:rsidRPr="00DD1C30">
              <w:t>……………………………………………………………………………………………...</w:t>
            </w:r>
            <w:bookmarkEnd w:id="303"/>
            <w:proofErr w:type="gramEnd"/>
          </w:p>
        </w:tc>
      </w:tr>
      <w:tr w:rsidR="003B5E5E" w:rsidRPr="00DD1C30" w14:paraId="20C73655" w14:textId="77777777" w:rsidTr="00014291">
        <w:trPr>
          <w:trHeight w:val="1394"/>
        </w:trPr>
        <w:tc>
          <w:tcPr>
            <w:tcW w:w="10017" w:type="dxa"/>
            <w:tcBorders>
              <w:bottom w:val="single" w:sz="4" w:space="0" w:color="auto"/>
            </w:tcBorders>
          </w:tcPr>
          <w:p w14:paraId="48771EB5" w14:textId="77777777" w:rsidR="003B5E5E" w:rsidRPr="00DD1C30" w:rsidRDefault="003B5E5E" w:rsidP="003B5E5E">
            <w:bookmarkStart w:id="304" w:name="_DV_C1627"/>
            <w:r w:rsidRPr="00DD1C30">
              <w:t>SECTION P: Attachments</w:t>
            </w:r>
            <w:bookmarkEnd w:id="304"/>
          </w:p>
          <w:p w14:paraId="1CE1E2D1" w14:textId="55B204B4" w:rsidR="003B5E5E" w:rsidRPr="00DD1C30" w:rsidRDefault="003B5E5E" w:rsidP="00F357DC">
            <w:bookmarkStart w:id="305" w:name="_DV_C1628"/>
            <w:r w:rsidRPr="00DD1C30">
              <w:t xml:space="preserve">Please indicate any attachments to the certificate: </w:t>
            </w:r>
            <w:proofErr w:type="gramStart"/>
            <w:r w:rsidRPr="00DD1C30">
              <w:t>……………………………………………...</w:t>
            </w:r>
            <w:bookmarkEnd w:id="305"/>
            <w:r w:rsidRPr="00DD1C30">
              <w:t>.....</w:t>
            </w:r>
            <w:proofErr w:type="gramEnd"/>
          </w:p>
        </w:tc>
      </w:tr>
    </w:tbl>
    <w:p w14:paraId="157C1C85" w14:textId="77777777" w:rsidR="00B23189" w:rsidRPr="00DD1C30" w:rsidRDefault="00B23189" w:rsidP="00B23189">
      <w:pPr>
        <w:pStyle w:val="Lignefinal"/>
      </w:pPr>
    </w:p>
    <w:bookmarkEnd w:id="12"/>
    <w:p w14:paraId="718A1171" w14:textId="77777777" w:rsidR="00C80A30" w:rsidRPr="00DD1C30" w:rsidRDefault="00C80A30" w:rsidP="003F6A23">
      <w:pPr>
        <w:pStyle w:val="Annexetitre"/>
        <w:jc w:val="left"/>
      </w:pPr>
    </w:p>
    <w:sectPr w:rsidR="00C80A30" w:rsidRPr="00DD1C30" w:rsidSect="00404E25">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123D0" w14:textId="77777777" w:rsidR="00AF4059" w:rsidRDefault="00AF4059" w:rsidP="000B2C34">
      <w:pPr>
        <w:spacing w:before="0" w:after="0" w:line="240" w:lineRule="auto"/>
      </w:pPr>
      <w:r>
        <w:separator/>
      </w:r>
    </w:p>
  </w:endnote>
  <w:endnote w:type="continuationSeparator" w:id="0">
    <w:p w14:paraId="391388D7" w14:textId="77777777" w:rsidR="00AF4059" w:rsidRDefault="00AF4059"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40F87" w14:textId="06A34ED5" w:rsidR="003F6A23" w:rsidRDefault="003F6A23">
    <w:pPr>
      <w:pStyle w:val="Footer"/>
    </w:pPr>
  </w:p>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3F6A23" w:rsidRPr="0035025C" w14:paraId="48A5BCE6" w14:textId="77777777" w:rsidTr="00C01214">
      <w:trPr>
        <w:jc w:val="center"/>
      </w:trPr>
      <w:tc>
        <w:tcPr>
          <w:tcW w:w="5000" w:type="pct"/>
          <w:gridSpan w:val="7"/>
          <w:shd w:val="clear" w:color="auto" w:fill="auto"/>
          <w:tcMar>
            <w:top w:w="57" w:type="dxa"/>
          </w:tcMar>
        </w:tcPr>
        <w:p w14:paraId="3EF49931" w14:textId="77777777" w:rsidR="003F6A23" w:rsidRPr="0035025C" w:rsidRDefault="003F6A23" w:rsidP="003F6A23">
          <w:pPr>
            <w:pStyle w:val="FooterText"/>
            <w:pBdr>
              <w:top w:val="single" w:sz="4" w:space="1" w:color="auto"/>
            </w:pBdr>
            <w:spacing w:before="200"/>
            <w:rPr>
              <w:sz w:val="2"/>
              <w:szCs w:val="2"/>
            </w:rPr>
          </w:pPr>
        </w:p>
      </w:tc>
    </w:tr>
    <w:tr w:rsidR="003F6A23" w:rsidRPr="00B310DC" w14:paraId="403F50FF" w14:textId="77777777" w:rsidTr="00C01214">
      <w:trPr>
        <w:jc w:val="center"/>
      </w:trPr>
      <w:tc>
        <w:tcPr>
          <w:tcW w:w="2499" w:type="pct"/>
          <w:gridSpan w:val="2"/>
          <w:shd w:val="clear" w:color="auto" w:fill="auto"/>
          <w:tcMar>
            <w:top w:w="0" w:type="dxa"/>
          </w:tcMar>
        </w:tcPr>
        <w:p w14:paraId="194CA411" w14:textId="77777777" w:rsidR="003F6A23" w:rsidRPr="00AD7BF2" w:rsidRDefault="003F6A23" w:rsidP="003F6A23">
          <w:pPr>
            <w:pStyle w:val="FooterText"/>
          </w:pPr>
        </w:p>
      </w:tc>
      <w:tc>
        <w:tcPr>
          <w:tcW w:w="625" w:type="pct"/>
          <w:shd w:val="clear" w:color="auto" w:fill="auto"/>
          <w:tcMar>
            <w:top w:w="0" w:type="dxa"/>
          </w:tcMar>
        </w:tcPr>
        <w:p w14:paraId="2C3ED1DB" w14:textId="77777777" w:rsidR="003F6A23" w:rsidRPr="00AD7BF2" w:rsidRDefault="003F6A23" w:rsidP="003F6A23">
          <w:pPr>
            <w:pStyle w:val="FooterText"/>
            <w:jc w:val="center"/>
          </w:pPr>
        </w:p>
      </w:tc>
      <w:tc>
        <w:tcPr>
          <w:tcW w:w="1287" w:type="pct"/>
          <w:gridSpan w:val="3"/>
          <w:shd w:val="clear" w:color="auto" w:fill="auto"/>
          <w:tcMar>
            <w:top w:w="0" w:type="dxa"/>
          </w:tcMar>
        </w:tcPr>
        <w:p w14:paraId="01058273" w14:textId="77777777" w:rsidR="003F6A23" w:rsidRPr="002511D8" w:rsidRDefault="003F6A23" w:rsidP="003F6A23">
          <w:pPr>
            <w:pStyle w:val="FooterText"/>
            <w:jc w:val="center"/>
          </w:pPr>
        </w:p>
      </w:tc>
      <w:tc>
        <w:tcPr>
          <w:tcW w:w="589" w:type="pct"/>
          <w:shd w:val="clear" w:color="auto" w:fill="auto"/>
          <w:tcMar>
            <w:top w:w="0" w:type="dxa"/>
          </w:tcMar>
        </w:tcPr>
        <w:p w14:paraId="4B6A189E" w14:textId="77CA6868" w:rsidR="003F6A23" w:rsidRPr="00B310DC" w:rsidRDefault="003F6A23" w:rsidP="003F6A23">
          <w:pPr>
            <w:pStyle w:val="FooterText"/>
            <w:jc w:val="right"/>
          </w:pPr>
          <w:r>
            <w:fldChar w:fldCharType="begin"/>
          </w:r>
          <w:r>
            <w:instrText xml:space="preserve"> PAGE  \* MERGEFORMAT </w:instrText>
          </w:r>
          <w:r>
            <w:fldChar w:fldCharType="separate"/>
          </w:r>
          <w:r w:rsidR="00697992">
            <w:rPr>
              <w:noProof/>
            </w:rPr>
            <w:t>21</w:t>
          </w:r>
          <w:r>
            <w:fldChar w:fldCharType="end"/>
          </w:r>
        </w:p>
      </w:tc>
    </w:tr>
    <w:tr w:rsidR="003F6A23" w:rsidRPr="0035025C" w14:paraId="3FA2B494" w14:textId="77777777" w:rsidTr="00C01214">
      <w:trPr>
        <w:jc w:val="center"/>
      </w:trPr>
      <w:tc>
        <w:tcPr>
          <w:tcW w:w="1774" w:type="pct"/>
          <w:shd w:val="clear" w:color="auto" w:fill="auto"/>
        </w:tcPr>
        <w:p w14:paraId="581325A5" w14:textId="77777777" w:rsidR="003F6A23" w:rsidRPr="00AD7BF2" w:rsidRDefault="003F6A23" w:rsidP="003F6A23">
          <w:pPr>
            <w:pStyle w:val="FooterText"/>
            <w:spacing w:before="40"/>
          </w:pPr>
          <w:r>
            <w:t>ANNEX I</w:t>
          </w:r>
        </w:p>
      </w:tc>
      <w:tc>
        <w:tcPr>
          <w:tcW w:w="1494" w:type="pct"/>
          <w:gridSpan w:val="3"/>
          <w:shd w:val="clear" w:color="auto" w:fill="auto"/>
        </w:tcPr>
        <w:p w14:paraId="71981111" w14:textId="77777777" w:rsidR="003F6A23" w:rsidRPr="00AD7BF2" w:rsidRDefault="003F6A23" w:rsidP="003F6A23">
          <w:pPr>
            <w:pStyle w:val="FooterText"/>
            <w:spacing w:before="40"/>
            <w:jc w:val="center"/>
          </w:pPr>
        </w:p>
      </w:tc>
      <w:tc>
        <w:tcPr>
          <w:tcW w:w="703" w:type="pct"/>
          <w:shd w:val="clear" w:color="auto" w:fill="auto"/>
        </w:tcPr>
        <w:p w14:paraId="71D3A91E" w14:textId="77777777" w:rsidR="003F6A23" w:rsidRPr="0035025C" w:rsidRDefault="003F6A23" w:rsidP="003F6A23">
          <w:pPr>
            <w:pStyle w:val="FooterText"/>
            <w:jc w:val="center"/>
            <w:rPr>
              <w:b/>
              <w:position w:val="-4"/>
              <w:sz w:val="36"/>
            </w:rPr>
          </w:pPr>
        </w:p>
      </w:tc>
      <w:tc>
        <w:tcPr>
          <w:tcW w:w="1029" w:type="pct"/>
          <w:gridSpan w:val="2"/>
          <w:shd w:val="clear" w:color="auto" w:fill="auto"/>
        </w:tcPr>
        <w:p w14:paraId="600BCC1F" w14:textId="77777777" w:rsidR="003F6A23" w:rsidRPr="0035025C" w:rsidRDefault="003F6A23" w:rsidP="003F6A23">
          <w:pPr>
            <w:pStyle w:val="FooterText"/>
            <w:jc w:val="right"/>
            <w:rPr>
              <w:sz w:val="16"/>
            </w:rPr>
          </w:pPr>
          <w:r>
            <w:rPr>
              <w:b/>
              <w:position w:val="-4"/>
              <w:sz w:val="36"/>
            </w:rPr>
            <w:t>EN</w:t>
          </w:r>
        </w:p>
      </w:tc>
    </w:tr>
  </w:tbl>
  <w:p w14:paraId="5B87FF87" w14:textId="6CD6C729" w:rsidR="003F6A23" w:rsidRDefault="003F6A23">
    <w:pPr>
      <w:pStyle w:val="Footer"/>
    </w:pPr>
  </w:p>
  <w:p w14:paraId="452F2BBF" w14:textId="77777777" w:rsidR="00507625" w:rsidRPr="00404E25" w:rsidRDefault="00507625" w:rsidP="00404E2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DAC20" w14:textId="77777777" w:rsidR="00AF4059" w:rsidRDefault="00AF4059" w:rsidP="000B2C34">
      <w:pPr>
        <w:spacing w:before="0" w:after="0" w:line="240" w:lineRule="auto"/>
      </w:pPr>
      <w:r>
        <w:separator/>
      </w:r>
    </w:p>
  </w:footnote>
  <w:footnote w:type="continuationSeparator" w:id="0">
    <w:p w14:paraId="66E5F2A5" w14:textId="77777777" w:rsidR="00AF4059" w:rsidRDefault="00AF4059"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1D61634"/>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4B3A70A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rPr>
        <w:rFonts w:cs="Times New Roman"/>
      </w:rPr>
    </w:lvl>
    <w:lvl w:ilvl="1">
      <w:start w:val="1"/>
      <w:numFmt w:val="lowerLetter"/>
      <w:pStyle w:val="Pointabc"/>
      <w:lvlText w:val="%2)"/>
      <w:lvlJc w:val="left"/>
      <w:pPr>
        <w:tabs>
          <w:tab w:val="num" w:pos="567"/>
        </w:tabs>
        <w:ind w:left="567" w:hanging="567"/>
      </w:pPr>
      <w:rPr>
        <w:rFonts w:cs="Times New Roman"/>
      </w:rPr>
    </w:lvl>
    <w:lvl w:ilvl="2">
      <w:start w:val="1"/>
      <w:numFmt w:val="decimal"/>
      <w:pStyle w:val="Point1231"/>
      <w:lvlText w:val="%3."/>
      <w:lvlJc w:val="left"/>
      <w:pPr>
        <w:tabs>
          <w:tab w:val="num" w:pos="1134"/>
        </w:tabs>
        <w:ind w:left="1134" w:hanging="567"/>
      </w:pPr>
      <w:rPr>
        <w:rFonts w:cs="Times New Roman"/>
      </w:rPr>
    </w:lvl>
    <w:lvl w:ilvl="3">
      <w:start w:val="1"/>
      <w:numFmt w:val="lowerLetter"/>
      <w:pStyle w:val="Pointabc1"/>
      <w:lvlText w:val="%4)"/>
      <w:lvlJc w:val="left"/>
      <w:pPr>
        <w:tabs>
          <w:tab w:val="num" w:pos="1134"/>
        </w:tabs>
        <w:ind w:left="1134" w:hanging="567"/>
      </w:pPr>
      <w:rPr>
        <w:rFonts w:cs="Times New Roman"/>
      </w:rPr>
    </w:lvl>
    <w:lvl w:ilvl="4">
      <w:start w:val="1"/>
      <w:numFmt w:val="decimal"/>
      <w:pStyle w:val="Point1232"/>
      <w:lvlText w:val="%5."/>
      <w:lvlJc w:val="left"/>
      <w:pPr>
        <w:tabs>
          <w:tab w:val="num" w:pos="1701"/>
        </w:tabs>
        <w:ind w:left="1701" w:hanging="567"/>
      </w:pPr>
      <w:rPr>
        <w:rFonts w:cs="Times New Roman"/>
      </w:rPr>
    </w:lvl>
    <w:lvl w:ilvl="5">
      <w:start w:val="1"/>
      <w:numFmt w:val="lowerLetter"/>
      <w:pStyle w:val="Pointabc2"/>
      <w:lvlText w:val="%6)"/>
      <w:lvlJc w:val="left"/>
      <w:pPr>
        <w:tabs>
          <w:tab w:val="num" w:pos="1701"/>
        </w:tabs>
        <w:ind w:left="1701" w:hanging="567"/>
      </w:pPr>
      <w:rPr>
        <w:rFonts w:cs="Times New Roman"/>
      </w:rPr>
    </w:lvl>
    <w:lvl w:ilvl="6">
      <w:start w:val="1"/>
      <w:numFmt w:val="decimal"/>
      <w:pStyle w:val="Point1233"/>
      <w:lvlText w:val="%7."/>
      <w:lvlJc w:val="left"/>
      <w:pPr>
        <w:tabs>
          <w:tab w:val="num" w:pos="2268"/>
        </w:tabs>
        <w:ind w:left="2268" w:hanging="567"/>
      </w:pPr>
      <w:rPr>
        <w:rFonts w:cs="Times New Roman"/>
      </w:rPr>
    </w:lvl>
    <w:lvl w:ilvl="7">
      <w:start w:val="1"/>
      <w:numFmt w:val="lowerLetter"/>
      <w:pStyle w:val="Pointabc3"/>
      <w:lvlText w:val="%8)"/>
      <w:lvlJc w:val="left"/>
      <w:pPr>
        <w:tabs>
          <w:tab w:val="num" w:pos="2268"/>
        </w:tabs>
        <w:ind w:left="2268" w:hanging="567"/>
      </w:pPr>
      <w:rPr>
        <w:rFonts w:cs="Times New Roman"/>
      </w:rPr>
    </w:lvl>
    <w:lvl w:ilvl="8">
      <w:start w:val="1"/>
      <w:numFmt w:val="lowerLetter"/>
      <w:pStyle w:val="Pointabc4"/>
      <w:lvlText w:val="%9)"/>
      <w:lvlJc w:val="left"/>
      <w:pPr>
        <w:tabs>
          <w:tab w:val="num" w:pos="2835"/>
        </w:tabs>
        <w:ind w:left="2835" w:hanging="567"/>
      </w:pPr>
      <w:rPr>
        <w:rFonts w:cs="Times New Roman"/>
      </w:rPr>
    </w:lvl>
  </w:abstractNum>
  <w:abstractNum w:abstractNumId="4"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7"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rPr>
        <w:rFonts w:cs="Times New Roman"/>
      </w:rPr>
    </w:lvl>
    <w:lvl w:ilvl="1">
      <w:start w:val="1"/>
      <w:numFmt w:val="lowerRoman"/>
      <w:pStyle w:val="Pointivx1"/>
      <w:lvlText w:val="%2)"/>
      <w:lvlJc w:val="left"/>
      <w:pPr>
        <w:tabs>
          <w:tab w:val="num" w:pos="1134"/>
        </w:tabs>
        <w:ind w:left="1134" w:hanging="567"/>
      </w:pPr>
      <w:rPr>
        <w:rFonts w:cs="Times New Roman"/>
      </w:rPr>
    </w:lvl>
    <w:lvl w:ilvl="2">
      <w:start w:val="1"/>
      <w:numFmt w:val="lowerRoman"/>
      <w:pStyle w:val="Pointivx2"/>
      <w:lvlText w:val="%3)"/>
      <w:lvlJc w:val="left"/>
      <w:pPr>
        <w:tabs>
          <w:tab w:val="num" w:pos="1701"/>
        </w:tabs>
        <w:ind w:left="1701" w:hanging="567"/>
      </w:pPr>
      <w:rPr>
        <w:rFonts w:cs="Times New Roman"/>
      </w:rPr>
    </w:lvl>
    <w:lvl w:ilvl="3">
      <w:start w:val="1"/>
      <w:numFmt w:val="lowerRoman"/>
      <w:pStyle w:val="Pointivx3"/>
      <w:lvlText w:val="%4)"/>
      <w:lvlJc w:val="left"/>
      <w:pPr>
        <w:tabs>
          <w:tab w:val="num" w:pos="2268"/>
        </w:tabs>
        <w:ind w:left="2268" w:hanging="567"/>
      </w:pPr>
      <w:rPr>
        <w:rFonts w:cs="Times New Roman"/>
      </w:rPr>
    </w:lvl>
    <w:lvl w:ilvl="4">
      <w:start w:val="1"/>
      <w:numFmt w:val="lowerRoman"/>
      <w:pStyle w:val="Pointivx4"/>
      <w:lvlText w:val="%5)"/>
      <w:lvlJc w:val="left"/>
      <w:pPr>
        <w:tabs>
          <w:tab w:val="num" w:pos="2835"/>
        </w:tabs>
        <w:ind w:left="2835" w:hanging="567"/>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1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1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1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75C253D1"/>
    <w:multiLevelType w:val="singleLevel"/>
    <w:tmpl w:val="A6ACBCB6"/>
    <w:name w:val="Considérant"/>
    <w:lvl w:ilvl="0">
      <w:start w:val="1"/>
      <w:numFmt w:val="decimal"/>
      <w:lvlRestart w:val="0"/>
      <w:pStyle w:val="Considrant"/>
      <w:lvlText w:val="(%1)"/>
      <w:lvlJc w:val="left"/>
      <w:pPr>
        <w:tabs>
          <w:tab w:val="num" w:pos="850"/>
        </w:tabs>
        <w:ind w:left="850" w:hanging="850"/>
      </w:pPr>
    </w:lvl>
  </w:abstractNum>
  <w:abstractNum w:abstractNumId="20"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1" w15:restartNumberingAfterBreak="0">
    <w:nsid w:val="79904CA0"/>
    <w:multiLevelType w:val="singleLevel"/>
    <w:tmpl w:val="54F47DCE"/>
    <w:name w:val="Bullet (4)"/>
    <w:lvl w:ilvl="0">
      <w:start w:val="1"/>
      <w:numFmt w:val="bullet"/>
      <w:lvlRestart w:val="0"/>
      <w:pStyle w:val="ListNumber1"/>
      <w:lvlText w:val=""/>
      <w:lvlJc w:val="left"/>
      <w:pPr>
        <w:tabs>
          <w:tab w:val="num" w:pos="2835"/>
        </w:tabs>
        <w:ind w:left="2835" w:hanging="567"/>
      </w:pPr>
      <w:rPr>
        <w:rFonts w:ascii="Symbol" w:hAnsi="Symbol" w:hint="default"/>
      </w:rPr>
    </w:lvl>
  </w:abstractNum>
  <w:abstractNum w:abstractNumId="22"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12"/>
  </w:num>
  <w:num w:numId="2">
    <w:abstractNumId w:val="21"/>
  </w:num>
  <w:num w:numId="3">
    <w:abstractNumId w:val="3"/>
  </w:num>
  <w:num w:numId="4">
    <w:abstractNumId w:val="9"/>
  </w:num>
  <w:num w:numId="5">
    <w:abstractNumId w:val="7"/>
  </w:num>
  <w:num w:numId="6">
    <w:abstractNumId w:val="10"/>
  </w:num>
  <w:num w:numId="7">
    <w:abstractNumId w:val="17"/>
  </w:num>
  <w:num w:numId="8">
    <w:abstractNumId w:val="16"/>
  </w:num>
  <w:num w:numId="9">
    <w:abstractNumId w:val="6"/>
    <w:lvlOverride w:ilvl="0">
      <w:startOverride w:val="1"/>
    </w:lvlOverride>
  </w:num>
  <w:num w:numId="10">
    <w:abstractNumId w:val="1"/>
  </w:num>
  <w:num w:numId="11">
    <w:abstractNumId w:val="0"/>
  </w:num>
  <w:num w:numId="12">
    <w:abstractNumId w:val="6"/>
  </w:num>
  <w:num w:numId="13">
    <w:abstractNumId w:val="13"/>
  </w:num>
  <w:num w:numId="14">
    <w:abstractNumId w:val="15"/>
  </w:num>
  <w:num w:numId="15">
    <w:abstractNumId w:val="14"/>
  </w:num>
  <w:num w:numId="16">
    <w:abstractNumId w:val="22"/>
  </w:num>
  <w:num w:numId="17">
    <w:abstractNumId w:val="8"/>
  </w:num>
  <w:num w:numId="18">
    <w:abstractNumId w:val="2"/>
  </w:num>
  <w:num w:numId="19">
    <w:abstractNumId w:val="23"/>
  </w:num>
  <w:num w:numId="20">
    <w:abstractNumId w:val="11"/>
  </w:num>
  <w:num w:numId="21">
    <w:abstractNumId w:val="5"/>
  </w:num>
  <w:num w:numId="22">
    <w:abstractNumId w:val="4"/>
  </w:num>
  <w:num w:numId="23">
    <w:abstractNumId w:val="20"/>
  </w:num>
  <w:num w:numId="24">
    <w:abstractNumId w:val="18"/>
  </w:num>
  <w:num w:numId="25">
    <w:abstractNumId w:val="19"/>
  </w:num>
  <w:num w:numId="26">
    <w:abstractNumId w:val="6"/>
  </w:num>
  <w:num w:numId="27">
    <w:abstractNumId w:val="13"/>
  </w:num>
  <w:num w:numId="28">
    <w:abstractNumId w:val="15"/>
  </w:num>
  <w:num w:numId="29">
    <w:abstractNumId w:val="14"/>
  </w:num>
  <w:num w:numId="30">
    <w:abstractNumId w:val="22"/>
  </w:num>
  <w:num w:numId="31">
    <w:abstractNumId w:val="8"/>
  </w:num>
  <w:num w:numId="32">
    <w:abstractNumId w:val="2"/>
  </w:num>
  <w:num w:numId="33">
    <w:abstractNumId w:val="23"/>
  </w:num>
  <w:num w:numId="34">
    <w:abstractNumId w:val="11"/>
  </w:num>
  <w:num w:numId="35">
    <w:abstractNumId w:val="5"/>
  </w:num>
  <w:num w:numId="36">
    <w:abstractNumId w:val="4"/>
  </w:num>
  <w:num w:numId="37">
    <w:abstractNumId w:val="20"/>
  </w:num>
  <w:num w:numId="38">
    <w:abstractNumId w:val="18"/>
  </w:num>
  <w:num w:numId="39">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pylist_Path" w:val="\\at100\user\WK\SEILEG\DocuWrite\Copylist"/>
    <w:docVar w:name="Council" w:val="true"/>
    <w:docVar w:name="DocuWriteMetaData" w:val="&lt;metadataset docuwriteversion=&quot;4.2.2&quot; technicalblockguid=&quot;5102179210954536490&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LEGISLATIVE ACTS AND OTHER INSTRUMENTS&quot; /&gt;_x000d__x000a_    &lt;/basicdatatype&gt;_x000d__x000a_  &lt;/metadata&gt;_x000d__x000a_  &lt;metadata key=&quot;md_HeadingText&quot;&gt;_x000d__x000a_    &lt;headingtext text=&quot;LEGISLATIVE ACTS AND OTHER INSTRUMENTS&quot;&gt;_x000d__x000a_      &lt;formattedtext&gt;_x000d__x000a_        &lt;xaml text=&quot;LEGISLATIVE ACTS AND OTHER INSTRUMENTS&quot;&gt;&amp;lt;FlowDocument xmlns=&quot;http://schemas.microsoft.com/winfx/2006/xaml/presentation&quot;&amp;gt;&amp;lt;Paragraph&amp;gt;LEGISLATIVE ACTS AND OTHER INSTRUMENTS&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PEAN UNION THE EUROPEAN PARLIAMENT THE COUNCIL&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REGULATION  OF THE EUROPEAN PARLIAMENT AND OF THE COUNCIL  ON THE MUTUAL RECOGNITION  OF FREEZING ORDERS AND CONFISCATION ORDERS&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 LineHeight=&quot;6&quot; FontFamily=&quot;Arial Unicode MS&quot; FontSize=&quot;12&quot; xml:space=&quot;preserve&quot;&amp;gt;REGULATION &amp;lt;LineBreak /&amp;gt;OF THE EUROPEAN PARLIAMENT AND OF THE COUNCIL&amp;lt;Run xml:lang=&quot;en-gb&quot;&amp;gt; &amp;lt;/Run&amp;gt;&amp;lt;LineBreak /&amp;gt;ON THE MUTUAL RECOGNITION &amp;lt;LineBreak /&amp;gt;OF FREEZING ORDERS AND CONFISCATION ORDERS&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C80A30"/>
    <w:rsid w:val="00001EAE"/>
    <w:rsid w:val="00007A10"/>
    <w:rsid w:val="0001343A"/>
    <w:rsid w:val="00014291"/>
    <w:rsid w:val="00036B23"/>
    <w:rsid w:val="00036CED"/>
    <w:rsid w:val="00047BEF"/>
    <w:rsid w:val="00067E53"/>
    <w:rsid w:val="0007040A"/>
    <w:rsid w:val="00072573"/>
    <w:rsid w:val="000968DF"/>
    <w:rsid w:val="000B2C34"/>
    <w:rsid w:val="000B75FF"/>
    <w:rsid w:val="000D061D"/>
    <w:rsid w:val="000D386D"/>
    <w:rsid w:val="000E4A09"/>
    <w:rsid w:val="00112EDF"/>
    <w:rsid w:val="00114271"/>
    <w:rsid w:val="00122558"/>
    <w:rsid w:val="001521E4"/>
    <w:rsid w:val="001652D8"/>
    <w:rsid w:val="0018706D"/>
    <w:rsid w:val="00196CD8"/>
    <w:rsid w:val="001B6359"/>
    <w:rsid w:val="001B73DD"/>
    <w:rsid w:val="001C041F"/>
    <w:rsid w:val="001C3A81"/>
    <w:rsid w:val="001D529D"/>
    <w:rsid w:val="001E77DF"/>
    <w:rsid w:val="001F34FE"/>
    <w:rsid w:val="002052F9"/>
    <w:rsid w:val="00205FB1"/>
    <w:rsid w:val="002067F5"/>
    <w:rsid w:val="00212CB6"/>
    <w:rsid w:val="0022574C"/>
    <w:rsid w:val="002313AE"/>
    <w:rsid w:val="00231C07"/>
    <w:rsid w:val="00231D82"/>
    <w:rsid w:val="002322B4"/>
    <w:rsid w:val="00240272"/>
    <w:rsid w:val="0024262B"/>
    <w:rsid w:val="0027784E"/>
    <w:rsid w:val="002915BD"/>
    <w:rsid w:val="00294948"/>
    <w:rsid w:val="00297EAC"/>
    <w:rsid w:val="002A2785"/>
    <w:rsid w:val="002A59EB"/>
    <w:rsid w:val="002B5C7D"/>
    <w:rsid w:val="002D5DA8"/>
    <w:rsid w:val="002E171C"/>
    <w:rsid w:val="002E71FA"/>
    <w:rsid w:val="00331025"/>
    <w:rsid w:val="003713F8"/>
    <w:rsid w:val="003844AE"/>
    <w:rsid w:val="003A2950"/>
    <w:rsid w:val="003A4557"/>
    <w:rsid w:val="003B44F4"/>
    <w:rsid w:val="003B5E5E"/>
    <w:rsid w:val="003C1146"/>
    <w:rsid w:val="003D09AE"/>
    <w:rsid w:val="003D27F1"/>
    <w:rsid w:val="003E630E"/>
    <w:rsid w:val="003E6343"/>
    <w:rsid w:val="003F6A23"/>
    <w:rsid w:val="004024F5"/>
    <w:rsid w:val="00404E25"/>
    <w:rsid w:val="0041475D"/>
    <w:rsid w:val="004204C0"/>
    <w:rsid w:val="00421099"/>
    <w:rsid w:val="00421F13"/>
    <w:rsid w:val="00425E7C"/>
    <w:rsid w:val="00431951"/>
    <w:rsid w:val="00436C10"/>
    <w:rsid w:val="00442457"/>
    <w:rsid w:val="00452076"/>
    <w:rsid w:val="00476B85"/>
    <w:rsid w:val="00482881"/>
    <w:rsid w:val="004869E2"/>
    <w:rsid w:val="0049517E"/>
    <w:rsid w:val="004A0C0E"/>
    <w:rsid w:val="004A1A88"/>
    <w:rsid w:val="004D4A60"/>
    <w:rsid w:val="004D52CA"/>
    <w:rsid w:val="004E1897"/>
    <w:rsid w:val="004F4DCE"/>
    <w:rsid w:val="004F676E"/>
    <w:rsid w:val="004F69DF"/>
    <w:rsid w:val="00503954"/>
    <w:rsid w:val="00506BE4"/>
    <w:rsid w:val="00507625"/>
    <w:rsid w:val="00511C4F"/>
    <w:rsid w:val="00515576"/>
    <w:rsid w:val="00516B1B"/>
    <w:rsid w:val="00557CB4"/>
    <w:rsid w:val="005670C0"/>
    <w:rsid w:val="00581D36"/>
    <w:rsid w:val="00586684"/>
    <w:rsid w:val="005B33E6"/>
    <w:rsid w:val="005C5344"/>
    <w:rsid w:val="00611DFE"/>
    <w:rsid w:val="0061251E"/>
    <w:rsid w:val="006138B2"/>
    <w:rsid w:val="0061479A"/>
    <w:rsid w:val="006262B0"/>
    <w:rsid w:val="00665E9E"/>
    <w:rsid w:val="00672F8C"/>
    <w:rsid w:val="006777E4"/>
    <w:rsid w:val="00684287"/>
    <w:rsid w:val="00697992"/>
    <w:rsid w:val="006B2F31"/>
    <w:rsid w:val="006D39BB"/>
    <w:rsid w:val="006D7310"/>
    <w:rsid w:val="006F2E2A"/>
    <w:rsid w:val="006F7E9D"/>
    <w:rsid w:val="00701005"/>
    <w:rsid w:val="00710FB9"/>
    <w:rsid w:val="0071152B"/>
    <w:rsid w:val="00713DD5"/>
    <w:rsid w:val="00715840"/>
    <w:rsid w:val="007231B2"/>
    <w:rsid w:val="0073248E"/>
    <w:rsid w:val="00737C97"/>
    <w:rsid w:val="00737F4F"/>
    <w:rsid w:val="00740D8F"/>
    <w:rsid w:val="00742CB4"/>
    <w:rsid w:val="00743792"/>
    <w:rsid w:val="00744AE4"/>
    <w:rsid w:val="0077130C"/>
    <w:rsid w:val="00784FCD"/>
    <w:rsid w:val="007A7C75"/>
    <w:rsid w:val="007B20E3"/>
    <w:rsid w:val="007B2CB2"/>
    <w:rsid w:val="007B7DF1"/>
    <w:rsid w:val="007D6B0C"/>
    <w:rsid w:val="007E3EAD"/>
    <w:rsid w:val="00807A73"/>
    <w:rsid w:val="008166D1"/>
    <w:rsid w:val="00823835"/>
    <w:rsid w:val="008257A2"/>
    <w:rsid w:val="00835213"/>
    <w:rsid w:val="00852915"/>
    <w:rsid w:val="00875722"/>
    <w:rsid w:val="00880994"/>
    <w:rsid w:val="008A7A4D"/>
    <w:rsid w:val="008C62BD"/>
    <w:rsid w:val="008D05E9"/>
    <w:rsid w:val="008D740F"/>
    <w:rsid w:val="008E5D60"/>
    <w:rsid w:val="008F2C43"/>
    <w:rsid w:val="00900706"/>
    <w:rsid w:val="00903E23"/>
    <w:rsid w:val="00931585"/>
    <w:rsid w:val="00940AD0"/>
    <w:rsid w:val="00942637"/>
    <w:rsid w:val="00965847"/>
    <w:rsid w:val="00972423"/>
    <w:rsid w:val="00987AF1"/>
    <w:rsid w:val="00995975"/>
    <w:rsid w:val="009C1814"/>
    <w:rsid w:val="009C3493"/>
    <w:rsid w:val="009D7953"/>
    <w:rsid w:val="00A10E8F"/>
    <w:rsid w:val="00A15B81"/>
    <w:rsid w:val="00A27217"/>
    <w:rsid w:val="00A42891"/>
    <w:rsid w:val="00A44485"/>
    <w:rsid w:val="00A63FD6"/>
    <w:rsid w:val="00A67C23"/>
    <w:rsid w:val="00A850AE"/>
    <w:rsid w:val="00A85A28"/>
    <w:rsid w:val="00AC27A0"/>
    <w:rsid w:val="00AF4059"/>
    <w:rsid w:val="00B06A21"/>
    <w:rsid w:val="00B13A3D"/>
    <w:rsid w:val="00B23189"/>
    <w:rsid w:val="00B549A1"/>
    <w:rsid w:val="00B84F46"/>
    <w:rsid w:val="00B85BE4"/>
    <w:rsid w:val="00B90294"/>
    <w:rsid w:val="00B97065"/>
    <w:rsid w:val="00BB77E8"/>
    <w:rsid w:val="00BD3F47"/>
    <w:rsid w:val="00BE5956"/>
    <w:rsid w:val="00C11B8F"/>
    <w:rsid w:val="00C33651"/>
    <w:rsid w:val="00C34626"/>
    <w:rsid w:val="00C5204E"/>
    <w:rsid w:val="00C6200D"/>
    <w:rsid w:val="00C64E93"/>
    <w:rsid w:val="00C6555C"/>
    <w:rsid w:val="00C661E6"/>
    <w:rsid w:val="00C80A30"/>
    <w:rsid w:val="00C8174C"/>
    <w:rsid w:val="00C957CE"/>
    <w:rsid w:val="00CB0D68"/>
    <w:rsid w:val="00CB27A0"/>
    <w:rsid w:val="00CB6245"/>
    <w:rsid w:val="00CC3907"/>
    <w:rsid w:val="00CC6AEC"/>
    <w:rsid w:val="00CD4DBC"/>
    <w:rsid w:val="00CE76D0"/>
    <w:rsid w:val="00CE7CD6"/>
    <w:rsid w:val="00D05A55"/>
    <w:rsid w:val="00D36171"/>
    <w:rsid w:val="00D530B4"/>
    <w:rsid w:val="00D8099D"/>
    <w:rsid w:val="00D840C8"/>
    <w:rsid w:val="00DA1EA2"/>
    <w:rsid w:val="00DB2993"/>
    <w:rsid w:val="00DD1C30"/>
    <w:rsid w:val="00DF1713"/>
    <w:rsid w:val="00E06E50"/>
    <w:rsid w:val="00E07F23"/>
    <w:rsid w:val="00E22F29"/>
    <w:rsid w:val="00E370B7"/>
    <w:rsid w:val="00E52E6E"/>
    <w:rsid w:val="00E56F73"/>
    <w:rsid w:val="00E94EB2"/>
    <w:rsid w:val="00EF2C15"/>
    <w:rsid w:val="00F143CE"/>
    <w:rsid w:val="00F357DC"/>
    <w:rsid w:val="00F44631"/>
    <w:rsid w:val="00F71676"/>
    <w:rsid w:val="00F72B05"/>
    <w:rsid w:val="00F802C8"/>
    <w:rsid w:val="00F97CAD"/>
    <w:rsid w:val="00FB0E52"/>
    <w:rsid w:val="00FB32D8"/>
    <w:rsid w:val="00FF4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482D9"/>
  <w15:docId w15:val="{3C54FAAE-1C8C-4AE4-B060-5979DC7E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sz w:val="24"/>
      <w:szCs w:val="24"/>
      <w:lang w:val="en-GB" w:eastAsia="en-US"/>
    </w:rPr>
  </w:style>
  <w:style w:type="paragraph" w:styleId="Heading1">
    <w:name w:val="heading 1"/>
    <w:basedOn w:val="Normal"/>
    <w:next w:val="Text1"/>
    <w:qFormat/>
    <w:rsid w:val="00224697"/>
    <w:pPr>
      <w:keepNext/>
      <w:numPr>
        <w:numId w:val="32"/>
      </w:numPr>
      <w:spacing w:before="360"/>
      <w:outlineLvl w:val="0"/>
    </w:pPr>
    <w:rPr>
      <w:b/>
      <w:bCs/>
      <w:smallCaps/>
      <w:szCs w:val="32"/>
    </w:rPr>
  </w:style>
  <w:style w:type="paragraph" w:styleId="Heading2">
    <w:name w:val="heading 2"/>
    <w:basedOn w:val="Normal"/>
    <w:next w:val="Text1"/>
    <w:qFormat/>
    <w:rsid w:val="00224697"/>
    <w:pPr>
      <w:keepNext/>
      <w:numPr>
        <w:ilvl w:val="1"/>
        <w:numId w:val="32"/>
      </w:numPr>
      <w:outlineLvl w:val="1"/>
    </w:pPr>
    <w:rPr>
      <w:b/>
      <w:bCs/>
      <w:iCs/>
      <w:szCs w:val="28"/>
    </w:rPr>
  </w:style>
  <w:style w:type="paragraph" w:styleId="Heading3">
    <w:name w:val="heading 3"/>
    <w:basedOn w:val="Normal"/>
    <w:next w:val="Text1"/>
    <w:qFormat/>
    <w:rsid w:val="00224697"/>
    <w:pPr>
      <w:keepNext/>
      <w:numPr>
        <w:ilvl w:val="2"/>
        <w:numId w:val="32"/>
      </w:numPr>
      <w:outlineLvl w:val="2"/>
    </w:pPr>
    <w:rPr>
      <w:bCs/>
      <w:i/>
      <w:szCs w:val="26"/>
    </w:rPr>
  </w:style>
  <w:style w:type="paragraph" w:styleId="Heading4">
    <w:name w:val="heading 4"/>
    <w:basedOn w:val="Normal"/>
    <w:next w:val="Text1"/>
    <w:qFormat/>
    <w:rsid w:val="00224697"/>
    <w:pPr>
      <w:keepNext/>
      <w:numPr>
        <w:ilvl w:val="3"/>
        <w:numId w:val="32"/>
      </w:numPr>
      <w:outlineLvl w:val="3"/>
    </w:pPr>
    <w:rPr>
      <w:bCs/>
      <w:szCs w:val="28"/>
    </w:rPr>
  </w:style>
  <w:style w:type="paragraph" w:styleId="Heading5">
    <w:name w:val="heading 5"/>
    <w:basedOn w:val="Normal"/>
    <w:next w:val="Normal"/>
    <w:link w:val="Heading5Char"/>
    <w:qFormat/>
    <w:rsid w:val="00067E53"/>
    <w:pPr>
      <w:numPr>
        <w:ilvl w:val="4"/>
        <w:numId w:val="1"/>
      </w:numPr>
      <w:spacing w:before="240" w:after="60" w:line="240" w:lineRule="auto"/>
      <w:outlineLvl w:val="4"/>
    </w:pPr>
    <w:rPr>
      <w:szCs w:val="20"/>
      <w:lang w:val="en-US" w:eastAsia="fr-FR"/>
    </w:rPr>
  </w:style>
  <w:style w:type="paragraph" w:styleId="Heading6">
    <w:name w:val="heading 6"/>
    <w:basedOn w:val="Normal"/>
    <w:next w:val="Normal"/>
    <w:link w:val="Heading6Char"/>
    <w:qFormat/>
    <w:rsid w:val="00067E53"/>
    <w:pPr>
      <w:widowControl w:val="0"/>
      <w:spacing w:before="240" w:after="60" w:line="240" w:lineRule="auto"/>
      <w:outlineLvl w:val="5"/>
    </w:pPr>
    <w:rPr>
      <w:i/>
      <w:sz w:val="22"/>
      <w:szCs w:val="20"/>
      <w:lang w:eastAsia="en-GB"/>
    </w:rPr>
  </w:style>
  <w:style w:type="paragraph" w:styleId="Heading7">
    <w:name w:val="heading 7"/>
    <w:basedOn w:val="Normal"/>
    <w:next w:val="Normal"/>
    <w:link w:val="Heading7Char"/>
    <w:qFormat/>
    <w:rsid w:val="00067E53"/>
    <w:pPr>
      <w:widowControl w:val="0"/>
      <w:spacing w:before="240" w:after="60" w:line="240" w:lineRule="auto"/>
      <w:outlineLvl w:val="6"/>
    </w:pPr>
    <w:rPr>
      <w:rFonts w:ascii="Arial" w:hAnsi="Arial"/>
      <w:szCs w:val="20"/>
      <w:lang w:eastAsia="en-GB"/>
    </w:rPr>
  </w:style>
  <w:style w:type="paragraph" w:styleId="Heading8">
    <w:name w:val="heading 8"/>
    <w:basedOn w:val="Normal"/>
    <w:next w:val="Normal"/>
    <w:link w:val="Heading8Char"/>
    <w:qFormat/>
    <w:rsid w:val="00067E53"/>
    <w:pPr>
      <w:widowControl w:val="0"/>
      <w:spacing w:before="240" w:after="60" w:line="240" w:lineRule="auto"/>
      <w:outlineLvl w:val="7"/>
    </w:pPr>
    <w:rPr>
      <w:rFonts w:ascii="Arial" w:hAnsi="Arial"/>
      <w:i/>
      <w:szCs w:val="20"/>
      <w:lang w:eastAsia="en-GB"/>
    </w:rPr>
  </w:style>
  <w:style w:type="paragraph" w:styleId="Heading9">
    <w:name w:val="heading 9"/>
    <w:basedOn w:val="Normal"/>
    <w:next w:val="Normal"/>
    <w:link w:val="Heading9Char"/>
    <w:qFormat/>
    <w:rsid w:val="00067E53"/>
    <w:pPr>
      <w:widowControl w:val="0"/>
      <w:spacing w:before="240" w:after="60" w:line="240" w:lineRule="auto"/>
      <w:outlineLvl w:val="8"/>
    </w:pPr>
    <w:rPr>
      <w:rFonts w:ascii="Arial"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C80A30"/>
    <w:pPr>
      <w:spacing w:before="0" w:after="440"/>
    </w:pPr>
    <w:rPr>
      <w:sz w:val="2"/>
      <w:szCs w:val="20"/>
      <w:lang w:eastAsia="de-DE"/>
    </w:rPr>
  </w:style>
  <w:style w:type="character" w:customStyle="1" w:styleId="LignefinalChar">
    <w:name w:val="Ligne final Char"/>
    <w:basedOn w:val="DefaultParagraphFont"/>
    <w:rsid w:val="00C80A30"/>
    <w:rPr>
      <w:rFonts w:ascii="Times New Roman" w:hAnsi="Times New Roman" w:cs="Times New Roman"/>
      <w:b/>
      <w:sz w:val="24"/>
      <w:lang w:val="en-GB"/>
    </w:rPr>
  </w:style>
  <w:style w:type="character" w:customStyle="1" w:styleId="HeaderCouncilLargeChar">
    <w:name w:val="Header Council Large Char"/>
    <w:basedOn w:val="LignefinalChar"/>
    <w:link w:val="HeaderCouncilLarge"/>
    <w:rsid w:val="00C80A30"/>
    <w:rPr>
      <w:rFonts w:ascii="Times New Roman" w:hAnsi="Times New Roman" w:cs="Times New Roman"/>
      <w:b w:val="0"/>
      <w:sz w:val="2"/>
      <w:lang w:val="en-GB"/>
    </w:rPr>
  </w:style>
  <w:style w:type="paragraph" w:customStyle="1" w:styleId="FooterText">
    <w:name w:val="Footer Text"/>
    <w:basedOn w:val="Normal"/>
    <w:rsid w:val="00C80A30"/>
    <w:pPr>
      <w:spacing w:before="0" w:after="0" w:line="240" w:lineRule="auto"/>
    </w:pPr>
  </w:style>
  <w:style w:type="character" w:styleId="PlaceholderText">
    <w:name w:val="Placeholder Text"/>
    <w:basedOn w:val="DefaultParagraphFont"/>
    <w:uiPriority w:val="99"/>
    <w:rsid w:val="00C80A30"/>
    <w:rPr>
      <w:color w:val="808080"/>
    </w:rPr>
  </w:style>
  <w:style w:type="character" w:customStyle="1" w:styleId="Heading5Char">
    <w:name w:val="Heading 5 Char"/>
    <w:basedOn w:val="DefaultParagraphFont"/>
    <w:link w:val="Heading5"/>
    <w:rsid w:val="00067E53"/>
    <w:rPr>
      <w:sz w:val="24"/>
      <w:lang w:val="en-US" w:eastAsia="fr-FR"/>
    </w:rPr>
  </w:style>
  <w:style w:type="character" w:customStyle="1" w:styleId="Heading6Char">
    <w:name w:val="Heading 6 Char"/>
    <w:basedOn w:val="DefaultParagraphFont"/>
    <w:link w:val="Heading6"/>
    <w:rsid w:val="00067E53"/>
    <w:rPr>
      <w:rFonts w:ascii="Times New Roman" w:eastAsia="Times New Roman" w:hAnsi="Times New Roman" w:cs="Times New Roman"/>
      <w:i/>
      <w:szCs w:val="20"/>
      <w:lang w:val="en-GB" w:eastAsia="en-GB"/>
    </w:rPr>
  </w:style>
  <w:style w:type="character" w:customStyle="1" w:styleId="Heading7Char">
    <w:name w:val="Heading 7 Char"/>
    <w:basedOn w:val="DefaultParagraphFont"/>
    <w:link w:val="Heading7"/>
    <w:rsid w:val="00067E53"/>
    <w:rPr>
      <w:rFonts w:ascii="Arial" w:eastAsia="Times New Roman" w:hAnsi="Arial" w:cs="Times New Roman"/>
      <w:sz w:val="24"/>
      <w:szCs w:val="20"/>
      <w:lang w:val="en-GB" w:eastAsia="en-GB"/>
    </w:rPr>
  </w:style>
  <w:style w:type="character" w:customStyle="1" w:styleId="Heading8Char">
    <w:name w:val="Heading 8 Char"/>
    <w:basedOn w:val="DefaultParagraphFont"/>
    <w:link w:val="Heading8"/>
    <w:rsid w:val="00067E53"/>
    <w:rPr>
      <w:rFonts w:ascii="Arial" w:eastAsia="Times New Roman" w:hAnsi="Arial" w:cs="Times New Roman"/>
      <w:i/>
      <w:sz w:val="24"/>
      <w:szCs w:val="20"/>
      <w:lang w:val="en-GB" w:eastAsia="en-GB"/>
    </w:rPr>
  </w:style>
  <w:style w:type="character" w:customStyle="1" w:styleId="Heading9Char">
    <w:name w:val="Heading 9 Char"/>
    <w:basedOn w:val="DefaultParagraphFont"/>
    <w:link w:val="Heading9"/>
    <w:rsid w:val="00067E53"/>
    <w:rPr>
      <w:rFonts w:ascii="Arial" w:eastAsia="Times New Roman" w:hAnsi="Arial" w:cs="Times New Roman"/>
      <w:b/>
      <w:i/>
      <w:sz w:val="18"/>
      <w:szCs w:val="20"/>
      <w:lang w:val="en-GB" w:eastAsia="en-GB"/>
    </w:rPr>
  </w:style>
  <w:style w:type="character" w:customStyle="1" w:styleId="HideTWBExt">
    <w:name w:val="HideTWBExt"/>
    <w:rsid w:val="00067E53"/>
    <w:rPr>
      <w:rFonts w:ascii="Arial" w:hAnsi="Arial"/>
      <w:noProof/>
      <w:vanish/>
      <w:color w:val="000080"/>
      <w:sz w:val="20"/>
    </w:rPr>
  </w:style>
  <w:style w:type="paragraph" w:customStyle="1" w:styleId="Normal12a12b">
    <w:name w:val="Normal12a12b"/>
    <w:basedOn w:val="Normal"/>
    <w:rsid w:val="00067E53"/>
    <w:pPr>
      <w:widowControl w:val="0"/>
      <w:spacing w:before="240" w:after="240" w:line="240" w:lineRule="auto"/>
    </w:pPr>
    <w:rPr>
      <w:szCs w:val="20"/>
      <w:lang w:eastAsia="en-GB"/>
    </w:rPr>
  </w:style>
  <w:style w:type="paragraph" w:customStyle="1" w:styleId="Footer2">
    <w:name w:val="Footer2"/>
    <w:basedOn w:val="Normal"/>
    <w:rsid w:val="00067E53"/>
    <w:pPr>
      <w:tabs>
        <w:tab w:val="right" w:pos="9921"/>
      </w:tabs>
      <w:spacing w:before="0" w:after="240" w:line="240" w:lineRule="auto"/>
      <w:ind w:left="-850" w:right="-850"/>
    </w:pPr>
    <w:rPr>
      <w:rFonts w:ascii="Arial" w:hAnsi="Arial" w:cs="Arial"/>
      <w:b/>
      <w:sz w:val="48"/>
      <w:szCs w:val="20"/>
      <w:lang w:eastAsia="en-GB"/>
    </w:rPr>
  </w:style>
  <w:style w:type="paragraph" w:customStyle="1" w:styleId="Normal12">
    <w:name w:val="Normal12"/>
    <w:basedOn w:val="Normal"/>
    <w:link w:val="Normal12Char"/>
    <w:qFormat/>
    <w:rsid w:val="00067E53"/>
    <w:pPr>
      <w:widowControl w:val="0"/>
      <w:spacing w:before="0" w:after="240" w:line="240" w:lineRule="auto"/>
    </w:pPr>
    <w:rPr>
      <w:szCs w:val="20"/>
      <w:lang w:eastAsia="en-GB"/>
    </w:rPr>
  </w:style>
  <w:style w:type="paragraph" w:customStyle="1" w:styleId="TOCPage">
    <w:name w:val="TOC Page"/>
    <w:basedOn w:val="Normal12"/>
    <w:next w:val="TOC1"/>
    <w:rsid w:val="00067E53"/>
    <w:pPr>
      <w:keepNext/>
      <w:jc w:val="right"/>
    </w:pPr>
    <w:rPr>
      <w:rFonts w:ascii="Arial" w:hAnsi="Arial"/>
      <w:b/>
    </w:rPr>
  </w:style>
  <w:style w:type="character" w:customStyle="1" w:styleId="HideTWBInt">
    <w:name w:val="HideTWBInt"/>
    <w:rsid w:val="00067E53"/>
    <w:rPr>
      <w:vanish/>
      <w:color w:val="808080"/>
    </w:rPr>
  </w:style>
  <w:style w:type="paragraph" w:customStyle="1" w:styleId="TableofEntries">
    <w:name w:val="Table of Entries"/>
    <w:basedOn w:val="Normal12"/>
    <w:rsid w:val="00067E53"/>
    <w:pPr>
      <w:widowControl/>
      <w:tabs>
        <w:tab w:val="right" w:leader="dot" w:pos="9072"/>
      </w:tabs>
      <w:jc w:val="both"/>
    </w:pPr>
  </w:style>
  <w:style w:type="paragraph" w:customStyle="1" w:styleId="Normal6">
    <w:name w:val="Normal6"/>
    <w:basedOn w:val="Normal"/>
    <w:link w:val="Normal6Char"/>
    <w:uiPriority w:val="99"/>
    <w:rsid w:val="00067E53"/>
    <w:pPr>
      <w:widowControl w:val="0"/>
      <w:spacing w:before="0" w:line="240" w:lineRule="auto"/>
    </w:pPr>
    <w:rPr>
      <w:szCs w:val="20"/>
      <w:lang w:eastAsia="en-GB"/>
    </w:rPr>
  </w:style>
  <w:style w:type="paragraph" w:customStyle="1" w:styleId="PageHeading">
    <w:name w:val="PageHeading"/>
    <w:basedOn w:val="Normal12a12b"/>
    <w:rsid w:val="00067E53"/>
    <w:pPr>
      <w:keepNext/>
      <w:jc w:val="center"/>
    </w:pPr>
    <w:rPr>
      <w:rFonts w:ascii="Arial" w:hAnsi="Arial"/>
      <w:b/>
    </w:rPr>
  </w:style>
  <w:style w:type="paragraph" w:customStyle="1" w:styleId="Normal12Bold">
    <w:name w:val="Normal12Bold"/>
    <w:basedOn w:val="Normal12"/>
    <w:rsid w:val="00067E53"/>
    <w:rPr>
      <w:b/>
    </w:rPr>
  </w:style>
  <w:style w:type="paragraph" w:customStyle="1" w:styleId="Normal12Hanging">
    <w:name w:val="Normal12Hanging"/>
    <w:basedOn w:val="Normal12"/>
    <w:rsid w:val="00067E53"/>
    <w:pPr>
      <w:ind w:left="567" w:hanging="567"/>
    </w:pPr>
  </w:style>
  <w:style w:type="paragraph" w:customStyle="1" w:styleId="CoverBold">
    <w:name w:val="CoverBold"/>
    <w:basedOn w:val="CoverNormal"/>
    <w:rsid w:val="00067E53"/>
    <w:rPr>
      <w:b/>
    </w:rPr>
  </w:style>
  <w:style w:type="paragraph" w:customStyle="1" w:styleId="Normal24">
    <w:name w:val="Normal24"/>
    <w:basedOn w:val="Normal"/>
    <w:rsid w:val="00067E53"/>
    <w:pPr>
      <w:widowControl w:val="0"/>
      <w:spacing w:before="0" w:after="480" w:line="240" w:lineRule="auto"/>
    </w:pPr>
    <w:rPr>
      <w:szCs w:val="20"/>
      <w:lang w:eastAsia="en-GB"/>
    </w:rPr>
  </w:style>
  <w:style w:type="paragraph" w:customStyle="1" w:styleId="Cover12">
    <w:name w:val="Cover12"/>
    <w:basedOn w:val="Normal12"/>
    <w:rsid w:val="00067E53"/>
    <w:pPr>
      <w:ind w:left="1418"/>
    </w:pPr>
  </w:style>
  <w:style w:type="paragraph" w:customStyle="1" w:styleId="Cover24">
    <w:name w:val="Cover24"/>
    <w:basedOn w:val="Normal24"/>
    <w:rsid w:val="00067E53"/>
    <w:pPr>
      <w:ind w:left="1418"/>
    </w:pPr>
  </w:style>
  <w:style w:type="paragraph" w:customStyle="1" w:styleId="CoverNormal">
    <w:name w:val="CoverNormal"/>
    <w:basedOn w:val="Normal"/>
    <w:rsid w:val="00067E53"/>
    <w:pPr>
      <w:widowControl w:val="0"/>
      <w:spacing w:before="0" w:after="0" w:line="240" w:lineRule="auto"/>
      <w:ind w:left="1418"/>
    </w:pPr>
    <w:rPr>
      <w:szCs w:val="20"/>
      <w:lang w:eastAsia="en-GB"/>
    </w:rPr>
  </w:style>
  <w:style w:type="paragraph" w:customStyle="1" w:styleId="EntPE">
    <w:name w:val="EntPE"/>
    <w:basedOn w:val="Normal12"/>
    <w:rsid w:val="00067E53"/>
    <w:pPr>
      <w:jc w:val="center"/>
    </w:pPr>
    <w:rPr>
      <w:sz w:val="56"/>
    </w:rPr>
  </w:style>
  <w:style w:type="paragraph" w:customStyle="1" w:styleId="Normal36Bold">
    <w:name w:val="Normal36Bold"/>
    <w:basedOn w:val="Normal"/>
    <w:rsid w:val="00067E53"/>
    <w:pPr>
      <w:widowControl w:val="0"/>
      <w:spacing w:before="0" w:after="720" w:line="240" w:lineRule="auto"/>
    </w:pPr>
    <w:rPr>
      <w:b/>
      <w:szCs w:val="20"/>
      <w:lang w:eastAsia="en-GB"/>
    </w:rPr>
  </w:style>
  <w:style w:type="paragraph" w:customStyle="1" w:styleId="RefProc">
    <w:name w:val="RefProc"/>
    <w:basedOn w:val="Normal"/>
    <w:rsid w:val="00067E53"/>
    <w:pPr>
      <w:widowControl w:val="0"/>
      <w:spacing w:before="0" w:after="0" w:line="240" w:lineRule="auto"/>
      <w:jc w:val="right"/>
    </w:pPr>
    <w:rPr>
      <w:rFonts w:ascii="Arial" w:hAnsi="Arial"/>
      <w:b/>
      <w:caps/>
      <w:szCs w:val="20"/>
      <w:lang w:eastAsia="en-GB"/>
    </w:rPr>
  </w:style>
  <w:style w:type="paragraph" w:customStyle="1" w:styleId="RefStatus">
    <w:name w:val="RefStatus"/>
    <w:basedOn w:val="Normal"/>
    <w:rsid w:val="00067E53"/>
    <w:pPr>
      <w:widowControl w:val="0"/>
      <w:spacing w:before="0" w:after="0" w:line="240" w:lineRule="auto"/>
      <w:jc w:val="right"/>
    </w:pPr>
    <w:rPr>
      <w:rFonts w:ascii="Arial" w:hAnsi="Arial"/>
      <w:caps/>
      <w:szCs w:val="20"/>
      <w:lang w:eastAsia="en-GB"/>
    </w:rPr>
  </w:style>
  <w:style w:type="paragraph" w:customStyle="1" w:styleId="RefVer">
    <w:name w:val="RefVer"/>
    <w:basedOn w:val="Normal12"/>
    <w:rsid w:val="00067E53"/>
    <w:pPr>
      <w:jc w:val="right"/>
    </w:pPr>
    <w:rPr>
      <w:rFonts w:ascii="Arial" w:hAnsi="Arial"/>
    </w:rPr>
  </w:style>
  <w:style w:type="paragraph" w:customStyle="1" w:styleId="Term">
    <w:name w:val="Term"/>
    <w:basedOn w:val="Normal"/>
    <w:rsid w:val="00067E53"/>
    <w:pPr>
      <w:widowControl w:val="0"/>
      <w:spacing w:before="0" w:after="0" w:line="240" w:lineRule="auto"/>
      <w:jc w:val="center"/>
    </w:pPr>
    <w:rPr>
      <w:i/>
      <w:sz w:val="28"/>
      <w:szCs w:val="20"/>
      <w:lang w:eastAsia="en-GB"/>
    </w:rPr>
  </w:style>
  <w:style w:type="paragraph" w:customStyle="1" w:styleId="ZDateRes">
    <w:name w:val="ZDateRes"/>
    <w:basedOn w:val="Normal"/>
    <w:rsid w:val="00067E53"/>
    <w:pPr>
      <w:widowControl w:val="0"/>
      <w:tabs>
        <w:tab w:val="right" w:pos="9072"/>
      </w:tabs>
      <w:spacing w:before="1920" w:after="1200" w:line="240" w:lineRule="auto"/>
    </w:pPr>
    <w:rPr>
      <w:szCs w:val="20"/>
      <w:lang w:eastAsia="en-GB"/>
    </w:rPr>
  </w:style>
  <w:style w:type="table" w:styleId="TableGrid">
    <w:name w:val="Table Grid"/>
    <w:basedOn w:val="TableNormal"/>
    <w:rsid w:val="00067E53"/>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067E53"/>
    <w:pPr>
      <w:widowControl w:val="0"/>
      <w:spacing w:before="0" w:after="0" w:line="240" w:lineRule="auto"/>
      <w:jc w:val="center"/>
    </w:pPr>
    <w:rPr>
      <w:rFonts w:ascii="Arial" w:hAnsi="Arial" w:cs="Arial"/>
      <w:i/>
      <w:sz w:val="22"/>
      <w:lang w:eastAsia="en-GB"/>
    </w:rPr>
  </w:style>
  <w:style w:type="paragraph" w:customStyle="1" w:styleId="LineTop">
    <w:name w:val="LineTop"/>
    <w:basedOn w:val="Normal"/>
    <w:next w:val="ZSessionDoc"/>
    <w:rsid w:val="00067E53"/>
    <w:pPr>
      <w:widowControl w:val="0"/>
      <w:pBdr>
        <w:top w:val="single" w:sz="4" w:space="1" w:color="auto"/>
      </w:pBdr>
      <w:spacing w:before="0" w:after="0" w:line="240" w:lineRule="auto"/>
      <w:jc w:val="center"/>
    </w:pPr>
    <w:rPr>
      <w:rFonts w:ascii="Arial" w:hAnsi="Arial"/>
      <w:sz w:val="16"/>
      <w:szCs w:val="16"/>
      <w:lang w:val="fr-FR" w:eastAsia="en-GB"/>
    </w:rPr>
  </w:style>
  <w:style w:type="paragraph" w:customStyle="1" w:styleId="LineBottom">
    <w:name w:val="LineBottom"/>
    <w:basedOn w:val="Normal"/>
    <w:next w:val="Normal"/>
    <w:rsid w:val="00067E53"/>
    <w:pPr>
      <w:widowControl w:val="0"/>
      <w:pBdr>
        <w:bottom w:val="single" w:sz="4" w:space="1" w:color="auto"/>
      </w:pBdr>
      <w:spacing w:before="0" w:after="240" w:line="240" w:lineRule="auto"/>
      <w:jc w:val="center"/>
    </w:pPr>
    <w:rPr>
      <w:rFonts w:ascii="Arial" w:hAnsi="Arial"/>
      <w:sz w:val="16"/>
      <w:szCs w:val="16"/>
      <w:lang w:eastAsia="en-GB"/>
    </w:rPr>
  </w:style>
  <w:style w:type="paragraph" w:customStyle="1" w:styleId="PELeft">
    <w:name w:val="PELeft"/>
    <w:basedOn w:val="Normal"/>
    <w:rsid w:val="00067E53"/>
    <w:pPr>
      <w:widowControl w:val="0"/>
      <w:spacing w:before="40" w:after="40" w:line="240" w:lineRule="auto"/>
    </w:pPr>
    <w:rPr>
      <w:rFonts w:ascii="Arial" w:hAnsi="Arial" w:cs="Arial"/>
      <w:sz w:val="22"/>
      <w:lang w:val="fr-FR" w:eastAsia="en-GB"/>
    </w:rPr>
  </w:style>
  <w:style w:type="paragraph" w:customStyle="1" w:styleId="PERight">
    <w:name w:val="PERight"/>
    <w:basedOn w:val="Normal"/>
    <w:next w:val="Normal"/>
    <w:rsid w:val="00067E53"/>
    <w:pPr>
      <w:widowControl w:val="0"/>
      <w:spacing w:before="0" w:after="0" w:line="240" w:lineRule="auto"/>
      <w:jc w:val="right"/>
    </w:pPr>
    <w:rPr>
      <w:rFonts w:ascii="Arial" w:hAnsi="Arial" w:cs="Arial"/>
      <w:sz w:val="22"/>
      <w:lang w:val="fr-FR" w:eastAsia="en-GB"/>
    </w:rPr>
  </w:style>
  <w:style w:type="paragraph" w:customStyle="1" w:styleId="NormalBold">
    <w:name w:val="NormalBold"/>
    <w:basedOn w:val="Normal"/>
    <w:link w:val="NormalBoldChar"/>
    <w:rsid w:val="00067E53"/>
    <w:pPr>
      <w:widowControl w:val="0"/>
      <w:spacing w:before="0" w:after="0" w:line="240" w:lineRule="auto"/>
    </w:pPr>
    <w:rPr>
      <w:b/>
      <w:szCs w:val="20"/>
      <w:lang w:eastAsia="en-GB"/>
    </w:rPr>
  </w:style>
  <w:style w:type="paragraph" w:customStyle="1" w:styleId="Normal24Bold">
    <w:name w:val="Normal24Bold"/>
    <w:basedOn w:val="Normal"/>
    <w:rsid w:val="00067E53"/>
    <w:pPr>
      <w:widowControl w:val="0"/>
      <w:spacing w:before="0" w:after="480" w:line="240" w:lineRule="auto"/>
    </w:pPr>
    <w:rPr>
      <w:b/>
      <w:szCs w:val="20"/>
      <w:lang w:eastAsia="en-GB"/>
    </w:rPr>
  </w:style>
  <w:style w:type="paragraph" w:customStyle="1" w:styleId="ATHeading1">
    <w:name w:val="AT Heading 1"/>
    <w:basedOn w:val="Normal"/>
    <w:next w:val="Normal"/>
    <w:rsid w:val="00067E53"/>
    <w:pPr>
      <w:keepNext/>
      <w:keepLines/>
      <w:spacing w:before="480" w:line="240" w:lineRule="auto"/>
      <w:outlineLvl w:val="0"/>
    </w:pPr>
    <w:rPr>
      <w:b/>
      <w:noProof/>
      <w:sz w:val="28"/>
      <w:szCs w:val="20"/>
      <w:lang w:val="fr-FR" w:eastAsia="fr-FR"/>
    </w:rPr>
  </w:style>
  <w:style w:type="paragraph" w:customStyle="1" w:styleId="ATHeading2">
    <w:name w:val="AT Heading 2"/>
    <w:basedOn w:val="Normal"/>
    <w:next w:val="Normal"/>
    <w:rsid w:val="00067E53"/>
    <w:pPr>
      <w:spacing w:line="240" w:lineRule="auto"/>
      <w:outlineLvl w:val="1"/>
    </w:pPr>
    <w:rPr>
      <w:b/>
      <w:noProof/>
      <w:sz w:val="28"/>
      <w:szCs w:val="20"/>
      <w:lang w:val="fr-FR" w:eastAsia="fr-FR"/>
    </w:rPr>
  </w:style>
  <w:style w:type="paragraph" w:customStyle="1" w:styleId="ATHeading3">
    <w:name w:val="AT Heading 3"/>
    <w:basedOn w:val="Normal"/>
    <w:next w:val="Normal"/>
    <w:rsid w:val="00067E53"/>
    <w:pPr>
      <w:keepNext/>
      <w:keepLines/>
      <w:spacing w:line="240" w:lineRule="auto"/>
      <w:outlineLvl w:val="2"/>
    </w:pPr>
    <w:rPr>
      <w:b/>
      <w:noProof/>
      <w:szCs w:val="20"/>
      <w:lang w:val="fr-FR" w:eastAsia="fr-FR"/>
    </w:rPr>
  </w:style>
  <w:style w:type="paragraph" w:customStyle="1" w:styleId="ATHeading4">
    <w:name w:val="AT Heading 4"/>
    <w:basedOn w:val="Normal"/>
    <w:next w:val="Normal"/>
    <w:rsid w:val="00067E53"/>
    <w:pPr>
      <w:keepNext/>
      <w:keepLines/>
      <w:spacing w:line="240" w:lineRule="auto"/>
    </w:pPr>
    <w:rPr>
      <w:b/>
      <w:i/>
      <w:noProof/>
      <w:szCs w:val="20"/>
      <w:lang w:val="fr-FR" w:eastAsia="fr-FR"/>
    </w:rPr>
  </w:style>
  <w:style w:type="paragraph" w:customStyle="1" w:styleId="ATHeading5">
    <w:name w:val="AT Heading 5"/>
    <w:basedOn w:val="Normal"/>
    <w:next w:val="Normal"/>
    <w:rsid w:val="00067E53"/>
    <w:pPr>
      <w:keepNext/>
      <w:keepLines/>
      <w:spacing w:line="240" w:lineRule="auto"/>
    </w:pPr>
    <w:rPr>
      <w:i/>
      <w:noProof/>
      <w:szCs w:val="20"/>
      <w:lang w:val="fr-FR" w:eastAsia="fr-FR"/>
    </w:rPr>
  </w:style>
  <w:style w:type="paragraph" w:customStyle="1" w:styleId="ATHeading6">
    <w:name w:val="AT Heading 6"/>
    <w:basedOn w:val="Normal"/>
    <w:next w:val="Normal"/>
    <w:rsid w:val="00067E53"/>
    <w:pPr>
      <w:keepNext/>
      <w:keepLines/>
      <w:spacing w:line="240" w:lineRule="auto"/>
    </w:pPr>
    <w:rPr>
      <w:smallCaps/>
      <w:noProof/>
      <w:szCs w:val="20"/>
      <w:lang w:val="fr-FR" w:eastAsia="fr-FR"/>
    </w:rPr>
  </w:style>
  <w:style w:type="paragraph" w:customStyle="1" w:styleId="ATHeadingMotiv">
    <w:name w:val="AT Heading Motiv"/>
    <w:basedOn w:val="Normal"/>
    <w:next w:val="Normal"/>
    <w:rsid w:val="00067E53"/>
    <w:pPr>
      <w:keepNext/>
      <w:spacing w:before="60" w:after="60" w:line="240" w:lineRule="auto"/>
      <w:jc w:val="center"/>
    </w:pPr>
    <w:rPr>
      <w:i/>
      <w:szCs w:val="20"/>
      <w:lang w:val="fr-FR" w:eastAsia="fr-FR"/>
    </w:rPr>
  </w:style>
  <w:style w:type="paragraph" w:customStyle="1" w:styleId="ATTOCTitle">
    <w:name w:val="AT TOC Title"/>
    <w:basedOn w:val="Normal"/>
    <w:rsid w:val="00067E53"/>
    <w:pPr>
      <w:keepNext/>
      <w:keepLines/>
      <w:spacing w:before="0" w:after="240" w:line="240" w:lineRule="auto"/>
      <w:jc w:val="center"/>
    </w:pPr>
    <w:rPr>
      <w:b/>
      <w:caps/>
      <w:sz w:val="28"/>
      <w:szCs w:val="20"/>
      <w:lang w:val="fr-FR" w:eastAsia="fr-FR"/>
    </w:rPr>
  </w:style>
  <w:style w:type="paragraph" w:customStyle="1" w:styleId="Numroamendement">
    <w:name w:val="Numéro amendement"/>
    <w:basedOn w:val="Normal"/>
    <w:next w:val="Normal"/>
    <w:rsid w:val="00067E53"/>
    <w:pPr>
      <w:widowControl w:val="0"/>
      <w:spacing w:before="0" w:after="0" w:line="240" w:lineRule="auto"/>
      <w:jc w:val="center"/>
    </w:pPr>
    <w:rPr>
      <w:snapToGrid w:val="0"/>
      <w:szCs w:val="20"/>
      <w:lang w:val="fr-FR"/>
    </w:rPr>
  </w:style>
  <w:style w:type="character" w:styleId="PageNumber">
    <w:name w:val="page number"/>
    <w:rsid w:val="00067E53"/>
  </w:style>
  <w:style w:type="paragraph" w:customStyle="1" w:styleId="EPName">
    <w:name w:val="EPName"/>
    <w:basedOn w:val="Normal"/>
    <w:rsid w:val="00067E53"/>
    <w:pPr>
      <w:widowControl w:val="0"/>
      <w:spacing w:before="80" w:after="80" w:line="240" w:lineRule="auto"/>
    </w:pPr>
    <w:rPr>
      <w:rFonts w:ascii="Arial Narrow" w:hAnsi="Arial Narrow" w:cs="Arial"/>
      <w:b/>
      <w:color w:val="000000"/>
      <w:sz w:val="32"/>
      <w:lang w:val="fr-FR" w:eastAsia="en-GB"/>
    </w:rPr>
  </w:style>
  <w:style w:type="paragraph" w:customStyle="1" w:styleId="EPTerm">
    <w:name w:val="EPTerm"/>
    <w:basedOn w:val="Normal"/>
    <w:next w:val="Normal"/>
    <w:rsid w:val="00067E53"/>
    <w:pPr>
      <w:widowControl w:val="0"/>
      <w:spacing w:before="0" w:after="80" w:line="240" w:lineRule="auto"/>
    </w:pPr>
    <w:rPr>
      <w:rFonts w:ascii="Arial" w:hAnsi="Arial" w:cs="Arial"/>
      <w:sz w:val="20"/>
      <w:lang w:val="fr-FR" w:eastAsia="en-GB"/>
    </w:rPr>
  </w:style>
  <w:style w:type="paragraph" w:customStyle="1" w:styleId="EPLogo">
    <w:name w:val="EPLogo"/>
    <w:basedOn w:val="Normal"/>
    <w:qFormat/>
    <w:rsid w:val="00067E53"/>
    <w:pPr>
      <w:widowControl w:val="0"/>
      <w:spacing w:before="0" w:after="0" w:line="240" w:lineRule="auto"/>
      <w:jc w:val="right"/>
    </w:pPr>
    <w:rPr>
      <w:szCs w:val="20"/>
      <w:lang w:eastAsia="en-GB"/>
    </w:rPr>
  </w:style>
  <w:style w:type="character" w:customStyle="1" w:styleId="Normal6Char">
    <w:name w:val="Normal6 Char"/>
    <w:link w:val="Normal6"/>
    <w:uiPriority w:val="99"/>
    <w:rsid w:val="00067E53"/>
    <w:rPr>
      <w:rFonts w:ascii="Times New Roman" w:eastAsia="Times New Roman" w:hAnsi="Times New Roman" w:cs="Times New Roman"/>
      <w:sz w:val="24"/>
      <w:szCs w:val="20"/>
      <w:lang w:val="en-GB" w:eastAsia="en-GB"/>
    </w:rPr>
  </w:style>
  <w:style w:type="character" w:customStyle="1" w:styleId="NormalBoldChar">
    <w:name w:val="NormalBold Char"/>
    <w:link w:val="NormalBold"/>
    <w:rsid w:val="00067E53"/>
    <w:rPr>
      <w:rFonts w:ascii="Times New Roman" w:eastAsia="Times New Roman" w:hAnsi="Times New Roman" w:cs="Times New Roman"/>
      <w:b/>
      <w:sz w:val="24"/>
      <w:szCs w:val="20"/>
      <w:lang w:val="en-GB" w:eastAsia="en-GB"/>
    </w:rPr>
  </w:style>
  <w:style w:type="paragraph" w:customStyle="1" w:styleId="Normal12Italic">
    <w:name w:val="Normal12Italic"/>
    <w:basedOn w:val="Normal"/>
    <w:rsid w:val="00067E53"/>
    <w:pPr>
      <w:widowControl w:val="0"/>
      <w:spacing w:before="240" w:after="0" w:line="240" w:lineRule="auto"/>
    </w:pPr>
    <w:rPr>
      <w:i/>
      <w:szCs w:val="20"/>
      <w:lang w:eastAsia="en-GB"/>
    </w:rPr>
  </w:style>
  <w:style w:type="paragraph" w:customStyle="1" w:styleId="CrossRef">
    <w:name w:val="CrossRef"/>
    <w:basedOn w:val="Normal"/>
    <w:rsid w:val="00067E53"/>
    <w:pPr>
      <w:widowControl w:val="0"/>
      <w:spacing w:before="240" w:after="0" w:line="240" w:lineRule="auto"/>
      <w:jc w:val="center"/>
    </w:pPr>
    <w:rPr>
      <w:i/>
      <w:szCs w:val="20"/>
      <w:lang w:eastAsia="en-GB"/>
    </w:rPr>
  </w:style>
  <w:style w:type="paragraph" w:customStyle="1" w:styleId="JustificationTitle">
    <w:name w:val="JustificationTitle"/>
    <w:basedOn w:val="Normal"/>
    <w:next w:val="Normal12"/>
    <w:rsid w:val="00067E53"/>
    <w:pPr>
      <w:keepNext/>
      <w:widowControl w:val="0"/>
      <w:spacing w:before="240" w:after="0" w:line="240" w:lineRule="auto"/>
      <w:jc w:val="center"/>
    </w:pPr>
    <w:rPr>
      <w:i/>
      <w:szCs w:val="20"/>
      <w:lang w:eastAsia="en-GB"/>
    </w:rPr>
  </w:style>
  <w:style w:type="paragraph" w:customStyle="1" w:styleId="Normal12Centre">
    <w:name w:val="Normal12Centre"/>
    <w:basedOn w:val="Normal12"/>
    <w:rsid w:val="00067E53"/>
    <w:pPr>
      <w:jc w:val="center"/>
    </w:pPr>
  </w:style>
  <w:style w:type="paragraph" w:customStyle="1" w:styleId="Normal12Keep">
    <w:name w:val="Normal12Keep"/>
    <w:basedOn w:val="Normal12"/>
    <w:rsid w:val="00067E53"/>
    <w:pPr>
      <w:keepNext/>
    </w:pPr>
  </w:style>
  <w:style w:type="paragraph" w:customStyle="1" w:styleId="Normal12Tab">
    <w:name w:val="Normal12Tab"/>
    <w:basedOn w:val="Normal12"/>
    <w:rsid w:val="00067E53"/>
    <w:pPr>
      <w:tabs>
        <w:tab w:val="left" w:pos="567"/>
      </w:tabs>
    </w:pPr>
  </w:style>
  <w:style w:type="paragraph" w:customStyle="1" w:styleId="StarsAndIs">
    <w:name w:val="StarsAndIs"/>
    <w:basedOn w:val="Normal"/>
    <w:rsid w:val="00067E53"/>
    <w:pPr>
      <w:widowControl w:val="0"/>
      <w:spacing w:before="0" w:after="0" w:line="240" w:lineRule="auto"/>
      <w:ind w:left="1418"/>
    </w:pPr>
    <w:rPr>
      <w:rFonts w:ascii="Arial" w:hAnsi="Arial"/>
      <w:b/>
      <w:sz w:val="48"/>
      <w:szCs w:val="20"/>
      <w:lang w:eastAsia="en-GB"/>
    </w:rPr>
  </w:style>
  <w:style w:type="paragraph" w:customStyle="1" w:styleId="Lgendesigne">
    <w:name w:val="Légende signe"/>
    <w:basedOn w:val="Normal"/>
    <w:rsid w:val="00067E53"/>
    <w:pPr>
      <w:widowControl w:val="0"/>
      <w:tabs>
        <w:tab w:val="right" w:pos="454"/>
        <w:tab w:val="left" w:pos="737"/>
      </w:tabs>
      <w:spacing w:before="0" w:after="0" w:line="240" w:lineRule="auto"/>
      <w:ind w:left="737" w:hanging="737"/>
    </w:pPr>
    <w:rPr>
      <w:snapToGrid w:val="0"/>
      <w:sz w:val="18"/>
      <w:szCs w:val="20"/>
    </w:rPr>
  </w:style>
  <w:style w:type="paragraph" w:customStyle="1" w:styleId="TypeDoc">
    <w:name w:val="TypeDoc"/>
    <w:basedOn w:val="Normal24"/>
    <w:rsid w:val="00067E53"/>
    <w:pPr>
      <w:ind w:left="1418"/>
    </w:pPr>
    <w:rPr>
      <w:rFonts w:ascii="Arial" w:hAnsi="Arial"/>
      <w:b/>
      <w:sz w:val="48"/>
    </w:rPr>
  </w:style>
  <w:style w:type="paragraph" w:customStyle="1" w:styleId="ZDate">
    <w:name w:val="ZDate"/>
    <w:basedOn w:val="Normal"/>
    <w:rsid w:val="00067E53"/>
    <w:pPr>
      <w:widowControl w:val="0"/>
      <w:spacing w:before="0" w:after="1200" w:line="240" w:lineRule="auto"/>
    </w:pPr>
    <w:rPr>
      <w:szCs w:val="20"/>
      <w:lang w:eastAsia="en-GB"/>
    </w:rPr>
  </w:style>
  <w:style w:type="paragraph" w:customStyle="1" w:styleId="Olang">
    <w:name w:val="Olang"/>
    <w:basedOn w:val="Normal"/>
    <w:rsid w:val="00067E53"/>
    <w:pPr>
      <w:widowControl w:val="0"/>
      <w:spacing w:before="240" w:after="240" w:line="240" w:lineRule="auto"/>
      <w:jc w:val="right"/>
    </w:pPr>
    <w:rPr>
      <w:noProof/>
      <w:szCs w:val="20"/>
      <w:lang w:eastAsia="en-GB"/>
    </w:rPr>
  </w:style>
  <w:style w:type="paragraph" w:customStyle="1" w:styleId="ColumnHeading">
    <w:name w:val="ColumnHeading"/>
    <w:basedOn w:val="Normal"/>
    <w:rsid w:val="00067E53"/>
    <w:pPr>
      <w:widowControl w:val="0"/>
      <w:spacing w:before="0" w:after="240" w:line="240" w:lineRule="auto"/>
      <w:jc w:val="center"/>
    </w:pPr>
    <w:rPr>
      <w:i/>
      <w:szCs w:val="20"/>
      <w:lang w:eastAsia="en-GB"/>
    </w:rPr>
  </w:style>
  <w:style w:type="paragraph" w:customStyle="1" w:styleId="AMNumberTabs">
    <w:name w:val="AMNumberTabs"/>
    <w:basedOn w:val="Normal"/>
    <w:rsid w:val="00067E53"/>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b/>
      <w:szCs w:val="20"/>
      <w:lang w:eastAsia="en-GB"/>
    </w:rPr>
  </w:style>
  <w:style w:type="paragraph" w:customStyle="1" w:styleId="NormalBold12b">
    <w:name w:val="NormalBold12b"/>
    <w:basedOn w:val="Normal"/>
    <w:link w:val="NormalBold12bChar"/>
    <w:rsid w:val="00067E53"/>
    <w:pPr>
      <w:widowControl w:val="0"/>
      <w:spacing w:before="240" w:after="0" w:line="240" w:lineRule="auto"/>
    </w:pPr>
    <w:rPr>
      <w:b/>
      <w:szCs w:val="20"/>
      <w:lang w:eastAsia="en-GB"/>
    </w:rPr>
  </w:style>
  <w:style w:type="paragraph" w:customStyle="1" w:styleId="ZCommittee">
    <w:name w:val="ZCommittee"/>
    <w:basedOn w:val="Normal"/>
    <w:next w:val="Normal"/>
    <w:rsid w:val="00067E53"/>
    <w:pPr>
      <w:widowControl w:val="0"/>
      <w:spacing w:before="0" w:after="0" w:line="240" w:lineRule="auto"/>
      <w:jc w:val="center"/>
    </w:pPr>
    <w:rPr>
      <w:rFonts w:ascii="Arial" w:hAnsi="Arial" w:cs="Arial"/>
      <w:i/>
      <w:sz w:val="22"/>
      <w:lang w:eastAsia="en-GB"/>
    </w:rPr>
  </w:style>
  <w:style w:type="paragraph" w:customStyle="1" w:styleId="Lgendetitre">
    <w:name w:val="Légende titre"/>
    <w:basedOn w:val="Normal"/>
    <w:rsid w:val="00067E53"/>
    <w:pPr>
      <w:widowControl w:val="0"/>
      <w:spacing w:before="240" w:after="240" w:line="240" w:lineRule="auto"/>
    </w:pPr>
    <w:rPr>
      <w:b/>
      <w:i/>
      <w:snapToGrid w:val="0"/>
      <w:szCs w:val="20"/>
    </w:rPr>
  </w:style>
  <w:style w:type="paragraph" w:customStyle="1" w:styleId="Lgendestandard">
    <w:name w:val="Légende standard"/>
    <w:basedOn w:val="Lgendesigne"/>
    <w:rsid w:val="00067E53"/>
    <w:pPr>
      <w:ind w:left="0" w:firstLine="0"/>
    </w:pPr>
  </w:style>
  <w:style w:type="paragraph" w:styleId="NoSpacing">
    <w:name w:val="No Spacing"/>
    <w:uiPriority w:val="1"/>
    <w:qFormat/>
    <w:rsid w:val="00067E53"/>
    <w:rPr>
      <w:rFonts w:ascii="Calibri" w:eastAsia="Calibri" w:hAnsi="Calibri"/>
      <w:lang w:val="en-GB"/>
    </w:rPr>
  </w:style>
  <w:style w:type="paragraph" w:customStyle="1" w:styleId="CommitteeAM">
    <w:name w:val="CommitteeAM"/>
    <w:basedOn w:val="Normal"/>
    <w:rsid w:val="00067E53"/>
    <w:pPr>
      <w:widowControl w:val="0"/>
      <w:spacing w:before="240" w:after="600" w:line="240" w:lineRule="auto"/>
      <w:jc w:val="center"/>
    </w:pPr>
    <w:rPr>
      <w:i/>
      <w:szCs w:val="20"/>
      <w:lang w:eastAsia="en-GB"/>
    </w:rPr>
  </w:style>
  <w:style w:type="paragraph" w:customStyle="1" w:styleId="ZDateAM">
    <w:name w:val="ZDateAM"/>
    <w:basedOn w:val="Normal"/>
    <w:rsid w:val="00067E53"/>
    <w:pPr>
      <w:widowControl w:val="0"/>
      <w:tabs>
        <w:tab w:val="right" w:pos="9356"/>
      </w:tabs>
      <w:spacing w:before="0" w:after="480" w:line="240" w:lineRule="auto"/>
    </w:pPr>
    <w:rPr>
      <w:noProof/>
      <w:szCs w:val="20"/>
      <w:lang w:eastAsia="en-GB"/>
    </w:rPr>
  </w:style>
  <w:style w:type="paragraph" w:customStyle="1" w:styleId="ProjRap">
    <w:name w:val="ProjRap"/>
    <w:basedOn w:val="Normal"/>
    <w:rsid w:val="00067E53"/>
    <w:pPr>
      <w:widowControl w:val="0"/>
      <w:tabs>
        <w:tab w:val="right" w:pos="9356"/>
      </w:tabs>
      <w:spacing w:before="0" w:after="0" w:line="240" w:lineRule="auto"/>
    </w:pPr>
    <w:rPr>
      <w:b/>
      <w:noProof/>
      <w:szCs w:val="20"/>
      <w:lang w:eastAsia="en-GB"/>
    </w:rPr>
  </w:style>
  <w:style w:type="character" w:customStyle="1" w:styleId="Normal12Char">
    <w:name w:val="Normal12 Char"/>
    <w:link w:val="Normal12"/>
    <w:locked/>
    <w:rsid w:val="00067E53"/>
    <w:rPr>
      <w:rFonts w:ascii="Times New Roman" w:eastAsia="Times New Roman" w:hAnsi="Times New Roman" w:cs="Times New Roman"/>
      <w:sz w:val="24"/>
      <w:szCs w:val="20"/>
      <w:lang w:val="en-GB" w:eastAsia="en-GB"/>
    </w:rPr>
  </w:style>
  <w:style w:type="character" w:customStyle="1" w:styleId="Footer2Middle">
    <w:name w:val="Footer2Middle"/>
    <w:rsid w:val="00067E53"/>
    <w:rPr>
      <w:rFonts w:ascii="Arial" w:cs="Arial"/>
      <w:b w:val="0"/>
      <w:i/>
      <w:color w:val="C0C0C0"/>
      <w:sz w:val="22"/>
    </w:rPr>
  </w:style>
  <w:style w:type="character" w:styleId="CommentReference">
    <w:name w:val="annotation reference"/>
    <w:uiPriority w:val="99"/>
    <w:rsid w:val="00067E53"/>
    <w:rPr>
      <w:sz w:val="16"/>
      <w:szCs w:val="16"/>
    </w:rPr>
  </w:style>
  <w:style w:type="paragraph" w:styleId="CommentText">
    <w:name w:val="annotation text"/>
    <w:basedOn w:val="Normal"/>
    <w:link w:val="CommentTextChar"/>
    <w:uiPriority w:val="99"/>
    <w:rsid w:val="00067E53"/>
    <w:pPr>
      <w:widowControl w:val="0"/>
      <w:spacing w:before="0" w:after="0" w:line="240" w:lineRule="auto"/>
    </w:pPr>
    <w:rPr>
      <w:sz w:val="20"/>
      <w:szCs w:val="20"/>
      <w:lang w:eastAsia="en-GB"/>
    </w:rPr>
  </w:style>
  <w:style w:type="character" w:customStyle="1" w:styleId="CommentTextChar">
    <w:name w:val="Comment Text Char"/>
    <w:basedOn w:val="DefaultParagraphFont"/>
    <w:link w:val="CommentText"/>
    <w:uiPriority w:val="99"/>
    <w:rsid w:val="00067E53"/>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rsid w:val="00067E53"/>
    <w:rPr>
      <w:b/>
      <w:bCs/>
    </w:rPr>
  </w:style>
  <w:style w:type="character" w:customStyle="1" w:styleId="CommentSubjectChar">
    <w:name w:val="Comment Subject Char"/>
    <w:basedOn w:val="CommentTextChar"/>
    <w:link w:val="CommentSubject"/>
    <w:uiPriority w:val="99"/>
    <w:rsid w:val="00067E53"/>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rsid w:val="00067E53"/>
    <w:pPr>
      <w:widowControl w:val="0"/>
      <w:spacing w:before="0" w:after="0" w:line="240" w:lineRule="auto"/>
    </w:pPr>
    <w:rPr>
      <w:rFonts w:ascii="Segoe UI" w:hAnsi="Segoe UI" w:cs="Segoe UI"/>
      <w:sz w:val="18"/>
      <w:szCs w:val="18"/>
      <w:lang w:eastAsia="en-GB"/>
    </w:rPr>
  </w:style>
  <w:style w:type="character" w:customStyle="1" w:styleId="BalloonTextChar">
    <w:name w:val="Balloon Text Char"/>
    <w:basedOn w:val="DefaultParagraphFont"/>
    <w:link w:val="BalloonText"/>
    <w:uiPriority w:val="99"/>
    <w:rsid w:val="00067E53"/>
    <w:rPr>
      <w:rFonts w:ascii="Segoe UI" w:eastAsia="Times New Roman" w:hAnsi="Segoe UI" w:cs="Segoe UI"/>
      <w:sz w:val="18"/>
      <w:szCs w:val="18"/>
      <w:lang w:val="en-GB" w:eastAsia="en-GB"/>
    </w:rPr>
  </w:style>
  <w:style w:type="character" w:styleId="Hyperlink">
    <w:name w:val="Hyperlink"/>
    <w:uiPriority w:val="99"/>
    <w:rsid w:val="00067E53"/>
    <w:rPr>
      <w:color w:val="0563C1"/>
      <w:u w:val="single"/>
    </w:rPr>
  </w:style>
  <w:style w:type="character" w:customStyle="1" w:styleId="NormalBold12bChar">
    <w:name w:val="NormalBold12b Char"/>
    <w:link w:val="NormalBold12b"/>
    <w:rsid w:val="00067E53"/>
    <w:rPr>
      <w:rFonts w:ascii="Times New Roman" w:eastAsia="Times New Roman" w:hAnsi="Times New Roman" w:cs="Times New Roman"/>
      <w:b/>
      <w:sz w:val="24"/>
      <w:szCs w:val="20"/>
      <w:lang w:val="en-GB" w:eastAsia="en-GB"/>
    </w:rPr>
  </w:style>
  <w:style w:type="numbering" w:customStyle="1" w:styleId="NoList1">
    <w:name w:val="No List1"/>
    <w:next w:val="NoList"/>
    <w:uiPriority w:val="99"/>
    <w:semiHidden/>
    <w:unhideWhenUsed/>
    <w:rsid w:val="00067E53"/>
  </w:style>
  <w:style w:type="numbering" w:customStyle="1" w:styleId="NoList11">
    <w:name w:val="No List11"/>
    <w:next w:val="NoList"/>
    <w:uiPriority w:val="99"/>
    <w:semiHidden/>
    <w:unhideWhenUsed/>
    <w:rsid w:val="00067E53"/>
  </w:style>
  <w:style w:type="table" w:customStyle="1" w:styleId="TableGrid1">
    <w:name w:val="Table Grid1"/>
    <w:basedOn w:val="TableNormal"/>
    <w:next w:val="TableGrid"/>
    <w:rsid w:val="00067E53"/>
    <w:pPr>
      <w:widowControl w:val="0"/>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067E53"/>
    <w:rPr>
      <w:sz w:val="24"/>
      <w:lang w:val="en-GB" w:eastAsia="en-GB"/>
    </w:rPr>
  </w:style>
  <w:style w:type="paragraph" w:customStyle="1" w:styleId="PageHeadingNotTOC">
    <w:name w:val="PageHeadingNotTOC"/>
    <w:basedOn w:val="Normal"/>
    <w:rsid w:val="00067E53"/>
    <w:pPr>
      <w:keepNext/>
      <w:widowControl w:val="0"/>
      <w:spacing w:before="240" w:after="240" w:line="240" w:lineRule="auto"/>
      <w:jc w:val="center"/>
    </w:pPr>
    <w:rPr>
      <w:rFonts w:ascii="Arial" w:hAnsi="Arial"/>
      <w:b/>
      <w:szCs w:val="20"/>
      <w:lang w:eastAsia="en-GB"/>
    </w:rPr>
  </w:style>
  <w:style w:type="paragraph" w:customStyle="1" w:styleId="NormalTabs">
    <w:name w:val="NormalTabs"/>
    <w:basedOn w:val="Normal"/>
    <w:qFormat/>
    <w:rsid w:val="00067E53"/>
    <w:pPr>
      <w:widowControl w:val="0"/>
      <w:tabs>
        <w:tab w:val="center" w:pos="284"/>
        <w:tab w:val="left" w:pos="426"/>
      </w:tabs>
      <w:spacing w:before="0" w:after="0" w:line="240" w:lineRule="auto"/>
    </w:pPr>
    <w:rPr>
      <w:snapToGrid w:val="0"/>
      <w:szCs w:val="20"/>
      <w:lang w:val="en-US"/>
    </w:rPr>
  </w:style>
  <w:style w:type="paragraph" w:customStyle="1" w:styleId="ConclusionsPA">
    <w:name w:val="ConclusionsPA"/>
    <w:basedOn w:val="Normal12"/>
    <w:rsid w:val="00067E53"/>
    <w:pPr>
      <w:spacing w:before="480"/>
      <w:jc w:val="center"/>
    </w:pPr>
    <w:rPr>
      <w:rFonts w:ascii="Arial" w:hAnsi="Arial"/>
      <w:b/>
      <w:caps/>
      <w:snapToGrid w:val="0"/>
      <w:lang w:val="en-US" w:eastAsia="en-US"/>
    </w:rPr>
  </w:style>
  <w:style w:type="character" w:customStyle="1" w:styleId="Sup">
    <w:name w:val="Sup"/>
    <w:uiPriority w:val="99"/>
    <w:rsid w:val="00067E53"/>
    <w:rPr>
      <w:color w:val="000000"/>
      <w:vertAlign w:val="superscript"/>
    </w:rPr>
  </w:style>
  <w:style w:type="paragraph" w:customStyle="1" w:styleId="Center">
    <w:name w:val="Center"/>
    <w:rsid w:val="00067E53"/>
    <w:pPr>
      <w:spacing w:after="120"/>
      <w:jc w:val="center"/>
    </w:pPr>
    <w:rPr>
      <w:color w:val="000000"/>
      <w:lang w:val="en-GB" w:eastAsia="en-GB"/>
    </w:rPr>
  </w:style>
  <w:style w:type="paragraph" w:customStyle="1" w:styleId="NormalCentreKeep12b">
    <w:name w:val="NormalCentreKeep12b"/>
    <w:basedOn w:val="Normal12"/>
    <w:rsid w:val="00067E53"/>
    <w:pPr>
      <w:keepNext/>
      <w:spacing w:before="240" w:after="0"/>
      <w:jc w:val="center"/>
    </w:pPr>
  </w:style>
  <w:style w:type="paragraph" w:customStyle="1" w:styleId="NormalCentreKeep">
    <w:name w:val="NormalCentreKeep"/>
    <w:basedOn w:val="Normal"/>
    <w:rsid w:val="00067E53"/>
    <w:pPr>
      <w:keepNext/>
      <w:widowControl w:val="0"/>
      <w:spacing w:before="0" w:after="0" w:line="240" w:lineRule="auto"/>
      <w:jc w:val="center"/>
    </w:pPr>
    <w:rPr>
      <w:noProof/>
      <w:szCs w:val="20"/>
      <w:lang w:eastAsia="en-GB"/>
    </w:rPr>
  </w:style>
  <w:style w:type="paragraph" w:customStyle="1" w:styleId="Normal24b12aBoldItalic">
    <w:name w:val="Normal24b12aBoldItalic"/>
    <w:basedOn w:val="Normal12a12b"/>
    <w:rsid w:val="00067E53"/>
    <w:pPr>
      <w:spacing w:before="480"/>
    </w:pPr>
    <w:rPr>
      <w:b/>
      <w:i/>
      <w:szCs w:val="24"/>
    </w:rPr>
  </w:style>
  <w:style w:type="paragraph" w:customStyle="1" w:styleId="Normal12a12bKeep">
    <w:name w:val="Normal12a12bKeep"/>
    <w:basedOn w:val="Normal"/>
    <w:rsid w:val="00067E53"/>
    <w:pPr>
      <w:keepNext/>
      <w:widowControl w:val="0"/>
      <w:spacing w:before="240" w:after="240" w:line="240" w:lineRule="auto"/>
    </w:pPr>
    <w:rPr>
      <w:szCs w:val="20"/>
      <w:lang w:eastAsia="en-GB"/>
    </w:rPr>
  </w:style>
  <w:style w:type="paragraph" w:customStyle="1" w:styleId="NormalKeep">
    <w:name w:val="NormalKeep"/>
    <w:basedOn w:val="Normal"/>
    <w:rsid w:val="00067E53"/>
    <w:pPr>
      <w:keepNext/>
      <w:widowControl w:val="0"/>
      <w:spacing w:before="0" w:after="0" w:line="240" w:lineRule="auto"/>
    </w:pPr>
    <w:rPr>
      <w:szCs w:val="20"/>
      <w:lang w:eastAsia="en-GB"/>
    </w:rPr>
  </w:style>
  <w:style w:type="character" w:customStyle="1" w:styleId="added">
    <w:name w:val="added"/>
    <w:rsid w:val="00067E53"/>
    <w:rPr>
      <w:b/>
      <w:i/>
      <w:noProof w:val="0"/>
      <w:lang w:val="en-US"/>
    </w:rPr>
  </w:style>
  <w:style w:type="paragraph" w:customStyle="1" w:styleId="Justification">
    <w:name w:val="Justification"/>
    <w:basedOn w:val="Normal12"/>
    <w:rsid w:val="00067E53"/>
    <w:rPr>
      <w:i/>
    </w:rPr>
  </w:style>
  <w:style w:type="paragraph" w:customStyle="1" w:styleId="AMClosing">
    <w:name w:val="AMClosing"/>
    <w:basedOn w:val="Normal"/>
    <w:rsid w:val="00067E53"/>
    <w:pPr>
      <w:widowControl w:val="0"/>
      <w:spacing w:before="480" w:after="720" w:line="240" w:lineRule="auto"/>
    </w:pPr>
    <w:rPr>
      <w:szCs w:val="20"/>
      <w:lang w:eastAsia="en-GB"/>
    </w:rPr>
  </w:style>
  <w:style w:type="paragraph" w:customStyle="1" w:styleId="ConsHeading">
    <w:name w:val="ConsHeading"/>
    <w:basedOn w:val="Normal12Centre"/>
    <w:rsid w:val="00067E53"/>
    <w:pPr>
      <w:spacing w:before="720"/>
    </w:pPr>
    <w:rPr>
      <w:noProof/>
    </w:rPr>
  </w:style>
  <w:style w:type="paragraph" w:customStyle="1" w:styleId="NormalJustified">
    <w:name w:val="Normal Justified"/>
    <w:basedOn w:val="Normal"/>
    <w:rsid w:val="00067E53"/>
    <w:pPr>
      <w:autoSpaceDE w:val="0"/>
      <w:autoSpaceDN w:val="0"/>
      <w:adjustRightInd w:val="0"/>
      <w:spacing w:before="200"/>
      <w:jc w:val="both"/>
    </w:pPr>
    <w:rPr>
      <w:lang w:eastAsia="en-GB"/>
    </w:rPr>
  </w:style>
  <w:style w:type="paragraph" w:customStyle="1" w:styleId="FinalLine">
    <w:name w:val="Final Line"/>
    <w:basedOn w:val="Normal"/>
    <w:next w:val="Normal"/>
    <w:rsid w:val="00067E53"/>
    <w:pPr>
      <w:pBdr>
        <w:bottom w:val="single" w:sz="4" w:space="0" w:color="000000"/>
      </w:pBdr>
      <w:autoSpaceDE w:val="0"/>
      <w:autoSpaceDN w:val="0"/>
      <w:adjustRightInd w:val="0"/>
      <w:spacing w:before="360"/>
      <w:ind w:left="3400" w:right="3400"/>
      <w:jc w:val="center"/>
    </w:pPr>
    <w:rPr>
      <w:b/>
      <w:lang w:eastAsia="en-GB"/>
    </w:rPr>
  </w:style>
  <w:style w:type="paragraph" w:customStyle="1" w:styleId="FinalLineLandscape">
    <w:name w:val="Final Line (Landscape)"/>
    <w:basedOn w:val="Normal"/>
    <w:next w:val="Normal"/>
    <w:rsid w:val="00067E53"/>
    <w:pPr>
      <w:pBdr>
        <w:bottom w:val="single" w:sz="4" w:space="0" w:color="000000"/>
      </w:pBdr>
      <w:autoSpaceDE w:val="0"/>
      <w:autoSpaceDN w:val="0"/>
      <w:adjustRightInd w:val="0"/>
      <w:spacing w:before="360"/>
      <w:ind w:left="5868" w:right="5868"/>
      <w:jc w:val="center"/>
    </w:pPr>
    <w:rPr>
      <w:b/>
      <w:lang w:eastAsia="en-GB"/>
    </w:rPr>
  </w:style>
  <w:style w:type="paragraph" w:customStyle="1" w:styleId="Text5">
    <w:name w:val="Text 5"/>
    <w:basedOn w:val="Normal"/>
    <w:rsid w:val="00067E53"/>
    <w:pPr>
      <w:autoSpaceDE w:val="0"/>
      <w:autoSpaceDN w:val="0"/>
      <w:adjustRightInd w:val="0"/>
      <w:ind w:left="2835"/>
    </w:pPr>
    <w:rPr>
      <w:lang w:eastAsia="en-GB"/>
    </w:rPr>
  </w:style>
  <w:style w:type="paragraph" w:customStyle="1" w:styleId="Text6">
    <w:name w:val="Text 6"/>
    <w:basedOn w:val="Normal"/>
    <w:rsid w:val="00067E53"/>
    <w:pPr>
      <w:autoSpaceDE w:val="0"/>
      <w:autoSpaceDN w:val="0"/>
      <w:adjustRightInd w:val="0"/>
      <w:ind w:left="3402"/>
    </w:pPr>
    <w:rPr>
      <w:lang w:eastAsia="en-GB"/>
    </w:rPr>
  </w:style>
  <w:style w:type="paragraph" w:customStyle="1" w:styleId="PointManual">
    <w:name w:val="Point Manual"/>
    <w:basedOn w:val="Normal"/>
    <w:rsid w:val="00067E53"/>
    <w:pPr>
      <w:autoSpaceDE w:val="0"/>
      <w:autoSpaceDN w:val="0"/>
      <w:adjustRightInd w:val="0"/>
      <w:ind w:left="567" w:hanging="567"/>
    </w:pPr>
    <w:rPr>
      <w:lang w:eastAsia="en-GB"/>
    </w:rPr>
  </w:style>
  <w:style w:type="paragraph" w:customStyle="1" w:styleId="PointManual1">
    <w:name w:val="Point Manual (1)"/>
    <w:basedOn w:val="Normal"/>
    <w:rsid w:val="00067E53"/>
    <w:pPr>
      <w:autoSpaceDE w:val="0"/>
      <w:autoSpaceDN w:val="0"/>
      <w:adjustRightInd w:val="0"/>
      <w:ind w:left="1134" w:hanging="567"/>
    </w:pPr>
    <w:rPr>
      <w:lang w:eastAsia="en-GB"/>
    </w:rPr>
  </w:style>
  <w:style w:type="paragraph" w:customStyle="1" w:styleId="PointManual2">
    <w:name w:val="Point Manual (2)"/>
    <w:basedOn w:val="Normal"/>
    <w:rsid w:val="00067E53"/>
    <w:pPr>
      <w:autoSpaceDE w:val="0"/>
      <w:autoSpaceDN w:val="0"/>
      <w:adjustRightInd w:val="0"/>
      <w:ind w:left="1701" w:hanging="567"/>
    </w:pPr>
    <w:rPr>
      <w:lang w:eastAsia="en-GB"/>
    </w:rPr>
  </w:style>
  <w:style w:type="paragraph" w:customStyle="1" w:styleId="PointManual3">
    <w:name w:val="Point Manual (3)"/>
    <w:basedOn w:val="Normal"/>
    <w:rsid w:val="00067E53"/>
    <w:pPr>
      <w:autoSpaceDE w:val="0"/>
      <w:autoSpaceDN w:val="0"/>
      <w:adjustRightInd w:val="0"/>
      <w:ind w:left="2268" w:hanging="567"/>
    </w:pPr>
    <w:rPr>
      <w:lang w:eastAsia="en-GB"/>
    </w:rPr>
  </w:style>
  <w:style w:type="paragraph" w:customStyle="1" w:styleId="PointManual4">
    <w:name w:val="Point Manual (4)"/>
    <w:basedOn w:val="Normal"/>
    <w:rsid w:val="00067E53"/>
    <w:pPr>
      <w:autoSpaceDE w:val="0"/>
      <w:autoSpaceDN w:val="0"/>
      <w:adjustRightInd w:val="0"/>
      <w:ind w:left="2835" w:hanging="567"/>
    </w:pPr>
    <w:rPr>
      <w:lang w:eastAsia="en-GB"/>
    </w:rPr>
  </w:style>
  <w:style w:type="paragraph" w:customStyle="1" w:styleId="PointDoubleManual">
    <w:name w:val="Point Double Manual"/>
    <w:basedOn w:val="Normal"/>
    <w:rsid w:val="00067E53"/>
    <w:pPr>
      <w:tabs>
        <w:tab w:val="left" w:pos="567"/>
      </w:tabs>
      <w:autoSpaceDE w:val="0"/>
      <w:autoSpaceDN w:val="0"/>
      <w:adjustRightInd w:val="0"/>
      <w:ind w:left="1134" w:hanging="1134"/>
    </w:pPr>
    <w:rPr>
      <w:lang w:eastAsia="en-GB"/>
    </w:rPr>
  </w:style>
  <w:style w:type="paragraph" w:customStyle="1" w:styleId="PointDoubleManual1">
    <w:name w:val="Point Double Manual (1)"/>
    <w:basedOn w:val="Normal"/>
    <w:rsid w:val="00067E53"/>
    <w:pPr>
      <w:tabs>
        <w:tab w:val="left" w:pos="1134"/>
      </w:tabs>
      <w:autoSpaceDE w:val="0"/>
      <w:autoSpaceDN w:val="0"/>
      <w:adjustRightInd w:val="0"/>
      <w:ind w:left="1701" w:hanging="1134"/>
    </w:pPr>
    <w:rPr>
      <w:lang w:eastAsia="en-GB"/>
    </w:rPr>
  </w:style>
  <w:style w:type="paragraph" w:customStyle="1" w:styleId="PointDoubleManual2">
    <w:name w:val="Point Double Manual (2)"/>
    <w:basedOn w:val="Normal"/>
    <w:rsid w:val="00067E53"/>
    <w:pPr>
      <w:tabs>
        <w:tab w:val="left" w:pos="1701"/>
      </w:tabs>
      <w:autoSpaceDE w:val="0"/>
      <w:autoSpaceDN w:val="0"/>
      <w:adjustRightInd w:val="0"/>
      <w:ind w:left="2268" w:hanging="1134"/>
    </w:pPr>
    <w:rPr>
      <w:lang w:eastAsia="en-GB"/>
    </w:rPr>
  </w:style>
  <w:style w:type="paragraph" w:customStyle="1" w:styleId="PointDoubleManual3">
    <w:name w:val="Point Double Manual (3)"/>
    <w:basedOn w:val="Normal"/>
    <w:rsid w:val="00067E53"/>
    <w:pPr>
      <w:tabs>
        <w:tab w:val="left" w:pos="2268"/>
      </w:tabs>
      <w:autoSpaceDE w:val="0"/>
      <w:autoSpaceDN w:val="0"/>
      <w:adjustRightInd w:val="0"/>
      <w:ind w:left="2835" w:hanging="1134"/>
    </w:pPr>
    <w:rPr>
      <w:lang w:eastAsia="en-GB"/>
    </w:rPr>
  </w:style>
  <w:style w:type="paragraph" w:customStyle="1" w:styleId="PointDoubleManual4">
    <w:name w:val="Point Double Manual (4)"/>
    <w:basedOn w:val="Normal"/>
    <w:rsid w:val="00067E53"/>
    <w:pPr>
      <w:tabs>
        <w:tab w:val="left" w:pos="2835"/>
      </w:tabs>
      <w:autoSpaceDE w:val="0"/>
      <w:autoSpaceDN w:val="0"/>
      <w:adjustRightInd w:val="0"/>
      <w:ind w:left="3402" w:hanging="1134"/>
    </w:pPr>
    <w:rPr>
      <w:lang w:eastAsia="en-GB"/>
    </w:rPr>
  </w:style>
  <w:style w:type="paragraph" w:customStyle="1" w:styleId="Pointabc">
    <w:name w:val="Point abc"/>
    <w:basedOn w:val="Normal"/>
    <w:rsid w:val="00067E53"/>
    <w:pPr>
      <w:numPr>
        <w:ilvl w:val="1"/>
        <w:numId w:val="3"/>
      </w:numPr>
      <w:autoSpaceDE w:val="0"/>
      <w:autoSpaceDN w:val="0"/>
      <w:adjustRightInd w:val="0"/>
    </w:pPr>
    <w:rPr>
      <w:lang w:eastAsia="en-GB"/>
    </w:rPr>
  </w:style>
  <w:style w:type="paragraph" w:customStyle="1" w:styleId="Pointabc1">
    <w:name w:val="Point abc (1)"/>
    <w:basedOn w:val="Normal"/>
    <w:rsid w:val="00067E53"/>
    <w:pPr>
      <w:numPr>
        <w:ilvl w:val="3"/>
        <w:numId w:val="3"/>
      </w:numPr>
      <w:autoSpaceDE w:val="0"/>
      <w:autoSpaceDN w:val="0"/>
      <w:adjustRightInd w:val="0"/>
    </w:pPr>
    <w:rPr>
      <w:lang w:eastAsia="en-GB"/>
    </w:rPr>
  </w:style>
  <w:style w:type="paragraph" w:customStyle="1" w:styleId="Pointabc2">
    <w:name w:val="Point abc (2)"/>
    <w:basedOn w:val="Normal"/>
    <w:rsid w:val="00067E53"/>
    <w:pPr>
      <w:numPr>
        <w:ilvl w:val="5"/>
        <w:numId w:val="3"/>
      </w:numPr>
      <w:autoSpaceDE w:val="0"/>
      <w:autoSpaceDN w:val="0"/>
      <w:adjustRightInd w:val="0"/>
    </w:pPr>
    <w:rPr>
      <w:lang w:eastAsia="en-GB"/>
    </w:rPr>
  </w:style>
  <w:style w:type="paragraph" w:customStyle="1" w:styleId="Pointabc3">
    <w:name w:val="Point abc (3)"/>
    <w:basedOn w:val="Normal"/>
    <w:rsid w:val="00067E53"/>
    <w:pPr>
      <w:numPr>
        <w:ilvl w:val="7"/>
        <w:numId w:val="3"/>
      </w:numPr>
      <w:autoSpaceDE w:val="0"/>
      <w:autoSpaceDN w:val="0"/>
      <w:adjustRightInd w:val="0"/>
    </w:pPr>
    <w:rPr>
      <w:lang w:eastAsia="en-GB"/>
    </w:rPr>
  </w:style>
  <w:style w:type="paragraph" w:customStyle="1" w:styleId="Pointabc4">
    <w:name w:val="Point abc (4)"/>
    <w:basedOn w:val="Normal"/>
    <w:rsid w:val="00067E53"/>
    <w:pPr>
      <w:numPr>
        <w:ilvl w:val="8"/>
        <w:numId w:val="3"/>
      </w:numPr>
      <w:autoSpaceDE w:val="0"/>
      <w:autoSpaceDN w:val="0"/>
      <w:adjustRightInd w:val="0"/>
    </w:pPr>
    <w:rPr>
      <w:lang w:eastAsia="en-GB"/>
    </w:rPr>
  </w:style>
  <w:style w:type="paragraph" w:customStyle="1" w:styleId="Point123">
    <w:name w:val="Point 123"/>
    <w:basedOn w:val="Normal"/>
    <w:rsid w:val="00067E53"/>
    <w:pPr>
      <w:numPr>
        <w:numId w:val="3"/>
      </w:numPr>
      <w:autoSpaceDE w:val="0"/>
      <w:autoSpaceDN w:val="0"/>
      <w:adjustRightInd w:val="0"/>
    </w:pPr>
    <w:rPr>
      <w:lang w:eastAsia="en-GB"/>
    </w:rPr>
  </w:style>
  <w:style w:type="paragraph" w:customStyle="1" w:styleId="Point1231">
    <w:name w:val="Point 123 (1)"/>
    <w:basedOn w:val="Normal"/>
    <w:rsid w:val="00067E53"/>
    <w:pPr>
      <w:numPr>
        <w:ilvl w:val="2"/>
        <w:numId w:val="3"/>
      </w:numPr>
      <w:autoSpaceDE w:val="0"/>
      <w:autoSpaceDN w:val="0"/>
      <w:adjustRightInd w:val="0"/>
    </w:pPr>
    <w:rPr>
      <w:lang w:eastAsia="en-GB"/>
    </w:rPr>
  </w:style>
  <w:style w:type="paragraph" w:customStyle="1" w:styleId="Point1232">
    <w:name w:val="Point 123 (2)"/>
    <w:basedOn w:val="Normal"/>
    <w:rsid w:val="00067E53"/>
    <w:pPr>
      <w:numPr>
        <w:ilvl w:val="4"/>
        <w:numId w:val="3"/>
      </w:numPr>
      <w:autoSpaceDE w:val="0"/>
      <w:autoSpaceDN w:val="0"/>
      <w:adjustRightInd w:val="0"/>
    </w:pPr>
    <w:rPr>
      <w:lang w:eastAsia="en-GB"/>
    </w:rPr>
  </w:style>
  <w:style w:type="paragraph" w:customStyle="1" w:styleId="Point1233">
    <w:name w:val="Point 123 (3)"/>
    <w:basedOn w:val="Normal"/>
    <w:rsid w:val="00067E53"/>
    <w:pPr>
      <w:numPr>
        <w:ilvl w:val="6"/>
        <w:numId w:val="3"/>
      </w:numPr>
      <w:autoSpaceDE w:val="0"/>
      <w:autoSpaceDN w:val="0"/>
      <w:adjustRightInd w:val="0"/>
    </w:pPr>
    <w:rPr>
      <w:lang w:eastAsia="en-GB"/>
    </w:rPr>
  </w:style>
  <w:style w:type="paragraph" w:customStyle="1" w:styleId="Pointivx">
    <w:name w:val="Point ivx"/>
    <w:basedOn w:val="Normal"/>
    <w:rsid w:val="00067E53"/>
    <w:pPr>
      <w:numPr>
        <w:numId w:val="4"/>
      </w:numPr>
      <w:autoSpaceDE w:val="0"/>
      <w:autoSpaceDN w:val="0"/>
      <w:adjustRightInd w:val="0"/>
    </w:pPr>
    <w:rPr>
      <w:lang w:eastAsia="en-GB"/>
    </w:rPr>
  </w:style>
  <w:style w:type="paragraph" w:customStyle="1" w:styleId="Pointivx1">
    <w:name w:val="Point ivx (1)"/>
    <w:basedOn w:val="Normal"/>
    <w:rsid w:val="00067E53"/>
    <w:pPr>
      <w:numPr>
        <w:ilvl w:val="1"/>
        <w:numId w:val="4"/>
      </w:numPr>
      <w:autoSpaceDE w:val="0"/>
      <w:autoSpaceDN w:val="0"/>
      <w:adjustRightInd w:val="0"/>
    </w:pPr>
    <w:rPr>
      <w:lang w:eastAsia="en-GB"/>
    </w:rPr>
  </w:style>
  <w:style w:type="paragraph" w:customStyle="1" w:styleId="Pointivx2">
    <w:name w:val="Point ivx (2)"/>
    <w:basedOn w:val="Normal"/>
    <w:rsid w:val="00067E53"/>
    <w:pPr>
      <w:numPr>
        <w:ilvl w:val="2"/>
        <w:numId w:val="4"/>
      </w:numPr>
      <w:autoSpaceDE w:val="0"/>
      <w:autoSpaceDN w:val="0"/>
      <w:adjustRightInd w:val="0"/>
    </w:pPr>
    <w:rPr>
      <w:lang w:eastAsia="en-GB"/>
    </w:rPr>
  </w:style>
  <w:style w:type="paragraph" w:customStyle="1" w:styleId="Pointivx3">
    <w:name w:val="Point ivx (3)"/>
    <w:basedOn w:val="Normal"/>
    <w:rsid w:val="00067E53"/>
    <w:pPr>
      <w:numPr>
        <w:ilvl w:val="3"/>
        <w:numId w:val="4"/>
      </w:numPr>
      <w:autoSpaceDE w:val="0"/>
      <w:autoSpaceDN w:val="0"/>
      <w:adjustRightInd w:val="0"/>
    </w:pPr>
    <w:rPr>
      <w:lang w:eastAsia="en-GB"/>
    </w:rPr>
  </w:style>
  <w:style w:type="paragraph" w:customStyle="1" w:styleId="Pointivx4">
    <w:name w:val="Point ivx (4)"/>
    <w:basedOn w:val="Normal"/>
    <w:rsid w:val="00067E53"/>
    <w:pPr>
      <w:numPr>
        <w:ilvl w:val="4"/>
        <w:numId w:val="4"/>
      </w:numPr>
      <w:autoSpaceDE w:val="0"/>
      <w:autoSpaceDN w:val="0"/>
      <w:adjustRightInd w:val="0"/>
    </w:pPr>
    <w:rPr>
      <w:lang w:eastAsia="en-GB"/>
    </w:rPr>
  </w:style>
  <w:style w:type="paragraph" w:customStyle="1" w:styleId="Bullet">
    <w:name w:val="Bullet"/>
    <w:basedOn w:val="Normal"/>
    <w:rsid w:val="00067E53"/>
    <w:pPr>
      <w:tabs>
        <w:tab w:val="num" w:pos="567"/>
      </w:tabs>
      <w:autoSpaceDE w:val="0"/>
      <w:autoSpaceDN w:val="0"/>
      <w:adjustRightInd w:val="0"/>
      <w:ind w:left="567" w:hanging="567"/>
    </w:pPr>
    <w:rPr>
      <w:lang w:eastAsia="en-GB"/>
    </w:rPr>
  </w:style>
  <w:style w:type="paragraph" w:customStyle="1" w:styleId="Dash">
    <w:name w:val="Dash"/>
    <w:basedOn w:val="Normal"/>
    <w:rsid w:val="00067E53"/>
    <w:pPr>
      <w:tabs>
        <w:tab w:val="num" w:pos="567"/>
      </w:tabs>
      <w:autoSpaceDE w:val="0"/>
      <w:autoSpaceDN w:val="0"/>
      <w:adjustRightInd w:val="0"/>
      <w:ind w:left="567" w:hanging="567"/>
    </w:pPr>
    <w:rPr>
      <w:lang w:eastAsia="en-GB"/>
    </w:rPr>
  </w:style>
  <w:style w:type="paragraph" w:customStyle="1" w:styleId="Dash1">
    <w:name w:val="Dash 1"/>
    <w:basedOn w:val="Normal"/>
    <w:rsid w:val="00067E53"/>
    <w:pPr>
      <w:tabs>
        <w:tab w:val="num" w:pos="1134"/>
      </w:tabs>
      <w:autoSpaceDE w:val="0"/>
      <w:autoSpaceDN w:val="0"/>
      <w:adjustRightInd w:val="0"/>
      <w:ind w:left="1134" w:hanging="567"/>
    </w:pPr>
    <w:rPr>
      <w:lang w:eastAsia="en-GB"/>
    </w:rPr>
  </w:style>
  <w:style w:type="paragraph" w:customStyle="1" w:styleId="Dash2">
    <w:name w:val="Dash 2"/>
    <w:basedOn w:val="Normal"/>
    <w:rsid w:val="00067E53"/>
    <w:pPr>
      <w:tabs>
        <w:tab w:val="num" w:pos="1701"/>
      </w:tabs>
      <w:autoSpaceDE w:val="0"/>
      <w:autoSpaceDN w:val="0"/>
      <w:adjustRightInd w:val="0"/>
      <w:ind w:left="1701" w:hanging="567"/>
    </w:pPr>
    <w:rPr>
      <w:lang w:eastAsia="en-GB"/>
    </w:rPr>
  </w:style>
  <w:style w:type="paragraph" w:customStyle="1" w:styleId="Dash3">
    <w:name w:val="Dash 3"/>
    <w:basedOn w:val="Normal"/>
    <w:rsid w:val="00067E53"/>
    <w:pPr>
      <w:tabs>
        <w:tab w:val="num" w:pos="2268"/>
      </w:tabs>
      <w:autoSpaceDE w:val="0"/>
      <w:autoSpaceDN w:val="0"/>
      <w:adjustRightInd w:val="0"/>
      <w:ind w:left="2268" w:hanging="567"/>
    </w:pPr>
    <w:rPr>
      <w:lang w:eastAsia="en-GB"/>
    </w:rPr>
  </w:style>
  <w:style w:type="paragraph" w:customStyle="1" w:styleId="Dash4">
    <w:name w:val="Dash 4"/>
    <w:basedOn w:val="Normal"/>
    <w:rsid w:val="00067E53"/>
    <w:pPr>
      <w:tabs>
        <w:tab w:val="num" w:pos="2835"/>
      </w:tabs>
      <w:autoSpaceDE w:val="0"/>
      <w:autoSpaceDN w:val="0"/>
      <w:adjustRightInd w:val="0"/>
      <w:ind w:left="2835" w:hanging="567"/>
    </w:pPr>
    <w:rPr>
      <w:lang w:eastAsia="en-GB"/>
    </w:rPr>
  </w:style>
  <w:style w:type="paragraph" w:customStyle="1" w:styleId="DashEqual">
    <w:name w:val="Dash Equal"/>
    <w:basedOn w:val="Dash"/>
    <w:rsid w:val="00067E53"/>
    <w:pPr>
      <w:tabs>
        <w:tab w:val="num" w:pos="2835"/>
      </w:tabs>
      <w:ind w:left="2835"/>
    </w:pPr>
  </w:style>
  <w:style w:type="paragraph" w:customStyle="1" w:styleId="DashEqual1">
    <w:name w:val="Dash Equal 1"/>
    <w:basedOn w:val="Dash1"/>
    <w:rsid w:val="00067E53"/>
    <w:pPr>
      <w:tabs>
        <w:tab w:val="num" w:pos="567"/>
      </w:tabs>
      <w:ind w:left="567"/>
    </w:pPr>
  </w:style>
  <w:style w:type="paragraph" w:customStyle="1" w:styleId="DashEqual2">
    <w:name w:val="Dash Equal 2"/>
    <w:basedOn w:val="Dash2"/>
    <w:rsid w:val="00067E53"/>
    <w:pPr>
      <w:tabs>
        <w:tab w:val="num" w:pos="1134"/>
      </w:tabs>
      <w:ind w:left="1134"/>
    </w:pPr>
  </w:style>
  <w:style w:type="paragraph" w:customStyle="1" w:styleId="DashEqual3">
    <w:name w:val="Dash Equal 3"/>
    <w:basedOn w:val="Dash3"/>
    <w:rsid w:val="00067E53"/>
    <w:pPr>
      <w:tabs>
        <w:tab w:val="num" w:pos="1701"/>
      </w:tabs>
      <w:ind w:left="1701"/>
    </w:pPr>
  </w:style>
  <w:style w:type="paragraph" w:customStyle="1" w:styleId="DashEqual4">
    <w:name w:val="Dash Equal 4"/>
    <w:basedOn w:val="Dash4"/>
    <w:rsid w:val="00067E53"/>
    <w:pPr>
      <w:tabs>
        <w:tab w:val="num" w:pos="2268"/>
      </w:tabs>
      <w:ind w:left="2268"/>
    </w:pPr>
  </w:style>
  <w:style w:type="paragraph" w:customStyle="1" w:styleId="HeadingLeft">
    <w:name w:val="Heading Left"/>
    <w:basedOn w:val="Normal"/>
    <w:next w:val="Normal"/>
    <w:rsid w:val="00067E53"/>
    <w:pPr>
      <w:autoSpaceDE w:val="0"/>
      <w:autoSpaceDN w:val="0"/>
      <w:adjustRightInd w:val="0"/>
      <w:spacing w:before="360"/>
      <w:outlineLvl w:val="0"/>
    </w:pPr>
    <w:rPr>
      <w:b/>
      <w:caps/>
      <w:u w:val="single"/>
      <w:lang w:eastAsia="en-GB"/>
    </w:rPr>
  </w:style>
  <w:style w:type="paragraph" w:customStyle="1" w:styleId="HeadingIVX">
    <w:name w:val="Heading IVX"/>
    <w:basedOn w:val="HeadingLeft"/>
    <w:next w:val="Normal"/>
    <w:rsid w:val="00067E53"/>
    <w:pPr>
      <w:numPr>
        <w:numId w:val="7"/>
      </w:numPr>
    </w:pPr>
  </w:style>
  <w:style w:type="paragraph" w:customStyle="1" w:styleId="Heading123">
    <w:name w:val="Heading 123"/>
    <w:basedOn w:val="HeadingLeft"/>
    <w:next w:val="Normal"/>
    <w:rsid w:val="00067E53"/>
    <w:pPr>
      <w:numPr>
        <w:numId w:val="6"/>
      </w:numPr>
    </w:pPr>
  </w:style>
  <w:style w:type="paragraph" w:customStyle="1" w:styleId="HeadingABC">
    <w:name w:val="Heading ABC"/>
    <w:basedOn w:val="HeadingLeft"/>
    <w:next w:val="Normal"/>
    <w:rsid w:val="00067E53"/>
    <w:pPr>
      <w:numPr>
        <w:numId w:val="5"/>
      </w:numPr>
    </w:pPr>
  </w:style>
  <w:style w:type="paragraph" w:customStyle="1" w:styleId="HeadingCentered">
    <w:name w:val="Heading Centered"/>
    <w:basedOn w:val="HeadingLeft"/>
    <w:next w:val="Normal"/>
    <w:rsid w:val="00067E53"/>
    <w:pPr>
      <w:jc w:val="center"/>
    </w:pPr>
  </w:style>
  <w:style w:type="paragraph" w:customStyle="1" w:styleId="Jardin">
    <w:name w:val="Jardin"/>
    <w:basedOn w:val="Normal"/>
    <w:uiPriority w:val="99"/>
    <w:rsid w:val="00067E53"/>
    <w:pPr>
      <w:autoSpaceDE w:val="0"/>
      <w:autoSpaceDN w:val="0"/>
      <w:adjustRightInd w:val="0"/>
      <w:spacing w:before="200" w:after="0" w:line="240" w:lineRule="auto"/>
      <w:jc w:val="center"/>
    </w:pPr>
    <w:rPr>
      <w:lang w:eastAsia="en-GB"/>
    </w:rPr>
  </w:style>
  <w:style w:type="paragraph" w:customStyle="1" w:styleId="Amendment">
    <w:name w:val="Amendment"/>
    <w:basedOn w:val="Normal"/>
    <w:next w:val="Normal"/>
    <w:rsid w:val="00067E53"/>
    <w:pPr>
      <w:autoSpaceDE w:val="0"/>
      <w:autoSpaceDN w:val="0"/>
      <w:adjustRightInd w:val="0"/>
    </w:pPr>
    <w:rPr>
      <w:i/>
      <w:u w:val="single"/>
      <w:lang w:eastAsia="en-GB"/>
    </w:rPr>
  </w:style>
  <w:style w:type="paragraph" w:customStyle="1" w:styleId="AmendmentList">
    <w:name w:val="Amendment List"/>
    <w:basedOn w:val="Normal"/>
    <w:rsid w:val="00067E53"/>
    <w:pPr>
      <w:autoSpaceDE w:val="0"/>
      <w:autoSpaceDN w:val="0"/>
      <w:adjustRightInd w:val="0"/>
      <w:ind w:left="2268" w:hanging="2268"/>
    </w:pPr>
    <w:rPr>
      <w:lang w:eastAsia="en-GB"/>
    </w:rPr>
  </w:style>
  <w:style w:type="paragraph" w:customStyle="1" w:styleId="ReplyRE">
    <w:name w:val="Reply RE"/>
    <w:basedOn w:val="Normal"/>
    <w:next w:val="Normal"/>
    <w:rsid w:val="00067E53"/>
    <w:pPr>
      <w:autoSpaceDE w:val="0"/>
      <w:autoSpaceDN w:val="0"/>
      <w:adjustRightInd w:val="0"/>
      <w:spacing w:after="480" w:line="240" w:lineRule="auto"/>
      <w:contextualSpacing/>
    </w:pPr>
    <w:rPr>
      <w:lang w:eastAsia="en-GB"/>
    </w:rPr>
  </w:style>
  <w:style w:type="paragraph" w:customStyle="1" w:styleId="ReplyBold">
    <w:name w:val="Reply Bold"/>
    <w:basedOn w:val="ReplyRE"/>
    <w:next w:val="Normal"/>
    <w:rsid w:val="00067E53"/>
    <w:rPr>
      <w:b/>
    </w:rPr>
  </w:style>
  <w:style w:type="paragraph" w:customStyle="1" w:styleId="Annex">
    <w:name w:val="Annex"/>
    <w:basedOn w:val="Normal"/>
    <w:next w:val="Normal"/>
    <w:rsid w:val="00067E53"/>
    <w:pPr>
      <w:autoSpaceDE w:val="0"/>
      <w:autoSpaceDN w:val="0"/>
      <w:adjustRightInd w:val="0"/>
      <w:jc w:val="right"/>
    </w:pPr>
    <w:rPr>
      <w:b/>
      <w:u w:val="single"/>
      <w:lang w:eastAsia="en-GB"/>
    </w:rPr>
  </w:style>
  <w:style w:type="paragraph" w:customStyle="1" w:styleId="Sign">
    <w:name w:val="Sign"/>
    <w:basedOn w:val="Normal"/>
    <w:rsid w:val="00067E53"/>
    <w:pPr>
      <w:tabs>
        <w:tab w:val="center" w:pos="7087"/>
      </w:tabs>
      <w:autoSpaceDE w:val="0"/>
      <w:autoSpaceDN w:val="0"/>
      <w:adjustRightInd w:val="0"/>
      <w:contextualSpacing/>
    </w:pPr>
    <w:rPr>
      <w:lang w:eastAsia="en-GB"/>
    </w:rPr>
  </w:style>
  <w:style w:type="paragraph" w:customStyle="1" w:styleId="NotDeclassified">
    <w:name w:val="Not Declassified"/>
    <w:basedOn w:val="Normal"/>
    <w:next w:val="Normal"/>
    <w:rsid w:val="00067E53"/>
    <w:pPr>
      <w:autoSpaceDE w:val="0"/>
      <w:autoSpaceDN w:val="0"/>
      <w:adjustRightInd w:val="0"/>
    </w:pPr>
    <w:rPr>
      <w:b/>
      <w:shd w:val="clear" w:color="auto" w:fill="CCCCCC"/>
      <w:lang w:eastAsia="en-GB"/>
    </w:rPr>
  </w:style>
  <w:style w:type="character" w:customStyle="1" w:styleId="NotDeclassifiedCharacter">
    <w:name w:val="Not Declassified Character"/>
    <w:rsid w:val="00067E53"/>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067E53"/>
    <w:pPr>
      <w:autoSpaceDE w:val="0"/>
      <w:autoSpaceDN w:val="0"/>
      <w:adjustRightInd w:val="0"/>
      <w:spacing w:line="240" w:lineRule="auto"/>
    </w:pPr>
    <w:rPr>
      <w:lang w:eastAsia="en-GB"/>
    </w:rPr>
  </w:style>
  <w:style w:type="character" w:customStyle="1" w:styleId="TechnicalBlockChar">
    <w:name w:val="Technical Block Char"/>
    <w:rsid w:val="00067E53"/>
    <w:rPr>
      <w:rFonts w:ascii="Times New Roman" w:hAnsi="Times New Roman" w:cs="Times New Roman"/>
      <w:sz w:val="24"/>
      <w:lang w:val="en-GB"/>
    </w:rPr>
  </w:style>
  <w:style w:type="paragraph" w:styleId="ListParagraph">
    <w:name w:val="List Paragraph"/>
    <w:basedOn w:val="Normal"/>
    <w:uiPriority w:val="34"/>
    <w:qFormat/>
    <w:rsid w:val="00067E53"/>
    <w:pPr>
      <w:autoSpaceDE w:val="0"/>
      <w:autoSpaceDN w:val="0"/>
      <w:adjustRightInd w:val="0"/>
      <w:ind w:left="720"/>
      <w:contextualSpacing/>
    </w:pPr>
    <w:rPr>
      <w:lang w:eastAsia="en-GB"/>
    </w:rPr>
  </w:style>
  <w:style w:type="table" w:customStyle="1" w:styleId="TableGrid11">
    <w:name w:val="Table Grid11"/>
    <w:basedOn w:val="TableNormal"/>
    <w:next w:val="TableGrid"/>
    <w:uiPriority w:val="39"/>
    <w:rsid w:val="00067E53"/>
    <w:rPr>
      <w:rFonts w:ascii="Calibri"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67E53"/>
    <w:pPr>
      <w:autoSpaceDE w:val="0"/>
      <w:autoSpaceDN w:val="0"/>
      <w:adjustRightInd w:val="0"/>
      <w:spacing w:before="100" w:beforeAutospacing="1" w:after="100" w:afterAutospacing="1" w:line="240" w:lineRule="auto"/>
    </w:pPr>
    <w:rPr>
      <w:rFonts w:ascii="Times" w:hAnsi="Times"/>
      <w:sz w:val="20"/>
      <w:szCs w:val="20"/>
      <w:lang w:val="nl-NL" w:eastAsia="en-GB"/>
    </w:rPr>
  </w:style>
  <w:style w:type="paragraph" w:customStyle="1" w:styleId="Rfrenceinterinstitutionnelle">
    <w:name w:val="Référence interinstitutionnelle"/>
    <w:basedOn w:val="Normal"/>
    <w:next w:val="Statut"/>
    <w:rsid w:val="00067E53"/>
    <w:pPr>
      <w:autoSpaceDE w:val="0"/>
      <w:autoSpaceDN w:val="0"/>
      <w:adjustRightInd w:val="0"/>
      <w:spacing w:before="0" w:after="0" w:line="240" w:lineRule="auto"/>
      <w:ind w:left="5103"/>
    </w:pPr>
    <w:rPr>
      <w:lang w:eastAsia="en-GB"/>
    </w:rPr>
  </w:style>
  <w:style w:type="paragraph" w:customStyle="1" w:styleId="odrka-kulat">
    <w:name w:val="odrážka-kulatá"/>
    <w:basedOn w:val="Normal"/>
    <w:qFormat/>
    <w:rsid w:val="00067E53"/>
    <w:pPr>
      <w:numPr>
        <w:numId w:val="8"/>
      </w:numPr>
      <w:tabs>
        <w:tab w:val="num" w:pos="567"/>
      </w:tabs>
      <w:autoSpaceDE w:val="0"/>
      <w:autoSpaceDN w:val="0"/>
      <w:adjustRightInd w:val="0"/>
      <w:spacing w:before="240" w:line="276" w:lineRule="auto"/>
      <w:ind w:left="567" w:hanging="567"/>
      <w:jc w:val="both"/>
    </w:pPr>
    <w:rPr>
      <w:b/>
      <w:lang w:eastAsia="en-GB"/>
    </w:rPr>
  </w:style>
  <w:style w:type="character" w:customStyle="1" w:styleId="odrka-kulatChar">
    <w:name w:val="odrážka-kulatá Char"/>
    <w:rsid w:val="00067E53"/>
    <w:rPr>
      <w:rFonts w:ascii="Times New Roman" w:hAnsi="Times New Roman"/>
      <w:b/>
      <w:sz w:val="24"/>
      <w:lang w:val="en-GB"/>
    </w:rPr>
  </w:style>
  <w:style w:type="paragraph" w:customStyle="1" w:styleId="CM1">
    <w:name w:val="CM1"/>
    <w:basedOn w:val="Normal"/>
    <w:next w:val="Normal"/>
    <w:uiPriority w:val="99"/>
    <w:rsid w:val="00067E53"/>
    <w:pPr>
      <w:autoSpaceDE w:val="0"/>
      <w:autoSpaceDN w:val="0"/>
      <w:adjustRightInd w:val="0"/>
      <w:spacing w:before="0" w:after="0" w:line="240" w:lineRule="auto"/>
    </w:pPr>
    <w:rPr>
      <w:rFonts w:ascii="EUAlbertina" w:hAnsi="EUAlbertina" w:cs="Arial"/>
      <w:lang w:eastAsia="en-GB"/>
    </w:rPr>
  </w:style>
  <w:style w:type="character" w:customStyle="1" w:styleId="italic">
    <w:name w:val="italic"/>
    <w:rsid w:val="00067E53"/>
    <w:rPr>
      <w:rFonts w:cs="Times New Roman"/>
    </w:rPr>
  </w:style>
  <w:style w:type="character" w:styleId="Emphasis">
    <w:name w:val="Emphasis"/>
    <w:uiPriority w:val="20"/>
    <w:qFormat/>
    <w:rsid w:val="00067E53"/>
    <w:rPr>
      <w:rFonts w:cs="Times New Roman"/>
      <w:i/>
    </w:rPr>
  </w:style>
  <w:style w:type="paragraph" w:styleId="HTMLPreformatted">
    <w:name w:val="HTML Preformatted"/>
    <w:basedOn w:val="Normal"/>
    <w:link w:val="HTMLPreformattedChar"/>
    <w:uiPriority w:val="99"/>
    <w:rsid w:val="00067E53"/>
    <w:pPr>
      <w:autoSpaceDE w:val="0"/>
      <w:autoSpaceDN w:val="0"/>
      <w:adjustRightInd w:val="0"/>
      <w:spacing w:before="0" w:after="0" w:line="240" w:lineRule="auto"/>
    </w:pPr>
    <w:rPr>
      <w:rFonts w:ascii="Consolas" w:hAnsi="Consolas"/>
      <w:sz w:val="20"/>
      <w:szCs w:val="20"/>
      <w:lang w:eastAsia="en-GB"/>
    </w:rPr>
  </w:style>
  <w:style w:type="character" w:customStyle="1" w:styleId="HTMLPreformattedChar">
    <w:name w:val="HTML Preformatted Char"/>
    <w:basedOn w:val="DefaultParagraphFont"/>
    <w:link w:val="HTMLPreformatted"/>
    <w:uiPriority w:val="99"/>
    <w:rsid w:val="00067E53"/>
    <w:rPr>
      <w:rFonts w:ascii="Consolas" w:eastAsia="Times New Roman" w:hAnsi="Consolas" w:cs="Times New Roman"/>
      <w:sz w:val="20"/>
      <w:szCs w:val="20"/>
      <w:lang w:val="en-GB" w:eastAsia="en-GB"/>
    </w:rPr>
  </w:style>
  <w:style w:type="paragraph" w:customStyle="1" w:styleId="Revision1">
    <w:name w:val="Revision1"/>
    <w:next w:val="Revision"/>
    <w:hidden/>
    <w:uiPriority w:val="99"/>
    <w:rsid w:val="00067E53"/>
    <w:pPr>
      <w:autoSpaceDE w:val="0"/>
      <w:autoSpaceDN w:val="0"/>
      <w:adjustRightInd w:val="0"/>
    </w:pPr>
    <w:rPr>
      <w:sz w:val="24"/>
      <w:lang w:val="en-GB" w:eastAsia="en-GB"/>
    </w:rPr>
  </w:style>
  <w:style w:type="paragraph" w:customStyle="1" w:styleId="ListBullet1">
    <w:name w:val="List Bullet1"/>
    <w:basedOn w:val="Normal"/>
    <w:next w:val="ListBullet"/>
    <w:uiPriority w:val="99"/>
    <w:rsid w:val="00067E53"/>
    <w:pPr>
      <w:tabs>
        <w:tab w:val="num" w:pos="360"/>
      </w:tabs>
      <w:autoSpaceDE w:val="0"/>
      <w:autoSpaceDN w:val="0"/>
      <w:adjustRightInd w:val="0"/>
      <w:spacing w:line="240" w:lineRule="auto"/>
      <w:ind w:left="360" w:hanging="360"/>
      <w:contextualSpacing/>
      <w:jc w:val="both"/>
    </w:pPr>
    <w:rPr>
      <w:lang w:eastAsia="en-GB"/>
    </w:rPr>
  </w:style>
  <w:style w:type="paragraph" w:customStyle="1" w:styleId="ListBullet21">
    <w:name w:val="List Bullet 21"/>
    <w:basedOn w:val="Normal"/>
    <w:next w:val="ListBullet2"/>
    <w:uiPriority w:val="99"/>
    <w:rsid w:val="00067E53"/>
    <w:pPr>
      <w:tabs>
        <w:tab w:val="num" w:pos="360"/>
      </w:tabs>
      <w:autoSpaceDE w:val="0"/>
      <w:autoSpaceDN w:val="0"/>
      <w:adjustRightInd w:val="0"/>
      <w:spacing w:line="240" w:lineRule="auto"/>
      <w:ind w:left="360" w:hanging="360"/>
      <w:contextualSpacing/>
      <w:jc w:val="both"/>
    </w:pPr>
    <w:rPr>
      <w:lang w:eastAsia="en-GB"/>
    </w:rPr>
  </w:style>
  <w:style w:type="paragraph" w:customStyle="1" w:styleId="ListBullet31">
    <w:name w:val="List Bullet 31"/>
    <w:basedOn w:val="Normal"/>
    <w:next w:val="ListBullet3"/>
    <w:uiPriority w:val="99"/>
    <w:rsid w:val="00067E53"/>
    <w:pPr>
      <w:tabs>
        <w:tab w:val="num" w:pos="720"/>
      </w:tabs>
      <w:autoSpaceDE w:val="0"/>
      <w:autoSpaceDN w:val="0"/>
      <w:adjustRightInd w:val="0"/>
      <w:spacing w:line="240" w:lineRule="auto"/>
      <w:ind w:left="720" w:hanging="360"/>
      <w:contextualSpacing/>
      <w:jc w:val="both"/>
    </w:pPr>
    <w:rPr>
      <w:lang w:eastAsia="en-GB"/>
    </w:rPr>
  </w:style>
  <w:style w:type="character" w:customStyle="1" w:styleId="Bodytext2">
    <w:name w:val="Body text (2)_"/>
    <w:rsid w:val="00067E53"/>
    <w:rPr>
      <w:rFonts w:ascii="Arial" w:eastAsia="Times New Roman" w:hAnsi="Arial"/>
      <w:sz w:val="16"/>
      <w:shd w:val="clear" w:color="auto" w:fill="FFFFFF"/>
    </w:rPr>
  </w:style>
  <w:style w:type="paragraph" w:customStyle="1" w:styleId="Bodytext20">
    <w:name w:val="Body text (2)"/>
    <w:basedOn w:val="Normal"/>
    <w:rsid w:val="00067E53"/>
    <w:pPr>
      <w:widowControl w:val="0"/>
      <w:shd w:val="clear" w:color="auto" w:fill="FFFFFF"/>
      <w:autoSpaceDE w:val="0"/>
      <w:autoSpaceDN w:val="0"/>
      <w:adjustRightInd w:val="0"/>
      <w:spacing w:before="360" w:after="360" w:line="178" w:lineRule="exact"/>
      <w:ind w:hanging="600"/>
      <w:jc w:val="both"/>
    </w:pPr>
    <w:rPr>
      <w:rFonts w:ascii="Arial" w:hAnsi="Arial" w:cs="Arial"/>
      <w:sz w:val="16"/>
      <w:szCs w:val="16"/>
      <w:lang w:val="en-US" w:eastAsia="en-GB"/>
    </w:rPr>
  </w:style>
  <w:style w:type="character" w:customStyle="1" w:styleId="st1">
    <w:name w:val="st1"/>
    <w:rsid w:val="00067E53"/>
  </w:style>
  <w:style w:type="character" w:customStyle="1" w:styleId="Caractresdenotedebasdepage">
    <w:name w:val="Caractères de note de bas de page"/>
    <w:rsid w:val="00067E53"/>
    <w:rPr>
      <w:vertAlign w:val="superscript"/>
    </w:rPr>
  </w:style>
  <w:style w:type="paragraph" w:customStyle="1" w:styleId="CM3">
    <w:name w:val="CM3"/>
    <w:basedOn w:val="Normal"/>
    <w:next w:val="Normal"/>
    <w:uiPriority w:val="99"/>
    <w:rsid w:val="00067E53"/>
    <w:pPr>
      <w:autoSpaceDE w:val="0"/>
      <w:autoSpaceDN w:val="0"/>
      <w:adjustRightInd w:val="0"/>
      <w:spacing w:before="0" w:after="0" w:line="240" w:lineRule="auto"/>
    </w:pPr>
    <w:rPr>
      <w:lang w:eastAsia="en-GB"/>
    </w:rPr>
  </w:style>
  <w:style w:type="paragraph" w:customStyle="1" w:styleId="CM4">
    <w:name w:val="CM4"/>
    <w:basedOn w:val="Normal"/>
    <w:next w:val="Normal"/>
    <w:uiPriority w:val="99"/>
    <w:rsid w:val="00067E53"/>
    <w:pPr>
      <w:autoSpaceDE w:val="0"/>
      <w:autoSpaceDN w:val="0"/>
      <w:adjustRightInd w:val="0"/>
      <w:spacing w:before="0" w:after="0" w:line="240" w:lineRule="auto"/>
    </w:pPr>
    <w:rPr>
      <w:lang w:eastAsia="en-GB"/>
    </w:rPr>
  </w:style>
  <w:style w:type="character" w:customStyle="1" w:styleId="normal--char">
    <w:name w:val="normal--char"/>
    <w:rsid w:val="00067E53"/>
  </w:style>
  <w:style w:type="paragraph" w:customStyle="1" w:styleId="Caption1">
    <w:name w:val="Caption1"/>
    <w:basedOn w:val="Normal"/>
    <w:next w:val="Normal"/>
    <w:uiPriority w:val="35"/>
    <w:qFormat/>
    <w:rsid w:val="00067E53"/>
    <w:pPr>
      <w:autoSpaceDE w:val="0"/>
      <w:autoSpaceDN w:val="0"/>
      <w:adjustRightInd w:val="0"/>
      <w:spacing w:before="0" w:after="200" w:line="240" w:lineRule="auto"/>
      <w:jc w:val="both"/>
    </w:pPr>
    <w:rPr>
      <w:b/>
      <w:color w:val="4F81BD"/>
      <w:sz w:val="18"/>
      <w:szCs w:val="18"/>
      <w:lang w:eastAsia="en-GB"/>
    </w:rPr>
  </w:style>
  <w:style w:type="paragraph" w:customStyle="1" w:styleId="TableofFigures1">
    <w:name w:val="Table of Figures1"/>
    <w:basedOn w:val="Normal"/>
    <w:next w:val="Normal"/>
    <w:uiPriority w:val="99"/>
    <w:rsid w:val="00067E53"/>
    <w:pPr>
      <w:autoSpaceDE w:val="0"/>
      <w:autoSpaceDN w:val="0"/>
      <w:adjustRightInd w:val="0"/>
      <w:spacing w:after="0" w:line="240" w:lineRule="auto"/>
      <w:jc w:val="both"/>
    </w:pPr>
    <w:rPr>
      <w:lang w:eastAsia="en-GB"/>
    </w:rPr>
  </w:style>
  <w:style w:type="paragraph" w:customStyle="1" w:styleId="ListNumber1">
    <w:name w:val="List Number1"/>
    <w:basedOn w:val="Normal"/>
    <w:next w:val="ListNumber"/>
    <w:uiPriority w:val="99"/>
    <w:rsid w:val="00067E53"/>
    <w:pPr>
      <w:numPr>
        <w:numId w:val="2"/>
      </w:numPr>
      <w:tabs>
        <w:tab w:val="clear" w:pos="2835"/>
        <w:tab w:val="num" w:pos="567"/>
      </w:tabs>
      <w:autoSpaceDE w:val="0"/>
      <w:autoSpaceDN w:val="0"/>
      <w:adjustRightInd w:val="0"/>
      <w:spacing w:line="240" w:lineRule="auto"/>
      <w:ind w:left="360" w:hanging="360"/>
      <w:contextualSpacing/>
      <w:jc w:val="both"/>
    </w:pPr>
    <w:rPr>
      <w:lang w:eastAsia="en-GB"/>
    </w:rPr>
  </w:style>
  <w:style w:type="paragraph" w:customStyle="1" w:styleId="ListNumber21">
    <w:name w:val="List Number 21"/>
    <w:basedOn w:val="Normal"/>
    <w:next w:val="ListNumber2"/>
    <w:uiPriority w:val="99"/>
    <w:rsid w:val="00067E53"/>
    <w:pPr>
      <w:tabs>
        <w:tab w:val="num" w:pos="567"/>
        <w:tab w:val="num" w:pos="643"/>
      </w:tabs>
      <w:autoSpaceDE w:val="0"/>
      <w:autoSpaceDN w:val="0"/>
      <w:adjustRightInd w:val="0"/>
      <w:spacing w:line="240" w:lineRule="auto"/>
      <w:ind w:left="643" w:hanging="360"/>
      <w:contextualSpacing/>
      <w:jc w:val="both"/>
    </w:pPr>
    <w:rPr>
      <w:lang w:eastAsia="en-GB"/>
    </w:rPr>
  </w:style>
  <w:style w:type="paragraph" w:customStyle="1" w:styleId="ListNumber41">
    <w:name w:val="List Number 41"/>
    <w:basedOn w:val="Normal"/>
    <w:next w:val="ListNumber4"/>
    <w:uiPriority w:val="99"/>
    <w:rsid w:val="00067E53"/>
    <w:pPr>
      <w:tabs>
        <w:tab w:val="num" w:pos="567"/>
        <w:tab w:val="num" w:pos="1209"/>
      </w:tabs>
      <w:autoSpaceDE w:val="0"/>
      <w:autoSpaceDN w:val="0"/>
      <w:adjustRightInd w:val="0"/>
      <w:spacing w:line="240" w:lineRule="auto"/>
      <w:ind w:left="1209" w:hanging="360"/>
      <w:contextualSpacing/>
      <w:jc w:val="both"/>
    </w:pPr>
    <w:rPr>
      <w:lang w:eastAsia="en-GB"/>
    </w:rPr>
  </w:style>
  <w:style w:type="paragraph" w:customStyle="1" w:styleId="TOCHeading1">
    <w:name w:val="TOC Heading1"/>
    <w:basedOn w:val="Normal"/>
    <w:next w:val="Normal"/>
    <w:uiPriority w:val="39"/>
    <w:qFormat/>
    <w:rsid w:val="00067E53"/>
    <w:pPr>
      <w:autoSpaceDE w:val="0"/>
      <w:autoSpaceDN w:val="0"/>
      <w:adjustRightInd w:val="0"/>
      <w:spacing w:after="240" w:line="240" w:lineRule="auto"/>
      <w:jc w:val="center"/>
    </w:pPr>
    <w:rPr>
      <w:b/>
      <w:sz w:val="28"/>
      <w:lang w:eastAsia="en-GB"/>
    </w:rPr>
  </w:style>
  <w:style w:type="paragraph" w:customStyle="1" w:styleId="TOC11">
    <w:name w:val="TOC 1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21">
    <w:name w:val="TOC 2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31">
    <w:name w:val="TOC 3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41">
    <w:name w:val="TOC 41"/>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51">
    <w:name w:val="TOC 51"/>
    <w:basedOn w:val="Normal"/>
    <w:next w:val="Normal"/>
    <w:uiPriority w:val="39"/>
    <w:rsid w:val="00067E53"/>
    <w:pPr>
      <w:tabs>
        <w:tab w:val="right" w:leader="dot" w:pos="9071"/>
      </w:tabs>
      <w:autoSpaceDE w:val="0"/>
      <w:autoSpaceDN w:val="0"/>
      <w:adjustRightInd w:val="0"/>
      <w:spacing w:before="300" w:line="240" w:lineRule="auto"/>
    </w:pPr>
    <w:rPr>
      <w:lang w:eastAsia="en-GB"/>
    </w:rPr>
  </w:style>
  <w:style w:type="paragraph" w:customStyle="1" w:styleId="TOC61">
    <w:name w:val="TOC 61"/>
    <w:basedOn w:val="Normal"/>
    <w:next w:val="Normal"/>
    <w:uiPriority w:val="39"/>
    <w:rsid w:val="00067E53"/>
    <w:pPr>
      <w:tabs>
        <w:tab w:val="right" w:leader="dot" w:pos="9071"/>
      </w:tabs>
      <w:autoSpaceDE w:val="0"/>
      <w:autoSpaceDN w:val="0"/>
      <w:adjustRightInd w:val="0"/>
      <w:spacing w:before="240" w:line="240" w:lineRule="auto"/>
    </w:pPr>
    <w:rPr>
      <w:lang w:eastAsia="en-GB"/>
    </w:rPr>
  </w:style>
  <w:style w:type="paragraph" w:customStyle="1" w:styleId="TOC71">
    <w:name w:val="TOC 71"/>
    <w:basedOn w:val="Normal"/>
    <w:next w:val="Normal"/>
    <w:uiPriority w:val="39"/>
    <w:rsid w:val="00067E53"/>
    <w:pPr>
      <w:tabs>
        <w:tab w:val="right" w:leader="dot" w:pos="9071"/>
      </w:tabs>
      <w:autoSpaceDE w:val="0"/>
      <w:autoSpaceDN w:val="0"/>
      <w:adjustRightInd w:val="0"/>
      <w:spacing w:before="180" w:line="240" w:lineRule="auto"/>
    </w:pPr>
    <w:rPr>
      <w:lang w:eastAsia="en-GB"/>
    </w:rPr>
  </w:style>
  <w:style w:type="paragraph" w:customStyle="1" w:styleId="TOC81">
    <w:name w:val="TOC 81"/>
    <w:basedOn w:val="Normal"/>
    <w:next w:val="Normal"/>
    <w:uiPriority w:val="39"/>
    <w:rsid w:val="00067E53"/>
    <w:pPr>
      <w:tabs>
        <w:tab w:val="right" w:leader="dot" w:pos="9071"/>
      </w:tabs>
      <w:autoSpaceDE w:val="0"/>
      <w:autoSpaceDN w:val="0"/>
      <w:adjustRightInd w:val="0"/>
      <w:spacing w:line="240" w:lineRule="auto"/>
    </w:pPr>
    <w:rPr>
      <w:lang w:eastAsia="en-GB"/>
    </w:rPr>
  </w:style>
  <w:style w:type="paragraph" w:customStyle="1" w:styleId="TOC91">
    <w:name w:val="TOC 91"/>
    <w:basedOn w:val="Normal"/>
    <w:next w:val="Normal"/>
    <w:uiPriority w:val="39"/>
    <w:rsid w:val="00067E53"/>
    <w:pPr>
      <w:tabs>
        <w:tab w:val="right" w:leader="dot" w:pos="9071"/>
      </w:tabs>
      <w:autoSpaceDE w:val="0"/>
      <w:autoSpaceDN w:val="0"/>
      <w:adjustRightInd w:val="0"/>
      <w:spacing w:line="240" w:lineRule="auto"/>
      <w:jc w:val="both"/>
    </w:pPr>
    <w:rPr>
      <w:lang w:eastAsia="en-GB"/>
    </w:rPr>
  </w:style>
  <w:style w:type="character" w:customStyle="1" w:styleId="Marker2">
    <w:name w:val="Marker2"/>
    <w:rsid w:val="00067E53"/>
    <w:rPr>
      <w:rFonts w:cs="Times New Roman"/>
      <w:color w:val="FF0000"/>
      <w:shd w:val="clear" w:color="auto" w:fill="auto"/>
    </w:rPr>
  </w:style>
  <w:style w:type="paragraph" w:customStyle="1" w:styleId="Annexetitreexpos">
    <w:name w:val="Annexe titre (exposé)"/>
    <w:basedOn w:val="Normal"/>
    <w:next w:val="Normal"/>
    <w:rsid w:val="00067E53"/>
    <w:pPr>
      <w:autoSpaceDE w:val="0"/>
      <w:autoSpaceDN w:val="0"/>
      <w:adjustRightInd w:val="0"/>
      <w:spacing w:line="240" w:lineRule="auto"/>
      <w:jc w:val="center"/>
    </w:pPr>
    <w:rPr>
      <w:b/>
      <w:u w:val="single"/>
      <w:lang w:eastAsia="en-GB"/>
    </w:rPr>
  </w:style>
  <w:style w:type="paragraph" w:customStyle="1" w:styleId="Annexetitrefichefinancire">
    <w:name w:val="Annexe titre (fiche financière)"/>
    <w:basedOn w:val="Normal"/>
    <w:next w:val="Normal"/>
    <w:rsid w:val="00067E53"/>
    <w:pPr>
      <w:autoSpaceDE w:val="0"/>
      <w:autoSpaceDN w:val="0"/>
      <w:adjustRightInd w:val="0"/>
      <w:spacing w:line="240" w:lineRule="auto"/>
      <w:jc w:val="center"/>
    </w:pPr>
    <w:rPr>
      <w:b/>
      <w:u w:val="single"/>
      <w:lang w:eastAsia="en-GB"/>
    </w:rPr>
  </w:style>
  <w:style w:type="paragraph" w:customStyle="1" w:styleId="Avertissementtitre">
    <w:name w:val="Avertissement titre"/>
    <w:basedOn w:val="Normal"/>
    <w:next w:val="Normal"/>
    <w:rsid w:val="00067E53"/>
    <w:pPr>
      <w:keepNext/>
      <w:autoSpaceDE w:val="0"/>
      <w:autoSpaceDN w:val="0"/>
      <w:adjustRightInd w:val="0"/>
      <w:spacing w:before="480" w:line="240" w:lineRule="auto"/>
      <w:jc w:val="both"/>
    </w:pPr>
    <w:rPr>
      <w:u w:val="single"/>
      <w:lang w:eastAsia="en-GB"/>
    </w:rPr>
  </w:style>
  <w:style w:type="paragraph" w:customStyle="1" w:styleId="Confidence">
    <w:name w:val="Confidence"/>
    <w:basedOn w:val="Normal"/>
    <w:next w:val="Normal"/>
    <w:rsid w:val="00067E53"/>
    <w:pPr>
      <w:autoSpaceDE w:val="0"/>
      <w:autoSpaceDN w:val="0"/>
      <w:adjustRightInd w:val="0"/>
      <w:spacing w:before="360" w:line="240" w:lineRule="auto"/>
      <w:jc w:val="center"/>
    </w:pPr>
    <w:rPr>
      <w:lang w:eastAsia="en-GB"/>
    </w:rPr>
  </w:style>
  <w:style w:type="paragraph" w:customStyle="1" w:styleId="Confidentialit">
    <w:name w:val="Confidentialité"/>
    <w:basedOn w:val="Normal"/>
    <w:next w:val="TypedudocumentPagedecouverture"/>
    <w:rsid w:val="00067E53"/>
    <w:pPr>
      <w:autoSpaceDE w:val="0"/>
      <w:autoSpaceDN w:val="0"/>
      <w:adjustRightInd w:val="0"/>
      <w:spacing w:before="240" w:after="240" w:line="240" w:lineRule="auto"/>
      <w:ind w:left="5103"/>
    </w:pPr>
    <w:rPr>
      <w:i/>
      <w:sz w:val="32"/>
      <w:lang w:eastAsia="en-GB"/>
    </w:rPr>
  </w:style>
  <w:style w:type="paragraph" w:customStyle="1" w:styleId="Corrigendum">
    <w:name w:val="Corrigendum"/>
    <w:basedOn w:val="Normal"/>
    <w:next w:val="Normal"/>
    <w:rsid w:val="00067E53"/>
    <w:pPr>
      <w:autoSpaceDE w:val="0"/>
      <w:autoSpaceDN w:val="0"/>
      <w:adjustRightInd w:val="0"/>
      <w:spacing w:before="0" w:after="240" w:line="240" w:lineRule="auto"/>
    </w:pPr>
    <w:rPr>
      <w:lang w:eastAsia="en-GB"/>
    </w:rPr>
  </w:style>
  <w:style w:type="paragraph" w:customStyle="1" w:styleId="Emission">
    <w:name w:val="Emission"/>
    <w:basedOn w:val="Normal"/>
    <w:next w:val="Rfrenceinstitutionnelle"/>
    <w:rsid w:val="00067E53"/>
    <w:pPr>
      <w:autoSpaceDE w:val="0"/>
      <w:autoSpaceDN w:val="0"/>
      <w:adjustRightInd w:val="0"/>
      <w:spacing w:before="0" w:after="0" w:line="240" w:lineRule="auto"/>
      <w:ind w:left="5103"/>
    </w:pPr>
    <w:rPr>
      <w:lang w:eastAsia="en-GB"/>
    </w:rPr>
  </w:style>
  <w:style w:type="paragraph" w:customStyle="1" w:styleId="Exposdesmotifstitre">
    <w:name w:val="Exposé des motifs titre"/>
    <w:basedOn w:val="Normal"/>
    <w:next w:val="Normal"/>
    <w:rsid w:val="00067E53"/>
    <w:pPr>
      <w:autoSpaceDE w:val="0"/>
      <w:autoSpaceDN w:val="0"/>
      <w:adjustRightInd w:val="0"/>
      <w:spacing w:line="240" w:lineRule="auto"/>
      <w:jc w:val="center"/>
    </w:pPr>
    <w:rPr>
      <w:b/>
      <w:u w:val="single"/>
      <w:lang w:eastAsia="en-GB"/>
    </w:rPr>
  </w:style>
  <w:style w:type="paragraph" w:customStyle="1" w:styleId="Langue">
    <w:name w:val="Langue"/>
    <w:basedOn w:val="Normal"/>
    <w:next w:val="Rfrenceinterne"/>
    <w:rsid w:val="00067E53"/>
    <w:pPr>
      <w:framePr w:wrap="auto" w:vAnchor="page" w:hAnchor="text" w:xAlign="center" w:y="14741"/>
      <w:autoSpaceDE w:val="0"/>
      <w:autoSpaceDN w:val="0"/>
      <w:adjustRightInd w:val="0"/>
      <w:spacing w:before="0" w:after="600" w:line="240" w:lineRule="auto"/>
      <w:jc w:val="center"/>
    </w:pPr>
    <w:rPr>
      <w:b/>
      <w:caps/>
      <w:lang w:eastAsia="en-GB"/>
    </w:rPr>
  </w:style>
  <w:style w:type="paragraph" w:customStyle="1" w:styleId="Nomdelinstitution">
    <w:name w:val="Nom de l'institution"/>
    <w:basedOn w:val="Normal"/>
    <w:next w:val="Emission"/>
    <w:rsid w:val="00067E53"/>
    <w:pPr>
      <w:autoSpaceDE w:val="0"/>
      <w:autoSpaceDN w:val="0"/>
      <w:adjustRightInd w:val="0"/>
      <w:spacing w:before="0" w:after="0" w:line="240" w:lineRule="auto"/>
    </w:pPr>
    <w:rPr>
      <w:rFonts w:ascii="Arial" w:hAnsi="Arial" w:cs="Arial"/>
      <w:lang w:eastAsia="en-GB"/>
    </w:rPr>
  </w:style>
  <w:style w:type="paragraph" w:customStyle="1" w:styleId="Rfrenceinstitutionnelle">
    <w:name w:val="Référence institutionnelle"/>
    <w:basedOn w:val="Normal"/>
    <w:next w:val="Confidentialit"/>
    <w:rsid w:val="00067E53"/>
    <w:pPr>
      <w:autoSpaceDE w:val="0"/>
      <w:autoSpaceDN w:val="0"/>
      <w:adjustRightInd w:val="0"/>
      <w:spacing w:before="0" w:after="240" w:line="240" w:lineRule="auto"/>
      <w:ind w:left="5103"/>
    </w:pPr>
    <w:rPr>
      <w:lang w:eastAsia="en-GB"/>
    </w:rPr>
  </w:style>
  <w:style w:type="paragraph" w:customStyle="1" w:styleId="Rfrenceinterne">
    <w:name w:val="Référence interne"/>
    <w:basedOn w:val="Normal"/>
    <w:next w:val="Rfrenceinterinstitutionnelle"/>
    <w:rsid w:val="00067E53"/>
    <w:pPr>
      <w:autoSpaceDE w:val="0"/>
      <w:autoSpaceDN w:val="0"/>
      <w:adjustRightInd w:val="0"/>
      <w:spacing w:before="0" w:after="0" w:line="240" w:lineRule="auto"/>
      <w:ind w:left="5103"/>
    </w:pPr>
    <w:rPr>
      <w:lang w:eastAsia="en-GB"/>
    </w:rPr>
  </w:style>
  <w:style w:type="character" w:customStyle="1" w:styleId="Added0">
    <w:name w:val="Added"/>
    <w:rsid w:val="00067E53"/>
    <w:rPr>
      <w:rFonts w:cs="Times New Roman"/>
      <w:b/>
      <w:u w:val="single"/>
      <w:shd w:val="clear" w:color="auto" w:fill="auto"/>
    </w:rPr>
  </w:style>
  <w:style w:type="character" w:customStyle="1" w:styleId="Deleted">
    <w:name w:val="Deleted"/>
    <w:rsid w:val="00067E53"/>
    <w:rPr>
      <w:rFonts w:cs="Times New Roman"/>
      <w:strike/>
      <w:shd w:val="clear" w:color="auto" w:fill="auto"/>
    </w:rPr>
  </w:style>
  <w:style w:type="paragraph" w:customStyle="1" w:styleId="Address">
    <w:name w:val="Address"/>
    <w:basedOn w:val="Normal"/>
    <w:next w:val="Normal"/>
    <w:rsid w:val="00067E53"/>
    <w:pPr>
      <w:keepLines/>
      <w:autoSpaceDE w:val="0"/>
      <w:autoSpaceDN w:val="0"/>
      <w:adjustRightInd w:val="0"/>
      <w:ind w:left="3402"/>
    </w:pPr>
    <w:rPr>
      <w:lang w:eastAsia="en-GB"/>
    </w:rPr>
  </w:style>
  <w:style w:type="paragraph" w:customStyle="1" w:styleId="Objetexterne">
    <w:name w:val="Objet externe"/>
    <w:basedOn w:val="Normal"/>
    <w:next w:val="Normal"/>
    <w:rsid w:val="00067E53"/>
    <w:pPr>
      <w:autoSpaceDE w:val="0"/>
      <w:autoSpaceDN w:val="0"/>
      <w:adjustRightInd w:val="0"/>
      <w:spacing w:line="240" w:lineRule="auto"/>
      <w:jc w:val="both"/>
    </w:pPr>
    <w:rPr>
      <w:i/>
      <w:caps/>
      <w:lang w:eastAsia="en-GB"/>
    </w:rPr>
  </w:style>
  <w:style w:type="paragraph" w:customStyle="1" w:styleId="Pagedecouverture">
    <w:name w:val="Page de couverture"/>
    <w:basedOn w:val="Normal"/>
    <w:next w:val="Normal"/>
    <w:rsid w:val="00067E53"/>
    <w:pPr>
      <w:autoSpaceDE w:val="0"/>
      <w:autoSpaceDN w:val="0"/>
      <w:adjustRightInd w:val="0"/>
      <w:spacing w:before="0" w:after="0" w:line="240" w:lineRule="auto"/>
      <w:jc w:val="both"/>
    </w:pPr>
    <w:rPr>
      <w:lang w:eastAsia="en-GB"/>
    </w:rPr>
  </w:style>
  <w:style w:type="paragraph" w:customStyle="1" w:styleId="Supertitre">
    <w:name w:val="Supertitre"/>
    <w:basedOn w:val="Normal"/>
    <w:next w:val="Normal"/>
    <w:rsid w:val="00067E53"/>
    <w:pPr>
      <w:autoSpaceDE w:val="0"/>
      <w:autoSpaceDN w:val="0"/>
      <w:adjustRightInd w:val="0"/>
      <w:spacing w:before="0" w:after="600" w:line="240" w:lineRule="auto"/>
      <w:jc w:val="center"/>
    </w:pPr>
    <w:rPr>
      <w:b/>
      <w:lang w:eastAsia="en-GB"/>
    </w:rPr>
  </w:style>
  <w:style w:type="paragraph" w:customStyle="1" w:styleId="Rfrencecroise">
    <w:name w:val="Référence croisée"/>
    <w:basedOn w:val="Normal"/>
    <w:rsid w:val="00067E53"/>
    <w:pPr>
      <w:autoSpaceDE w:val="0"/>
      <w:autoSpaceDN w:val="0"/>
      <w:adjustRightInd w:val="0"/>
      <w:spacing w:before="0" w:after="0" w:line="240" w:lineRule="auto"/>
      <w:jc w:val="center"/>
    </w:pPr>
    <w:rPr>
      <w:lang w:eastAsia="en-GB"/>
    </w:rPr>
  </w:style>
  <w:style w:type="paragraph" w:customStyle="1" w:styleId="Fichefinanciretitre">
    <w:name w:val="Fiche financière titre"/>
    <w:basedOn w:val="Normal"/>
    <w:next w:val="Normal"/>
    <w:rsid w:val="00067E53"/>
    <w:pPr>
      <w:autoSpaceDE w:val="0"/>
      <w:autoSpaceDN w:val="0"/>
      <w:adjustRightInd w:val="0"/>
      <w:spacing w:line="240" w:lineRule="auto"/>
      <w:jc w:val="center"/>
    </w:pPr>
    <w:rPr>
      <w:b/>
      <w:u w:val="single"/>
      <w:lang w:eastAsia="en-GB"/>
    </w:rPr>
  </w:style>
  <w:style w:type="paragraph" w:customStyle="1" w:styleId="DatedadoptionPagedecouverture">
    <w:name w:val="Date d'adoption (Page de couverture)"/>
    <w:basedOn w:val="Datedadoption"/>
    <w:next w:val="TitreobjetPagedecouverture"/>
    <w:rsid w:val="00067E53"/>
    <w:pPr>
      <w:autoSpaceDE w:val="0"/>
      <w:autoSpaceDN w:val="0"/>
      <w:adjustRightInd w:val="0"/>
      <w:spacing w:line="240" w:lineRule="auto"/>
    </w:pPr>
    <w:rPr>
      <w:lang w:eastAsia="en-GB"/>
    </w:rPr>
  </w:style>
  <w:style w:type="paragraph" w:customStyle="1" w:styleId="RfrenceinterinstitutionnellePagedecouverture">
    <w:name w:val="Référence interinstitutionnelle (Page de couverture)"/>
    <w:basedOn w:val="Rfrenceinterinstitutionnelle"/>
    <w:next w:val="Confidentialit"/>
    <w:rsid w:val="00067E53"/>
  </w:style>
  <w:style w:type="paragraph" w:customStyle="1" w:styleId="Sous-titreobjetPagedecouverture">
    <w:name w:val="Sous-titre objet (Page de couverture)"/>
    <w:basedOn w:val="Sous-titreobjet"/>
    <w:rsid w:val="00067E53"/>
    <w:pPr>
      <w:autoSpaceDE w:val="0"/>
      <w:autoSpaceDN w:val="0"/>
      <w:adjustRightInd w:val="0"/>
      <w:spacing w:line="240" w:lineRule="auto"/>
    </w:pPr>
    <w:rPr>
      <w:lang w:eastAsia="en-GB"/>
    </w:rPr>
  </w:style>
  <w:style w:type="paragraph" w:customStyle="1" w:styleId="StatutPagedecouverture">
    <w:name w:val="Statut (Page de couverture)"/>
    <w:basedOn w:val="Statut"/>
    <w:next w:val="TypedudocumentPagedecouverture"/>
    <w:rsid w:val="00067E53"/>
    <w:pPr>
      <w:autoSpaceDE w:val="0"/>
      <w:autoSpaceDN w:val="0"/>
      <w:adjustRightInd w:val="0"/>
      <w:spacing w:line="240" w:lineRule="auto"/>
    </w:pPr>
    <w:rPr>
      <w:lang w:eastAsia="en-GB"/>
    </w:rPr>
  </w:style>
  <w:style w:type="paragraph" w:customStyle="1" w:styleId="TitreobjetPagedecouverture">
    <w:name w:val="Titre objet (Page de couverture)"/>
    <w:basedOn w:val="Titreobjet"/>
    <w:next w:val="Sous-titreobjetPagedecouverture"/>
    <w:rsid w:val="00067E53"/>
    <w:pPr>
      <w:autoSpaceDE w:val="0"/>
      <w:autoSpaceDN w:val="0"/>
      <w:adjustRightInd w:val="0"/>
      <w:spacing w:line="240" w:lineRule="auto"/>
    </w:pPr>
    <w:rPr>
      <w:lang w:eastAsia="en-GB"/>
    </w:rPr>
  </w:style>
  <w:style w:type="paragraph" w:customStyle="1" w:styleId="TypedudocumentPagedecouverture">
    <w:name w:val="Type du document (Page de couverture)"/>
    <w:basedOn w:val="Typedudocument"/>
    <w:next w:val="TitreobjetPagedecouverture"/>
    <w:rsid w:val="00067E53"/>
    <w:pPr>
      <w:autoSpaceDE w:val="0"/>
      <w:autoSpaceDN w:val="0"/>
      <w:adjustRightInd w:val="0"/>
      <w:spacing w:line="240" w:lineRule="auto"/>
    </w:pPr>
    <w:rPr>
      <w:lang w:eastAsia="en-GB"/>
    </w:rPr>
  </w:style>
  <w:style w:type="paragraph" w:customStyle="1" w:styleId="Volume">
    <w:name w:val="Volume"/>
    <w:basedOn w:val="Normal"/>
    <w:next w:val="Confidentialit"/>
    <w:rsid w:val="00067E53"/>
    <w:pPr>
      <w:autoSpaceDE w:val="0"/>
      <w:autoSpaceDN w:val="0"/>
      <w:adjustRightInd w:val="0"/>
      <w:spacing w:before="0" w:after="240" w:line="240" w:lineRule="auto"/>
      <w:ind w:left="5103"/>
    </w:pPr>
    <w:rPr>
      <w:lang w:eastAsia="en-GB"/>
    </w:rPr>
  </w:style>
  <w:style w:type="paragraph" w:customStyle="1" w:styleId="Accompagnant">
    <w:name w:val="Accompagnant"/>
    <w:basedOn w:val="Normal"/>
    <w:next w:val="Typeacteprincipal"/>
    <w:rsid w:val="00067E53"/>
    <w:pPr>
      <w:autoSpaceDE w:val="0"/>
      <w:autoSpaceDN w:val="0"/>
      <w:adjustRightInd w:val="0"/>
      <w:spacing w:before="0" w:after="240" w:line="240" w:lineRule="auto"/>
      <w:jc w:val="center"/>
    </w:pPr>
    <w:rPr>
      <w:b/>
      <w:i/>
      <w:lang w:eastAsia="en-GB"/>
    </w:rPr>
  </w:style>
  <w:style w:type="paragraph" w:customStyle="1" w:styleId="Typeacteprincipal">
    <w:name w:val="Type acte principal"/>
    <w:basedOn w:val="Normal"/>
    <w:next w:val="Objetacteprincipal"/>
    <w:rsid w:val="00067E53"/>
    <w:pPr>
      <w:autoSpaceDE w:val="0"/>
      <w:autoSpaceDN w:val="0"/>
      <w:adjustRightInd w:val="0"/>
      <w:spacing w:before="0" w:after="240" w:line="240" w:lineRule="auto"/>
      <w:jc w:val="center"/>
    </w:pPr>
    <w:rPr>
      <w:b/>
      <w:lang w:eastAsia="en-GB"/>
    </w:rPr>
  </w:style>
  <w:style w:type="paragraph" w:customStyle="1" w:styleId="Objetacteprincipal">
    <w:name w:val="Objet acte principal"/>
    <w:basedOn w:val="Normal"/>
    <w:next w:val="Titrearticle"/>
    <w:rsid w:val="00067E53"/>
    <w:pPr>
      <w:autoSpaceDE w:val="0"/>
      <w:autoSpaceDN w:val="0"/>
      <w:adjustRightInd w:val="0"/>
      <w:spacing w:before="0" w:after="360" w:line="240" w:lineRule="auto"/>
      <w:jc w:val="center"/>
    </w:pPr>
    <w:rPr>
      <w:b/>
      <w:lang w:eastAsia="en-GB"/>
    </w:rPr>
  </w:style>
  <w:style w:type="paragraph" w:customStyle="1" w:styleId="IntrtEEEPagedecouverture">
    <w:name w:val="Intérêt EEE (Page de couverture)"/>
    <w:basedOn w:val="IntrtEEE"/>
    <w:next w:val="Rfrencecroise"/>
    <w:rsid w:val="00067E53"/>
    <w:pPr>
      <w:autoSpaceDE w:val="0"/>
      <w:autoSpaceDN w:val="0"/>
      <w:adjustRightInd w:val="0"/>
      <w:spacing w:line="240" w:lineRule="auto"/>
    </w:pPr>
    <w:rPr>
      <w:lang w:eastAsia="en-GB"/>
    </w:rPr>
  </w:style>
  <w:style w:type="paragraph" w:customStyle="1" w:styleId="AccompagnantPagedecouverture">
    <w:name w:val="Accompagnant (Page de couverture)"/>
    <w:basedOn w:val="Accompagnant"/>
    <w:next w:val="TypeacteprincipalPagedecouverture"/>
    <w:rsid w:val="00067E53"/>
  </w:style>
  <w:style w:type="paragraph" w:customStyle="1" w:styleId="TypeacteprincipalPagedecouverture">
    <w:name w:val="Type acte principal (Page de couverture)"/>
    <w:basedOn w:val="Typeacteprincipal"/>
    <w:next w:val="ObjetacteprincipalPagedecouverture"/>
    <w:rsid w:val="00067E53"/>
  </w:style>
  <w:style w:type="paragraph" w:customStyle="1" w:styleId="ObjetacteprincipalPagedecouverture">
    <w:name w:val="Objet acte principal (Page de couverture)"/>
    <w:basedOn w:val="Objetacteprincipal"/>
    <w:next w:val="Rfrencecroise"/>
    <w:rsid w:val="00067E53"/>
  </w:style>
  <w:style w:type="paragraph" w:customStyle="1" w:styleId="LanguesfaisantfoiPagedecouverture">
    <w:name w:val="Langues faisant foi (Page de couverture)"/>
    <w:basedOn w:val="Normal"/>
    <w:next w:val="Normal"/>
    <w:rsid w:val="00067E53"/>
    <w:pPr>
      <w:autoSpaceDE w:val="0"/>
      <w:autoSpaceDN w:val="0"/>
      <w:adjustRightInd w:val="0"/>
      <w:spacing w:before="360" w:after="0" w:line="240" w:lineRule="auto"/>
      <w:jc w:val="center"/>
    </w:pPr>
    <w:rPr>
      <w:lang w:eastAsia="en-GB"/>
    </w:rPr>
  </w:style>
  <w:style w:type="paragraph" w:customStyle="1" w:styleId="pj">
    <w:name w:val="p.j."/>
    <w:basedOn w:val="Normal"/>
    <w:rsid w:val="00067E53"/>
    <w:pPr>
      <w:autoSpaceDE w:val="0"/>
      <w:autoSpaceDN w:val="0"/>
      <w:adjustRightInd w:val="0"/>
      <w:spacing w:before="1200" w:line="240" w:lineRule="auto"/>
      <w:ind w:left="1440" w:hanging="1440"/>
    </w:pPr>
    <w:rPr>
      <w:lang w:eastAsia="en-GB"/>
    </w:rPr>
  </w:style>
  <w:style w:type="character" w:customStyle="1" w:styleId="pjChar">
    <w:name w:val="p.j. Char"/>
    <w:rsid w:val="00067E53"/>
  </w:style>
  <w:style w:type="character" w:customStyle="1" w:styleId="HeaderCouncilChar">
    <w:name w:val="Header Council Char"/>
    <w:rsid w:val="00067E53"/>
    <w:rPr>
      <w:rFonts w:ascii="Times New Roman" w:hAnsi="Times New Roman" w:cs="Times New Roman"/>
      <w:sz w:val="2"/>
      <w:lang w:val="en-GB"/>
    </w:rPr>
  </w:style>
  <w:style w:type="character" w:customStyle="1" w:styleId="FooterCouncilChar">
    <w:name w:val="Footer Council Char"/>
    <w:rsid w:val="00067E53"/>
    <w:rPr>
      <w:rFonts w:ascii="Times New Roman" w:hAnsi="Times New Roman" w:cs="Times New Roman"/>
      <w:sz w:val="2"/>
      <w:lang w:val="en-GB"/>
    </w:rPr>
  </w:style>
  <w:style w:type="paragraph" w:customStyle="1" w:styleId="DeltaViewTableHeading">
    <w:name w:val="DeltaView Table Heading"/>
    <w:basedOn w:val="Normal"/>
    <w:uiPriority w:val="99"/>
    <w:rsid w:val="00067E53"/>
    <w:pPr>
      <w:autoSpaceDE w:val="0"/>
      <w:autoSpaceDN w:val="0"/>
      <w:adjustRightInd w:val="0"/>
      <w:spacing w:before="0" w:line="240" w:lineRule="auto"/>
    </w:pPr>
    <w:rPr>
      <w:rFonts w:ascii="Arial" w:hAnsi="Arial"/>
      <w:b/>
      <w:lang w:val="en-US" w:eastAsia="en-GB"/>
    </w:rPr>
  </w:style>
  <w:style w:type="paragraph" w:customStyle="1" w:styleId="DeltaViewTableBody">
    <w:name w:val="DeltaView Table Body"/>
    <w:basedOn w:val="Normal"/>
    <w:uiPriority w:val="99"/>
    <w:rsid w:val="00067E53"/>
    <w:pPr>
      <w:autoSpaceDE w:val="0"/>
      <w:autoSpaceDN w:val="0"/>
      <w:adjustRightInd w:val="0"/>
      <w:spacing w:before="0" w:after="0" w:line="240" w:lineRule="auto"/>
    </w:pPr>
    <w:rPr>
      <w:rFonts w:ascii="Arial" w:hAnsi="Arial"/>
      <w:lang w:val="en-US" w:eastAsia="en-GB"/>
    </w:rPr>
  </w:style>
  <w:style w:type="paragraph" w:customStyle="1" w:styleId="DeltaViewAnnounce">
    <w:name w:val="DeltaView Announce"/>
    <w:uiPriority w:val="99"/>
    <w:rsid w:val="00067E53"/>
    <w:pPr>
      <w:autoSpaceDE w:val="0"/>
      <w:autoSpaceDN w:val="0"/>
      <w:adjustRightInd w:val="0"/>
      <w:spacing w:before="100" w:beforeAutospacing="1" w:after="100" w:afterAutospacing="1"/>
    </w:pPr>
    <w:rPr>
      <w:rFonts w:ascii="Arial" w:hAnsi="Arial"/>
      <w:sz w:val="24"/>
      <w:szCs w:val="24"/>
      <w:lang w:val="en-GB" w:eastAsia="en-GB"/>
    </w:rPr>
  </w:style>
  <w:style w:type="paragraph" w:customStyle="1" w:styleId="BodyText1">
    <w:name w:val="Body Text1"/>
    <w:basedOn w:val="Normal"/>
    <w:next w:val="FootnoteText"/>
    <w:uiPriority w:val="99"/>
    <w:rsid w:val="00067E53"/>
    <w:pPr>
      <w:autoSpaceDE w:val="0"/>
      <w:autoSpaceDN w:val="0"/>
      <w:adjustRightInd w:val="0"/>
      <w:spacing w:before="0" w:after="0" w:line="240" w:lineRule="auto"/>
    </w:pPr>
    <w:rPr>
      <w:sz w:val="18"/>
      <w:lang w:val="en-US" w:eastAsia="en-GB"/>
    </w:rPr>
  </w:style>
  <w:style w:type="character" w:customStyle="1" w:styleId="BodyTextChar">
    <w:name w:val="Body Text Char"/>
    <w:link w:val="BodyText"/>
    <w:uiPriority w:val="99"/>
    <w:rsid w:val="00067E53"/>
    <w:rPr>
      <w:sz w:val="18"/>
      <w:szCs w:val="24"/>
    </w:rPr>
  </w:style>
  <w:style w:type="character" w:customStyle="1" w:styleId="DeltaViewInsertion">
    <w:name w:val="DeltaView Insertion"/>
    <w:uiPriority w:val="99"/>
    <w:rsid w:val="00067E53"/>
    <w:rPr>
      <w:b/>
      <w:i/>
      <w:color w:val="191919"/>
    </w:rPr>
  </w:style>
  <w:style w:type="character" w:customStyle="1" w:styleId="DeltaViewDeletion">
    <w:name w:val="DeltaView Deletion"/>
    <w:uiPriority w:val="99"/>
    <w:rsid w:val="00067E53"/>
    <w:rPr>
      <w:strike/>
      <w:color w:val="000000"/>
    </w:rPr>
  </w:style>
  <w:style w:type="character" w:customStyle="1" w:styleId="DeltaViewMoveSource">
    <w:name w:val="DeltaView Move Source"/>
    <w:uiPriority w:val="99"/>
    <w:rsid w:val="00067E53"/>
    <w:rPr>
      <w:strike/>
      <w:color w:val="000000"/>
    </w:rPr>
  </w:style>
  <w:style w:type="character" w:customStyle="1" w:styleId="DeltaViewMoveDestination">
    <w:name w:val="DeltaView Move Destination"/>
    <w:uiPriority w:val="99"/>
    <w:rsid w:val="00067E53"/>
    <w:rPr>
      <w:color w:val="191919"/>
      <w:u w:val="double"/>
    </w:rPr>
  </w:style>
  <w:style w:type="character" w:customStyle="1" w:styleId="DeltaViewChangeNumber">
    <w:name w:val="DeltaView Change Number"/>
    <w:uiPriority w:val="99"/>
    <w:rsid w:val="00067E53"/>
    <w:rPr>
      <w:color w:val="000000"/>
      <w:vertAlign w:val="superscript"/>
    </w:rPr>
  </w:style>
  <w:style w:type="character" w:customStyle="1" w:styleId="DeltaViewDelimiter">
    <w:name w:val="DeltaView Delimiter"/>
    <w:uiPriority w:val="99"/>
    <w:rsid w:val="00067E53"/>
  </w:style>
  <w:style w:type="paragraph" w:customStyle="1" w:styleId="DocumentMap1">
    <w:name w:val="Document Map1"/>
    <w:basedOn w:val="Normal"/>
    <w:next w:val="HeaderCouncil"/>
    <w:uiPriority w:val="99"/>
    <w:rsid w:val="00067E53"/>
    <w:pPr>
      <w:shd w:val="clear" w:color="auto" w:fill="000080"/>
      <w:autoSpaceDE w:val="0"/>
      <w:autoSpaceDN w:val="0"/>
      <w:adjustRightInd w:val="0"/>
      <w:spacing w:before="0" w:after="0" w:line="240" w:lineRule="auto"/>
    </w:pPr>
    <w:rPr>
      <w:rFonts w:ascii="Tahoma" w:hAnsi="Tahoma"/>
      <w:lang w:val="en-US" w:eastAsia="en-GB"/>
    </w:rPr>
  </w:style>
  <w:style w:type="character" w:customStyle="1" w:styleId="DocumentMapChar">
    <w:name w:val="Document Map Char"/>
    <w:link w:val="DocumentMap"/>
    <w:uiPriority w:val="99"/>
    <w:rsid w:val="00067E53"/>
    <w:rPr>
      <w:rFonts w:ascii="Tahoma" w:hAnsi="Tahoma"/>
      <w:sz w:val="24"/>
      <w:szCs w:val="24"/>
    </w:rPr>
  </w:style>
  <w:style w:type="character" w:customStyle="1" w:styleId="DeltaViewFormatChange">
    <w:name w:val="DeltaView Format Change"/>
    <w:uiPriority w:val="99"/>
    <w:rsid w:val="00067E53"/>
    <w:rPr>
      <w:color w:val="000000"/>
    </w:rPr>
  </w:style>
  <w:style w:type="character" w:customStyle="1" w:styleId="DeltaViewMovedDeletion">
    <w:name w:val="DeltaView Moved Deletion"/>
    <w:uiPriority w:val="99"/>
    <w:rsid w:val="00067E53"/>
    <w:rPr>
      <w:strike/>
      <w:color w:val="C08080"/>
    </w:rPr>
  </w:style>
  <w:style w:type="character" w:customStyle="1" w:styleId="DeltaViewComment">
    <w:name w:val="DeltaView Comment"/>
    <w:uiPriority w:val="99"/>
    <w:rsid w:val="00067E53"/>
    <w:rPr>
      <w:color w:val="000000"/>
    </w:rPr>
  </w:style>
  <w:style w:type="character" w:customStyle="1" w:styleId="DeltaViewStyleChangeText">
    <w:name w:val="DeltaView Style Change Text"/>
    <w:uiPriority w:val="99"/>
    <w:rsid w:val="00067E53"/>
    <w:rPr>
      <w:color w:val="000000"/>
      <w:u w:val="double"/>
    </w:rPr>
  </w:style>
  <w:style w:type="character" w:customStyle="1" w:styleId="DeltaViewStyleChangeLabel">
    <w:name w:val="DeltaView Style Change Label"/>
    <w:uiPriority w:val="99"/>
    <w:rsid w:val="00067E53"/>
    <w:rPr>
      <w:color w:val="000000"/>
    </w:rPr>
  </w:style>
  <w:style w:type="character" w:customStyle="1" w:styleId="DeltaViewInsertedComment">
    <w:name w:val="DeltaView Inserted Comment"/>
    <w:uiPriority w:val="99"/>
    <w:rsid w:val="00067E53"/>
    <w:rPr>
      <w:color w:val="0000FF"/>
      <w:u w:val="double"/>
    </w:rPr>
  </w:style>
  <w:style w:type="character" w:customStyle="1" w:styleId="DeltaViewDeletedComment">
    <w:name w:val="DeltaView Deleted Comment"/>
    <w:uiPriority w:val="99"/>
    <w:rsid w:val="00067E53"/>
    <w:rPr>
      <w:strike/>
      <w:color w:val="FF0000"/>
    </w:rPr>
  </w:style>
  <w:style w:type="character" w:styleId="LineNumber">
    <w:name w:val="line number"/>
    <w:uiPriority w:val="99"/>
    <w:unhideWhenUsed/>
    <w:rsid w:val="00067E53"/>
  </w:style>
  <w:style w:type="character" w:styleId="Strong">
    <w:name w:val="Strong"/>
    <w:uiPriority w:val="22"/>
    <w:qFormat/>
    <w:rsid w:val="00067E53"/>
    <w:rPr>
      <w:b/>
      <w:bCs/>
    </w:rPr>
  </w:style>
  <w:style w:type="character" w:customStyle="1" w:styleId="FollowedHyperlink1">
    <w:name w:val="FollowedHyperlink1"/>
    <w:uiPriority w:val="99"/>
    <w:semiHidden/>
    <w:unhideWhenUsed/>
    <w:rsid w:val="00067E53"/>
    <w:rPr>
      <w:color w:val="800080"/>
      <w:u w:val="single"/>
    </w:rPr>
  </w:style>
  <w:style w:type="paragraph" w:customStyle="1" w:styleId="title-doc-first2">
    <w:name w:val="title-doc-first2"/>
    <w:basedOn w:val="Normal"/>
    <w:rsid w:val="00067E53"/>
    <w:pPr>
      <w:spacing w:after="0" w:line="312" w:lineRule="atLeast"/>
      <w:jc w:val="center"/>
    </w:pPr>
    <w:rPr>
      <w:b/>
      <w:bCs/>
      <w:lang w:eastAsia="en-GB"/>
    </w:rPr>
  </w:style>
  <w:style w:type="paragraph" w:styleId="ListBullet">
    <w:name w:val="List Bullet"/>
    <w:basedOn w:val="Normal"/>
    <w:uiPriority w:val="99"/>
    <w:rsid w:val="00067E53"/>
    <w:pPr>
      <w:widowControl w:val="0"/>
      <w:tabs>
        <w:tab w:val="num" w:pos="360"/>
      </w:tabs>
      <w:spacing w:before="0" w:after="0" w:line="240" w:lineRule="auto"/>
      <w:ind w:left="360" w:hanging="360"/>
      <w:contextualSpacing/>
    </w:pPr>
    <w:rPr>
      <w:szCs w:val="20"/>
      <w:lang w:eastAsia="en-GB"/>
    </w:rPr>
  </w:style>
  <w:style w:type="paragraph" w:styleId="ListBullet2">
    <w:name w:val="List Bullet 2"/>
    <w:basedOn w:val="Normal"/>
    <w:uiPriority w:val="99"/>
    <w:rsid w:val="00067E53"/>
    <w:pPr>
      <w:widowControl w:val="0"/>
      <w:tabs>
        <w:tab w:val="num" w:pos="720"/>
      </w:tabs>
      <w:spacing w:before="0" w:after="0" w:line="240" w:lineRule="auto"/>
      <w:ind w:left="720" w:hanging="360"/>
      <w:contextualSpacing/>
    </w:pPr>
    <w:rPr>
      <w:szCs w:val="20"/>
      <w:lang w:eastAsia="en-GB"/>
    </w:rPr>
  </w:style>
  <w:style w:type="paragraph" w:styleId="ListBullet3">
    <w:name w:val="List Bullet 3"/>
    <w:basedOn w:val="Normal"/>
    <w:uiPriority w:val="99"/>
    <w:rsid w:val="00067E53"/>
    <w:pPr>
      <w:widowControl w:val="0"/>
      <w:tabs>
        <w:tab w:val="num" w:pos="1080"/>
      </w:tabs>
      <w:spacing w:before="0" w:after="0" w:line="240" w:lineRule="auto"/>
      <w:ind w:left="1080" w:hanging="360"/>
      <w:contextualSpacing/>
    </w:pPr>
    <w:rPr>
      <w:szCs w:val="20"/>
      <w:lang w:eastAsia="en-GB"/>
    </w:rPr>
  </w:style>
  <w:style w:type="paragraph" w:styleId="ListNumber">
    <w:name w:val="List Number"/>
    <w:basedOn w:val="Normal"/>
    <w:uiPriority w:val="99"/>
    <w:rsid w:val="00067E53"/>
    <w:pPr>
      <w:widowControl w:val="0"/>
      <w:tabs>
        <w:tab w:val="num" w:pos="360"/>
      </w:tabs>
      <w:spacing w:before="0" w:after="0" w:line="240" w:lineRule="auto"/>
      <w:ind w:left="360" w:hanging="360"/>
      <w:contextualSpacing/>
    </w:pPr>
    <w:rPr>
      <w:szCs w:val="20"/>
      <w:lang w:eastAsia="en-GB"/>
    </w:rPr>
  </w:style>
  <w:style w:type="paragraph" w:styleId="ListNumber2">
    <w:name w:val="List Number 2"/>
    <w:basedOn w:val="Normal"/>
    <w:uiPriority w:val="99"/>
    <w:rsid w:val="00067E53"/>
    <w:pPr>
      <w:widowControl w:val="0"/>
      <w:tabs>
        <w:tab w:val="num" w:pos="720"/>
      </w:tabs>
      <w:spacing w:before="0" w:after="0" w:line="240" w:lineRule="auto"/>
      <w:ind w:left="720" w:hanging="360"/>
      <w:contextualSpacing/>
    </w:pPr>
    <w:rPr>
      <w:szCs w:val="20"/>
      <w:lang w:eastAsia="en-GB"/>
    </w:rPr>
  </w:style>
  <w:style w:type="paragraph" w:styleId="ListNumber4">
    <w:name w:val="List Number 4"/>
    <w:basedOn w:val="Normal"/>
    <w:uiPriority w:val="99"/>
    <w:rsid w:val="00067E53"/>
    <w:pPr>
      <w:widowControl w:val="0"/>
      <w:tabs>
        <w:tab w:val="num" w:pos="1440"/>
      </w:tabs>
      <w:spacing w:before="0" w:after="0" w:line="240" w:lineRule="auto"/>
      <w:ind w:left="1440" w:hanging="360"/>
      <w:contextualSpacing/>
    </w:pPr>
    <w:rPr>
      <w:szCs w:val="20"/>
      <w:lang w:eastAsia="en-GB"/>
    </w:rPr>
  </w:style>
  <w:style w:type="paragraph" w:styleId="BodyText">
    <w:name w:val="Body Text"/>
    <w:basedOn w:val="Normal"/>
    <w:link w:val="BodyTextChar"/>
    <w:uiPriority w:val="99"/>
    <w:rsid w:val="00067E53"/>
    <w:pPr>
      <w:widowControl w:val="0"/>
      <w:spacing w:before="0" w:line="240" w:lineRule="auto"/>
    </w:pPr>
    <w:rPr>
      <w:rFonts w:asciiTheme="minorHAnsi" w:hAnsiTheme="minorHAnsi" w:cstheme="minorBidi"/>
      <w:sz w:val="18"/>
      <w:lang w:val="en-US"/>
    </w:rPr>
  </w:style>
  <w:style w:type="character" w:customStyle="1" w:styleId="BodyTextChar1">
    <w:name w:val="Body Text Char1"/>
    <w:basedOn w:val="DefaultParagraphFont"/>
    <w:rsid w:val="00067E53"/>
    <w:rPr>
      <w:rFonts w:ascii="Times New Roman" w:hAnsi="Times New Roman" w:cs="Times New Roman"/>
      <w:sz w:val="24"/>
      <w:lang w:val="en-GB"/>
    </w:rPr>
  </w:style>
  <w:style w:type="paragraph" w:styleId="DocumentMap">
    <w:name w:val="Document Map"/>
    <w:basedOn w:val="Normal"/>
    <w:link w:val="DocumentMapChar"/>
    <w:uiPriority w:val="99"/>
    <w:rsid w:val="00067E53"/>
    <w:pPr>
      <w:widowControl w:val="0"/>
      <w:spacing w:before="0" w:after="0" w:line="240" w:lineRule="auto"/>
    </w:pPr>
    <w:rPr>
      <w:rFonts w:ascii="Tahoma" w:hAnsi="Tahoma" w:cstheme="minorBidi"/>
      <w:lang w:val="en-US"/>
    </w:rPr>
  </w:style>
  <w:style w:type="character" w:customStyle="1" w:styleId="DocumentMapChar1">
    <w:name w:val="Document Map Char1"/>
    <w:basedOn w:val="DefaultParagraphFont"/>
    <w:rsid w:val="00067E53"/>
    <w:rPr>
      <w:rFonts w:ascii="Segoe UI" w:hAnsi="Segoe UI" w:cs="Segoe UI"/>
      <w:sz w:val="16"/>
      <w:szCs w:val="16"/>
      <w:lang w:val="en-GB"/>
    </w:rPr>
  </w:style>
  <w:style w:type="character" w:styleId="FollowedHyperlink">
    <w:name w:val="FollowedHyperlink"/>
    <w:basedOn w:val="DefaultParagraphFont"/>
    <w:uiPriority w:val="99"/>
    <w:rsid w:val="00067E53"/>
    <w:rPr>
      <w:color w:val="800080" w:themeColor="followedHyperlink"/>
      <w:u w:val="single"/>
    </w:rPr>
  </w:style>
  <w:style w:type="numbering" w:customStyle="1" w:styleId="NoList2">
    <w:name w:val="No List2"/>
    <w:next w:val="NoList"/>
    <w:uiPriority w:val="99"/>
    <w:semiHidden/>
    <w:unhideWhenUsed/>
    <w:rsid w:val="00067E53"/>
  </w:style>
  <w:style w:type="table" w:customStyle="1" w:styleId="TableGrid2">
    <w:name w:val="Table Grid2"/>
    <w:basedOn w:val="TableNormal"/>
    <w:next w:val="TableGrid"/>
    <w:uiPriority w:val="39"/>
    <w:rsid w:val="00067E53"/>
    <w:rPr>
      <w:rFonts w:ascii="Calibri"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iPriority w:val="35"/>
    <w:qFormat/>
    <w:rsid w:val="00067E53"/>
    <w:pPr>
      <w:autoSpaceDE w:val="0"/>
      <w:autoSpaceDN w:val="0"/>
      <w:adjustRightInd w:val="0"/>
      <w:spacing w:before="0" w:after="200" w:line="240" w:lineRule="auto"/>
      <w:jc w:val="both"/>
    </w:pPr>
    <w:rPr>
      <w:b/>
      <w:color w:val="4F81BD"/>
      <w:sz w:val="18"/>
      <w:szCs w:val="18"/>
      <w:lang w:eastAsia="en-GB"/>
    </w:rPr>
  </w:style>
  <w:style w:type="paragraph" w:customStyle="1" w:styleId="TableofFigures2">
    <w:name w:val="Table of Figures2"/>
    <w:basedOn w:val="Normal"/>
    <w:next w:val="Normal"/>
    <w:uiPriority w:val="99"/>
    <w:rsid w:val="00067E53"/>
    <w:pPr>
      <w:autoSpaceDE w:val="0"/>
      <w:autoSpaceDN w:val="0"/>
      <w:adjustRightInd w:val="0"/>
      <w:spacing w:after="0" w:line="240" w:lineRule="auto"/>
      <w:jc w:val="both"/>
    </w:pPr>
    <w:rPr>
      <w:lang w:eastAsia="en-GB"/>
    </w:rPr>
  </w:style>
  <w:style w:type="paragraph" w:customStyle="1" w:styleId="TOCHeading2">
    <w:name w:val="TOC Heading2"/>
    <w:basedOn w:val="Normal"/>
    <w:next w:val="Normal"/>
    <w:uiPriority w:val="39"/>
    <w:qFormat/>
    <w:rsid w:val="00067E53"/>
    <w:pPr>
      <w:autoSpaceDE w:val="0"/>
      <w:autoSpaceDN w:val="0"/>
      <w:adjustRightInd w:val="0"/>
      <w:spacing w:after="240" w:line="240" w:lineRule="auto"/>
      <w:jc w:val="center"/>
    </w:pPr>
    <w:rPr>
      <w:b/>
      <w:sz w:val="28"/>
      <w:lang w:eastAsia="en-GB"/>
    </w:rPr>
  </w:style>
  <w:style w:type="paragraph" w:customStyle="1" w:styleId="TOC12">
    <w:name w:val="TOC 1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22">
    <w:name w:val="TOC 2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32">
    <w:name w:val="TOC 3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42">
    <w:name w:val="TOC 42"/>
    <w:basedOn w:val="Normal"/>
    <w:next w:val="Normal"/>
    <w:uiPriority w:val="39"/>
    <w:rsid w:val="00067E53"/>
    <w:pPr>
      <w:tabs>
        <w:tab w:val="right" w:leader="dot" w:pos="9071"/>
      </w:tabs>
      <w:autoSpaceDE w:val="0"/>
      <w:autoSpaceDN w:val="0"/>
      <w:adjustRightInd w:val="0"/>
      <w:spacing w:before="60" w:line="240" w:lineRule="auto"/>
      <w:ind w:left="850" w:hanging="850"/>
    </w:pPr>
    <w:rPr>
      <w:lang w:eastAsia="en-GB"/>
    </w:rPr>
  </w:style>
  <w:style w:type="paragraph" w:customStyle="1" w:styleId="TOC52">
    <w:name w:val="TOC 52"/>
    <w:basedOn w:val="Normal"/>
    <w:next w:val="Normal"/>
    <w:uiPriority w:val="39"/>
    <w:rsid w:val="00067E53"/>
    <w:pPr>
      <w:tabs>
        <w:tab w:val="right" w:leader="dot" w:pos="9071"/>
      </w:tabs>
      <w:autoSpaceDE w:val="0"/>
      <w:autoSpaceDN w:val="0"/>
      <w:adjustRightInd w:val="0"/>
      <w:spacing w:before="300" w:line="240" w:lineRule="auto"/>
    </w:pPr>
    <w:rPr>
      <w:lang w:eastAsia="en-GB"/>
    </w:rPr>
  </w:style>
  <w:style w:type="paragraph" w:customStyle="1" w:styleId="TOC62">
    <w:name w:val="TOC 62"/>
    <w:basedOn w:val="Normal"/>
    <w:next w:val="Normal"/>
    <w:uiPriority w:val="39"/>
    <w:rsid w:val="00067E53"/>
    <w:pPr>
      <w:tabs>
        <w:tab w:val="right" w:leader="dot" w:pos="9071"/>
      </w:tabs>
      <w:autoSpaceDE w:val="0"/>
      <w:autoSpaceDN w:val="0"/>
      <w:adjustRightInd w:val="0"/>
      <w:spacing w:before="240" w:line="240" w:lineRule="auto"/>
    </w:pPr>
    <w:rPr>
      <w:lang w:eastAsia="en-GB"/>
    </w:rPr>
  </w:style>
  <w:style w:type="paragraph" w:customStyle="1" w:styleId="TOC72">
    <w:name w:val="TOC 72"/>
    <w:basedOn w:val="Normal"/>
    <w:next w:val="Normal"/>
    <w:uiPriority w:val="39"/>
    <w:rsid w:val="00067E53"/>
    <w:pPr>
      <w:tabs>
        <w:tab w:val="right" w:leader="dot" w:pos="9071"/>
      </w:tabs>
      <w:autoSpaceDE w:val="0"/>
      <w:autoSpaceDN w:val="0"/>
      <w:adjustRightInd w:val="0"/>
      <w:spacing w:before="180" w:line="240" w:lineRule="auto"/>
    </w:pPr>
    <w:rPr>
      <w:lang w:eastAsia="en-GB"/>
    </w:rPr>
  </w:style>
  <w:style w:type="paragraph" w:customStyle="1" w:styleId="TOC82">
    <w:name w:val="TOC 82"/>
    <w:basedOn w:val="Normal"/>
    <w:next w:val="Normal"/>
    <w:uiPriority w:val="39"/>
    <w:rsid w:val="00067E53"/>
    <w:pPr>
      <w:tabs>
        <w:tab w:val="right" w:leader="dot" w:pos="9071"/>
      </w:tabs>
      <w:autoSpaceDE w:val="0"/>
      <w:autoSpaceDN w:val="0"/>
      <w:adjustRightInd w:val="0"/>
      <w:spacing w:line="240" w:lineRule="auto"/>
    </w:pPr>
    <w:rPr>
      <w:lang w:eastAsia="en-GB"/>
    </w:rPr>
  </w:style>
  <w:style w:type="paragraph" w:customStyle="1" w:styleId="TOC92">
    <w:name w:val="TOC 92"/>
    <w:basedOn w:val="Normal"/>
    <w:next w:val="Normal"/>
    <w:uiPriority w:val="39"/>
    <w:rsid w:val="00067E53"/>
    <w:pPr>
      <w:tabs>
        <w:tab w:val="right" w:leader="dot" w:pos="9071"/>
      </w:tabs>
      <w:autoSpaceDE w:val="0"/>
      <w:autoSpaceDN w:val="0"/>
      <w:adjustRightInd w:val="0"/>
      <w:spacing w:line="240" w:lineRule="auto"/>
      <w:jc w:val="both"/>
    </w:pPr>
    <w:rPr>
      <w:lang w:eastAsia="en-GB"/>
    </w:rPr>
  </w:style>
  <w:style w:type="paragraph" w:customStyle="1" w:styleId="TOitrear">
    <w:name w:val="TOitre ar"/>
    <w:basedOn w:val="Normal"/>
    <w:rsid w:val="00784FCD"/>
    <w:pPr>
      <w:jc w:val="center"/>
    </w:pPr>
    <w:rPr>
      <w:rFonts w:eastAsia="Calibri"/>
    </w:rPr>
  </w:style>
  <w:style w:type="paragraph" w:customStyle="1" w:styleId="Dfait">
    <w:name w:val="Dfait"/>
    <w:basedOn w:val="Normal"/>
    <w:rsid w:val="00516B1B"/>
    <w:rPr>
      <w:rFonts w:eastAsia="Calibri"/>
    </w:rPr>
  </w:style>
  <w:style w:type="paragraph" w:customStyle="1" w:styleId="Annextitre">
    <w:name w:val="Annex titre"/>
    <w:basedOn w:val="Normal"/>
    <w:rsid w:val="00823835"/>
    <w:pPr>
      <w:autoSpaceDE w:val="0"/>
      <w:autoSpaceDN w:val="0"/>
      <w:adjustRightInd w:val="0"/>
      <w:jc w:val="center"/>
    </w:pPr>
  </w:style>
  <w:style w:type="paragraph" w:styleId="ListBullet4">
    <w:name w:val="List Bullet 4"/>
    <w:basedOn w:val="Normal"/>
    <w:uiPriority w:val="99"/>
    <w:semiHidden/>
    <w:unhideWhenUsed/>
    <w:rsid w:val="00AC27A0"/>
    <w:pPr>
      <w:numPr>
        <w:numId w:val="10"/>
      </w:numPr>
      <w:contextualSpacing/>
    </w:pPr>
  </w:style>
  <w:style w:type="paragraph" w:styleId="ListNumber3">
    <w:name w:val="List Number 3"/>
    <w:basedOn w:val="Normal"/>
    <w:uiPriority w:val="99"/>
    <w:semiHidden/>
    <w:unhideWhenUsed/>
    <w:rsid w:val="00AC27A0"/>
    <w:pPr>
      <w:numPr>
        <w:numId w:val="11"/>
      </w:numPr>
      <w:contextualSpacing/>
    </w:pPr>
  </w:style>
  <w:style w:type="character" w:customStyle="1" w:styleId="HeaderChar">
    <w:name w:val="Header Char"/>
    <w:basedOn w:val="DefaultParagraphFont"/>
    <w:uiPriority w:val="99"/>
    <w:rsid w:val="004D52CA"/>
    <w:rPr>
      <w:rFonts w:ascii="Times New Roman" w:hAnsi="Times New Roman" w:cs="Times New Roman"/>
      <w:sz w:val="24"/>
      <w:bdr w:val="none" w:sz="0" w:space="0" w:color="auto"/>
      <w:shd w:val="clear" w:color="auto" w:fill="auto"/>
      <w:lang w:val="en-GB"/>
    </w:rPr>
  </w:style>
  <w:style w:type="character" w:customStyle="1" w:styleId="FooterChar">
    <w:name w:val="Footer Char"/>
    <w:basedOn w:val="DefaultParagraphFont"/>
    <w:uiPriority w:val="99"/>
    <w:rsid w:val="004D52CA"/>
    <w:rPr>
      <w:rFonts w:ascii="Times New Roman" w:hAnsi="Times New Roman" w:cs="Times New Roman"/>
      <w:sz w:val="24"/>
      <w:bdr w:val="none" w:sz="0" w:space="0" w:color="auto"/>
      <w:shd w:val="clear" w:color="auto" w:fill="auto"/>
      <w:lang w:val="en-GB"/>
    </w:rPr>
  </w:style>
  <w:style w:type="character" w:customStyle="1" w:styleId="FootnoteTextChar">
    <w:name w:val="Footnote Text Char"/>
    <w:basedOn w:val="DefaultParagraphFont"/>
    <w:uiPriority w:val="99"/>
    <w:semiHidden/>
    <w:rsid w:val="00F72B05"/>
    <w:rPr>
      <w:rFonts w:ascii="Times New Roman" w:hAnsi="Times New Roman" w:cs="Times New Roman"/>
      <w:sz w:val="24"/>
      <w:szCs w:val="20"/>
      <w:lang w:val="en-GB"/>
    </w:rPr>
  </w:style>
  <w:style w:type="character" w:customStyle="1" w:styleId="Heading1Char">
    <w:name w:val="Heading 1 Char"/>
    <w:basedOn w:val="DefaultParagraphFont"/>
    <w:uiPriority w:val="9"/>
    <w:rsid w:val="004D52CA"/>
    <w:rPr>
      <w:rFonts w:ascii="Times New Roman" w:eastAsiaTheme="majorEastAsia" w:hAnsi="Times New Roman" w:cs="Times New Roman"/>
      <w:b/>
      <w:bCs/>
      <w:smallCaps/>
      <w:sz w:val="24"/>
      <w:szCs w:val="28"/>
      <w:bdr w:val="none" w:sz="0" w:space="0" w:color="auto"/>
      <w:shd w:val="clear" w:color="auto" w:fill="auto"/>
      <w:lang w:val="en-GB"/>
    </w:rPr>
  </w:style>
  <w:style w:type="character" w:customStyle="1" w:styleId="Heading2Char">
    <w:name w:val="Heading 2 Char"/>
    <w:basedOn w:val="DefaultParagraphFont"/>
    <w:uiPriority w:val="9"/>
    <w:semiHidden/>
    <w:rsid w:val="004D52CA"/>
    <w:rPr>
      <w:rFonts w:ascii="Times New Roman" w:eastAsiaTheme="majorEastAsia" w:hAnsi="Times New Roman" w:cs="Times New Roman"/>
      <w:b/>
      <w:bCs/>
      <w:sz w:val="24"/>
      <w:szCs w:val="26"/>
      <w:bdr w:val="none" w:sz="0" w:space="0" w:color="auto"/>
      <w:shd w:val="clear" w:color="auto" w:fill="auto"/>
      <w:lang w:val="en-GB"/>
    </w:rPr>
  </w:style>
  <w:style w:type="character" w:customStyle="1" w:styleId="Heading3Char">
    <w:name w:val="Heading 3 Char"/>
    <w:basedOn w:val="DefaultParagraphFont"/>
    <w:uiPriority w:val="9"/>
    <w:semiHidden/>
    <w:rsid w:val="004D52CA"/>
    <w:rPr>
      <w:rFonts w:ascii="Times New Roman" w:eastAsiaTheme="majorEastAsia" w:hAnsi="Times New Roman" w:cs="Times New Roman"/>
      <w:bCs/>
      <w:i/>
      <w:sz w:val="24"/>
      <w:bdr w:val="none" w:sz="0" w:space="0" w:color="auto"/>
      <w:shd w:val="clear" w:color="auto" w:fill="auto"/>
      <w:lang w:val="en-GB"/>
    </w:rPr>
  </w:style>
  <w:style w:type="character" w:customStyle="1" w:styleId="Heading4Char">
    <w:name w:val="Heading 4 Char"/>
    <w:basedOn w:val="DefaultParagraphFont"/>
    <w:uiPriority w:val="9"/>
    <w:semiHidden/>
    <w:rsid w:val="004D52CA"/>
    <w:rPr>
      <w:rFonts w:ascii="Times New Roman" w:eastAsiaTheme="majorEastAsia" w:hAnsi="Times New Roman" w:cs="Times New Roman"/>
      <w:bCs/>
      <w:iCs/>
      <w:sz w:val="24"/>
      <w:bdr w:val="none" w:sz="0" w:space="0" w:color="auto"/>
      <w:shd w:val="clear" w:color="auto" w:fill="auto"/>
      <w:lang w:val="en-GB"/>
    </w:rPr>
  </w:style>
  <w:style w:type="paragraph" w:customStyle="1" w:styleId="DESignature">
    <w:name w:val="DE Signature"/>
    <w:basedOn w:val="Normal"/>
    <w:next w:val="Normal"/>
    <w:rsid w:val="004D52CA"/>
    <w:pPr>
      <w:tabs>
        <w:tab w:val="center" w:pos="5953"/>
      </w:tabs>
      <w:spacing w:before="720"/>
    </w:pPr>
  </w:style>
  <w:style w:type="paragraph" w:styleId="Header">
    <w:name w:val="header"/>
    <w:basedOn w:val="Normal"/>
    <w:rsid w:val="00224697"/>
    <w:pPr>
      <w:tabs>
        <w:tab w:val="right" w:pos="9638"/>
      </w:tabs>
    </w:pPr>
  </w:style>
  <w:style w:type="paragraph" w:styleId="Footer">
    <w:name w:val="footer"/>
    <w:basedOn w:val="Normal"/>
    <w:uiPriority w:val="99"/>
    <w:rsid w:val="00224697"/>
    <w:pPr>
      <w:tabs>
        <w:tab w:val="center" w:pos="4819"/>
        <w:tab w:val="center" w:pos="7370"/>
        <w:tab w:val="right" w:pos="9638"/>
      </w:tabs>
      <w:spacing w:before="0" w:after="0" w:line="240" w:lineRule="auto"/>
    </w:pPr>
  </w:style>
  <w:style w:type="paragraph" w:styleId="FootnoteText">
    <w:name w:val="footnote text"/>
    <w:basedOn w:val="Normal"/>
    <w:rsid w:val="00404E25"/>
    <w:pPr>
      <w:spacing w:before="0" w:after="0" w:line="240" w:lineRule="auto"/>
      <w:ind w:left="720" w:hanging="720"/>
    </w:pPr>
    <w:rPr>
      <w:szCs w:val="20"/>
    </w:rPr>
  </w:style>
  <w:style w:type="paragraph" w:styleId="TOC1">
    <w:name w:val="toc 1"/>
    <w:basedOn w:val="Normal"/>
    <w:next w:val="Normal"/>
    <w:semiHidden/>
    <w:rsid w:val="00224697"/>
    <w:pPr>
      <w:tabs>
        <w:tab w:val="right" w:leader="dot" w:pos="9071"/>
      </w:tabs>
      <w:spacing w:before="60"/>
      <w:ind w:left="850" w:hanging="850"/>
    </w:pPr>
  </w:style>
  <w:style w:type="paragraph" w:styleId="TOC2">
    <w:name w:val="toc 2"/>
    <w:basedOn w:val="Normal"/>
    <w:next w:val="Normal"/>
    <w:semiHidden/>
    <w:rsid w:val="00224697"/>
    <w:pPr>
      <w:tabs>
        <w:tab w:val="right" w:leader="dot" w:pos="9071"/>
      </w:tabs>
      <w:spacing w:before="60"/>
      <w:ind w:left="850" w:hanging="850"/>
    </w:pPr>
  </w:style>
  <w:style w:type="paragraph" w:styleId="TOC3">
    <w:name w:val="toc 3"/>
    <w:basedOn w:val="Normal"/>
    <w:next w:val="Normal"/>
    <w:semiHidden/>
    <w:rsid w:val="00224697"/>
    <w:pPr>
      <w:tabs>
        <w:tab w:val="right" w:leader="dot" w:pos="9071"/>
      </w:tabs>
      <w:spacing w:before="60"/>
      <w:ind w:left="850" w:hanging="850"/>
    </w:pPr>
  </w:style>
  <w:style w:type="paragraph" w:styleId="TOC4">
    <w:name w:val="toc 4"/>
    <w:basedOn w:val="Normal"/>
    <w:next w:val="Normal"/>
    <w:semiHidden/>
    <w:rsid w:val="00224697"/>
    <w:pPr>
      <w:tabs>
        <w:tab w:val="right" w:leader="dot" w:pos="9071"/>
      </w:tabs>
      <w:spacing w:before="60"/>
      <w:ind w:left="850" w:hanging="850"/>
    </w:pPr>
  </w:style>
  <w:style w:type="paragraph" w:styleId="TOC5">
    <w:name w:val="toc 5"/>
    <w:basedOn w:val="Normal"/>
    <w:next w:val="Normal"/>
    <w:semiHidden/>
    <w:rsid w:val="00224697"/>
    <w:pPr>
      <w:tabs>
        <w:tab w:val="right" w:leader="dot" w:pos="9071"/>
      </w:tabs>
      <w:spacing w:before="300"/>
    </w:pPr>
  </w:style>
  <w:style w:type="paragraph" w:styleId="TOC6">
    <w:name w:val="toc 6"/>
    <w:basedOn w:val="Normal"/>
    <w:next w:val="Normal"/>
    <w:semiHidden/>
    <w:rsid w:val="00224697"/>
    <w:pPr>
      <w:tabs>
        <w:tab w:val="right" w:leader="dot" w:pos="9071"/>
      </w:tabs>
      <w:spacing w:before="240"/>
    </w:pPr>
  </w:style>
  <w:style w:type="paragraph" w:styleId="TOC7">
    <w:name w:val="toc 7"/>
    <w:basedOn w:val="Normal"/>
    <w:next w:val="Normal"/>
    <w:semiHidden/>
    <w:rsid w:val="00224697"/>
    <w:pPr>
      <w:tabs>
        <w:tab w:val="right" w:leader="dot" w:pos="9071"/>
      </w:tabs>
      <w:spacing w:before="180"/>
    </w:pPr>
  </w:style>
  <w:style w:type="paragraph" w:styleId="TOC8">
    <w:name w:val="toc 8"/>
    <w:basedOn w:val="Normal"/>
    <w:next w:val="Normal"/>
    <w:semiHidden/>
    <w:rsid w:val="00224697"/>
    <w:pPr>
      <w:tabs>
        <w:tab w:val="right" w:leader="dot" w:pos="9071"/>
      </w:tabs>
    </w:pPr>
  </w:style>
  <w:style w:type="paragraph" w:styleId="TOC9">
    <w:name w:val="toc 9"/>
    <w:basedOn w:val="Normal"/>
    <w:next w:val="Normal"/>
    <w:semiHidden/>
    <w:rsid w:val="00224697"/>
    <w:pPr>
      <w:tabs>
        <w:tab w:val="right" w:leader="dot" w:pos="9071"/>
      </w:tabs>
    </w:pPr>
  </w:style>
  <w:style w:type="paragraph" w:customStyle="1" w:styleId="HeaderLandscape">
    <w:name w:val="HeaderLandscape"/>
    <w:basedOn w:val="Normal"/>
    <w:rsid w:val="00224697"/>
    <w:pPr>
      <w:tabs>
        <w:tab w:val="right" w:pos="14570"/>
      </w:tabs>
    </w:pPr>
  </w:style>
  <w:style w:type="paragraph" w:customStyle="1" w:styleId="FooterLandscape">
    <w:name w:val="FooterLandscape"/>
    <w:basedOn w:val="Normal"/>
    <w:rsid w:val="00224697"/>
    <w:pPr>
      <w:tabs>
        <w:tab w:val="center" w:pos="7285"/>
        <w:tab w:val="center" w:pos="10930"/>
        <w:tab w:val="right" w:pos="14570"/>
      </w:tabs>
      <w:spacing w:before="0" w:after="0" w:line="240" w:lineRule="auto"/>
    </w:pPr>
  </w:style>
  <w:style w:type="character" w:styleId="FootnoteReference">
    <w:name w:val="footnote reference"/>
    <w:basedOn w:val="DefaultParagraphFont"/>
    <w:rsid w:val="00404E25"/>
    <w:rPr>
      <w:b/>
      <w:shd w:val="clear" w:color="auto" w:fill="auto"/>
      <w:vertAlign w:val="superscript"/>
    </w:rPr>
  </w:style>
  <w:style w:type="paragraph" w:customStyle="1" w:styleId="HeaderCouncil">
    <w:name w:val="Header Council"/>
    <w:basedOn w:val="Normal"/>
    <w:rsid w:val="00224697"/>
    <w:pPr>
      <w:spacing w:before="0" w:after="0" w:line="240" w:lineRule="auto"/>
    </w:pPr>
    <w:rPr>
      <w:sz w:val="2"/>
    </w:rPr>
  </w:style>
  <w:style w:type="paragraph" w:customStyle="1" w:styleId="FooterCouncil">
    <w:name w:val="Footer Council"/>
    <w:basedOn w:val="Normal"/>
    <w:rsid w:val="00224697"/>
    <w:pPr>
      <w:spacing w:before="0" w:after="0" w:line="240" w:lineRule="auto"/>
    </w:pPr>
    <w:rPr>
      <w:sz w:val="2"/>
    </w:rPr>
  </w:style>
  <w:style w:type="paragraph" w:customStyle="1" w:styleId="TechnicalBlock">
    <w:name w:val="Technical Block"/>
    <w:basedOn w:val="Normal"/>
    <w:next w:val="Normal"/>
    <w:rsid w:val="00224697"/>
    <w:pPr>
      <w:spacing w:before="0" w:after="240" w:line="240" w:lineRule="auto"/>
      <w:jc w:val="center"/>
    </w:pPr>
  </w:style>
  <w:style w:type="character" w:customStyle="1" w:styleId="Marker">
    <w:name w:val="Marker"/>
    <w:basedOn w:val="DefaultParagraphFont"/>
    <w:rsid w:val="00224697"/>
    <w:rPr>
      <w:color w:val="0000FF"/>
      <w:shd w:val="clear" w:color="auto" w:fill="auto"/>
    </w:rPr>
  </w:style>
  <w:style w:type="character" w:customStyle="1" w:styleId="Marker1">
    <w:name w:val="Marker1"/>
    <w:basedOn w:val="DefaultParagraphFont"/>
    <w:rsid w:val="00224697"/>
    <w:rPr>
      <w:color w:val="008000"/>
      <w:shd w:val="clear" w:color="auto" w:fill="auto"/>
    </w:rPr>
  </w:style>
  <w:style w:type="paragraph" w:customStyle="1" w:styleId="Text1">
    <w:name w:val="Text 1"/>
    <w:basedOn w:val="Normal"/>
    <w:rsid w:val="00224697"/>
    <w:pPr>
      <w:ind w:left="850"/>
      <w:outlineLvl w:val="0"/>
    </w:pPr>
  </w:style>
  <w:style w:type="paragraph" w:customStyle="1" w:styleId="Text2">
    <w:name w:val="Text 2"/>
    <w:basedOn w:val="Normal"/>
    <w:rsid w:val="00224697"/>
    <w:pPr>
      <w:ind w:left="1417"/>
      <w:outlineLvl w:val="1"/>
    </w:pPr>
  </w:style>
  <w:style w:type="paragraph" w:customStyle="1" w:styleId="Text3">
    <w:name w:val="Text 3"/>
    <w:basedOn w:val="Normal"/>
    <w:rsid w:val="00224697"/>
    <w:pPr>
      <w:ind w:left="1984"/>
      <w:outlineLvl w:val="2"/>
    </w:pPr>
  </w:style>
  <w:style w:type="paragraph" w:customStyle="1" w:styleId="Text4">
    <w:name w:val="Text 4"/>
    <w:basedOn w:val="Normal"/>
    <w:rsid w:val="00224697"/>
    <w:pPr>
      <w:ind w:left="2551"/>
      <w:outlineLvl w:val="3"/>
    </w:pPr>
  </w:style>
  <w:style w:type="paragraph" w:customStyle="1" w:styleId="NormalCentered">
    <w:name w:val="Normal Centered"/>
    <w:basedOn w:val="Normal"/>
    <w:rsid w:val="00224697"/>
    <w:pPr>
      <w:jc w:val="center"/>
    </w:pPr>
  </w:style>
  <w:style w:type="paragraph" w:customStyle="1" w:styleId="NormalLeft">
    <w:name w:val="Normal Left"/>
    <w:basedOn w:val="Normal"/>
    <w:rsid w:val="00224697"/>
  </w:style>
  <w:style w:type="paragraph" w:customStyle="1" w:styleId="NormalRight">
    <w:name w:val="Normal Right"/>
    <w:basedOn w:val="Normal"/>
    <w:rsid w:val="00224697"/>
    <w:pPr>
      <w:jc w:val="right"/>
    </w:pPr>
  </w:style>
  <w:style w:type="paragraph" w:customStyle="1" w:styleId="QuotedText">
    <w:name w:val="Quoted Text"/>
    <w:basedOn w:val="Normal"/>
    <w:rsid w:val="00224697"/>
    <w:pPr>
      <w:ind w:left="1417"/>
    </w:pPr>
  </w:style>
  <w:style w:type="paragraph" w:customStyle="1" w:styleId="Point0">
    <w:name w:val="Point 0"/>
    <w:basedOn w:val="Normal"/>
    <w:rsid w:val="00224697"/>
    <w:pPr>
      <w:ind w:left="850" w:hanging="850"/>
    </w:pPr>
  </w:style>
  <w:style w:type="paragraph" w:customStyle="1" w:styleId="Point1">
    <w:name w:val="Point 1"/>
    <w:basedOn w:val="Normal"/>
    <w:rsid w:val="00224697"/>
    <w:pPr>
      <w:ind w:left="1417" w:hanging="567"/>
      <w:outlineLvl w:val="0"/>
    </w:pPr>
  </w:style>
  <w:style w:type="paragraph" w:customStyle="1" w:styleId="Point2">
    <w:name w:val="Point 2"/>
    <w:basedOn w:val="Normal"/>
    <w:rsid w:val="00224697"/>
    <w:pPr>
      <w:ind w:left="1984" w:hanging="567"/>
      <w:outlineLvl w:val="1"/>
    </w:pPr>
  </w:style>
  <w:style w:type="paragraph" w:customStyle="1" w:styleId="Point3">
    <w:name w:val="Point 3"/>
    <w:basedOn w:val="Normal"/>
    <w:rsid w:val="00224697"/>
    <w:pPr>
      <w:ind w:left="2551" w:hanging="567"/>
      <w:outlineLvl w:val="2"/>
    </w:pPr>
  </w:style>
  <w:style w:type="paragraph" w:customStyle="1" w:styleId="Point4">
    <w:name w:val="Point 4"/>
    <w:basedOn w:val="Normal"/>
    <w:rsid w:val="00224697"/>
    <w:pPr>
      <w:ind w:left="3118" w:hanging="567"/>
      <w:outlineLvl w:val="3"/>
    </w:pPr>
  </w:style>
  <w:style w:type="paragraph" w:customStyle="1" w:styleId="PointDouble0">
    <w:name w:val="PointDouble 0"/>
    <w:basedOn w:val="Normal"/>
    <w:rsid w:val="00224697"/>
    <w:pPr>
      <w:tabs>
        <w:tab w:val="left" w:pos="850"/>
      </w:tabs>
      <w:ind w:left="1417" w:hanging="1417"/>
    </w:pPr>
  </w:style>
  <w:style w:type="paragraph" w:customStyle="1" w:styleId="PointDouble1">
    <w:name w:val="PointDouble 1"/>
    <w:basedOn w:val="Normal"/>
    <w:rsid w:val="00224697"/>
    <w:pPr>
      <w:tabs>
        <w:tab w:val="left" w:pos="1417"/>
      </w:tabs>
      <w:ind w:left="1984" w:hanging="1134"/>
      <w:outlineLvl w:val="0"/>
    </w:pPr>
  </w:style>
  <w:style w:type="paragraph" w:customStyle="1" w:styleId="PointDouble2">
    <w:name w:val="PointDouble 2"/>
    <w:basedOn w:val="Normal"/>
    <w:rsid w:val="00224697"/>
    <w:pPr>
      <w:tabs>
        <w:tab w:val="left" w:pos="1984"/>
      </w:tabs>
      <w:ind w:left="2551" w:hanging="1134"/>
      <w:outlineLvl w:val="1"/>
    </w:pPr>
  </w:style>
  <w:style w:type="paragraph" w:customStyle="1" w:styleId="PointDouble3">
    <w:name w:val="PointDouble 3"/>
    <w:basedOn w:val="Normal"/>
    <w:rsid w:val="00224697"/>
    <w:pPr>
      <w:tabs>
        <w:tab w:val="left" w:pos="2551"/>
      </w:tabs>
      <w:ind w:left="3118" w:hanging="1134"/>
      <w:outlineLvl w:val="2"/>
    </w:pPr>
  </w:style>
  <w:style w:type="paragraph" w:customStyle="1" w:styleId="PointDouble4">
    <w:name w:val="PointDouble 4"/>
    <w:basedOn w:val="Normal"/>
    <w:rsid w:val="00224697"/>
    <w:pPr>
      <w:tabs>
        <w:tab w:val="left" w:pos="3118"/>
      </w:tabs>
      <w:ind w:left="3685" w:hanging="1134"/>
      <w:outlineLvl w:val="3"/>
    </w:pPr>
  </w:style>
  <w:style w:type="paragraph" w:customStyle="1" w:styleId="PointTriple0">
    <w:name w:val="PointTriple 0"/>
    <w:basedOn w:val="Normal"/>
    <w:rsid w:val="00224697"/>
    <w:pPr>
      <w:tabs>
        <w:tab w:val="left" w:pos="850"/>
        <w:tab w:val="left" w:pos="1417"/>
      </w:tabs>
      <w:ind w:left="1984" w:hanging="1984"/>
    </w:pPr>
  </w:style>
  <w:style w:type="paragraph" w:customStyle="1" w:styleId="PointTriple1">
    <w:name w:val="PointTriple 1"/>
    <w:basedOn w:val="Normal"/>
    <w:rsid w:val="00224697"/>
    <w:pPr>
      <w:tabs>
        <w:tab w:val="left" w:pos="1417"/>
        <w:tab w:val="left" w:pos="1984"/>
      </w:tabs>
      <w:ind w:left="2551" w:hanging="1701"/>
      <w:outlineLvl w:val="0"/>
    </w:pPr>
  </w:style>
  <w:style w:type="paragraph" w:customStyle="1" w:styleId="PointTriple2">
    <w:name w:val="PointTriple 2"/>
    <w:basedOn w:val="Normal"/>
    <w:rsid w:val="00224697"/>
    <w:pPr>
      <w:tabs>
        <w:tab w:val="left" w:pos="1984"/>
        <w:tab w:val="left" w:pos="2551"/>
      </w:tabs>
      <w:ind w:left="3118" w:hanging="1701"/>
      <w:outlineLvl w:val="1"/>
    </w:pPr>
  </w:style>
  <w:style w:type="paragraph" w:customStyle="1" w:styleId="PointTriple3">
    <w:name w:val="PointTriple 3"/>
    <w:basedOn w:val="Normal"/>
    <w:rsid w:val="00224697"/>
    <w:pPr>
      <w:tabs>
        <w:tab w:val="left" w:pos="2551"/>
        <w:tab w:val="left" w:pos="3118"/>
      </w:tabs>
      <w:ind w:left="3685" w:hanging="1701"/>
      <w:outlineLvl w:val="2"/>
    </w:pPr>
  </w:style>
  <w:style w:type="paragraph" w:customStyle="1" w:styleId="PointTriple4">
    <w:name w:val="PointTriple 4"/>
    <w:basedOn w:val="Normal"/>
    <w:rsid w:val="00224697"/>
    <w:pPr>
      <w:tabs>
        <w:tab w:val="left" w:pos="3118"/>
        <w:tab w:val="left" w:pos="3685"/>
      </w:tabs>
      <w:ind w:left="4252" w:hanging="1701"/>
      <w:outlineLvl w:val="3"/>
    </w:pPr>
  </w:style>
  <w:style w:type="paragraph" w:customStyle="1" w:styleId="Tiret0">
    <w:name w:val="Tiret 0"/>
    <w:basedOn w:val="Normal"/>
    <w:rsid w:val="00224697"/>
    <w:pPr>
      <w:numPr>
        <w:numId w:val="26"/>
      </w:numPr>
    </w:pPr>
  </w:style>
  <w:style w:type="paragraph" w:customStyle="1" w:styleId="Tiret1">
    <w:name w:val="Tiret 1"/>
    <w:basedOn w:val="Normal"/>
    <w:rsid w:val="00224697"/>
    <w:pPr>
      <w:numPr>
        <w:numId w:val="27"/>
      </w:numPr>
      <w:outlineLvl w:val="0"/>
    </w:pPr>
  </w:style>
  <w:style w:type="paragraph" w:customStyle="1" w:styleId="Tiret2">
    <w:name w:val="Tiret 2"/>
    <w:basedOn w:val="Normal"/>
    <w:rsid w:val="00224697"/>
    <w:pPr>
      <w:numPr>
        <w:numId w:val="28"/>
      </w:numPr>
      <w:outlineLvl w:val="1"/>
    </w:pPr>
  </w:style>
  <w:style w:type="paragraph" w:customStyle="1" w:styleId="Tiret3">
    <w:name w:val="Tiret 3"/>
    <w:basedOn w:val="Normal"/>
    <w:rsid w:val="00224697"/>
    <w:pPr>
      <w:numPr>
        <w:numId w:val="29"/>
      </w:numPr>
      <w:outlineLvl w:val="2"/>
    </w:pPr>
  </w:style>
  <w:style w:type="paragraph" w:customStyle="1" w:styleId="Tiret4">
    <w:name w:val="Tiret 4"/>
    <w:basedOn w:val="Normal"/>
    <w:rsid w:val="00224697"/>
    <w:pPr>
      <w:numPr>
        <w:numId w:val="30"/>
      </w:numPr>
      <w:outlineLvl w:val="3"/>
    </w:pPr>
  </w:style>
  <w:style w:type="paragraph" w:customStyle="1" w:styleId="NumPar1">
    <w:name w:val="NumPar 1"/>
    <w:basedOn w:val="Normal"/>
    <w:next w:val="Text1"/>
    <w:rsid w:val="00224697"/>
    <w:pPr>
      <w:numPr>
        <w:numId w:val="31"/>
      </w:numPr>
      <w:outlineLvl w:val="0"/>
    </w:pPr>
  </w:style>
  <w:style w:type="paragraph" w:customStyle="1" w:styleId="NumPar2">
    <w:name w:val="NumPar 2"/>
    <w:basedOn w:val="Normal"/>
    <w:next w:val="Text1"/>
    <w:rsid w:val="00224697"/>
    <w:pPr>
      <w:numPr>
        <w:ilvl w:val="1"/>
        <w:numId w:val="31"/>
      </w:numPr>
      <w:outlineLvl w:val="1"/>
    </w:pPr>
  </w:style>
  <w:style w:type="paragraph" w:customStyle="1" w:styleId="NumPar3">
    <w:name w:val="NumPar 3"/>
    <w:basedOn w:val="Normal"/>
    <w:next w:val="Text1"/>
    <w:rsid w:val="00224697"/>
    <w:pPr>
      <w:numPr>
        <w:ilvl w:val="2"/>
        <w:numId w:val="31"/>
      </w:numPr>
      <w:outlineLvl w:val="2"/>
    </w:pPr>
  </w:style>
  <w:style w:type="paragraph" w:customStyle="1" w:styleId="NumPar4">
    <w:name w:val="NumPar 4"/>
    <w:basedOn w:val="Normal"/>
    <w:next w:val="Text1"/>
    <w:rsid w:val="00224697"/>
    <w:pPr>
      <w:numPr>
        <w:ilvl w:val="3"/>
        <w:numId w:val="31"/>
      </w:numPr>
      <w:outlineLvl w:val="3"/>
    </w:pPr>
  </w:style>
  <w:style w:type="paragraph" w:customStyle="1" w:styleId="ManualNumPar1">
    <w:name w:val="Manual NumPar 1"/>
    <w:basedOn w:val="Normal"/>
    <w:next w:val="Text1"/>
    <w:rsid w:val="00224697"/>
    <w:pPr>
      <w:ind w:left="850" w:hanging="850"/>
      <w:outlineLvl w:val="0"/>
    </w:pPr>
  </w:style>
  <w:style w:type="paragraph" w:customStyle="1" w:styleId="ManualNumPar2">
    <w:name w:val="Manual NumPar 2"/>
    <w:basedOn w:val="Normal"/>
    <w:next w:val="Text1"/>
    <w:rsid w:val="00224697"/>
    <w:pPr>
      <w:ind w:left="850" w:hanging="850"/>
      <w:outlineLvl w:val="1"/>
    </w:pPr>
  </w:style>
  <w:style w:type="paragraph" w:customStyle="1" w:styleId="ManualNumPar3">
    <w:name w:val="Manual NumPar 3"/>
    <w:basedOn w:val="Normal"/>
    <w:next w:val="Text1"/>
    <w:rsid w:val="00224697"/>
    <w:pPr>
      <w:ind w:left="850" w:hanging="850"/>
      <w:outlineLvl w:val="2"/>
    </w:pPr>
  </w:style>
  <w:style w:type="paragraph" w:customStyle="1" w:styleId="ManualNumPar4">
    <w:name w:val="Manual NumPar 4"/>
    <w:basedOn w:val="Normal"/>
    <w:next w:val="Text1"/>
    <w:rsid w:val="00224697"/>
    <w:pPr>
      <w:ind w:left="850" w:hanging="850"/>
      <w:outlineLvl w:val="3"/>
    </w:pPr>
  </w:style>
  <w:style w:type="paragraph" w:customStyle="1" w:styleId="QuotedNumPar">
    <w:name w:val="Quoted NumPar"/>
    <w:basedOn w:val="Normal"/>
    <w:rsid w:val="00224697"/>
    <w:pPr>
      <w:ind w:left="1417" w:hanging="567"/>
    </w:pPr>
  </w:style>
  <w:style w:type="paragraph" w:customStyle="1" w:styleId="ManualHeading1">
    <w:name w:val="Manual Heading 1"/>
    <w:basedOn w:val="Normal"/>
    <w:next w:val="Text1"/>
    <w:rsid w:val="00224697"/>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224697"/>
    <w:pPr>
      <w:keepNext/>
      <w:tabs>
        <w:tab w:val="left" w:pos="850"/>
      </w:tabs>
      <w:ind w:left="850" w:hanging="850"/>
      <w:outlineLvl w:val="1"/>
    </w:pPr>
    <w:rPr>
      <w:b/>
    </w:rPr>
  </w:style>
  <w:style w:type="paragraph" w:customStyle="1" w:styleId="ManualHeading3">
    <w:name w:val="Manual Heading 3"/>
    <w:basedOn w:val="Normal"/>
    <w:next w:val="Text1"/>
    <w:rsid w:val="00224697"/>
    <w:pPr>
      <w:keepNext/>
      <w:tabs>
        <w:tab w:val="left" w:pos="850"/>
      </w:tabs>
      <w:ind w:left="850" w:hanging="850"/>
      <w:outlineLvl w:val="2"/>
    </w:pPr>
    <w:rPr>
      <w:i/>
    </w:rPr>
  </w:style>
  <w:style w:type="paragraph" w:customStyle="1" w:styleId="ManualHeading4">
    <w:name w:val="Manual Heading 4"/>
    <w:basedOn w:val="Normal"/>
    <w:next w:val="Text1"/>
    <w:rsid w:val="00224697"/>
    <w:pPr>
      <w:keepNext/>
      <w:tabs>
        <w:tab w:val="left" w:pos="850"/>
      </w:tabs>
      <w:ind w:left="850" w:hanging="850"/>
      <w:outlineLvl w:val="3"/>
    </w:pPr>
  </w:style>
  <w:style w:type="paragraph" w:customStyle="1" w:styleId="ChapterTitle">
    <w:name w:val="ChapterTitle"/>
    <w:basedOn w:val="Normal"/>
    <w:next w:val="Normal"/>
    <w:rsid w:val="00224697"/>
    <w:pPr>
      <w:keepNext/>
      <w:spacing w:after="360"/>
      <w:jc w:val="center"/>
    </w:pPr>
    <w:rPr>
      <w:b/>
      <w:sz w:val="32"/>
    </w:rPr>
  </w:style>
  <w:style w:type="paragraph" w:customStyle="1" w:styleId="PartTitle">
    <w:name w:val="PartTitle"/>
    <w:basedOn w:val="Normal"/>
    <w:next w:val="ChapterTitle"/>
    <w:rsid w:val="00224697"/>
    <w:pPr>
      <w:keepNext/>
      <w:pageBreakBefore/>
      <w:spacing w:after="360"/>
      <w:jc w:val="center"/>
    </w:pPr>
    <w:rPr>
      <w:b/>
      <w:sz w:val="36"/>
    </w:rPr>
  </w:style>
  <w:style w:type="paragraph" w:customStyle="1" w:styleId="SectionTitle">
    <w:name w:val="SectionTitle"/>
    <w:basedOn w:val="Normal"/>
    <w:next w:val="Heading1"/>
    <w:rsid w:val="00224697"/>
    <w:pPr>
      <w:keepNext/>
      <w:spacing w:after="360"/>
      <w:jc w:val="center"/>
    </w:pPr>
    <w:rPr>
      <w:b/>
      <w:smallCaps/>
      <w:sz w:val="28"/>
    </w:rPr>
  </w:style>
  <w:style w:type="paragraph" w:customStyle="1" w:styleId="TableTitle">
    <w:name w:val="Table Title"/>
    <w:basedOn w:val="Normal"/>
    <w:next w:val="Normal"/>
    <w:rsid w:val="00224697"/>
    <w:pPr>
      <w:jc w:val="center"/>
    </w:pPr>
    <w:rPr>
      <w:b/>
    </w:rPr>
  </w:style>
  <w:style w:type="paragraph" w:styleId="TOCHeading">
    <w:name w:val="TOC Heading"/>
    <w:basedOn w:val="Normal"/>
    <w:next w:val="Normal"/>
    <w:qFormat/>
    <w:rsid w:val="00224697"/>
    <w:pPr>
      <w:spacing w:after="240"/>
      <w:jc w:val="center"/>
    </w:pPr>
    <w:rPr>
      <w:b/>
      <w:sz w:val="28"/>
    </w:rPr>
  </w:style>
  <w:style w:type="paragraph" w:customStyle="1" w:styleId="Point0number">
    <w:name w:val="Point 0 (number)"/>
    <w:basedOn w:val="Normal"/>
    <w:rsid w:val="00224697"/>
    <w:pPr>
      <w:numPr>
        <w:numId w:val="33"/>
      </w:numPr>
    </w:pPr>
  </w:style>
  <w:style w:type="paragraph" w:customStyle="1" w:styleId="Point1number">
    <w:name w:val="Point 1 (number)"/>
    <w:basedOn w:val="Normal"/>
    <w:rsid w:val="00224697"/>
    <w:pPr>
      <w:numPr>
        <w:ilvl w:val="2"/>
        <w:numId w:val="33"/>
      </w:numPr>
      <w:outlineLvl w:val="0"/>
    </w:pPr>
  </w:style>
  <w:style w:type="paragraph" w:customStyle="1" w:styleId="Point2number">
    <w:name w:val="Point 2 (number)"/>
    <w:basedOn w:val="Normal"/>
    <w:rsid w:val="00224697"/>
    <w:pPr>
      <w:numPr>
        <w:ilvl w:val="4"/>
        <w:numId w:val="33"/>
      </w:numPr>
      <w:outlineLvl w:val="1"/>
    </w:pPr>
  </w:style>
  <w:style w:type="paragraph" w:customStyle="1" w:styleId="Point3number">
    <w:name w:val="Point 3 (number)"/>
    <w:basedOn w:val="Normal"/>
    <w:rsid w:val="00224697"/>
    <w:pPr>
      <w:numPr>
        <w:ilvl w:val="6"/>
        <w:numId w:val="33"/>
      </w:numPr>
      <w:outlineLvl w:val="2"/>
    </w:pPr>
  </w:style>
  <w:style w:type="paragraph" w:customStyle="1" w:styleId="Point0letter">
    <w:name w:val="Point 0 (letter)"/>
    <w:basedOn w:val="Normal"/>
    <w:rsid w:val="00224697"/>
    <w:pPr>
      <w:numPr>
        <w:ilvl w:val="1"/>
        <w:numId w:val="33"/>
      </w:numPr>
    </w:pPr>
  </w:style>
  <w:style w:type="paragraph" w:customStyle="1" w:styleId="Point1letter">
    <w:name w:val="Point 1 (letter)"/>
    <w:basedOn w:val="Normal"/>
    <w:rsid w:val="00224697"/>
    <w:pPr>
      <w:numPr>
        <w:ilvl w:val="3"/>
        <w:numId w:val="33"/>
      </w:numPr>
      <w:outlineLvl w:val="0"/>
    </w:pPr>
  </w:style>
  <w:style w:type="paragraph" w:customStyle="1" w:styleId="Point2letter">
    <w:name w:val="Point 2 (letter)"/>
    <w:basedOn w:val="Normal"/>
    <w:rsid w:val="00224697"/>
    <w:pPr>
      <w:numPr>
        <w:ilvl w:val="5"/>
        <w:numId w:val="33"/>
      </w:numPr>
      <w:outlineLvl w:val="1"/>
    </w:pPr>
  </w:style>
  <w:style w:type="paragraph" w:customStyle="1" w:styleId="Point3letter">
    <w:name w:val="Point 3 (letter)"/>
    <w:basedOn w:val="Normal"/>
    <w:rsid w:val="00224697"/>
    <w:pPr>
      <w:numPr>
        <w:ilvl w:val="7"/>
        <w:numId w:val="33"/>
      </w:numPr>
      <w:outlineLvl w:val="2"/>
    </w:pPr>
  </w:style>
  <w:style w:type="paragraph" w:customStyle="1" w:styleId="Point4letter">
    <w:name w:val="Point 4 (letter)"/>
    <w:basedOn w:val="Normal"/>
    <w:rsid w:val="00224697"/>
    <w:pPr>
      <w:numPr>
        <w:ilvl w:val="8"/>
        <w:numId w:val="33"/>
      </w:numPr>
      <w:outlineLvl w:val="3"/>
    </w:pPr>
  </w:style>
  <w:style w:type="paragraph" w:customStyle="1" w:styleId="Bullet0">
    <w:name w:val="Bullet 0"/>
    <w:basedOn w:val="Normal"/>
    <w:rsid w:val="00224697"/>
    <w:pPr>
      <w:numPr>
        <w:numId w:val="34"/>
      </w:numPr>
    </w:pPr>
  </w:style>
  <w:style w:type="paragraph" w:customStyle="1" w:styleId="Bullet1">
    <w:name w:val="Bullet 1"/>
    <w:basedOn w:val="Normal"/>
    <w:rsid w:val="00224697"/>
    <w:pPr>
      <w:numPr>
        <w:numId w:val="35"/>
      </w:numPr>
      <w:outlineLvl w:val="0"/>
    </w:pPr>
  </w:style>
  <w:style w:type="paragraph" w:customStyle="1" w:styleId="Bullet2">
    <w:name w:val="Bullet 2"/>
    <w:basedOn w:val="Normal"/>
    <w:rsid w:val="00224697"/>
    <w:pPr>
      <w:numPr>
        <w:numId w:val="36"/>
      </w:numPr>
      <w:outlineLvl w:val="1"/>
    </w:pPr>
  </w:style>
  <w:style w:type="paragraph" w:customStyle="1" w:styleId="Bullet3">
    <w:name w:val="Bullet 3"/>
    <w:basedOn w:val="Normal"/>
    <w:rsid w:val="00224697"/>
    <w:pPr>
      <w:numPr>
        <w:numId w:val="37"/>
      </w:numPr>
      <w:outlineLvl w:val="2"/>
    </w:pPr>
  </w:style>
  <w:style w:type="paragraph" w:customStyle="1" w:styleId="Bullet4">
    <w:name w:val="Bullet 4"/>
    <w:basedOn w:val="Normal"/>
    <w:rsid w:val="00224697"/>
    <w:pPr>
      <w:numPr>
        <w:numId w:val="38"/>
      </w:numPr>
      <w:outlineLvl w:val="3"/>
    </w:pPr>
  </w:style>
  <w:style w:type="paragraph" w:customStyle="1" w:styleId="Annexetitreacte">
    <w:name w:val="Annexe titre (acte)"/>
    <w:basedOn w:val="Normal"/>
    <w:next w:val="Normal"/>
    <w:rsid w:val="00224697"/>
    <w:pPr>
      <w:jc w:val="center"/>
    </w:pPr>
    <w:rPr>
      <w:b/>
      <w:u w:val="single"/>
    </w:rPr>
  </w:style>
  <w:style w:type="paragraph" w:customStyle="1" w:styleId="Annexetitreglobale">
    <w:name w:val="Annexe titre (globale)"/>
    <w:basedOn w:val="Normal"/>
    <w:next w:val="Normal"/>
    <w:rsid w:val="00224697"/>
    <w:pPr>
      <w:jc w:val="center"/>
    </w:pPr>
    <w:rPr>
      <w:b/>
      <w:u w:val="single"/>
    </w:rPr>
  </w:style>
  <w:style w:type="paragraph" w:customStyle="1" w:styleId="Applicationdirecte">
    <w:name w:val="Application directe"/>
    <w:basedOn w:val="Normal"/>
    <w:next w:val="Fait"/>
    <w:rsid w:val="00224697"/>
    <w:pPr>
      <w:spacing w:before="480"/>
    </w:pPr>
  </w:style>
  <w:style w:type="paragraph" w:customStyle="1" w:styleId="Considrant">
    <w:name w:val="Considérant"/>
    <w:basedOn w:val="Normal"/>
    <w:rsid w:val="00224697"/>
    <w:pPr>
      <w:numPr>
        <w:numId w:val="39"/>
      </w:numPr>
    </w:pPr>
  </w:style>
  <w:style w:type="paragraph" w:customStyle="1" w:styleId="Datedadoption">
    <w:name w:val="Date d'adoption"/>
    <w:basedOn w:val="Normal"/>
    <w:next w:val="Titreobjet"/>
    <w:rsid w:val="00224697"/>
    <w:pPr>
      <w:spacing w:before="360" w:after="0"/>
      <w:jc w:val="center"/>
    </w:pPr>
    <w:rPr>
      <w:b/>
    </w:rPr>
  </w:style>
  <w:style w:type="paragraph" w:customStyle="1" w:styleId="Fait">
    <w:name w:val="Fait à"/>
    <w:basedOn w:val="Normal"/>
    <w:next w:val="Institutionquisigne"/>
    <w:rsid w:val="00224697"/>
    <w:pPr>
      <w:keepNext/>
      <w:spacing w:after="0"/>
    </w:pPr>
  </w:style>
  <w:style w:type="paragraph" w:customStyle="1" w:styleId="Formuledadoption">
    <w:name w:val="Formule d'adoption"/>
    <w:basedOn w:val="Normal"/>
    <w:next w:val="Titrearticle"/>
    <w:rsid w:val="00224697"/>
    <w:pPr>
      <w:keepNext/>
    </w:pPr>
  </w:style>
  <w:style w:type="paragraph" w:customStyle="1" w:styleId="Institutionquiagit">
    <w:name w:val="Institution qui agit"/>
    <w:basedOn w:val="Normal"/>
    <w:next w:val="Normal"/>
    <w:rsid w:val="00224697"/>
    <w:pPr>
      <w:keepNext/>
      <w:spacing w:before="600"/>
    </w:pPr>
  </w:style>
  <w:style w:type="paragraph" w:customStyle="1" w:styleId="Institutionquisigne">
    <w:name w:val="Institution qui signe"/>
    <w:basedOn w:val="Normal"/>
    <w:next w:val="Personnequisigne"/>
    <w:rsid w:val="00224697"/>
    <w:pPr>
      <w:keepNext/>
      <w:tabs>
        <w:tab w:val="left" w:pos="5669"/>
      </w:tabs>
      <w:spacing w:before="720" w:after="0"/>
    </w:pPr>
    <w:rPr>
      <w:i/>
    </w:rPr>
  </w:style>
  <w:style w:type="paragraph" w:customStyle="1" w:styleId="ManualConsidrant">
    <w:name w:val="Manual Considérant"/>
    <w:basedOn w:val="Normal"/>
    <w:rsid w:val="00224697"/>
    <w:pPr>
      <w:ind w:left="850" w:hanging="850"/>
    </w:pPr>
  </w:style>
  <w:style w:type="paragraph" w:customStyle="1" w:styleId="Personnequisigne">
    <w:name w:val="Personne qui signe"/>
    <w:basedOn w:val="Normal"/>
    <w:next w:val="Institutionquisigne"/>
    <w:rsid w:val="00224697"/>
    <w:pPr>
      <w:tabs>
        <w:tab w:val="left" w:pos="5669"/>
      </w:tabs>
      <w:spacing w:before="0" w:after="0"/>
    </w:pPr>
    <w:rPr>
      <w:i/>
    </w:rPr>
  </w:style>
  <w:style w:type="paragraph" w:customStyle="1" w:styleId="Sous-titreobjet">
    <w:name w:val="Sous-titre objet"/>
    <w:basedOn w:val="Normal"/>
    <w:rsid w:val="00224697"/>
    <w:pPr>
      <w:spacing w:before="0" w:after="0"/>
      <w:jc w:val="center"/>
    </w:pPr>
    <w:rPr>
      <w:b/>
    </w:rPr>
  </w:style>
  <w:style w:type="paragraph" w:customStyle="1" w:styleId="Statut">
    <w:name w:val="Statut"/>
    <w:basedOn w:val="Normal"/>
    <w:next w:val="Typedudocument"/>
    <w:rsid w:val="00224697"/>
    <w:pPr>
      <w:spacing w:before="360" w:after="0"/>
      <w:jc w:val="center"/>
    </w:pPr>
  </w:style>
  <w:style w:type="paragraph" w:customStyle="1" w:styleId="Titrearticle">
    <w:name w:val="Titre article"/>
    <w:basedOn w:val="Normal"/>
    <w:next w:val="Normal"/>
    <w:rsid w:val="00224697"/>
    <w:pPr>
      <w:keepNext/>
      <w:spacing w:before="360"/>
      <w:jc w:val="center"/>
    </w:pPr>
    <w:rPr>
      <w:i/>
    </w:rPr>
  </w:style>
  <w:style w:type="paragraph" w:customStyle="1" w:styleId="Titreobjet">
    <w:name w:val="Titre objet"/>
    <w:basedOn w:val="Normal"/>
    <w:next w:val="Sous-titreobjet"/>
    <w:rsid w:val="00224697"/>
    <w:pPr>
      <w:spacing w:before="360" w:after="360"/>
      <w:jc w:val="center"/>
    </w:pPr>
    <w:rPr>
      <w:b/>
    </w:rPr>
  </w:style>
  <w:style w:type="paragraph" w:customStyle="1" w:styleId="Typedudocument">
    <w:name w:val="Type du document"/>
    <w:basedOn w:val="Normal"/>
    <w:next w:val="Datedadoption"/>
    <w:rsid w:val="00224697"/>
    <w:pPr>
      <w:spacing w:before="360" w:after="0"/>
      <w:jc w:val="center"/>
    </w:pPr>
    <w:rPr>
      <w:b/>
    </w:rPr>
  </w:style>
  <w:style w:type="paragraph" w:customStyle="1" w:styleId="Lignefinal">
    <w:name w:val="Ligne final"/>
    <w:basedOn w:val="Normal"/>
    <w:next w:val="Normal"/>
    <w:rsid w:val="00224697"/>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224697"/>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224697"/>
    <w:pPr>
      <w:spacing w:before="0" w:after="0"/>
      <w:ind w:left="5103"/>
    </w:pPr>
  </w:style>
  <w:style w:type="paragraph" w:customStyle="1" w:styleId="EntLogo">
    <w:name w:val="EntLogo"/>
    <w:basedOn w:val="Normal"/>
    <w:rsid w:val="00224697"/>
    <w:pPr>
      <w:tabs>
        <w:tab w:val="right" w:pos="9639"/>
      </w:tabs>
      <w:spacing w:before="0" w:after="0"/>
    </w:pPr>
    <w:rPr>
      <w:b/>
    </w:rPr>
  </w:style>
  <w:style w:type="paragraph" w:customStyle="1" w:styleId="EntInstit">
    <w:name w:val="EntInstit"/>
    <w:basedOn w:val="Normal"/>
    <w:rsid w:val="00224697"/>
    <w:pPr>
      <w:spacing w:before="0" w:after="0" w:line="240" w:lineRule="auto"/>
      <w:jc w:val="right"/>
    </w:pPr>
    <w:rPr>
      <w:b/>
    </w:rPr>
  </w:style>
  <w:style w:type="paragraph" w:customStyle="1" w:styleId="EntRefer">
    <w:name w:val="EntRefer"/>
    <w:basedOn w:val="Normal"/>
    <w:rsid w:val="00224697"/>
    <w:pPr>
      <w:spacing w:before="0" w:after="0" w:line="240" w:lineRule="auto"/>
    </w:pPr>
    <w:rPr>
      <w:b/>
    </w:rPr>
  </w:style>
  <w:style w:type="paragraph" w:customStyle="1" w:styleId="EntEmet">
    <w:name w:val="EntEmet"/>
    <w:basedOn w:val="Normal"/>
    <w:rsid w:val="00224697"/>
    <w:pPr>
      <w:spacing w:before="40" w:after="0" w:line="240" w:lineRule="auto"/>
    </w:pPr>
  </w:style>
  <w:style w:type="paragraph" w:customStyle="1" w:styleId="EntText">
    <w:name w:val="EntText"/>
    <w:basedOn w:val="Normal"/>
    <w:rsid w:val="00224697"/>
  </w:style>
  <w:style w:type="paragraph" w:customStyle="1" w:styleId="EntEU">
    <w:name w:val="EntEU"/>
    <w:basedOn w:val="Normal"/>
    <w:rsid w:val="00224697"/>
    <w:pPr>
      <w:spacing w:before="240" w:after="240" w:line="240" w:lineRule="auto"/>
      <w:jc w:val="center"/>
    </w:pPr>
    <w:rPr>
      <w:b/>
      <w:sz w:val="36"/>
    </w:rPr>
  </w:style>
  <w:style w:type="paragraph" w:customStyle="1" w:styleId="EntASSOC">
    <w:name w:val="EntASSOC"/>
    <w:basedOn w:val="Normal"/>
    <w:rsid w:val="00224697"/>
    <w:pPr>
      <w:spacing w:before="0" w:after="0" w:line="240" w:lineRule="auto"/>
      <w:jc w:val="center"/>
    </w:pPr>
    <w:rPr>
      <w:b/>
    </w:rPr>
  </w:style>
  <w:style w:type="paragraph" w:customStyle="1" w:styleId="EntACP">
    <w:name w:val="EntACP"/>
    <w:basedOn w:val="Normal"/>
    <w:rsid w:val="00224697"/>
    <w:pPr>
      <w:spacing w:before="0" w:after="180" w:line="240" w:lineRule="auto"/>
      <w:jc w:val="center"/>
    </w:pPr>
    <w:rPr>
      <w:b/>
      <w:spacing w:val="40"/>
      <w:sz w:val="28"/>
    </w:rPr>
  </w:style>
  <w:style w:type="paragraph" w:customStyle="1" w:styleId="EntInstitACP">
    <w:name w:val="EntInstitACP"/>
    <w:basedOn w:val="Normal"/>
    <w:rsid w:val="00224697"/>
    <w:pPr>
      <w:spacing w:before="0" w:after="0" w:line="240" w:lineRule="auto"/>
      <w:jc w:val="center"/>
    </w:pPr>
    <w:rPr>
      <w:b/>
    </w:rPr>
  </w:style>
  <w:style w:type="paragraph" w:customStyle="1" w:styleId="Genredudocument">
    <w:name w:val="Genre du document"/>
    <w:basedOn w:val="EntRefer"/>
    <w:next w:val="EntRefer"/>
    <w:rsid w:val="00224697"/>
    <w:pPr>
      <w:spacing w:before="240"/>
    </w:pPr>
  </w:style>
  <w:style w:type="paragraph" w:customStyle="1" w:styleId="Accordtitre">
    <w:name w:val="Accord titre"/>
    <w:basedOn w:val="Normal"/>
    <w:rsid w:val="00224697"/>
    <w:pPr>
      <w:spacing w:before="0" w:after="0"/>
      <w:jc w:val="center"/>
    </w:pPr>
  </w:style>
  <w:style w:type="paragraph" w:customStyle="1" w:styleId="FooterAccord">
    <w:name w:val="Footer Accord"/>
    <w:basedOn w:val="Normal"/>
    <w:rsid w:val="00224697"/>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224697"/>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224697"/>
    <w:pPr>
      <w:keepNext/>
      <w:spacing w:before="600"/>
      <w:jc w:val="center"/>
    </w:pPr>
    <w:rPr>
      <w:i/>
    </w:rPr>
  </w:style>
  <w:style w:type="paragraph" w:customStyle="1" w:styleId="Languesfaisantfoi">
    <w:name w:val="Langues faisant foi"/>
    <w:basedOn w:val="Normal"/>
    <w:next w:val="Normal"/>
    <w:rsid w:val="00224697"/>
    <w:pPr>
      <w:spacing w:before="360" w:after="0"/>
      <w:jc w:val="center"/>
    </w:pPr>
  </w:style>
  <w:style w:type="paragraph" w:customStyle="1" w:styleId="IntrtEEE">
    <w:name w:val="Intérêt EEE"/>
    <w:basedOn w:val="Languesfaisantfoi"/>
    <w:next w:val="Normal"/>
    <w:rsid w:val="00224697"/>
    <w:pPr>
      <w:spacing w:after="240"/>
    </w:pPr>
  </w:style>
  <w:style w:type="paragraph" w:customStyle="1" w:styleId="Annexetitre">
    <w:name w:val="Annexe titre"/>
    <w:basedOn w:val="Normal"/>
    <w:next w:val="Normal"/>
    <w:rsid w:val="00224697"/>
    <w:pPr>
      <w:jc w:val="cente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B1D0F-930E-4CA4-8B00-930511F4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13</TotalTime>
  <Pages>21</Pages>
  <Words>2610</Words>
  <Characters>14877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Fleur Ann</dc:creator>
  <cp:keywords/>
  <dc:description/>
  <cp:lastModifiedBy>Andrijauska, M.</cp:lastModifiedBy>
  <cp:revision>5</cp:revision>
  <dcterms:created xsi:type="dcterms:W3CDTF">2020-07-29T13:49:00Z</dcterms:created>
  <dcterms:modified xsi:type="dcterms:W3CDTF">2020-07-29T14:01:00Z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