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78A503" w14:textId="77777777" w:rsidR="00AE7780" w:rsidRPr="002C216C" w:rsidRDefault="00AE7780" w:rsidP="0070438F">
      <w:pPr>
        <w:pStyle w:val="Annexetitre"/>
      </w:pPr>
      <w:r w:rsidRPr="002C216C">
        <w:t>PŘÍLOHA I</w:t>
      </w:r>
    </w:p>
    <w:p w14:paraId="655F36BC" w14:textId="77777777" w:rsidR="00AE7780" w:rsidRPr="002C216C" w:rsidRDefault="00AE7780" w:rsidP="0070438F">
      <w:pPr>
        <w:jc w:val="center"/>
        <w:rPr>
          <w:color w:val="191919"/>
        </w:rPr>
      </w:pPr>
      <w:r w:rsidRPr="002C216C">
        <w:t>OSVĚDČENÍ O </w:t>
      </w:r>
      <w:r w:rsidRPr="002C216C">
        <w:rPr>
          <w:color w:val="191919"/>
        </w:rPr>
        <w:t>PŘÍKAZU K ZAJIŠTĚNÍ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476324" w:rsidRPr="002C216C" w14:paraId="7DFBDB4F" w14:textId="77777777" w:rsidTr="005D2CDC">
        <w:trPr>
          <w:trHeight w:val="3710"/>
        </w:trPr>
        <w:tc>
          <w:tcPr>
            <w:tcW w:w="9854" w:type="dxa"/>
          </w:tcPr>
          <w:p w14:paraId="10C3B18D" w14:textId="77777777" w:rsidR="0070438F" w:rsidRPr="002C216C" w:rsidRDefault="0070438F" w:rsidP="0070438F">
            <w:r w:rsidRPr="002C216C">
              <w:t>ODDÍL A:</w:t>
            </w:r>
          </w:p>
          <w:p w14:paraId="3E7F2D3D" w14:textId="77777777" w:rsidR="0070438F" w:rsidRPr="002C216C" w:rsidRDefault="0070438F" w:rsidP="0070438F">
            <w:r w:rsidRPr="002C216C">
              <w:t>Vydávající stát: ……………………………………………………………………………..................</w:t>
            </w:r>
          </w:p>
          <w:p w14:paraId="2FF74DC9" w14:textId="77777777" w:rsidR="0070438F" w:rsidRPr="002C216C" w:rsidRDefault="0070438F" w:rsidP="0070438F">
            <w:r w:rsidRPr="002C216C">
              <w:t>Vydávající orgán: ………………………………………………................………………………......</w:t>
            </w:r>
          </w:p>
          <w:p w14:paraId="3D6FDC94" w14:textId="77777777" w:rsidR="0070438F" w:rsidRPr="002C216C" w:rsidRDefault="0070438F" w:rsidP="0070438F">
            <w:r w:rsidRPr="002C216C">
              <w:t>Potvrzující orgán (v příslušném případě): ……………………………………………................….…</w:t>
            </w:r>
          </w:p>
          <w:p w14:paraId="076DFB53" w14:textId="77777777" w:rsidR="0070438F" w:rsidRPr="002C216C" w:rsidRDefault="0070438F" w:rsidP="0070438F">
            <w:r w:rsidRPr="002C216C">
              <w:t>Vykonávající stát: ……………………………………………………………………...............….…..</w:t>
            </w:r>
          </w:p>
          <w:p w14:paraId="214F65A9" w14:textId="0D253437" w:rsidR="0070438F" w:rsidRPr="002C216C" w:rsidRDefault="0070438F" w:rsidP="0070438F">
            <w:r w:rsidRPr="002C216C">
              <w:t>Vykonávající orgán (je-li znám): ………………………………………………………..…................</w:t>
            </w:r>
          </w:p>
        </w:tc>
      </w:tr>
      <w:tr w:rsidR="005D2CDC" w:rsidRPr="002C216C" w14:paraId="0A2ACBB4" w14:textId="77777777" w:rsidTr="005D2CDC">
        <w:trPr>
          <w:trHeight w:val="5320"/>
        </w:trPr>
        <w:tc>
          <w:tcPr>
            <w:tcW w:w="9854" w:type="dxa"/>
          </w:tcPr>
          <w:p w14:paraId="73C86F1D" w14:textId="77777777" w:rsidR="005D2CDC" w:rsidRPr="002C216C" w:rsidRDefault="005D2CDC" w:rsidP="005D2CDC">
            <w:r w:rsidRPr="002C216C">
              <w:t>ODDÍL B: Naléhavost nebo požadované datum výkonu</w:t>
            </w:r>
          </w:p>
          <w:p w14:paraId="6B5B93FC" w14:textId="77777777" w:rsidR="005D2CDC" w:rsidRPr="002C216C" w:rsidRDefault="005D2CDC" w:rsidP="005D2CDC">
            <w:r w:rsidRPr="002C216C">
              <w:t>1.</w:t>
            </w:r>
            <w:r w:rsidRPr="002C216C">
              <w:tab/>
              <w:t>Uveďte prosím konkrétní důvody naléhavosti:</w:t>
            </w:r>
          </w:p>
          <w:p w14:paraId="33492368" w14:textId="77777777" w:rsidR="005D2CDC" w:rsidRPr="002C216C" w:rsidRDefault="005D2CDC" w:rsidP="005D2CDC">
            <w:pPr>
              <w:ind w:left="720" w:hanging="720"/>
            </w:pPr>
            <w:r w:rsidRPr="002C216C">
              <w:t>□</w:t>
            </w:r>
            <w:r w:rsidRPr="002C216C">
              <w:tab/>
              <w:t>existují oprávněné důvody se domnívat, že předmětný majetek bude bezprostředně přesunut nebo zničen, konkrétně:</w:t>
            </w:r>
            <w:r w:rsidRPr="002C216C">
              <w:br/>
              <w:t>....................................................................................................................................................</w:t>
            </w:r>
            <w:r w:rsidRPr="002C216C">
              <w:br/>
              <w:t>....................................................................................................................................................</w:t>
            </w:r>
          </w:p>
          <w:p w14:paraId="36A24481" w14:textId="17E0262C" w:rsidR="005D2CDC" w:rsidRPr="002C216C" w:rsidRDefault="005D2CDC" w:rsidP="005D2CDC">
            <w:pPr>
              <w:ind w:left="720" w:hanging="720"/>
            </w:pPr>
            <w:r w:rsidRPr="002C216C">
              <w:t>□</w:t>
            </w:r>
            <w:r w:rsidRPr="002C216C">
              <w:tab/>
              <w:t>potřeby vyšetřování nebo řízení ve vydávajícím státě, konkrétně:</w:t>
            </w:r>
            <w:r w:rsidRPr="002C216C">
              <w:br/>
              <w:t>…………………………………………………………………………………………………</w:t>
            </w:r>
            <w:r w:rsidRPr="002C216C">
              <w:br/>
              <w:t>…………………………………………………………………………………………………</w:t>
            </w:r>
          </w:p>
        </w:tc>
      </w:tr>
      <w:tr w:rsidR="0070438F" w:rsidRPr="002C216C" w14:paraId="14119BF4" w14:textId="77777777" w:rsidTr="005D2CDC">
        <w:trPr>
          <w:trHeight w:val="3617"/>
        </w:trPr>
        <w:tc>
          <w:tcPr>
            <w:tcW w:w="9854" w:type="dxa"/>
          </w:tcPr>
          <w:p w14:paraId="29A00D74" w14:textId="77777777" w:rsidR="0070438F" w:rsidRPr="002C216C" w:rsidRDefault="0070438F" w:rsidP="0070438F">
            <w:pPr>
              <w:pageBreakBefore/>
            </w:pPr>
            <w:r w:rsidRPr="002C216C">
              <w:lastRenderedPageBreak/>
              <w:t>2.</w:t>
            </w:r>
            <w:r w:rsidRPr="002C216C">
              <w:tab/>
              <w:t>Datum výkonu:</w:t>
            </w:r>
          </w:p>
          <w:p w14:paraId="7C30D73B" w14:textId="77777777" w:rsidR="0070438F" w:rsidRPr="002C216C" w:rsidRDefault="0070438F" w:rsidP="0070438F">
            <w:r w:rsidRPr="002C216C">
              <w:t>□</w:t>
            </w:r>
            <w:r w:rsidRPr="002C216C">
              <w:tab/>
              <w:t>je požadováno konkrétní datum, a to ……………………........................................................</w:t>
            </w:r>
          </w:p>
          <w:p w14:paraId="78BDE632" w14:textId="77777777" w:rsidR="0070438F" w:rsidRPr="002C216C" w:rsidRDefault="0070438F" w:rsidP="0070438F">
            <w:r w:rsidRPr="002C216C">
              <w:t>□</w:t>
            </w:r>
            <w:r w:rsidRPr="002C216C">
              <w:tab/>
              <w:t>potřeba koordinace mezi zúčastněnými členskými státy</w:t>
            </w:r>
          </w:p>
          <w:p w14:paraId="2834FE6E" w14:textId="77777777" w:rsidR="0070438F" w:rsidRPr="002C216C" w:rsidRDefault="0070438F" w:rsidP="0070438F">
            <w:r w:rsidRPr="002C216C">
              <w:t>Odůvodnění této žádosti: 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70438F" w:rsidRPr="002C216C" w14:paraId="3207543E" w14:textId="77777777" w:rsidTr="005D2CDC">
        <w:trPr>
          <w:trHeight w:val="6212"/>
        </w:trPr>
        <w:tc>
          <w:tcPr>
            <w:tcW w:w="9854" w:type="dxa"/>
          </w:tcPr>
          <w:p w14:paraId="029898E4" w14:textId="77777777" w:rsidR="0070438F" w:rsidRPr="002C216C" w:rsidRDefault="0070438F" w:rsidP="0070438F">
            <w:r w:rsidRPr="002C216C">
              <w:t>ODDÍL C: Dotčená osoba (dotčené osoby)</w:t>
            </w:r>
          </w:p>
          <w:p w14:paraId="332E0D9D" w14:textId="77777777" w:rsidR="0070438F" w:rsidRPr="002C216C" w:rsidRDefault="0070438F" w:rsidP="0070438F">
            <w:r w:rsidRPr="002C216C">
              <w:t>Totožnost osoby, proti níž je příkaz k zajištění vydán, nebo osoby, která vlastní majetek, na nějž se příkaz k zajištění vztahuje (je-li dotčeno více osob, uveďte prosím údaje pro každou z nich):</w:t>
            </w:r>
          </w:p>
          <w:p w14:paraId="08CD0F04" w14:textId="77777777" w:rsidR="0070438F" w:rsidRPr="002C216C" w:rsidRDefault="0070438F" w:rsidP="0070438F">
            <w:r w:rsidRPr="002C216C">
              <w:t>1.</w:t>
            </w:r>
            <w:r w:rsidRPr="002C216C">
              <w:tab/>
              <w:t>Identifikační údaje</w:t>
            </w:r>
          </w:p>
          <w:p w14:paraId="3DC5C1CD" w14:textId="77777777" w:rsidR="0070438F" w:rsidRPr="002C216C" w:rsidRDefault="0070438F" w:rsidP="0070438F">
            <w:r w:rsidRPr="002C216C">
              <w:t>i)</w:t>
            </w:r>
            <w:r w:rsidRPr="002C216C">
              <w:tab/>
              <w:t>Fyzické osoby</w:t>
            </w:r>
          </w:p>
          <w:p w14:paraId="66A8BBE6" w14:textId="77777777" w:rsidR="0070438F" w:rsidRPr="002C216C" w:rsidRDefault="0070438F" w:rsidP="0070438F">
            <w:r w:rsidRPr="002C216C">
              <w:t>Příjmení:……………………………………………………………………........................…………</w:t>
            </w:r>
          </w:p>
          <w:p w14:paraId="723D4C01" w14:textId="77777777" w:rsidR="0070438F" w:rsidRPr="002C216C" w:rsidRDefault="0070438F" w:rsidP="0070438F">
            <w:r w:rsidRPr="002C216C">
              <w:t>Jméno (jména):……………………………………………………….....................………………….</w:t>
            </w:r>
          </w:p>
          <w:p w14:paraId="3499C052" w14:textId="77777777" w:rsidR="0070438F" w:rsidRPr="002C216C" w:rsidRDefault="0070438F" w:rsidP="0070438F">
            <w:r w:rsidRPr="002C216C">
              <w:t>Případná další jména:…………………………………………………......................................……..</w:t>
            </w:r>
          </w:p>
          <w:p w14:paraId="0973CA4E" w14:textId="77777777" w:rsidR="0070438F" w:rsidRPr="002C216C" w:rsidRDefault="0070438F" w:rsidP="0070438F">
            <w:r w:rsidRPr="002C216C">
              <w:t>Případné přezdívky:………………………………………………….....................…………………..</w:t>
            </w:r>
          </w:p>
          <w:p w14:paraId="3A24D4DF" w14:textId="77777777" w:rsidR="0070438F" w:rsidRPr="002C216C" w:rsidRDefault="0070438F" w:rsidP="0070438F">
            <w:r w:rsidRPr="002C216C">
              <w:t>Pohlaví:……………………………………...................................................................................……</w:t>
            </w:r>
          </w:p>
        </w:tc>
      </w:tr>
      <w:tr w:rsidR="0070438F" w:rsidRPr="002C216C" w14:paraId="19CDCD63" w14:textId="77777777" w:rsidTr="005D2CDC">
        <w:trPr>
          <w:trHeight w:val="10163"/>
        </w:trPr>
        <w:tc>
          <w:tcPr>
            <w:tcW w:w="9854" w:type="dxa"/>
          </w:tcPr>
          <w:p w14:paraId="5E379135" w14:textId="77777777" w:rsidR="0070438F" w:rsidRPr="002C216C" w:rsidRDefault="0070438F" w:rsidP="0070438F">
            <w:pPr>
              <w:pageBreakBefore/>
            </w:pPr>
            <w:r w:rsidRPr="002C216C">
              <w:lastRenderedPageBreak/>
              <w:t>Státní příslušnost: …………………………........................................................……………………..</w:t>
            </w:r>
          </w:p>
          <w:p w14:paraId="14CA916C" w14:textId="77777777" w:rsidR="0070438F" w:rsidRPr="002C216C" w:rsidRDefault="0070438F" w:rsidP="0070438F">
            <w:pPr>
              <w:pageBreakBefore/>
            </w:pPr>
            <w:r w:rsidRPr="002C216C">
              <w:t>Identifikační číslo nebo číslo sociálního zabezpečení (je-li k dispozici): .……………………….......................................................................................................……………</w:t>
            </w:r>
          </w:p>
          <w:p w14:paraId="3A3996AE" w14:textId="77777777" w:rsidR="0070438F" w:rsidRPr="002C216C" w:rsidRDefault="0070438F" w:rsidP="0070438F">
            <w:pPr>
              <w:pageBreakBefore/>
            </w:pPr>
            <w:r w:rsidRPr="002C216C">
              <w:t>Druh a číslo dokladu (dokladů) totožnosti ( průkaz totožnosti nebo cestovní pas), je-li k dispozici:</w:t>
            </w:r>
          </w:p>
          <w:p w14:paraId="4E565EC3" w14:textId="77777777" w:rsidR="0070438F" w:rsidRPr="002C216C" w:rsidRDefault="0070438F" w:rsidP="0070438F">
            <w:pPr>
              <w:pageBreakBefore/>
            </w:pPr>
            <w:r w:rsidRPr="002C216C">
              <w:t>……………………..............................................……………………………......................................</w:t>
            </w:r>
          </w:p>
          <w:p w14:paraId="627E389A" w14:textId="77777777" w:rsidR="0070438F" w:rsidRPr="002C216C" w:rsidRDefault="0070438F" w:rsidP="0070438F">
            <w:pPr>
              <w:pageBreakBefore/>
            </w:pPr>
            <w:r w:rsidRPr="002C216C">
              <w:t>Datum narození: …………………………………………...........................................................….....</w:t>
            </w:r>
          </w:p>
          <w:p w14:paraId="1F4E5D04" w14:textId="77777777" w:rsidR="0070438F" w:rsidRPr="002C216C" w:rsidRDefault="0070438F" w:rsidP="0070438F">
            <w:pPr>
              <w:pageBreakBefore/>
            </w:pPr>
            <w:r w:rsidRPr="002C216C">
              <w:t>Místo narození: …………………………………...........................................................……………...</w:t>
            </w:r>
          </w:p>
          <w:p w14:paraId="1C53199A" w14:textId="77777777" w:rsidR="0070438F" w:rsidRPr="002C216C" w:rsidRDefault="0070438F" w:rsidP="0070438F">
            <w:pPr>
              <w:pageBreakBefore/>
            </w:pPr>
            <w:r w:rsidRPr="002C216C">
              <w:t>Místo bydliště nebo známá adresa (pokud není známa, uveďte poslední známou adresu):</w:t>
            </w:r>
          </w:p>
          <w:p w14:paraId="3B09F6CC" w14:textId="77777777" w:rsidR="0070438F" w:rsidRPr="002C216C" w:rsidRDefault="0070438F" w:rsidP="0070438F">
            <w:pPr>
              <w:pageBreakBefore/>
            </w:pPr>
            <w:r w:rsidRPr="002C216C">
              <w:t>……………………………………………………………………………................…………………</w:t>
            </w:r>
          </w:p>
          <w:p w14:paraId="084DBF63" w14:textId="31D60E6F" w:rsidR="0070438F" w:rsidRPr="002C216C" w:rsidRDefault="0070438F" w:rsidP="0070438F">
            <w:pPr>
              <w:pageBreakBefore/>
            </w:pPr>
            <w:r w:rsidRPr="002C216C">
              <w:t>Jazyk nebo jazyky, kterým dotčená osoba rozumí: ……………………………………</w:t>
            </w:r>
            <w:r w:rsidR="00476324" w:rsidRPr="002C216C">
              <w:t>.</w:t>
            </w:r>
            <w:r w:rsidRPr="002C216C">
              <w:t>……………..</w:t>
            </w:r>
          </w:p>
          <w:p w14:paraId="29B3F330" w14:textId="77777777" w:rsidR="0070438F" w:rsidRPr="002C216C" w:rsidRDefault="0070438F" w:rsidP="0070438F">
            <w:pPr>
              <w:pageBreakBefore/>
            </w:pPr>
            <w:r w:rsidRPr="002C216C">
              <w:t>Uveďte prosím postavení dotčené osoby v řízení:</w:t>
            </w:r>
          </w:p>
          <w:p w14:paraId="77853115" w14:textId="77777777" w:rsidR="0070438F" w:rsidRPr="002C216C" w:rsidRDefault="0070438F" w:rsidP="0070438F">
            <w:pPr>
              <w:pageBreakBefore/>
            </w:pPr>
            <w:r w:rsidRPr="002C216C">
              <w:t>□</w:t>
            </w:r>
            <w:r w:rsidRPr="002C216C">
              <w:tab/>
              <w:t>osoba, proti níž příkaz k zajištění směřuje</w:t>
            </w:r>
          </w:p>
          <w:p w14:paraId="4BB8D8C1" w14:textId="77777777" w:rsidR="0070438F" w:rsidRPr="002C216C" w:rsidRDefault="0070438F" w:rsidP="0070438F">
            <w:pPr>
              <w:pageBreakBefore/>
            </w:pPr>
            <w:r w:rsidRPr="002C216C">
              <w:t>□</w:t>
            </w:r>
            <w:r w:rsidRPr="002C216C">
              <w:tab/>
              <w:t>osoba, která vlastní majetek, na nějž se příkaz k zajištění vztahuje</w:t>
            </w:r>
          </w:p>
          <w:p w14:paraId="0D605422" w14:textId="77777777" w:rsidR="0070438F" w:rsidRPr="002C216C" w:rsidRDefault="0070438F" w:rsidP="0070438F">
            <w:pPr>
              <w:pageBreakBefore/>
            </w:pPr>
            <w:r w:rsidRPr="002C216C">
              <w:t>ii)</w:t>
            </w:r>
            <w:r w:rsidRPr="002C216C">
              <w:tab/>
              <w:t>Právnické osoby</w:t>
            </w:r>
          </w:p>
          <w:p w14:paraId="43886508" w14:textId="7C2AB6D2" w:rsidR="0070438F" w:rsidRPr="002C216C" w:rsidRDefault="0070438F" w:rsidP="0070438F">
            <w:pPr>
              <w:pageBreakBefore/>
            </w:pPr>
            <w:r w:rsidRPr="002C216C">
              <w:t>Název: ……………………………………………………</w:t>
            </w:r>
            <w:r w:rsidR="00476324" w:rsidRPr="002C216C">
              <w:t>.....................................</w:t>
            </w:r>
            <w:r w:rsidRPr="002C216C">
              <w:t>…………………..</w:t>
            </w:r>
          </w:p>
          <w:p w14:paraId="6298C516" w14:textId="70754A9F" w:rsidR="0070438F" w:rsidRPr="002C216C" w:rsidRDefault="0070438F" w:rsidP="0070438F">
            <w:pPr>
              <w:pageBreakBefore/>
            </w:pPr>
            <w:r w:rsidRPr="002C216C">
              <w:t>Právní forma: .....................................................</w:t>
            </w:r>
            <w:r w:rsidR="00476324" w:rsidRPr="002C216C">
              <w:t>...................................</w:t>
            </w:r>
            <w:r w:rsidRPr="002C216C">
              <w:t>................................................</w:t>
            </w:r>
          </w:p>
        </w:tc>
      </w:tr>
      <w:tr w:rsidR="0070438F" w:rsidRPr="002C216C" w14:paraId="448C4337" w14:textId="77777777" w:rsidTr="005D2CDC">
        <w:trPr>
          <w:trHeight w:val="2419"/>
        </w:trPr>
        <w:tc>
          <w:tcPr>
            <w:tcW w:w="9854" w:type="dxa"/>
          </w:tcPr>
          <w:p w14:paraId="074D1421" w14:textId="77777777" w:rsidR="0070438F" w:rsidRPr="002C216C" w:rsidRDefault="0070438F" w:rsidP="0070438F">
            <w:pPr>
              <w:pageBreakBefore/>
            </w:pPr>
            <w:r w:rsidRPr="002C216C">
              <w:lastRenderedPageBreak/>
              <w:t>Zkrácený název, běžně používaný název, případně firma či obchodní název: ...……………………..</w:t>
            </w:r>
          </w:p>
          <w:p w14:paraId="3309DC34" w14:textId="77777777" w:rsidR="0070438F" w:rsidRPr="002C216C" w:rsidRDefault="0070438F" w:rsidP="0070438F">
            <w:pPr>
              <w:pageBreakBefore/>
            </w:pPr>
            <w:r w:rsidRPr="002C216C">
              <w:t>Sídlo: ...............………………………………………………………………………………………..</w:t>
            </w:r>
          </w:p>
          <w:p w14:paraId="1C5182CC" w14:textId="5FFA1609" w:rsidR="0070438F" w:rsidRPr="002C216C" w:rsidRDefault="0070438F" w:rsidP="00476324">
            <w:pPr>
              <w:pageBreakBefore/>
            </w:pPr>
            <w:r w:rsidRPr="002C216C">
              <w:t>Identifikační číslo:</w:t>
            </w:r>
            <w:r w:rsidR="00476324" w:rsidRPr="002C216C">
              <w:t xml:space="preserve"> </w:t>
            </w:r>
            <w:r w:rsidRPr="002C216C">
              <w:t>…………</w:t>
            </w:r>
            <w:r w:rsidR="00476324" w:rsidRPr="002C216C">
              <w:t>....</w:t>
            </w:r>
            <w:r w:rsidRPr="002C216C">
              <w:t>…………………………………………………………….................</w:t>
            </w:r>
          </w:p>
          <w:p w14:paraId="7E137FA8" w14:textId="158AB871" w:rsidR="0070438F" w:rsidRPr="002C216C" w:rsidRDefault="0070438F" w:rsidP="0070438F">
            <w:pPr>
              <w:pageBreakBefore/>
            </w:pPr>
            <w:r w:rsidRPr="002C216C">
              <w:t>Adresa:</w:t>
            </w:r>
            <w:r w:rsidR="00476324" w:rsidRPr="002C216C">
              <w:t xml:space="preserve"> </w:t>
            </w:r>
            <w:r w:rsidRPr="002C216C">
              <w:t>……………………………………………………………………….............………………..</w:t>
            </w:r>
          </w:p>
          <w:p w14:paraId="4D154F09" w14:textId="07C04D21" w:rsidR="0070438F" w:rsidRPr="002C216C" w:rsidRDefault="0070438F" w:rsidP="0070438F">
            <w:pPr>
              <w:pageBreakBefore/>
            </w:pPr>
            <w:r w:rsidRPr="002C216C">
              <w:t>Jméno zástupce:</w:t>
            </w:r>
            <w:r w:rsidR="00476324" w:rsidRPr="002C216C">
              <w:t xml:space="preserve"> </w:t>
            </w:r>
            <w:r w:rsidRPr="002C216C">
              <w:t>…………………………………….....................................................………………</w:t>
            </w:r>
          </w:p>
          <w:p w14:paraId="4585E19D" w14:textId="77777777" w:rsidR="0070438F" w:rsidRPr="002C216C" w:rsidRDefault="0070438F" w:rsidP="0070438F">
            <w:pPr>
              <w:pageBreakBefore/>
            </w:pPr>
            <w:r w:rsidRPr="002C216C">
              <w:t>Uveďte prosím postavení dotčené osoby v řízení:</w:t>
            </w:r>
          </w:p>
          <w:p w14:paraId="3C2D199B" w14:textId="77777777" w:rsidR="0070438F" w:rsidRPr="002C216C" w:rsidRDefault="0070438F" w:rsidP="0070438F">
            <w:pPr>
              <w:pageBreakBefore/>
            </w:pPr>
            <w:r w:rsidRPr="002C216C">
              <w:t>□</w:t>
            </w:r>
            <w:r w:rsidRPr="002C216C">
              <w:tab/>
              <w:t>osoba, proti níž příkaz k zajištění směřuje</w:t>
            </w:r>
          </w:p>
          <w:p w14:paraId="293C136C" w14:textId="77777777" w:rsidR="0070438F" w:rsidRPr="002C216C" w:rsidRDefault="0070438F" w:rsidP="0070438F">
            <w:pPr>
              <w:pageBreakBefore/>
            </w:pPr>
            <w:r w:rsidRPr="002C216C">
              <w:t>□</w:t>
            </w:r>
            <w:r w:rsidRPr="002C216C">
              <w:tab/>
              <w:t>osoba, která vlastní majetek, na nějž se příkaz k zajištění vztahuje</w:t>
            </w:r>
          </w:p>
          <w:p w14:paraId="00C1CDFC" w14:textId="10467CF7" w:rsidR="0070438F" w:rsidRPr="002C216C" w:rsidRDefault="0070438F" w:rsidP="0070438F">
            <w:pPr>
              <w:pageBreakBefore/>
              <w:ind w:left="720" w:hanging="720"/>
            </w:pPr>
            <w:r w:rsidRPr="002C216C">
              <w:t>2.</w:t>
            </w:r>
            <w:r w:rsidRPr="002C216C">
              <w:tab/>
              <w:t>Pokud se liší od výše uvedené adresy, uveďte prosím místo, kde má být příkaz k zajištění vykonán:</w:t>
            </w:r>
            <w:r w:rsidRPr="002C216C">
              <w:br/>
              <w:t>………………………………………</w:t>
            </w:r>
            <w:r w:rsidR="00476324" w:rsidRPr="002C216C">
              <w:t>....</w:t>
            </w:r>
            <w:r w:rsidRPr="002C216C">
              <w:t>………………………………………………………</w:t>
            </w:r>
          </w:p>
          <w:p w14:paraId="2607F56B" w14:textId="6790BE1D" w:rsidR="0070438F" w:rsidRPr="002C216C" w:rsidRDefault="0070438F" w:rsidP="0070438F">
            <w:pPr>
              <w:pageBreakBefore/>
              <w:ind w:left="720" w:hanging="720"/>
            </w:pPr>
            <w:r w:rsidRPr="002C216C">
              <w:t>3.</w:t>
            </w:r>
            <w:r w:rsidRPr="002C216C">
              <w:tab/>
              <w:t>Třetí osoby, jejichž práva k majetku, na nějž se příkaz k zajištění vztahuje, jsou příkazem přímo dotčena (totožnost a důvody):</w:t>
            </w:r>
            <w:r w:rsidRPr="002C216C">
              <w:br/>
              <w:t>…………………………………………....</w:t>
            </w:r>
            <w:r w:rsidR="00476324" w:rsidRPr="002C216C">
              <w:t>..</w:t>
            </w:r>
            <w:r w:rsidRPr="002C216C">
              <w:t>.................................................................………</w:t>
            </w:r>
            <w:r w:rsidRPr="002C216C">
              <w:br/>
              <w:t>……………………………………………………………………………………………...….</w:t>
            </w:r>
          </w:p>
          <w:p w14:paraId="1A5EDE8B" w14:textId="77777777" w:rsidR="0070438F" w:rsidRPr="002C216C" w:rsidRDefault="0070438F" w:rsidP="0070438F">
            <w:pPr>
              <w:pageBreakBefore/>
              <w:ind w:left="720" w:hanging="720"/>
            </w:pPr>
            <w:r w:rsidRPr="002C216C">
              <w:t>4.</w:t>
            </w:r>
            <w:r w:rsidRPr="002C216C">
              <w:tab/>
              <w:t>Uveďte další údaje, jež napomohou při výkonu příkazu k zajištění:</w:t>
            </w:r>
            <w:r w:rsidRPr="002C216C">
              <w:br/>
              <w:t>………………………………………………………………………………………………...</w:t>
            </w:r>
          </w:p>
        </w:tc>
      </w:tr>
      <w:tr w:rsidR="0070438F" w:rsidRPr="002C216C" w14:paraId="49E99778" w14:textId="77777777" w:rsidTr="005D2CDC">
        <w:trPr>
          <w:trHeight w:val="8556"/>
        </w:trPr>
        <w:tc>
          <w:tcPr>
            <w:tcW w:w="9854" w:type="dxa"/>
          </w:tcPr>
          <w:p w14:paraId="53FB6677" w14:textId="77777777" w:rsidR="0070438F" w:rsidRPr="002C216C" w:rsidRDefault="0070438F" w:rsidP="0070438F">
            <w:pPr>
              <w:pageBreakBefore/>
            </w:pPr>
            <w:r w:rsidRPr="002C216C">
              <w:lastRenderedPageBreak/>
              <w:t>ODDÍL D: Informace o majetku, jehož se příkaz týká</w:t>
            </w:r>
          </w:p>
          <w:p w14:paraId="6E96BE57" w14:textId="77777777" w:rsidR="0070438F" w:rsidRPr="002C216C" w:rsidRDefault="0070438F" w:rsidP="0070438F">
            <w:r w:rsidRPr="002C216C">
              <w:t>1.</w:t>
            </w:r>
            <w:r w:rsidRPr="002C216C">
              <w:tab/>
              <w:t>Uveďte prosím, zda se příkaz týká:</w:t>
            </w:r>
          </w:p>
          <w:p w14:paraId="28110B04" w14:textId="18858DE7" w:rsidR="0070438F" w:rsidRPr="002C216C" w:rsidRDefault="00476324" w:rsidP="0070438F">
            <w:r w:rsidRPr="002C216C">
              <w:sym w:font="Bookshelf Symbol 3" w:char="F0FF"/>
            </w:r>
            <w:r w:rsidR="0070438F" w:rsidRPr="002C216C">
              <w:tab/>
              <w:t>peněžní částky</w:t>
            </w:r>
          </w:p>
          <w:p w14:paraId="30E05239" w14:textId="4119ABCD" w:rsidR="0070438F" w:rsidRPr="002C216C" w:rsidRDefault="00476324" w:rsidP="0070438F">
            <w:pPr>
              <w:ind w:left="720" w:hanging="720"/>
            </w:pPr>
            <w:r w:rsidRPr="002C216C">
              <w:sym w:font="Bookshelf Symbol 3" w:char="F0FF"/>
            </w:r>
            <w:r w:rsidR="0070438F" w:rsidRPr="002C216C">
              <w:tab/>
              <w:t>specificky určené věci nebo věcí tvořících součást majetku (hmotných či nehmotných, movitých či nemovitých)</w:t>
            </w:r>
          </w:p>
          <w:p w14:paraId="28BF3045" w14:textId="452276D3" w:rsidR="0070438F" w:rsidRPr="002C216C" w:rsidRDefault="00476324" w:rsidP="0070438F">
            <w:r w:rsidRPr="002C216C">
              <w:sym w:font="Bookshelf Symbol 3" w:char="F0FF"/>
            </w:r>
            <w:r w:rsidR="0070438F" w:rsidRPr="002C216C">
              <w:tab/>
              <w:t>majetku rovnocenné hodnoty (v rámci konfiskace na základě hodnoty)</w:t>
            </w:r>
          </w:p>
          <w:p w14:paraId="49AB9F8E" w14:textId="77777777" w:rsidR="0070438F" w:rsidRPr="002C216C" w:rsidRDefault="0070438F" w:rsidP="0070438F">
            <w:r w:rsidRPr="002C216C">
              <w:t>2.</w:t>
            </w:r>
            <w:r w:rsidRPr="002C216C">
              <w:tab/>
              <w:t>Týká-li se příkaz peněžní částky nebo majetku v hodnotě rovnocenné dané peněžní částce:</w:t>
            </w:r>
          </w:p>
          <w:p w14:paraId="5814F848" w14:textId="77777777" w:rsidR="0070438F" w:rsidRPr="002C216C" w:rsidRDefault="0070438F" w:rsidP="00AE2E77">
            <w:pPr>
              <w:pStyle w:val="Tiret0"/>
              <w:numPr>
                <w:ilvl w:val="0"/>
                <w:numId w:val="21"/>
              </w:numPr>
            </w:pPr>
            <w:r w:rsidRPr="002C216C">
              <w:t>Částka k výkonu ve vykonávajícím státě, čísly a slovy (uveďte měnu): ……………………...................................................................................…………………..</w:t>
            </w:r>
          </w:p>
          <w:p w14:paraId="3785B900" w14:textId="77777777" w:rsidR="0070438F" w:rsidRPr="002C216C" w:rsidRDefault="0070438F" w:rsidP="0070438F">
            <w:pPr>
              <w:pStyle w:val="Tiret0"/>
            </w:pPr>
            <w:r w:rsidRPr="002C216C">
              <w:t>Celková částka, na niž byl příkaz vydán, čísly a slovy (uveďte měnu): …………………………....................................................................................……………..</w:t>
            </w:r>
          </w:p>
          <w:p w14:paraId="2016FC7C" w14:textId="77777777" w:rsidR="0070438F" w:rsidRPr="002C216C" w:rsidRDefault="0070438F" w:rsidP="0070438F">
            <w:r w:rsidRPr="002C216C">
              <w:t>Další informace:</w:t>
            </w:r>
          </w:p>
          <w:p w14:paraId="2CE0DF77" w14:textId="50F11C1F" w:rsidR="0070438F" w:rsidRPr="002C216C" w:rsidRDefault="0070438F" w:rsidP="0070438F">
            <w:pPr>
              <w:pStyle w:val="Tiret0"/>
            </w:pPr>
            <w:r w:rsidRPr="002C216C">
              <w:t>důvody vedoucí k domněnce, že dotčená osoba vlastní majetek nebo pobírá příjmy ve vykonávajícím státě:</w:t>
            </w:r>
            <w:r w:rsidRPr="002C216C">
              <w:br/>
              <w:t>…………………………………………………</w:t>
            </w:r>
            <w:r w:rsidR="00476324" w:rsidRPr="002C216C">
              <w:t>...............</w:t>
            </w:r>
            <w:r w:rsidRPr="002C216C">
              <w:t>…………………………………..</w:t>
            </w:r>
          </w:p>
        </w:tc>
      </w:tr>
      <w:tr w:rsidR="0070438F" w:rsidRPr="002C216C" w14:paraId="65B24797" w14:textId="77777777" w:rsidTr="005D2CDC">
        <w:trPr>
          <w:trHeight w:val="6848"/>
        </w:trPr>
        <w:tc>
          <w:tcPr>
            <w:tcW w:w="9854" w:type="dxa"/>
          </w:tcPr>
          <w:p w14:paraId="2164BC20" w14:textId="55678610" w:rsidR="0070438F" w:rsidRPr="002C216C" w:rsidRDefault="0070438F" w:rsidP="00E25C58">
            <w:pPr>
              <w:pStyle w:val="Tiret0"/>
              <w:pageBreakBefore/>
              <w:ind w:left="851" w:hanging="851"/>
            </w:pPr>
            <w:r w:rsidRPr="002C216C">
              <w:lastRenderedPageBreak/>
              <w:t>popis majetku / zdrojů příjmů dotčené osoby (je-li k dispozici):</w:t>
            </w:r>
            <w:r w:rsidR="00476324" w:rsidRPr="002C216C">
              <w:t xml:space="preserve"> </w:t>
            </w:r>
            <w:r w:rsidRPr="002C216C">
              <w:br/>
              <w:t>……………………………………………………</w:t>
            </w:r>
            <w:r w:rsidR="00476324" w:rsidRPr="002C216C">
              <w:t>.</w:t>
            </w:r>
            <w:r w:rsidRPr="002C216C">
              <w:t>…………………...........................……..</w:t>
            </w:r>
          </w:p>
          <w:p w14:paraId="3091CFD3" w14:textId="77777777" w:rsidR="0070438F" w:rsidRPr="002C216C" w:rsidRDefault="0070438F" w:rsidP="0070438F">
            <w:pPr>
              <w:pStyle w:val="Tiret0"/>
              <w:pageBreakBefore/>
              <w:ind w:left="851" w:hanging="851"/>
            </w:pPr>
            <w:r w:rsidRPr="002C216C">
              <w:t>přesné místo, kde se nachází majetek / zdroj příjmů dotčené osoby (není-li známo, pak poslední známé místo): ……………………………………………………………..........................…………………</w:t>
            </w:r>
          </w:p>
          <w:p w14:paraId="64DE8DF8" w14:textId="3457508B" w:rsidR="0070438F" w:rsidRPr="002C216C" w:rsidRDefault="0070438F" w:rsidP="0070438F">
            <w:pPr>
              <w:pStyle w:val="Tiret0"/>
              <w:pageBreakBefore/>
              <w:ind w:left="851" w:hanging="851"/>
            </w:pPr>
            <w:r w:rsidRPr="002C216C">
              <w:t>údaje o bankovním účtu dotčené osoby (jsou-li známy):</w:t>
            </w:r>
            <w:r w:rsidR="00476324" w:rsidRPr="002C216C">
              <w:t xml:space="preserve"> </w:t>
            </w:r>
            <w:r w:rsidRPr="002C216C">
              <w:br/>
              <w:t>..................................................................................................................................................</w:t>
            </w:r>
          </w:p>
          <w:p w14:paraId="48F94566" w14:textId="77777777" w:rsidR="0070438F" w:rsidRPr="002C216C" w:rsidRDefault="0070438F" w:rsidP="0070438F">
            <w:r w:rsidRPr="002C216C">
              <w:t>Důvody pro předání příkazu vykonávajícímu státu:</w:t>
            </w:r>
          </w:p>
          <w:p w14:paraId="1DE83FE2" w14:textId="565438C4" w:rsidR="0070438F" w:rsidRPr="002C216C" w:rsidRDefault="00200B09" w:rsidP="0070438F">
            <w:r w:rsidRPr="002C216C">
              <w:sym w:font="Symbol" w:char="F090"/>
            </w:r>
            <w:r w:rsidR="0070438F" w:rsidRPr="002C216C">
              <w:tab/>
              <w:t>specificky určená věc nebo věci tvořící součást majetku se nachází ve vykonávajícím státě</w:t>
            </w:r>
          </w:p>
          <w:p w14:paraId="71E7952B" w14:textId="127EF5F2" w:rsidR="0070438F" w:rsidRPr="002C216C" w:rsidRDefault="00200B09" w:rsidP="0070438F">
            <w:pPr>
              <w:ind w:left="720" w:hanging="720"/>
            </w:pPr>
            <w:r w:rsidRPr="002C216C">
              <w:sym w:font="Symbol" w:char="F090"/>
            </w:r>
            <w:r w:rsidR="0070438F" w:rsidRPr="002C216C">
              <w:tab/>
              <w:t>specificky určená věc nebo věci tvořící součást majetku je/jsou registrovány ve vykonávajícím státě</w:t>
            </w:r>
          </w:p>
          <w:p w14:paraId="5C528B2E" w14:textId="614FD686" w:rsidR="0070438F" w:rsidRPr="002C216C" w:rsidRDefault="00200B09" w:rsidP="0070438F">
            <w:pPr>
              <w:ind w:left="720" w:hanging="720"/>
            </w:pPr>
            <w:r w:rsidRPr="002C216C">
              <w:sym w:font="Symbol" w:char="F090"/>
            </w:r>
            <w:r w:rsidR="0070438F" w:rsidRPr="002C216C">
              <w:tab/>
              <w:t xml:space="preserve">vydávající orgán má oprávněné důvody se domnívat, že se všechny specificky určené věci tvořící součást majetku, na nějž se příkaz vztahuje, nebo jejich část nachází ve vykonávajícím státě. </w:t>
            </w:r>
          </w:p>
        </w:tc>
      </w:tr>
      <w:tr w:rsidR="0070438F" w:rsidRPr="002C216C" w14:paraId="2F5B2FB7" w14:textId="77777777" w:rsidTr="005D2CDC">
        <w:trPr>
          <w:trHeight w:val="2332"/>
        </w:trPr>
        <w:tc>
          <w:tcPr>
            <w:tcW w:w="9854" w:type="dxa"/>
          </w:tcPr>
          <w:p w14:paraId="03714A92" w14:textId="77777777" w:rsidR="0070438F" w:rsidRPr="002C216C" w:rsidRDefault="0070438F" w:rsidP="0070438F">
            <w:pPr>
              <w:pageBreakBefore/>
            </w:pPr>
            <w:r w:rsidRPr="002C216C">
              <w:lastRenderedPageBreak/>
              <w:t>Další informace:</w:t>
            </w:r>
          </w:p>
          <w:p w14:paraId="2C4666EE" w14:textId="77777777" w:rsidR="0070438F" w:rsidRPr="002C216C" w:rsidRDefault="0070438F" w:rsidP="0070438F">
            <w:pPr>
              <w:pStyle w:val="Tiret0"/>
            </w:pPr>
            <w:r w:rsidRPr="002C216C">
              <w:t xml:space="preserve">důvody vedoucí k domněnce, že specificky určená věc nebo věci tvořící součást majetku se nachází ve vykonávajícím státě: </w:t>
            </w:r>
            <w:r w:rsidRPr="002C216C">
              <w:br/>
              <w:t>………………………………………………………………………………</w:t>
            </w:r>
            <w:r w:rsidR="00493D12" w:rsidRPr="002C216C">
              <w:t>..........</w:t>
            </w:r>
            <w:r w:rsidRPr="002C216C">
              <w:t>…………</w:t>
            </w:r>
          </w:p>
          <w:p w14:paraId="23E79287" w14:textId="0E7AB615" w:rsidR="00493D12" w:rsidRPr="002C216C" w:rsidRDefault="00493D12" w:rsidP="00E25C58">
            <w:pPr>
              <w:pStyle w:val="Tiret0"/>
            </w:pPr>
            <w:r w:rsidRPr="002C216C">
              <w:t>popis majetku / zdrojů příjmů dotčené osoby (je-li k dispozici):</w:t>
            </w:r>
            <w:r w:rsidR="00476324" w:rsidRPr="002C216C">
              <w:t xml:space="preserve"> </w:t>
            </w:r>
            <w:r w:rsidRPr="002C216C">
              <w:br/>
              <w:t>……………………………………………………………...........................…………….…..</w:t>
            </w:r>
          </w:p>
          <w:p w14:paraId="05ED0543" w14:textId="172837AA" w:rsidR="00493D12" w:rsidRPr="002C216C" w:rsidRDefault="00493D12" w:rsidP="00493D12">
            <w:pPr>
              <w:pStyle w:val="Tiret0"/>
            </w:pPr>
            <w:r w:rsidRPr="002C216C">
              <w:t>přesné místo, kde se nachází majetek / zdroj příjmů dotčené osoby (není-li známo, pak poslední známé místo):</w:t>
            </w:r>
            <w:r w:rsidR="00476324" w:rsidRPr="002C216C">
              <w:t xml:space="preserve"> </w:t>
            </w:r>
            <w:r w:rsidRPr="002C216C">
              <w:br/>
              <w:t>………………………………………………………………….........................………….…</w:t>
            </w:r>
          </w:p>
          <w:p w14:paraId="70EF8200" w14:textId="48EE2778" w:rsidR="00493D12" w:rsidRPr="002C216C" w:rsidRDefault="00493D12" w:rsidP="00293886">
            <w:pPr>
              <w:pStyle w:val="Tiret0"/>
            </w:pPr>
            <w:r w:rsidRPr="002C216C">
              <w:t>údaje o bankovním účtu dotčené osoby (jsou-li známy):</w:t>
            </w:r>
            <w:r w:rsidR="00476324" w:rsidRPr="002C216C">
              <w:t xml:space="preserve"> </w:t>
            </w:r>
            <w:r w:rsidRPr="002C216C">
              <w:br/>
              <w:t>..................................................................................................................................................</w:t>
            </w:r>
          </w:p>
        </w:tc>
      </w:tr>
      <w:tr w:rsidR="0070438F" w:rsidRPr="002C216C" w14:paraId="12D060C2" w14:textId="77777777" w:rsidTr="005D2CDC">
        <w:trPr>
          <w:trHeight w:val="3566"/>
        </w:trPr>
        <w:tc>
          <w:tcPr>
            <w:tcW w:w="9854" w:type="dxa"/>
          </w:tcPr>
          <w:p w14:paraId="584240BE" w14:textId="77777777" w:rsidR="00493D12" w:rsidRPr="002C216C" w:rsidRDefault="00493D12" w:rsidP="00493D12">
            <w:r w:rsidRPr="002C216C">
              <w:t>ODDÍL E: Důvody pro vydání příkazu k zajištění</w:t>
            </w:r>
          </w:p>
          <w:p w14:paraId="00BA9AE2" w14:textId="77777777" w:rsidR="00493D12" w:rsidRPr="002C216C" w:rsidRDefault="00493D12" w:rsidP="00493D12">
            <w:r w:rsidRPr="002C216C">
              <w:t>1.</w:t>
            </w:r>
            <w:r w:rsidRPr="002C216C">
              <w:tab/>
              <w:t>Shrnutí skutečností</w:t>
            </w:r>
          </w:p>
          <w:p w14:paraId="11D48C1F" w14:textId="77777777" w:rsidR="00493D12" w:rsidRPr="002C216C" w:rsidRDefault="00493D12" w:rsidP="00493D12">
            <w:r w:rsidRPr="002C216C">
              <w:t>Uveďte důvody, proč je příkaz k zajištění vydán, včetně:</w:t>
            </w:r>
          </w:p>
          <w:p w14:paraId="659B531D" w14:textId="37B40CC0" w:rsidR="0070438F" w:rsidRPr="002C216C" w:rsidRDefault="00493D12" w:rsidP="00476324">
            <w:pPr>
              <w:pStyle w:val="Tiret0"/>
            </w:pPr>
            <w:r w:rsidRPr="002C216C">
              <w:t>shrnutí skutečností, včetně popisu trestného činu (trestných činů):</w:t>
            </w:r>
            <w:r w:rsidR="00476324" w:rsidRPr="002C216C">
              <w:br/>
            </w:r>
            <w:r w:rsidRPr="002C216C">
              <w:t>………………………………………………………………………………………………</w:t>
            </w:r>
            <w:r w:rsidR="00476324" w:rsidRPr="002C216C">
              <w:br/>
            </w:r>
            <w:r w:rsidRPr="002C216C">
              <w:t>………………………………………………………………………………………………</w:t>
            </w:r>
          </w:p>
        </w:tc>
      </w:tr>
      <w:tr w:rsidR="00493D12" w:rsidRPr="002C216C" w14:paraId="06616F4F" w14:textId="77777777" w:rsidTr="005D2CDC">
        <w:trPr>
          <w:trHeight w:val="10364"/>
        </w:trPr>
        <w:tc>
          <w:tcPr>
            <w:tcW w:w="9854" w:type="dxa"/>
          </w:tcPr>
          <w:p w14:paraId="6A1CE78B" w14:textId="17403568" w:rsidR="00493D12" w:rsidRPr="002C216C" w:rsidRDefault="00493D12" w:rsidP="00476324">
            <w:pPr>
              <w:pStyle w:val="Tiret0"/>
            </w:pPr>
            <w:r w:rsidRPr="002C216C">
              <w:lastRenderedPageBreak/>
              <w:t>fáze, v níž se vyšetřování nachází:</w:t>
            </w:r>
            <w:r w:rsidR="00476324" w:rsidRPr="002C216C">
              <w:t xml:space="preserve"> </w:t>
            </w:r>
            <w:r w:rsidR="00476324" w:rsidRPr="002C216C">
              <w:br/>
            </w:r>
            <w:r w:rsidRPr="002C216C">
              <w:t>………………………………………………………………………</w:t>
            </w:r>
            <w:r w:rsidR="00476324" w:rsidRPr="002C216C">
              <w:t>.</w:t>
            </w:r>
            <w:r w:rsidRPr="002C216C">
              <w:t>………………………</w:t>
            </w:r>
            <w:r w:rsidR="00476324" w:rsidRPr="002C216C">
              <w:br/>
            </w:r>
            <w:r w:rsidRPr="002C216C">
              <w:t>…………………………………………………………………………………</w:t>
            </w:r>
            <w:r w:rsidR="00476324" w:rsidRPr="002C216C">
              <w:t>......</w:t>
            </w:r>
            <w:r w:rsidRPr="002C216C">
              <w:t>…………</w:t>
            </w:r>
          </w:p>
          <w:p w14:paraId="779F9BD0" w14:textId="54870128" w:rsidR="00493D12" w:rsidRPr="002C216C" w:rsidRDefault="00493D12" w:rsidP="00476324">
            <w:pPr>
              <w:pStyle w:val="Tiret0"/>
            </w:pPr>
            <w:r w:rsidRPr="002C216C">
              <w:t>důvodů pro zajištění:</w:t>
            </w:r>
            <w:r w:rsidR="00476324" w:rsidRPr="002C216C">
              <w:br/>
            </w:r>
            <w:r w:rsidRPr="002C216C">
              <w:t>……………………………………………………………………</w:t>
            </w:r>
            <w:r w:rsidR="00476324" w:rsidRPr="002C216C">
              <w:t>.</w:t>
            </w:r>
            <w:r w:rsidRPr="002C216C">
              <w:t>…………………………</w:t>
            </w:r>
            <w:r w:rsidR="00476324" w:rsidRPr="002C216C">
              <w:br/>
            </w:r>
            <w:r w:rsidRPr="002C216C">
              <w:t>……………………………………</w:t>
            </w:r>
            <w:r w:rsidR="00476324" w:rsidRPr="002C216C">
              <w:t>....</w:t>
            </w:r>
            <w:r w:rsidRPr="002C216C">
              <w:t>…………………</w:t>
            </w:r>
            <w:r w:rsidR="00476324" w:rsidRPr="002C216C">
              <w:t>..</w:t>
            </w:r>
            <w:r w:rsidRPr="002C216C">
              <w:t>……………………………………</w:t>
            </w:r>
          </w:p>
          <w:p w14:paraId="70F57053" w14:textId="4659095F" w:rsidR="00493D12" w:rsidRPr="002C216C" w:rsidRDefault="00493D12" w:rsidP="00476324">
            <w:pPr>
              <w:pStyle w:val="Tiret0"/>
            </w:pPr>
            <w:r w:rsidRPr="002C216C">
              <w:t>dalších relevantních informací:</w:t>
            </w:r>
            <w:r w:rsidR="00476324" w:rsidRPr="002C216C">
              <w:br/>
            </w:r>
            <w:r w:rsidRPr="002C216C">
              <w:t>………………………………………………………………</w:t>
            </w:r>
            <w:r w:rsidR="00476324" w:rsidRPr="002C216C">
              <w:t>.</w:t>
            </w:r>
            <w:r w:rsidRPr="002C216C">
              <w:t>………………………………</w:t>
            </w:r>
            <w:r w:rsidR="00476324" w:rsidRPr="002C216C">
              <w:br/>
            </w:r>
            <w:r w:rsidRPr="002C216C">
              <w:t>………………………………………………………………</w:t>
            </w:r>
            <w:r w:rsidR="00476324" w:rsidRPr="002C216C">
              <w:t>..</w:t>
            </w:r>
            <w:r w:rsidRPr="002C216C">
              <w:t>………………………………</w:t>
            </w:r>
          </w:p>
          <w:p w14:paraId="5BE199CB" w14:textId="273AB0A3" w:rsidR="00493D12" w:rsidRPr="002C216C" w:rsidRDefault="00493D12" w:rsidP="00476324">
            <w:pPr>
              <w:ind w:left="720" w:hanging="720"/>
            </w:pPr>
            <w:r w:rsidRPr="002C216C">
              <w:t>2.</w:t>
            </w:r>
            <w:r w:rsidRPr="002C216C">
              <w:tab/>
              <w:t>Povaha a právní kvalifikace trestného činu nebo trestných činů, v souvislosti s nímž/nimiž byl příkaz k zajištění vydán, a příslušná ustanovení zákona:</w:t>
            </w:r>
            <w:r w:rsidR="00476324" w:rsidRPr="002C216C">
              <w:t xml:space="preserve"> </w:t>
            </w:r>
            <w:r w:rsidR="00476324" w:rsidRPr="002C216C">
              <w:br/>
            </w:r>
            <w:r w:rsidRPr="002C216C">
              <w:t>…………………………………………………………………………………………………</w:t>
            </w:r>
            <w:r w:rsidR="00476324" w:rsidRPr="002C216C">
              <w:br/>
              <w:t>.......</w:t>
            </w:r>
            <w:r w:rsidRPr="002C216C">
              <w:t>…………………………………………………………………………………………….</w:t>
            </w:r>
          </w:p>
          <w:p w14:paraId="78D5DA22" w14:textId="77777777" w:rsidR="00493D12" w:rsidRPr="002C216C" w:rsidRDefault="00493D12" w:rsidP="00476324">
            <w:pPr>
              <w:ind w:left="720" w:hanging="720"/>
            </w:pPr>
            <w:r w:rsidRPr="002C216C">
              <w:t>3.</w:t>
            </w:r>
            <w:r w:rsidRPr="002C216C">
              <w:tab/>
              <w:t>Lze za trestný čin, v souvislosti s nímž je příkaz k zajištění vydán, uložit ve vydávajícím státě trest odnětí svobody s horní hranicí trestní sazby v délce nejméně tří let a je tento trestný čin uveden níže na seznamu trestných činů? (zaškrtněte prosím příslušný rámeček.) V případě, že se příkaz k zajištění týká více trestných činů, uveďte čísla v níže uvedeném seznamu trestných činů (odpovídající trestným činům, jak jsou uvedeny v bodech 1 a 2 výše).</w:t>
            </w:r>
          </w:p>
          <w:p w14:paraId="3F1E3EF1" w14:textId="77777777" w:rsidR="00493D12" w:rsidRPr="002C216C" w:rsidRDefault="00493D12" w:rsidP="00476324">
            <w:pPr>
              <w:ind w:left="1287" w:hanging="567"/>
            </w:pPr>
            <w:r w:rsidRPr="002C216C">
              <w:t>□</w:t>
            </w:r>
            <w:r w:rsidRPr="002C216C">
              <w:tab/>
              <w:t>účast na zločinném spolčení</w:t>
            </w:r>
          </w:p>
        </w:tc>
      </w:tr>
      <w:tr w:rsidR="00493D12" w:rsidRPr="002C216C" w14:paraId="3F82517F" w14:textId="77777777" w:rsidTr="005D2CDC">
        <w:trPr>
          <w:trHeight w:val="9259"/>
        </w:trPr>
        <w:tc>
          <w:tcPr>
            <w:tcW w:w="9854" w:type="dxa"/>
          </w:tcPr>
          <w:p w14:paraId="62F7CF50" w14:textId="77777777" w:rsidR="00493D12" w:rsidRPr="002C216C" w:rsidRDefault="00493D12" w:rsidP="00476324">
            <w:pPr>
              <w:ind w:left="1287" w:hanging="567"/>
            </w:pPr>
            <w:r w:rsidRPr="002C216C">
              <w:lastRenderedPageBreak/>
              <w:t>□</w:t>
            </w:r>
            <w:r w:rsidRPr="002C216C">
              <w:tab/>
              <w:t>terorismus</w:t>
            </w:r>
          </w:p>
          <w:p w14:paraId="57D910F2" w14:textId="77777777" w:rsidR="00493D12" w:rsidRPr="002C216C" w:rsidRDefault="00493D12" w:rsidP="00476324">
            <w:pPr>
              <w:ind w:left="1287" w:hanging="567"/>
            </w:pPr>
            <w:r w:rsidRPr="002C216C">
              <w:t>□</w:t>
            </w:r>
            <w:r w:rsidRPr="002C216C">
              <w:tab/>
              <w:t>obchod s lidmi</w:t>
            </w:r>
          </w:p>
          <w:p w14:paraId="3D6BE86F" w14:textId="77777777" w:rsidR="00493D12" w:rsidRPr="002C216C" w:rsidRDefault="00493D12" w:rsidP="00476324">
            <w:pPr>
              <w:ind w:left="1287" w:hanging="567"/>
            </w:pPr>
            <w:r w:rsidRPr="002C216C">
              <w:t>□</w:t>
            </w:r>
            <w:r w:rsidRPr="002C216C">
              <w:tab/>
              <w:t>sexuální vykořisťování dětí a dětská pornografie</w:t>
            </w:r>
          </w:p>
          <w:p w14:paraId="6FC0BFF7" w14:textId="77777777" w:rsidR="00493D12" w:rsidRPr="002C216C" w:rsidRDefault="00493D12" w:rsidP="00476324">
            <w:pPr>
              <w:ind w:left="1287" w:hanging="567"/>
            </w:pPr>
            <w:r w:rsidRPr="002C216C">
              <w:t>□</w:t>
            </w:r>
            <w:r w:rsidRPr="002C216C">
              <w:tab/>
              <w:t>nedovolený obchod s omamnými a psychotropními látkami</w:t>
            </w:r>
          </w:p>
          <w:p w14:paraId="5091582C" w14:textId="77777777" w:rsidR="00493D12" w:rsidRPr="002C216C" w:rsidRDefault="00493D12" w:rsidP="00476324">
            <w:pPr>
              <w:ind w:left="1287" w:hanging="567"/>
            </w:pPr>
            <w:r w:rsidRPr="002C216C">
              <w:t>□</w:t>
            </w:r>
            <w:r w:rsidRPr="002C216C">
              <w:tab/>
              <w:t>nedovolený obchod se zbraněmi, střelivem a výbušninami</w:t>
            </w:r>
          </w:p>
          <w:p w14:paraId="72F06A1F" w14:textId="77777777" w:rsidR="00493D12" w:rsidRPr="002C216C" w:rsidRDefault="00493D12" w:rsidP="00476324">
            <w:pPr>
              <w:ind w:left="1287" w:hanging="567"/>
            </w:pPr>
            <w:r w:rsidRPr="002C216C">
              <w:t>□</w:t>
            </w:r>
            <w:r w:rsidRPr="002C216C">
              <w:tab/>
              <w:t>korupce</w:t>
            </w:r>
          </w:p>
          <w:p w14:paraId="0C2414CF" w14:textId="77777777" w:rsidR="00493D12" w:rsidRPr="002C216C" w:rsidRDefault="00493D12" w:rsidP="00476324">
            <w:pPr>
              <w:ind w:left="1287" w:hanging="567"/>
            </w:pPr>
            <w:r w:rsidRPr="002C216C">
              <w:t>□</w:t>
            </w:r>
            <w:r w:rsidRPr="002C216C">
              <w:tab/>
              <w:t>podvod, včetně podvodu a jiných trestných činů poškozujících nebo ohrožujících finanční zájmy Unie ve smyslu směrnice (EU) 2017/1371</w:t>
            </w:r>
          </w:p>
          <w:p w14:paraId="5F3F1241" w14:textId="77777777" w:rsidR="00493D12" w:rsidRPr="002C216C" w:rsidRDefault="00493D12" w:rsidP="00476324">
            <w:pPr>
              <w:ind w:left="1287" w:hanging="567"/>
            </w:pPr>
            <w:r w:rsidRPr="002C216C">
              <w:t>□</w:t>
            </w:r>
            <w:r w:rsidRPr="002C216C">
              <w:tab/>
              <w:t>praní výnosů z trestné činnosti</w:t>
            </w:r>
          </w:p>
          <w:p w14:paraId="11AC2547" w14:textId="77777777" w:rsidR="00493D12" w:rsidRPr="002C216C" w:rsidRDefault="00493D12" w:rsidP="00476324">
            <w:pPr>
              <w:ind w:left="1287" w:hanging="567"/>
            </w:pPr>
            <w:r w:rsidRPr="002C216C">
              <w:t>□</w:t>
            </w:r>
            <w:r w:rsidRPr="002C216C">
              <w:tab/>
              <w:t>padělání měny včetně eura</w:t>
            </w:r>
          </w:p>
          <w:p w14:paraId="141ECA38" w14:textId="77777777" w:rsidR="00493D12" w:rsidRPr="002C216C" w:rsidRDefault="00493D12" w:rsidP="00476324">
            <w:pPr>
              <w:ind w:left="1287" w:hanging="567"/>
            </w:pPr>
            <w:r w:rsidRPr="002C216C">
              <w:t>□</w:t>
            </w:r>
            <w:r w:rsidRPr="002C216C">
              <w:tab/>
              <w:t>počítačová trestná činnost</w:t>
            </w:r>
          </w:p>
          <w:p w14:paraId="7C408D5F" w14:textId="77777777" w:rsidR="00493D12" w:rsidRPr="002C216C" w:rsidRDefault="00493D12" w:rsidP="00476324">
            <w:pPr>
              <w:ind w:left="1287" w:hanging="567"/>
            </w:pPr>
            <w:r w:rsidRPr="002C216C">
              <w:t>□</w:t>
            </w:r>
            <w:r w:rsidRPr="002C216C">
              <w:tab/>
              <w:t>trestné činy proti životnímu prostředí, včetně nedovoleného obchodu s ohroženými živočišnými druhy a s ohroženými druhy a odrůdami rostlin</w:t>
            </w:r>
          </w:p>
          <w:p w14:paraId="537C7D35" w14:textId="77777777" w:rsidR="00493D12" w:rsidRPr="002C216C" w:rsidRDefault="00493D12" w:rsidP="00476324">
            <w:pPr>
              <w:ind w:left="1287" w:hanging="567"/>
            </w:pPr>
            <w:r w:rsidRPr="002C216C">
              <w:t>□</w:t>
            </w:r>
            <w:r w:rsidRPr="002C216C">
              <w:tab/>
              <w:t>napomáhání při nedovoleném překročení státní hranice a při nedovoleném pobytu</w:t>
            </w:r>
          </w:p>
          <w:p w14:paraId="69DC324B" w14:textId="77777777" w:rsidR="00493D12" w:rsidRPr="002C216C" w:rsidRDefault="00493D12" w:rsidP="00476324">
            <w:pPr>
              <w:ind w:left="1287" w:hanging="567"/>
            </w:pPr>
            <w:r w:rsidRPr="002C216C">
              <w:t>□</w:t>
            </w:r>
            <w:r w:rsidRPr="002C216C">
              <w:tab/>
              <w:t>vražda nebo těžké ublížení na zdraví</w:t>
            </w:r>
          </w:p>
        </w:tc>
      </w:tr>
      <w:tr w:rsidR="00493D12" w:rsidRPr="002C216C" w14:paraId="1CE1B1AB" w14:textId="77777777" w:rsidTr="005D2CDC">
        <w:trPr>
          <w:trHeight w:val="9711"/>
        </w:trPr>
        <w:tc>
          <w:tcPr>
            <w:tcW w:w="9854" w:type="dxa"/>
          </w:tcPr>
          <w:p w14:paraId="057D3E58" w14:textId="77777777" w:rsidR="00493D12" w:rsidRPr="002C216C" w:rsidRDefault="00493D12" w:rsidP="00476324">
            <w:pPr>
              <w:ind w:left="1287" w:hanging="567"/>
            </w:pPr>
            <w:r w:rsidRPr="002C216C">
              <w:lastRenderedPageBreak/>
              <w:t>□</w:t>
            </w:r>
            <w:r w:rsidRPr="002C216C">
              <w:tab/>
              <w:t>nedovolený obchod s lidskými orgány a tkáněmi</w:t>
            </w:r>
          </w:p>
          <w:p w14:paraId="30CD7B34" w14:textId="77777777" w:rsidR="00493D12" w:rsidRPr="002C216C" w:rsidRDefault="00493D12" w:rsidP="00476324">
            <w:pPr>
              <w:ind w:left="1287" w:hanging="567"/>
            </w:pPr>
            <w:r w:rsidRPr="002C216C">
              <w:t>□</w:t>
            </w:r>
            <w:r w:rsidRPr="002C216C">
              <w:tab/>
              <w:t>únos, neoprávněné omezování osobní svobody nebo braní rukojmí</w:t>
            </w:r>
          </w:p>
          <w:p w14:paraId="55FC4D6F" w14:textId="77777777" w:rsidR="00493D12" w:rsidRPr="002C216C" w:rsidRDefault="00493D12" w:rsidP="00476324">
            <w:pPr>
              <w:ind w:left="1287" w:hanging="567"/>
            </w:pPr>
            <w:r w:rsidRPr="002C216C">
              <w:t>□</w:t>
            </w:r>
            <w:r w:rsidRPr="002C216C">
              <w:tab/>
              <w:t>rasismus a xenofobie</w:t>
            </w:r>
          </w:p>
          <w:p w14:paraId="4B338978" w14:textId="77777777" w:rsidR="00493D12" w:rsidRPr="002C216C" w:rsidRDefault="00493D12" w:rsidP="00476324">
            <w:pPr>
              <w:ind w:left="1287" w:hanging="567"/>
            </w:pPr>
            <w:r w:rsidRPr="002C216C">
              <w:t>□</w:t>
            </w:r>
            <w:r w:rsidRPr="002C216C">
              <w:tab/>
              <w:t>organizovaná nebo ozbrojená loupež</w:t>
            </w:r>
          </w:p>
          <w:p w14:paraId="132D9AE3" w14:textId="77777777" w:rsidR="00493D12" w:rsidRPr="002C216C" w:rsidRDefault="00493D12" w:rsidP="00476324">
            <w:pPr>
              <w:ind w:left="1287" w:hanging="567"/>
            </w:pPr>
            <w:r w:rsidRPr="002C216C">
              <w:t>□</w:t>
            </w:r>
            <w:r w:rsidRPr="002C216C">
              <w:tab/>
              <w:t>nedovolený obchod s kulturními statky, včetně starožitností a uměleckých děl</w:t>
            </w:r>
          </w:p>
          <w:p w14:paraId="579BA538" w14:textId="77777777" w:rsidR="00493D12" w:rsidRPr="002C216C" w:rsidRDefault="00493D12" w:rsidP="00476324">
            <w:pPr>
              <w:ind w:left="1287" w:hanging="567"/>
            </w:pPr>
            <w:r w:rsidRPr="002C216C">
              <w:t>□</w:t>
            </w:r>
            <w:r w:rsidRPr="002C216C">
              <w:tab/>
              <w:t>podvod</w:t>
            </w:r>
          </w:p>
          <w:p w14:paraId="091E3C60" w14:textId="77777777" w:rsidR="00493D12" w:rsidRPr="002C216C" w:rsidRDefault="00493D12" w:rsidP="00476324">
            <w:pPr>
              <w:ind w:left="1287" w:hanging="567"/>
            </w:pPr>
            <w:r w:rsidRPr="002C216C">
              <w:t>□</w:t>
            </w:r>
            <w:r w:rsidRPr="002C216C">
              <w:tab/>
              <w:t>vydírání a vymáhání peněz za ochranu</w:t>
            </w:r>
          </w:p>
          <w:p w14:paraId="67FED8FC" w14:textId="77777777" w:rsidR="00493D12" w:rsidRPr="002C216C" w:rsidRDefault="00493D12" w:rsidP="00476324">
            <w:pPr>
              <w:ind w:left="1287" w:hanging="567"/>
            </w:pPr>
            <w:r w:rsidRPr="002C216C">
              <w:t>□</w:t>
            </w:r>
            <w:r w:rsidRPr="002C216C">
              <w:tab/>
              <w:t>padělání a pirátství výrobků</w:t>
            </w:r>
          </w:p>
          <w:p w14:paraId="36D71889" w14:textId="77777777" w:rsidR="00493D12" w:rsidRPr="002C216C" w:rsidRDefault="00493D12" w:rsidP="00476324">
            <w:pPr>
              <w:ind w:left="1287" w:hanging="567"/>
            </w:pPr>
            <w:r w:rsidRPr="002C216C">
              <w:t>□</w:t>
            </w:r>
            <w:r w:rsidRPr="002C216C">
              <w:tab/>
              <w:t>padělání veřejných listin a obchodování s nimi</w:t>
            </w:r>
          </w:p>
          <w:p w14:paraId="74D50334" w14:textId="77777777" w:rsidR="00493D12" w:rsidRPr="002C216C" w:rsidRDefault="00493D12" w:rsidP="00476324">
            <w:pPr>
              <w:ind w:left="1287" w:hanging="567"/>
            </w:pPr>
            <w:r w:rsidRPr="002C216C">
              <w:t>□</w:t>
            </w:r>
            <w:r w:rsidRPr="002C216C">
              <w:tab/>
              <w:t>padělání platebních prostředků</w:t>
            </w:r>
          </w:p>
          <w:p w14:paraId="2AE8CE04" w14:textId="77777777" w:rsidR="00493D12" w:rsidRPr="002C216C" w:rsidRDefault="00493D12" w:rsidP="00476324">
            <w:pPr>
              <w:ind w:left="1287" w:hanging="567"/>
            </w:pPr>
            <w:r w:rsidRPr="002C216C">
              <w:t>□</w:t>
            </w:r>
            <w:r w:rsidRPr="002C216C">
              <w:tab/>
              <w:t>nedovolený obchod s hormonálními látkami a jinými prostředky na podporu růstu</w:t>
            </w:r>
          </w:p>
          <w:p w14:paraId="40342720" w14:textId="77777777" w:rsidR="00493D12" w:rsidRPr="002C216C" w:rsidRDefault="00493D12" w:rsidP="00476324">
            <w:pPr>
              <w:ind w:left="1287" w:hanging="567"/>
            </w:pPr>
            <w:r w:rsidRPr="002C216C">
              <w:t>□</w:t>
            </w:r>
            <w:r w:rsidRPr="002C216C">
              <w:tab/>
              <w:t>nedovolený obchod s jadernými nebo radioaktivními materiály</w:t>
            </w:r>
          </w:p>
          <w:p w14:paraId="2BCDCEE4" w14:textId="77777777" w:rsidR="00493D12" w:rsidRPr="002C216C" w:rsidRDefault="00493D12" w:rsidP="00476324">
            <w:pPr>
              <w:ind w:left="1287" w:hanging="567"/>
            </w:pPr>
            <w:r w:rsidRPr="002C216C">
              <w:t>□</w:t>
            </w:r>
            <w:r w:rsidRPr="002C216C">
              <w:tab/>
              <w:t>obchod s odcizenými vozidly</w:t>
            </w:r>
          </w:p>
          <w:p w14:paraId="1186D99F" w14:textId="77777777" w:rsidR="00493D12" w:rsidRPr="002C216C" w:rsidRDefault="00493D12" w:rsidP="00476324">
            <w:pPr>
              <w:ind w:left="1287" w:hanging="567"/>
            </w:pPr>
            <w:r w:rsidRPr="002C216C">
              <w:t>□</w:t>
            </w:r>
            <w:r w:rsidRPr="002C216C">
              <w:tab/>
              <w:t>znásilnění</w:t>
            </w:r>
          </w:p>
          <w:p w14:paraId="7D57659A" w14:textId="77777777" w:rsidR="00493D12" w:rsidRPr="002C216C" w:rsidRDefault="00493D12" w:rsidP="00476324">
            <w:pPr>
              <w:ind w:left="1287" w:hanging="567"/>
            </w:pPr>
            <w:r w:rsidRPr="002C216C">
              <w:t>□</w:t>
            </w:r>
            <w:r w:rsidRPr="002C216C">
              <w:tab/>
              <w:t>žhářství</w:t>
            </w:r>
          </w:p>
        </w:tc>
      </w:tr>
      <w:tr w:rsidR="00493D12" w:rsidRPr="002C216C" w14:paraId="0BC044E2" w14:textId="77777777" w:rsidTr="005D2CDC">
        <w:trPr>
          <w:trHeight w:val="3174"/>
        </w:trPr>
        <w:tc>
          <w:tcPr>
            <w:tcW w:w="9854" w:type="dxa"/>
          </w:tcPr>
          <w:p w14:paraId="1969B62E" w14:textId="77777777" w:rsidR="00493D12" w:rsidRPr="002C216C" w:rsidRDefault="00493D12" w:rsidP="00476324">
            <w:pPr>
              <w:pageBreakBefore/>
              <w:ind w:left="1287" w:hanging="567"/>
            </w:pPr>
            <w:r w:rsidRPr="002C216C">
              <w:lastRenderedPageBreak/>
              <w:t>□</w:t>
            </w:r>
            <w:r w:rsidRPr="002C216C">
              <w:tab/>
              <w:t>trestné činy spadající do pravomoci Mezinárodního trestního soudu</w:t>
            </w:r>
          </w:p>
          <w:p w14:paraId="077EBA03" w14:textId="77777777" w:rsidR="00493D12" w:rsidRPr="002C216C" w:rsidRDefault="00493D12" w:rsidP="00476324">
            <w:pPr>
              <w:ind w:left="1287" w:hanging="567"/>
            </w:pPr>
            <w:r w:rsidRPr="002C216C">
              <w:t>□</w:t>
            </w:r>
            <w:r w:rsidRPr="002C216C">
              <w:tab/>
              <w:t>únos letadla nebo plavidla</w:t>
            </w:r>
          </w:p>
          <w:p w14:paraId="23B2BA84" w14:textId="77777777" w:rsidR="00493D12" w:rsidRPr="002C216C" w:rsidRDefault="00493D12" w:rsidP="00476324">
            <w:pPr>
              <w:ind w:left="1287" w:hanging="567"/>
            </w:pPr>
            <w:r w:rsidRPr="002C216C">
              <w:t>□</w:t>
            </w:r>
            <w:r w:rsidRPr="002C216C">
              <w:tab/>
              <w:t>sabotáž</w:t>
            </w:r>
          </w:p>
          <w:p w14:paraId="1AAA20FD" w14:textId="022E8E7F" w:rsidR="00493D12" w:rsidRPr="002C216C" w:rsidRDefault="00493D12" w:rsidP="00493D12">
            <w:pPr>
              <w:ind w:left="720" w:hanging="720"/>
            </w:pPr>
            <w:r w:rsidRPr="002C216C">
              <w:t>4.</w:t>
            </w:r>
            <w:r w:rsidRPr="002C216C">
              <w:tab/>
              <w:t>Další relevantní informace (např. vztah mezi majetkem a trestným činem):</w:t>
            </w:r>
            <w:r w:rsidR="00476324" w:rsidRPr="002C216C">
              <w:t xml:space="preserve"> </w:t>
            </w:r>
            <w:r w:rsidRPr="002C216C">
              <w:br/>
              <w:t>………………………………………………………………………………………</w:t>
            </w:r>
            <w:r w:rsidR="00476324" w:rsidRPr="002C216C">
              <w:t>..</w:t>
            </w:r>
            <w:r w:rsidRPr="002C216C">
              <w:t>………..</w:t>
            </w:r>
          </w:p>
        </w:tc>
      </w:tr>
      <w:tr w:rsidR="00493D12" w:rsidRPr="002C216C" w14:paraId="4DAD626C" w14:textId="77777777" w:rsidTr="005D2CDC">
        <w:trPr>
          <w:trHeight w:val="3349"/>
        </w:trPr>
        <w:tc>
          <w:tcPr>
            <w:tcW w:w="9854" w:type="dxa"/>
          </w:tcPr>
          <w:p w14:paraId="6A1F43B4" w14:textId="77777777" w:rsidR="00493D12" w:rsidRPr="002C216C" w:rsidRDefault="00493D12" w:rsidP="00493D12">
            <w:r w:rsidRPr="002C216C">
              <w:t>ODDÍL F: Důvěrnost příkazu nebo žádost o zvláštní formální náležitosti</w:t>
            </w:r>
          </w:p>
          <w:p w14:paraId="4C7533AC" w14:textId="2ABE04A2" w:rsidR="00493D12" w:rsidRPr="002C216C" w:rsidRDefault="00476324" w:rsidP="00493D12">
            <w:pPr>
              <w:ind w:left="720" w:hanging="720"/>
            </w:pPr>
            <w:bookmarkStart w:id="0" w:name="_DV_C1493"/>
            <w:r w:rsidRPr="002C216C">
              <w:sym w:font="Symbol" w:char="F090"/>
            </w:r>
            <w:bookmarkEnd w:id="0"/>
            <w:r w:rsidR="00493D12" w:rsidRPr="002C216C">
              <w:tab/>
              <w:t>Nutnost zachovat důvěrnou povahu informací uvedených v příkazu po výkonu:</w:t>
            </w:r>
            <w:r w:rsidRPr="002C216C">
              <w:t xml:space="preserve"> </w:t>
            </w:r>
            <w:r w:rsidR="00493D12" w:rsidRPr="002C216C">
              <w:br/>
              <w:t>…………………………………………………………………………………………</w:t>
            </w:r>
            <w:r w:rsidRPr="002C216C">
              <w:t>...</w:t>
            </w:r>
            <w:r w:rsidR="00493D12" w:rsidRPr="002C216C">
              <w:t>…….</w:t>
            </w:r>
          </w:p>
          <w:p w14:paraId="474C1ACF" w14:textId="46A9236E" w:rsidR="00493D12" w:rsidRPr="002C216C" w:rsidRDefault="00476324" w:rsidP="00493D12">
            <w:pPr>
              <w:ind w:left="720" w:hanging="720"/>
            </w:pPr>
            <w:r w:rsidRPr="002C216C">
              <w:sym w:font="Symbol" w:char="F090"/>
            </w:r>
            <w:r w:rsidR="00493D12" w:rsidRPr="002C216C">
              <w:tab/>
              <w:t>Nutnost zvláštních formálních náležitostí v době výkonu:</w:t>
            </w:r>
            <w:r w:rsidR="00493D12" w:rsidRPr="002C216C">
              <w:br/>
              <w:t>……………………………………………………………………………………</w:t>
            </w:r>
            <w:r w:rsidRPr="002C216C">
              <w:t>...</w:t>
            </w:r>
            <w:r w:rsidR="00493D12" w:rsidRPr="002C216C">
              <w:t>………….</w:t>
            </w:r>
          </w:p>
        </w:tc>
      </w:tr>
      <w:tr w:rsidR="0070438F" w:rsidRPr="002C216C" w14:paraId="11DC95AF" w14:textId="77777777" w:rsidTr="005D2CDC">
        <w:tc>
          <w:tcPr>
            <w:tcW w:w="9854" w:type="dxa"/>
          </w:tcPr>
          <w:p w14:paraId="0FA5A04E" w14:textId="77777777" w:rsidR="00493D12" w:rsidRPr="002C216C" w:rsidRDefault="00493D12" w:rsidP="00493D12">
            <w:pPr>
              <w:pageBreakBefore/>
            </w:pPr>
            <w:r w:rsidRPr="002C216C">
              <w:lastRenderedPageBreak/>
              <w:t>ODDDÍL G: Pokud bylo osvědčení o příkazu k zajištění předáno více vykonávajícím státům, uveďte tyto údaje:</w:t>
            </w:r>
          </w:p>
          <w:p w14:paraId="02464FD7" w14:textId="0BE4DCA3" w:rsidR="00493D12" w:rsidRPr="002C216C" w:rsidRDefault="00493D12" w:rsidP="00476324">
            <w:pPr>
              <w:pageBreakBefore/>
              <w:ind w:left="720" w:hanging="720"/>
            </w:pPr>
            <w:r w:rsidRPr="002C216C">
              <w:t>1.</w:t>
            </w:r>
            <w:r w:rsidRPr="002C216C">
              <w:tab/>
              <w:t>Osvědčení o příkazu k zajištění bylo předáno těmto dalš</w:t>
            </w:r>
            <w:r w:rsidR="00476324" w:rsidRPr="002C216C">
              <w:t>ím vykonávajícím státům (stát a </w:t>
            </w:r>
            <w:r w:rsidRPr="002C216C">
              <w:t>orgán):</w:t>
            </w:r>
            <w:r w:rsidRPr="002C216C">
              <w:br/>
              <w:t>…………………………………………………………………</w:t>
            </w:r>
            <w:r w:rsidR="00476324" w:rsidRPr="002C216C">
              <w:t>..................</w:t>
            </w:r>
            <w:r w:rsidRPr="002C216C">
              <w:t>………</w:t>
            </w:r>
            <w:r w:rsidR="00476324" w:rsidRPr="002C216C">
              <w:t>.</w:t>
            </w:r>
            <w:r w:rsidRPr="002C216C">
              <w:t>…………</w:t>
            </w:r>
            <w:r w:rsidR="00476324" w:rsidRPr="002C216C">
              <w:br/>
            </w:r>
            <w:r w:rsidRPr="002C216C">
              <w:t>……………………………………………………………………………………</w:t>
            </w:r>
            <w:r w:rsidR="00476324" w:rsidRPr="002C216C">
              <w:t>...................</w:t>
            </w:r>
            <w:r w:rsidRPr="002C216C">
              <w:t>.</w:t>
            </w:r>
          </w:p>
          <w:p w14:paraId="5E71AB78" w14:textId="77777777" w:rsidR="0070438F" w:rsidRPr="002C216C" w:rsidRDefault="00493D12" w:rsidP="00493D12">
            <w:pPr>
              <w:pageBreakBefore/>
            </w:pPr>
            <w:r w:rsidRPr="002C216C">
              <w:t>2.</w:t>
            </w:r>
            <w:r w:rsidRPr="002C216C">
              <w:tab/>
              <w:t>Osvědčení o příkazu k zajištění bylo předáno více vykonávajícím státům z těchto důvodů:</w:t>
            </w:r>
          </w:p>
          <w:p w14:paraId="49CBF58F" w14:textId="77777777" w:rsidR="00493D12" w:rsidRPr="002C216C" w:rsidRDefault="00493D12" w:rsidP="00493D12">
            <w:pPr>
              <w:pageBreakBefore/>
            </w:pPr>
            <w:r w:rsidRPr="002C216C">
              <w:t>Pokud se příkaz k zajištění týká specificky určené věci tvořící součást majetku:</w:t>
            </w:r>
          </w:p>
          <w:p w14:paraId="30984D0F" w14:textId="26D4724D" w:rsidR="00493D12" w:rsidRPr="002C216C" w:rsidRDefault="00476324" w:rsidP="00476324">
            <w:pPr>
              <w:pageBreakBefore/>
              <w:ind w:left="720" w:hanging="720"/>
            </w:pPr>
            <w:r w:rsidRPr="002C216C">
              <w:sym w:font="Symbol" w:char="F090"/>
            </w:r>
            <w:r w:rsidR="00493D12" w:rsidRPr="002C216C">
              <w:tab/>
              <w:t>Má se za to, že se různé věci tvořící součást majetku, na nějž se příkaz vztahuje, nacházejí v</w:t>
            </w:r>
            <w:r w:rsidRPr="002C216C">
              <w:t> </w:t>
            </w:r>
            <w:r w:rsidR="00493D12" w:rsidRPr="002C216C">
              <w:t>různých vykonávajících státech</w:t>
            </w:r>
          </w:p>
          <w:p w14:paraId="5DD117AE" w14:textId="5DD021EF" w:rsidR="00493D12" w:rsidRPr="002C216C" w:rsidRDefault="00476324" w:rsidP="00493D12">
            <w:pPr>
              <w:pageBreakBefore/>
              <w:ind w:left="720" w:hanging="720"/>
            </w:pPr>
            <w:r w:rsidRPr="002C216C">
              <w:sym w:font="Symbol" w:char="F090"/>
            </w:r>
            <w:r w:rsidR="00493D12" w:rsidRPr="002C216C">
              <w:tab/>
              <w:t>Zajištění specificky určené věci tvořící součást majetku vyžaduje řízení ve více než jednom vykonávajícím státě</w:t>
            </w:r>
          </w:p>
          <w:p w14:paraId="3986693E" w14:textId="77777777" w:rsidR="00493D12" w:rsidRPr="002C216C" w:rsidRDefault="00493D12" w:rsidP="00493D12">
            <w:pPr>
              <w:pageBreakBefore/>
            </w:pPr>
            <w:r w:rsidRPr="002C216C">
              <w:t>Pokud se příkaz k zajištění týká peněžní částky:</w:t>
            </w:r>
          </w:p>
          <w:p w14:paraId="7480531A" w14:textId="52E16C0B" w:rsidR="00493D12" w:rsidRPr="002C216C" w:rsidRDefault="00476324" w:rsidP="00493D12">
            <w:pPr>
              <w:pageBreakBefore/>
              <w:ind w:left="720" w:hanging="720"/>
            </w:pPr>
            <w:r w:rsidRPr="002C216C">
              <w:sym w:font="Symbol" w:char="F090"/>
            </w:r>
            <w:r w:rsidR="00493D12" w:rsidRPr="002C216C">
              <w:tab/>
              <w:t>Odhadovaná hodnota majetku, který může být ve vydávajícím státě a v kterémkoli jednotlivém vykonávajícím státě zajištěn , nebude pravděpodobně postačovat k zajištění celé částky, na niž se příkaz vztahuje</w:t>
            </w:r>
          </w:p>
          <w:p w14:paraId="7A00F5A4" w14:textId="73787831" w:rsidR="00493D12" w:rsidRPr="002C216C" w:rsidRDefault="00476324" w:rsidP="00493D12">
            <w:pPr>
              <w:pageBreakBefore/>
              <w:ind w:left="720" w:hanging="720"/>
            </w:pPr>
            <w:r w:rsidRPr="002C216C">
              <w:sym w:font="Symbol" w:char="F090"/>
            </w:r>
            <w:r w:rsidR="00493D12" w:rsidRPr="002C216C">
              <w:tab/>
              <w:t>Jiné zvláštní potřeby:</w:t>
            </w:r>
            <w:r w:rsidR="00493D12" w:rsidRPr="002C216C">
              <w:br/>
              <w:t>....................................................................................................................................................</w:t>
            </w:r>
          </w:p>
        </w:tc>
      </w:tr>
      <w:tr w:rsidR="00493D12" w:rsidRPr="002C216C" w14:paraId="1A6A8FD5" w14:textId="77777777" w:rsidTr="005D2CDC">
        <w:tc>
          <w:tcPr>
            <w:tcW w:w="9854" w:type="dxa"/>
          </w:tcPr>
          <w:p w14:paraId="56670CDA" w14:textId="2B8DA9ED" w:rsidR="00493D12" w:rsidRPr="002C216C" w:rsidRDefault="00493D12" w:rsidP="00493D12">
            <w:pPr>
              <w:pageBreakBefore/>
              <w:ind w:left="720" w:hanging="720"/>
            </w:pPr>
            <w:r w:rsidRPr="002C216C">
              <w:lastRenderedPageBreak/>
              <w:t>3.</w:t>
            </w:r>
            <w:r w:rsidRPr="002C216C">
              <w:tab/>
              <w:t>Hodnota majetku, je-li známa, v každém vykonávajícím státě:</w:t>
            </w:r>
            <w:r w:rsidR="00476324" w:rsidRPr="002C216C">
              <w:t xml:space="preserve"> </w:t>
            </w:r>
            <w:r w:rsidRPr="002C216C">
              <w:br/>
              <w:t>……………………………………………………………….......................…………………</w:t>
            </w:r>
            <w:r w:rsidRPr="002C216C">
              <w:br/>
              <w:t>………………………………………………………………………….......................………</w:t>
            </w:r>
          </w:p>
          <w:p w14:paraId="4A64DC77" w14:textId="551634E9" w:rsidR="00493D12" w:rsidRPr="002C216C" w:rsidRDefault="00493D12" w:rsidP="00493D12">
            <w:pPr>
              <w:pageBreakBefore/>
              <w:ind w:left="720" w:hanging="720"/>
            </w:pPr>
            <w:r w:rsidRPr="002C216C">
              <w:t>4.</w:t>
            </w:r>
            <w:r w:rsidRPr="002C216C">
              <w:tab/>
              <w:t>Jestliže zajištění specificky určené věci nebo věcí tvořících součást majetku vyžaduje řízení ve více než jednom vykonávajícím státě, popis kroků, jež je třeba ve vykonávajícím státě učinit:</w:t>
            </w:r>
            <w:r w:rsidR="00476324" w:rsidRPr="002C216C">
              <w:t xml:space="preserve"> </w:t>
            </w:r>
            <w:r w:rsidRPr="002C216C">
              <w:br/>
              <w:t>....................................................................................................................................................</w:t>
            </w:r>
            <w:r w:rsidRPr="002C216C">
              <w:br/>
              <w:t>...................................................................................................................................................</w:t>
            </w:r>
          </w:p>
        </w:tc>
      </w:tr>
      <w:tr w:rsidR="00493D12" w:rsidRPr="002C216C" w14:paraId="5A5A216A" w14:textId="77777777" w:rsidTr="005D2CDC">
        <w:tc>
          <w:tcPr>
            <w:tcW w:w="9854" w:type="dxa"/>
          </w:tcPr>
          <w:p w14:paraId="051CA69D" w14:textId="77777777" w:rsidR="00493D12" w:rsidRPr="002C216C" w:rsidRDefault="00493D12" w:rsidP="00493D12">
            <w:r w:rsidRPr="002C216C">
              <w:t>ODDÍL H: Vztah k dřívějšímu příkazu k zajištění nebo jinému příkazu či příkazům nebo žádosti či žádostem</w:t>
            </w:r>
          </w:p>
          <w:p w14:paraId="37308C68" w14:textId="24428967" w:rsidR="00493D12" w:rsidRPr="002C216C" w:rsidRDefault="00493D12" w:rsidP="00493D12">
            <w:r w:rsidRPr="002C216C">
              <w:t>Uveďte prosím, zda se tento příkaz k zajištění vztahuje k dřívějším</w:t>
            </w:r>
            <w:r w:rsidR="00476324" w:rsidRPr="002C216C">
              <w:t>u příkazu nebo žádosti (např. k </w:t>
            </w:r>
            <w:r w:rsidRPr="002C216C">
              <w:t>příkazu k zajištění, evropskému vyšetřovacímu příkazu, evropskému zatýkacímu rozkazu nebo vzájemné právní pomoci). Pokud ano, uveďte následující informace důležité pro identifikaci předchozího příkazu nebo žádosti:</w:t>
            </w:r>
          </w:p>
          <w:p w14:paraId="5C875489" w14:textId="00DE92EC" w:rsidR="00493D12" w:rsidRPr="002C216C" w:rsidRDefault="00493D12" w:rsidP="00476324">
            <w:pPr>
              <w:pStyle w:val="Tiret0"/>
            </w:pPr>
            <w:r w:rsidRPr="002C216C">
              <w:t>druh příkazu či žádosti: …………………………………………</w:t>
            </w:r>
            <w:r w:rsidR="00476324" w:rsidRPr="002C216C">
              <w:t>.................................</w:t>
            </w:r>
            <w:r w:rsidRPr="002C216C">
              <w:t>……………………………….</w:t>
            </w:r>
          </w:p>
          <w:p w14:paraId="4EC2F50B" w14:textId="6F86111A" w:rsidR="00493D12" w:rsidRPr="002C216C" w:rsidRDefault="00493D12" w:rsidP="00476324">
            <w:pPr>
              <w:pStyle w:val="Tiret0"/>
            </w:pPr>
            <w:r w:rsidRPr="002C216C">
              <w:t>datum vydání:</w:t>
            </w:r>
            <w:r w:rsidR="00476324" w:rsidRPr="002C216C">
              <w:t xml:space="preserve"> </w:t>
            </w:r>
            <w:r w:rsidRPr="002C216C">
              <w:t>…………………………………………</w:t>
            </w:r>
            <w:r w:rsidR="00476324" w:rsidRPr="002C216C">
              <w:t>....................</w:t>
            </w:r>
            <w:r w:rsidRPr="002C216C">
              <w:t>………………………………………..</w:t>
            </w:r>
          </w:p>
          <w:p w14:paraId="283F88B4" w14:textId="0A91D470" w:rsidR="00493D12" w:rsidRPr="002C216C" w:rsidRDefault="00493D12" w:rsidP="00476324">
            <w:pPr>
              <w:pStyle w:val="Tiret0"/>
            </w:pPr>
            <w:r w:rsidRPr="002C216C">
              <w:t>orgán, kterému byly příkaz či žádost předány:</w:t>
            </w:r>
            <w:r w:rsidR="00476324" w:rsidRPr="002C216C">
              <w:t xml:space="preserve"> </w:t>
            </w:r>
            <w:r w:rsidRPr="002C216C">
              <w:t>………………………………………………</w:t>
            </w:r>
            <w:r w:rsidR="00476324" w:rsidRPr="002C216C">
              <w:t>.....................................................................</w:t>
            </w:r>
            <w:r w:rsidRPr="002C216C">
              <w:t>….</w:t>
            </w:r>
          </w:p>
          <w:p w14:paraId="286C35D6" w14:textId="2670775A" w:rsidR="00493D12" w:rsidRPr="002C216C" w:rsidRDefault="00493D12" w:rsidP="00476324">
            <w:pPr>
              <w:pStyle w:val="Tiret0"/>
            </w:pPr>
            <w:r w:rsidRPr="002C216C">
              <w:t>spisová značka přidělená vydávajícím orgánem:</w:t>
            </w:r>
            <w:r w:rsidR="00476324" w:rsidRPr="002C216C">
              <w:t xml:space="preserve"> </w:t>
            </w:r>
            <w:r w:rsidRPr="002C216C">
              <w:t>…………………</w:t>
            </w:r>
            <w:r w:rsidR="00476324" w:rsidRPr="002C216C">
              <w:t>....................................................................</w:t>
            </w:r>
            <w:r w:rsidRPr="002C216C">
              <w:t>……………………………….</w:t>
            </w:r>
          </w:p>
        </w:tc>
      </w:tr>
      <w:tr w:rsidR="00493D12" w:rsidRPr="002C216C" w14:paraId="56BAED27" w14:textId="77777777" w:rsidTr="005D2CDC">
        <w:tc>
          <w:tcPr>
            <w:tcW w:w="9854" w:type="dxa"/>
          </w:tcPr>
          <w:p w14:paraId="4EC0D512" w14:textId="05ADAF98" w:rsidR="00493D12" w:rsidRPr="002C216C" w:rsidRDefault="00493D12" w:rsidP="00476324">
            <w:pPr>
              <w:pStyle w:val="Tiret0"/>
              <w:pageBreakBefore/>
              <w:ind w:left="851" w:hanging="851"/>
            </w:pPr>
            <w:r w:rsidRPr="002C216C">
              <w:lastRenderedPageBreak/>
              <w:t>spisové značky přidělené vykonávajícími orgány: ……</w:t>
            </w:r>
            <w:r w:rsidR="00476324" w:rsidRPr="002C216C">
              <w:t>.........................................................................................</w:t>
            </w:r>
            <w:r w:rsidRPr="002C216C">
              <w:t>………………………………</w:t>
            </w:r>
          </w:p>
        </w:tc>
      </w:tr>
      <w:tr w:rsidR="00493D12" w:rsidRPr="002C216C" w14:paraId="3319C642" w14:textId="77777777" w:rsidTr="005D2CDC">
        <w:tc>
          <w:tcPr>
            <w:tcW w:w="9854" w:type="dxa"/>
          </w:tcPr>
          <w:p w14:paraId="5C28D44C" w14:textId="77777777" w:rsidR="00493D12" w:rsidRPr="002C216C" w:rsidRDefault="00493D12" w:rsidP="00493D12">
            <w:r w:rsidRPr="002C216C">
              <w:t>ODDÍL I: Konfiskace</w:t>
            </w:r>
          </w:p>
          <w:p w14:paraId="25654D5D" w14:textId="77777777" w:rsidR="00493D12" w:rsidRPr="002C216C" w:rsidRDefault="00493D12" w:rsidP="00493D12">
            <w:r w:rsidRPr="002C216C">
              <w:t>Uveďte prosím, zda:</w:t>
            </w:r>
          </w:p>
          <w:p w14:paraId="3A55B5E3" w14:textId="20D6949F" w:rsidR="00493D12" w:rsidRPr="002C216C" w:rsidRDefault="00493D12" w:rsidP="00476324">
            <w:pPr>
              <w:ind w:left="720" w:hanging="720"/>
            </w:pPr>
            <w:r w:rsidRPr="002C216C">
              <w:t>□</w:t>
            </w:r>
            <w:r w:rsidRPr="002C216C">
              <w:tab/>
              <w:t>je k tomuto osvědčení o příkazu k zajištění připojeno osvědčení o příkazu ke konfiskaci vydané ve vydávajícím státě (spisová značka osvědčení o příkazu ke konfiskaci): ……………………………........................................................................................................</w:t>
            </w:r>
          </w:p>
          <w:p w14:paraId="0E782B17" w14:textId="0C1D2997" w:rsidR="00493D12" w:rsidRPr="002C216C" w:rsidRDefault="00493D12" w:rsidP="00476324">
            <w:pPr>
              <w:ind w:left="720" w:hanging="720"/>
            </w:pPr>
            <w:r w:rsidRPr="002C216C">
              <w:t>□</w:t>
            </w:r>
            <w:r w:rsidRPr="002C216C">
              <w:tab/>
              <w:t>majetek zůstává zajištěný ve vykonávajícím státě po dobu předání a výkonu příkazu ke konfiskaci (odhadované datum pro předložení osvědčení o příkazu ke konfiskaci, je-li to možné):</w:t>
            </w:r>
            <w:r w:rsidR="00476324" w:rsidRPr="002C216C">
              <w:t xml:space="preserve"> </w:t>
            </w:r>
            <w:r w:rsidR="00476324" w:rsidRPr="002C216C">
              <w:br/>
            </w:r>
            <w:r w:rsidRPr="002C216C">
              <w:t>…………………………………………………………………………………………………</w:t>
            </w:r>
          </w:p>
        </w:tc>
      </w:tr>
      <w:tr w:rsidR="00493D12" w:rsidRPr="002C216C" w14:paraId="7501B732" w14:textId="77777777" w:rsidTr="005D2CDC">
        <w:tc>
          <w:tcPr>
            <w:tcW w:w="9854" w:type="dxa"/>
          </w:tcPr>
          <w:p w14:paraId="7ED78E97" w14:textId="77777777" w:rsidR="00493D12" w:rsidRPr="002C216C" w:rsidRDefault="00493D12" w:rsidP="00493D12">
            <w:r w:rsidRPr="002C216C">
              <w:t>ODDÍL J: Alternativní opatření</w:t>
            </w:r>
          </w:p>
          <w:p w14:paraId="2E863509" w14:textId="77777777" w:rsidR="00493D12" w:rsidRPr="002C216C" w:rsidRDefault="00493D12" w:rsidP="00476324">
            <w:pPr>
              <w:ind w:left="720" w:hanging="720"/>
            </w:pPr>
            <w:r w:rsidRPr="002C216C">
              <w:t>1.</w:t>
            </w:r>
            <w:r w:rsidRPr="002C216C">
              <w:tab/>
              <w:t>Uveďte prosím, zda vydávající stát připouští, aby vykonávající stát použil alternativní opatření v případě, kdy není možné příkaz k zajištění zcela anebo částečně vykonat:</w:t>
            </w:r>
          </w:p>
          <w:p w14:paraId="6DAD6F9C" w14:textId="77777777" w:rsidR="00493D12" w:rsidRPr="002C216C" w:rsidRDefault="00493D12" w:rsidP="00493D12">
            <w:r w:rsidRPr="002C216C">
              <w:t>□</w:t>
            </w:r>
            <w:r w:rsidRPr="002C216C">
              <w:tab/>
              <w:t>ano</w:t>
            </w:r>
          </w:p>
          <w:p w14:paraId="319FAF9B" w14:textId="77777777" w:rsidR="00493D12" w:rsidRPr="002C216C" w:rsidRDefault="00493D12" w:rsidP="00493D12">
            <w:r w:rsidRPr="002C216C">
              <w:t>□</w:t>
            </w:r>
            <w:r w:rsidRPr="002C216C">
              <w:tab/>
              <w:t>ne</w:t>
            </w:r>
          </w:p>
          <w:p w14:paraId="3A7D53B9" w14:textId="1F4605B7" w:rsidR="00493D12" w:rsidRPr="002C216C" w:rsidRDefault="00493D12" w:rsidP="00476324">
            <w:pPr>
              <w:ind w:left="720" w:hanging="720"/>
            </w:pPr>
            <w:r w:rsidRPr="002C216C">
              <w:t>2.</w:t>
            </w:r>
            <w:r w:rsidRPr="002C216C">
              <w:tab/>
              <w:t>Pokud ano, uveďte, jaká opatření mohou být uplatněna:</w:t>
            </w:r>
            <w:r w:rsidR="00476324" w:rsidRPr="002C216C">
              <w:t xml:space="preserve"> </w:t>
            </w:r>
            <w:r w:rsidR="00476324" w:rsidRPr="002C216C">
              <w:br/>
            </w:r>
            <w:r w:rsidRPr="002C216C">
              <w:t>……………………………………………………………………………</w:t>
            </w:r>
            <w:r w:rsidR="00476324" w:rsidRPr="002C216C">
              <w:t>..</w:t>
            </w:r>
            <w:r w:rsidRPr="002C216C">
              <w:t>………………….</w:t>
            </w:r>
          </w:p>
        </w:tc>
      </w:tr>
      <w:tr w:rsidR="00493D12" w:rsidRPr="002C216C" w14:paraId="7DE0BF19" w14:textId="77777777" w:rsidTr="005D2CDC">
        <w:tc>
          <w:tcPr>
            <w:tcW w:w="9854" w:type="dxa"/>
          </w:tcPr>
          <w:p w14:paraId="7D7CC9CD" w14:textId="77777777" w:rsidR="00BA21FD" w:rsidRPr="002C216C" w:rsidRDefault="00BA21FD" w:rsidP="00BA21FD">
            <w:pPr>
              <w:pageBreakBefore/>
            </w:pPr>
            <w:r w:rsidRPr="002C216C">
              <w:lastRenderedPageBreak/>
              <w:t>ODDÍL K: VRÁCENÍ ZAJIŠTĚNÉHO MAJETKU</w:t>
            </w:r>
          </w:p>
          <w:p w14:paraId="3756B236" w14:textId="77777777" w:rsidR="00BA21FD" w:rsidRPr="002C216C" w:rsidRDefault="00BA21FD" w:rsidP="00BA21FD">
            <w:pPr>
              <w:pageBreakBefore/>
            </w:pPr>
            <w:r w:rsidRPr="002C216C">
              <w:t>1.</w:t>
            </w:r>
            <w:r w:rsidRPr="002C216C">
              <w:tab/>
              <w:t>Uveďte prosím, zda bylo vydáno rozhodnutí o vrácení zajištěného majetku oběti:</w:t>
            </w:r>
          </w:p>
          <w:p w14:paraId="13FF9B76" w14:textId="77777777" w:rsidR="00BA21FD" w:rsidRPr="002C216C" w:rsidRDefault="00BA21FD" w:rsidP="00BA21FD">
            <w:pPr>
              <w:pageBreakBefore/>
            </w:pPr>
            <w:r w:rsidRPr="002C216C">
              <w:t>□</w:t>
            </w:r>
            <w:r w:rsidRPr="002C216C">
              <w:tab/>
              <w:t>ano</w:t>
            </w:r>
          </w:p>
          <w:p w14:paraId="4FFBA92D" w14:textId="77777777" w:rsidR="00BA21FD" w:rsidRPr="002C216C" w:rsidRDefault="00BA21FD" w:rsidP="00BA21FD">
            <w:pPr>
              <w:pageBreakBefore/>
            </w:pPr>
            <w:r w:rsidRPr="002C216C">
              <w:t>□</w:t>
            </w:r>
            <w:r w:rsidRPr="002C216C">
              <w:tab/>
              <w:t>ne</w:t>
            </w:r>
          </w:p>
          <w:p w14:paraId="0495FCBE" w14:textId="77777777" w:rsidR="00BA21FD" w:rsidRPr="002C216C" w:rsidRDefault="00BA21FD" w:rsidP="00BA21FD">
            <w:pPr>
              <w:pageBreakBefore/>
            </w:pPr>
            <w:r w:rsidRPr="002C216C">
              <w:t>Pokud ano, uveďte následující údaje týkající se rozhodnutí o vrácení zajištěného majetku oběti:</w:t>
            </w:r>
          </w:p>
          <w:p w14:paraId="090DACE4" w14:textId="7FB92762" w:rsidR="00BA21FD" w:rsidRPr="002C216C" w:rsidRDefault="00BA21FD" w:rsidP="00BA21FD">
            <w:pPr>
              <w:pageBreakBefore/>
            </w:pPr>
            <w:r w:rsidRPr="002C216C">
              <w:t>Orgán, který vydal rozhodnutí (úřední název): ……………….………………………………</w:t>
            </w:r>
            <w:r w:rsidR="00476324" w:rsidRPr="002C216C">
              <w:t>..........................................................................</w:t>
            </w:r>
            <w:r w:rsidRPr="002C216C">
              <w:t>……….</w:t>
            </w:r>
          </w:p>
          <w:p w14:paraId="6CAE4C37" w14:textId="23C747EE" w:rsidR="00BA21FD" w:rsidRPr="002C216C" w:rsidRDefault="00BA21FD" w:rsidP="00BA21FD">
            <w:pPr>
              <w:pageBreakBefore/>
            </w:pPr>
            <w:r w:rsidRPr="002C216C">
              <w:t>Datum rozhodnutí: .………………………….……………</w:t>
            </w:r>
            <w:r w:rsidR="00476324" w:rsidRPr="002C216C">
              <w:t>......................</w:t>
            </w:r>
            <w:r w:rsidRPr="002C216C">
              <w:t>…………………………….</w:t>
            </w:r>
          </w:p>
          <w:p w14:paraId="75AECC51" w14:textId="4F91D2FA" w:rsidR="00BA21FD" w:rsidRPr="002C216C" w:rsidRDefault="00BA21FD" w:rsidP="00BA21FD">
            <w:pPr>
              <w:pageBreakBefore/>
            </w:pPr>
            <w:r w:rsidRPr="002C216C">
              <w:t>Spisová značka rozhodnutí (je-li k dispozici): ............................</w:t>
            </w:r>
            <w:r w:rsidR="00476324" w:rsidRPr="002C216C">
              <w:t>.......................</w:t>
            </w:r>
            <w:r w:rsidRPr="002C216C">
              <w:t>...................................</w:t>
            </w:r>
          </w:p>
          <w:p w14:paraId="4DE146D2" w14:textId="762FFF30" w:rsidR="00BA21FD" w:rsidRPr="002C216C" w:rsidRDefault="00BA21FD" w:rsidP="00BA21FD">
            <w:pPr>
              <w:pageBreakBefore/>
            </w:pPr>
            <w:r w:rsidRPr="002C216C">
              <w:t>Popis majetku, který má být vrácen: ………..………………</w:t>
            </w:r>
            <w:r w:rsidR="00476324" w:rsidRPr="002C216C">
              <w:t>.....................</w:t>
            </w:r>
            <w:r w:rsidRPr="002C216C">
              <w:t>…………………………..</w:t>
            </w:r>
          </w:p>
          <w:p w14:paraId="5666C8D2" w14:textId="0465282E" w:rsidR="00BA21FD" w:rsidRPr="002C216C" w:rsidRDefault="00BA21FD" w:rsidP="00BA21FD">
            <w:pPr>
              <w:pageBreakBefore/>
            </w:pPr>
            <w:r w:rsidRPr="002C216C">
              <w:t>Jméno oběti: ……………………………….………………………</w:t>
            </w:r>
            <w:r w:rsidR="00476324" w:rsidRPr="002C216C">
              <w:t>.....................</w:t>
            </w:r>
            <w:r w:rsidRPr="002C216C">
              <w:t>……………………</w:t>
            </w:r>
          </w:p>
          <w:p w14:paraId="4032F4A9" w14:textId="73457663" w:rsidR="00493D12" w:rsidRPr="002C216C" w:rsidRDefault="00BA21FD" w:rsidP="00BA21FD">
            <w:pPr>
              <w:pageBreakBefore/>
            </w:pPr>
            <w:r w:rsidRPr="002C216C">
              <w:t>Adresa oběti: …………………………………………………………………</w:t>
            </w:r>
            <w:r w:rsidR="00476324" w:rsidRPr="002C216C">
              <w:t>......................</w:t>
            </w:r>
            <w:r w:rsidRPr="002C216C">
              <w:t>………...</w:t>
            </w:r>
          </w:p>
        </w:tc>
      </w:tr>
      <w:tr w:rsidR="00493D12" w:rsidRPr="002C216C" w14:paraId="33FBE965" w14:textId="77777777" w:rsidTr="005D2CDC">
        <w:tc>
          <w:tcPr>
            <w:tcW w:w="9854" w:type="dxa"/>
          </w:tcPr>
          <w:p w14:paraId="155860B5" w14:textId="2D83753D" w:rsidR="00BA21FD" w:rsidRPr="002C216C" w:rsidRDefault="00BA21FD" w:rsidP="00476324">
            <w:pPr>
              <w:pageBreakBefore/>
            </w:pPr>
            <w:r w:rsidRPr="002C216C">
              <w:lastRenderedPageBreak/>
              <w:t>Pokud je vlastnické právo oběti k danému majetku napadeno, uveďte prosím podrobnosti (osoby, které toto právo napadly, odůvodnění atd.):</w:t>
            </w:r>
            <w:r w:rsidR="00476324" w:rsidRPr="002C216C">
              <w:t xml:space="preserve"> </w:t>
            </w:r>
            <w:r w:rsidR="00476324" w:rsidRPr="002C216C">
              <w:br/>
            </w:r>
            <w:r w:rsidRPr="002C216C">
              <w:t>…………………………………………………………………</w:t>
            </w:r>
            <w:r w:rsidR="00476324" w:rsidRPr="002C216C">
              <w:t>..</w:t>
            </w:r>
            <w:r w:rsidRPr="002C216C">
              <w:t>………</w:t>
            </w:r>
            <w:r w:rsidR="00476324" w:rsidRPr="002C216C">
              <w:t>................</w:t>
            </w:r>
            <w:r w:rsidRPr="002C216C">
              <w:t>………………….</w:t>
            </w:r>
            <w:r w:rsidR="00476324" w:rsidRPr="002C216C">
              <w:br/>
            </w:r>
            <w:r w:rsidRPr="002C216C">
              <w:t>…………………………………………………</w:t>
            </w:r>
            <w:r w:rsidR="00476324" w:rsidRPr="002C216C">
              <w:t>...................</w:t>
            </w:r>
            <w:r w:rsidRPr="002C216C">
              <w:t>………………………………………….</w:t>
            </w:r>
          </w:p>
          <w:p w14:paraId="4B5691BA" w14:textId="42D33729" w:rsidR="00BA21FD" w:rsidRPr="002C216C" w:rsidRDefault="00BA21FD" w:rsidP="00476324">
            <w:pPr>
              <w:pageBreakBefore/>
            </w:pPr>
            <w:r w:rsidRPr="002C216C">
              <w:t>Pokud by práva dotčených osob mohla být dotčena v důsledku vrácení, uveďte podrobnosti (dotčené osoby, jejichž práva by mohla být dotčena, odůvodnění atd.):</w:t>
            </w:r>
            <w:r w:rsidR="00476324" w:rsidRPr="002C216C">
              <w:t xml:space="preserve"> </w:t>
            </w:r>
            <w:r w:rsidR="00476324" w:rsidRPr="002C216C">
              <w:br/>
            </w:r>
            <w:r w:rsidRPr="002C216C">
              <w:t>……………………………………………………………………………</w:t>
            </w:r>
            <w:r w:rsidR="00476324" w:rsidRPr="002C216C">
              <w:t>..................</w:t>
            </w:r>
            <w:r w:rsidRPr="002C216C">
              <w:t>……………….</w:t>
            </w:r>
            <w:r w:rsidR="00476324" w:rsidRPr="002C216C">
              <w:br/>
            </w:r>
            <w:r w:rsidRPr="002C216C">
              <w:t>…………………………………………………………………………………</w:t>
            </w:r>
            <w:r w:rsidR="00476324" w:rsidRPr="002C216C">
              <w:t>...................</w:t>
            </w:r>
            <w:r w:rsidRPr="002C216C">
              <w:t>………….</w:t>
            </w:r>
          </w:p>
          <w:p w14:paraId="532163F0" w14:textId="77777777" w:rsidR="00BA21FD" w:rsidRPr="002C216C" w:rsidRDefault="00BA21FD" w:rsidP="00BA21FD">
            <w:pPr>
              <w:pageBreakBefore/>
            </w:pPr>
            <w:r w:rsidRPr="002C216C">
              <w:t>2.</w:t>
            </w:r>
            <w:r w:rsidRPr="002C216C">
              <w:tab/>
              <w:t>Je žádost o vrácení zajištěného majetku oběti projednávána ve vydávajícím státě?</w:t>
            </w:r>
          </w:p>
          <w:p w14:paraId="4303D716" w14:textId="77777777" w:rsidR="00BA21FD" w:rsidRPr="002C216C" w:rsidRDefault="00BA21FD" w:rsidP="00BA21FD">
            <w:pPr>
              <w:pageBreakBefore/>
            </w:pPr>
            <w:r w:rsidRPr="002C216C">
              <w:t>□</w:t>
            </w:r>
            <w:r w:rsidRPr="002C216C">
              <w:tab/>
              <w:t>ne</w:t>
            </w:r>
          </w:p>
          <w:p w14:paraId="51EAE085" w14:textId="77777777" w:rsidR="00493D12" w:rsidRPr="002C216C" w:rsidRDefault="00BA21FD" w:rsidP="00BA21FD">
            <w:pPr>
              <w:pageBreakBefore/>
            </w:pPr>
            <w:r w:rsidRPr="002C216C">
              <w:t>□</w:t>
            </w:r>
            <w:r w:rsidRPr="002C216C">
              <w:tab/>
              <w:t>ano, výsledek bude sdělen vykonávajícímu orgánu</w:t>
            </w:r>
          </w:p>
          <w:p w14:paraId="055F4C39" w14:textId="18F29FDE" w:rsidR="00476324" w:rsidRPr="002C216C" w:rsidRDefault="00476324" w:rsidP="00BA21FD">
            <w:pPr>
              <w:pageBreakBefore/>
            </w:pPr>
            <w:r w:rsidRPr="002C216C">
              <w:t>Vydávající orgán bude informován v případě předání přímo oběti.</w:t>
            </w:r>
          </w:p>
        </w:tc>
      </w:tr>
      <w:tr w:rsidR="00493D12" w:rsidRPr="002C216C" w14:paraId="4890E644" w14:textId="77777777" w:rsidTr="005D2CDC">
        <w:tc>
          <w:tcPr>
            <w:tcW w:w="9854" w:type="dxa"/>
          </w:tcPr>
          <w:p w14:paraId="6235947E" w14:textId="77777777" w:rsidR="00BA21FD" w:rsidRPr="002C216C" w:rsidRDefault="00BA21FD" w:rsidP="00BA21FD">
            <w:pPr>
              <w:pageBreakBefore/>
            </w:pPr>
            <w:r w:rsidRPr="002C216C">
              <w:lastRenderedPageBreak/>
              <w:t>ODDÍL L: Opravné prostředky</w:t>
            </w:r>
          </w:p>
          <w:p w14:paraId="3C8E8695" w14:textId="74BF80D3" w:rsidR="00BA21FD" w:rsidRPr="002C216C" w:rsidRDefault="00BA21FD" w:rsidP="00BA21FD">
            <w:r w:rsidRPr="002C216C">
              <w:t>Orgán ve vydávajícím státě, jenž může poskytnout další informace o postupech pro uplatnění opravných prostředků ve vydávajícím státě a o tom, zda je k disp</w:t>
            </w:r>
            <w:r w:rsidR="00200B09" w:rsidRPr="002C216C">
              <w:t>ozici právní pomoc, tlumočení a </w:t>
            </w:r>
            <w:r w:rsidRPr="002C216C">
              <w:t>překlad:</w:t>
            </w:r>
          </w:p>
          <w:p w14:paraId="42CDCFAE" w14:textId="176D744B" w:rsidR="00BA21FD" w:rsidRPr="002C216C" w:rsidRDefault="006B11E5" w:rsidP="00BA21FD">
            <w:bookmarkStart w:id="1" w:name="_DV_C1569"/>
            <w:r w:rsidRPr="002C216C">
              <w:sym w:font="Symbol" w:char="F090"/>
            </w:r>
            <w:bookmarkEnd w:id="1"/>
            <w:r w:rsidR="00BA21FD" w:rsidRPr="002C216C">
              <w:tab/>
              <w:t>vydávající orgán (viz oddíl M)</w:t>
            </w:r>
          </w:p>
          <w:p w14:paraId="6CA51FF9" w14:textId="10D6C445" w:rsidR="00BA21FD" w:rsidRPr="002C216C" w:rsidRDefault="006B11E5" w:rsidP="00BA21FD">
            <w:r w:rsidRPr="002C216C">
              <w:sym w:font="Symbol" w:char="F090"/>
            </w:r>
            <w:r w:rsidR="00BA21FD" w:rsidRPr="002C216C">
              <w:tab/>
              <w:t>potvrzující orgán (viz oddíl N)</w:t>
            </w:r>
          </w:p>
          <w:p w14:paraId="15C88487" w14:textId="6E913321" w:rsidR="00493D12" w:rsidRPr="002C216C" w:rsidRDefault="006B11E5" w:rsidP="00476324">
            <w:pPr>
              <w:ind w:left="720" w:hanging="720"/>
            </w:pPr>
            <w:r w:rsidRPr="002C216C">
              <w:sym w:font="Symbol" w:char="F090"/>
            </w:r>
            <w:r w:rsidR="00BA21FD" w:rsidRPr="002C216C">
              <w:tab/>
              <w:t>jiný orgán:</w:t>
            </w:r>
            <w:r w:rsidR="00476324" w:rsidRPr="002C216C">
              <w:t xml:space="preserve"> </w:t>
            </w:r>
            <w:r w:rsidR="00476324" w:rsidRPr="002C216C">
              <w:br/>
            </w:r>
            <w:r w:rsidR="00BA21FD" w:rsidRPr="002C216C">
              <w:t>……………………………………</w:t>
            </w:r>
            <w:r w:rsidR="00476324" w:rsidRPr="002C216C">
              <w:t>...................</w:t>
            </w:r>
            <w:r w:rsidR="00BA21FD" w:rsidRPr="002C216C">
              <w:t>………………………………………………</w:t>
            </w:r>
          </w:p>
        </w:tc>
      </w:tr>
      <w:tr w:rsidR="00493D12" w:rsidRPr="002C216C" w14:paraId="590B4574" w14:textId="77777777" w:rsidTr="005D2CDC">
        <w:tc>
          <w:tcPr>
            <w:tcW w:w="9854" w:type="dxa"/>
          </w:tcPr>
          <w:p w14:paraId="79DE9385" w14:textId="77777777" w:rsidR="00BA21FD" w:rsidRPr="002C216C" w:rsidRDefault="00BA21FD" w:rsidP="00BA21FD">
            <w:r w:rsidRPr="002C216C">
              <w:t>ODDÍL M: Údaje o vydávajícím orgánu</w:t>
            </w:r>
          </w:p>
          <w:p w14:paraId="6ACE46D5" w14:textId="77777777" w:rsidR="00BA21FD" w:rsidRPr="002C216C" w:rsidRDefault="00BA21FD" w:rsidP="00BA21FD">
            <w:r w:rsidRPr="002C216C">
              <w:t>Druh vydávajícího orgánu:</w:t>
            </w:r>
          </w:p>
          <w:p w14:paraId="06803A6A" w14:textId="77777777" w:rsidR="00BA21FD" w:rsidRPr="002C216C" w:rsidRDefault="00BA21FD" w:rsidP="00BA21FD">
            <w:r w:rsidRPr="002C216C">
              <w:t>□</w:t>
            </w:r>
            <w:r w:rsidRPr="002C216C">
              <w:tab/>
              <w:t>soudce, soud, státní zástupce</w:t>
            </w:r>
          </w:p>
          <w:p w14:paraId="004DB0AE" w14:textId="77777777" w:rsidR="00BA21FD" w:rsidRPr="002C216C" w:rsidRDefault="00BA21FD" w:rsidP="00BA21FD">
            <w:r w:rsidRPr="002C216C">
              <w:t>□</w:t>
            </w:r>
            <w:r w:rsidRPr="002C216C">
              <w:tab/>
              <w:t>jiný příslušný orgán určený vydávajícím státem</w:t>
            </w:r>
          </w:p>
          <w:p w14:paraId="3F7FB138" w14:textId="633BCA98" w:rsidR="00BA21FD" w:rsidRPr="002C216C" w:rsidRDefault="00200B09" w:rsidP="00BA21FD">
            <w:r w:rsidRPr="002C216C">
              <w:t xml:space="preserve">Název orgánu: </w:t>
            </w:r>
            <w:r w:rsidR="00BA21FD" w:rsidRPr="002C216C">
              <w:t>…………………………………………</w:t>
            </w:r>
            <w:r w:rsidRPr="002C216C">
              <w:t>...................</w:t>
            </w:r>
            <w:r w:rsidR="00BA21FD" w:rsidRPr="002C216C">
              <w:t>………………………………….</w:t>
            </w:r>
          </w:p>
          <w:p w14:paraId="20BE790E" w14:textId="6599A942" w:rsidR="00BA21FD" w:rsidRPr="002C216C" w:rsidRDefault="00BA21FD" w:rsidP="00BA21FD">
            <w:r w:rsidRPr="002C216C">
              <w:t>Jméno kontaktní osoby:</w:t>
            </w:r>
            <w:r w:rsidR="00200B09" w:rsidRPr="002C216C">
              <w:t xml:space="preserve"> </w:t>
            </w:r>
            <w:r w:rsidRPr="002C216C">
              <w:t>………………</w:t>
            </w:r>
            <w:r w:rsidR="00200B09" w:rsidRPr="002C216C">
              <w:t>...............</w:t>
            </w:r>
            <w:r w:rsidRPr="002C216C">
              <w:t>……………</w:t>
            </w:r>
            <w:r w:rsidR="00200B09" w:rsidRPr="002C216C">
              <w:t>.</w:t>
            </w:r>
            <w:r w:rsidRPr="002C216C">
              <w:t>……………………………………….</w:t>
            </w:r>
          </w:p>
          <w:p w14:paraId="4636C96E" w14:textId="3B849D63" w:rsidR="00BA21FD" w:rsidRPr="002C216C" w:rsidRDefault="00BA21FD" w:rsidP="00200B09">
            <w:r w:rsidRPr="002C216C">
              <w:t>Postavení (titul / služební hodnost): …………………………………</w:t>
            </w:r>
            <w:r w:rsidR="00200B09" w:rsidRPr="002C216C">
              <w:t>.</w:t>
            </w:r>
            <w:r w:rsidRPr="002C216C">
              <w:t>………….................................</w:t>
            </w:r>
          </w:p>
          <w:p w14:paraId="3EDA5568" w14:textId="623A7EFA" w:rsidR="00493D12" w:rsidRPr="002C216C" w:rsidRDefault="00200B09" w:rsidP="00BA21FD">
            <w:r w:rsidRPr="002C216C">
              <w:t xml:space="preserve">Sp. zn.: </w:t>
            </w:r>
            <w:r w:rsidR="00BA21FD" w:rsidRPr="002C216C">
              <w:t>………………………………………………</w:t>
            </w:r>
            <w:r w:rsidRPr="002C216C">
              <w:t>.....................</w:t>
            </w:r>
            <w:r w:rsidR="00BA21FD" w:rsidRPr="002C216C">
              <w:t>…………………………………..</w:t>
            </w:r>
          </w:p>
        </w:tc>
      </w:tr>
      <w:tr w:rsidR="00493D12" w:rsidRPr="002C216C" w14:paraId="1A18BF7F" w14:textId="77777777" w:rsidTr="005D2CDC">
        <w:tc>
          <w:tcPr>
            <w:tcW w:w="9854" w:type="dxa"/>
          </w:tcPr>
          <w:p w14:paraId="207468B5" w14:textId="213F4A8E" w:rsidR="00BA21FD" w:rsidRPr="002C216C" w:rsidRDefault="006B11E5" w:rsidP="006B11E5">
            <w:pPr>
              <w:pageBreakBefore/>
            </w:pPr>
            <w:r w:rsidRPr="002C216C">
              <w:lastRenderedPageBreak/>
              <w:t xml:space="preserve">Adresa: </w:t>
            </w:r>
            <w:r w:rsidR="00BA21FD" w:rsidRPr="002C216C">
              <w:t>………………………………………………………</w:t>
            </w:r>
            <w:r w:rsidRPr="002C216C">
              <w:t>...................</w:t>
            </w:r>
            <w:r w:rsidR="00BA21FD" w:rsidRPr="002C216C">
              <w:t>……</w:t>
            </w:r>
            <w:r w:rsidRPr="002C216C">
              <w:t>..........</w:t>
            </w:r>
            <w:r w:rsidR="00BA21FD" w:rsidRPr="002C216C">
              <w:t>………………..</w:t>
            </w:r>
          </w:p>
          <w:p w14:paraId="2CE19B02" w14:textId="15E68733" w:rsidR="00BA21FD" w:rsidRPr="002C216C" w:rsidRDefault="00BA21FD" w:rsidP="00BA21FD">
            <w:pPr>
              <w:pageBreakBefore/>
            </w:pPr>
            <w:r w:rsidRPr="002C216C">
              <w:t>Tel. č. (číslo země) ( směrové číslo):</w:t>
            </w:r>
            <w:r w:rsidR="006B11E5" w:rsidRPr="002C216C">
              <w:t xml:space="preserve"> </w:t>
            </w:r>
            <w:r w:rsidRPr="002C216C">
              <w:t>……………………</w:t>
            </w:r>
            <w:r w:rsidR="006B11E5" w:rsidRPr="002C216C">
              <w:t>.......</w:t>
            </w:r>
            <w:r w:rsidRPr="002C216C">
              <w:t>……………………</w:t>
            </w:r>
            <w:r w:rsidR="006B11E5" w:rsidRPr="002C216C">
              <w:t>.........................</w:t>
            </w:r>
            <w:r w:rsidRPr="002C216C">
              <w:t>…</w:t>
            </w:r>
          </w:p>
          <w:p w14:paraId="6604587E" w14:textId="27AD604A" w:rsidR="00BA21FD" w:rsidRPr="002C216C" w:rsidRDefault="00BA21FD" w:rsidP="00BA21FD">
            <w:pPr>
              <w:pageBreakBefore/>
            </w:pPr>
            <w:r w:rsidRPr="002C216C">
              <w:t>Č. faxu (číslo země) ( směrové číslo):</w:t>
            </w:r>
            <w:r w:rsidR="006B11E5" w:rsidRPr="002C216C">
              <w:t xml:space="preserve"> </w:t>
            </w:r>
            <w:r w:rsidRPr="002C216C">
              <w:t>…………………………………</w:t>
            </w:r>
            <w:r w:rsidR="006B11E5" w:rsidRPr="002C216C">
              <w:t>.......................</w:t>
            </w:r>
            <w:r w:rsidRPr="002C216C">
              <w:t>………………</w:t>
            </w:r>
          </w:p>
          <w:p w14:paraId="4FC3BF87" w14:textId="434D5364" w:rsidR="00BA21FD" w:rsidRPr="002C216C" w:rsidRDefault="00BA21FD" w:rsidP="00BA21FD">
            <w:pPr>
              <w:pageBreakBefore/>
            </w:pPr>
            <w:r w:rsidRPr="002C216C">
              <w:t>E-mail:</w:t>
            </w:r>
            <w:r w:rsidR="006B11E5" w:rsidRPr="002C216C">
              <w:t xml:space="preserve"> </w:t>
            </w:r>
            <w:r w:rsidRPr="002C216C">
              <w:t>…………………………………………………………………</w:t>
            </w:r>
            <w:r w:rsidR="006B11E5" w:rsidRPr="002C216C">
              <w:t>...................</w:t>
            </w:r>
            <w:r w:rsidRPr="002C216C">
              <w:t>…………………</w:t>
            </w:r>
          </w:p>
          <w:p w14:paraId="23976B25" w14:textId="485184C6" w:rsidR="00BA21FD" w:rsidRPr="002C216C" w:rsidRDefault="00BA21FD" w:rsidP="00BA21FD">
            <w:pPr>
              <w:pageBreakBefore/>
            </w:pPr>
            <w:r w:rsidRPr="002C216C">
              <w:t>Jazyky, v nichž lze s vydávajícím orgánem komunikovat:</w:t>
            </w:r>
            <w:r w:rsidR="006B11E5" w:rsidRPr="002C216C">
              <w:t xml:space="preserve"> </w:t>
            </w:r>
            <w:r w:rsidRPr="002C216C">
              <w:t>…………………</w:t>
            </w:r>
            <w:r w:rsidR="006B11E5" w:rsidRPr="002C216C">
              <w:t>...................</w:t>
            </w:r>
            <w:r w:rsidRPr="002C216C">
              <w:t>……………</w:t>
            </w:r>
          </w:p>
          <w:p w14:paraId="02F640C3" w14:textId="77777777" w:rsidR="00BA21FD" w:rsidRPr="002C216C" w:rsidRDefault="00BA21FD" w:rsidP="00BA21FD">
            <w:pPr>
              <w:pageBreakBefore/>
            </w:pPr>
            <w:r w:rsidRPr="002C216C">
              <w:t>V případě, že se liší od údajů uvedených výše, uveďte kontaktní údaje osoby nebo osob, na které se lze obrátit ohledně dalších informací nebo praktických opatření pro výkon příkazu:</w:t>
            </w:r>
          </w:p>
          <w:p w14:paraId="3C1F35E8" w14:textId="2E68392F" w:rsidR="00BA21FD" w:rsidRPr="002C216C" w:rsidRDefault="00BA21FD" w:rsidP="006B11E5">
            <w:pPr>
              <w:pageBreakBefore/>
            </w:pPr>
            <w:r w:rsidRPr="002C216C">
              <w:t>Jméno/titul/organizace:</w:t>
            </w:r>
            <w:r w:rsidR="006B11E5" w:rsidRPr="002C216C">
              <w:t xml:space="preserve"> </w:t>
            </w:r>
            <w:r w:rsidRPr="002C216C">
              <w:t>……………………………</w:t>
            </w:r>
            <w:r w:rsidR="006B11E5" w:rsidRPr="002C216C">
              <w:t>...............</w:t>
            </w:r>
            <w:r w:rsidRPr="002C216C">
              <w:t>………………………………………..</w:t>
            </w:r>
          </w:p>
          <w:p w14:paraId="1463E08D" w14:textId="7214D039" w:rsidR="00BA21FD" w:rsidRPr="002C216C" w:rsidRDefault="006B11E5" w:rsidP="00BA21FD">
            <w:pPr>
              <w:pageBreakBefore/>
            </w:pPr>
            <w:r w:rsidRPr="002C216C">
              <w:t xml:space="preserve">Adresa: </w:t>
            </w:r>
            <w:r w:rsidR="00BA21FD" w:rsidRPr="002C216C">
              <w:t>…………………………………</w:t>
            </w:r>
            <w:r w:rsidRPr="002C216C">
              <w:t>..................</w:t>
            </w:r>
            <w:r w:rsidR="00BA21FD" w:rsidRPr="002C216C">
              <w:t>…………………………………………………</w:t>
            </w:r>
          </w:p>
          <w:p w14:paraId="56AA2E7A" w14:textId="0520170D" w:rsidR="00BA21FD" w:rsidRPr="002C216C" w:rsidRDefault="00BA21FD" w:rsidP="00BA21FD">
            <w:pPr>
              <w:pageBreakBefore/>
            </w:pPr>
            <w:r w:rsidRPr="002C216C">
              <w:t>E-mail / Tel. č.:</w:t>
            </w:r>
            <w:r w:rsidR="006B11E5" w:rsidRPr="002C216C">
              <w:t xml:space="preserve"> </w:t>
            </w:r>
            <w:r w:rsidRPr="002C216C">
              <w:t>…………………………………</w:t>
            </w:r>
            <w:r w:rsidR="006B11E5" w:rsidRPr="002C216C">
              <w:t>.............................</w:t>
            </w:r>
            <w:r w:rsidRPr="002C216C">
              <w:t>………………………………….</w:t>
            </w:r>
          </w:p>
          <w:p w14:paraId="3B210146" w14:textId="13C0E914" w:rsidR="006B11E5" w:rsidRPr="002C216C" w:rsidRDefault="006B11E5" w:rsidP="00BA21FD">
            <w:pPr>
              <w:pageBreakBefore/>
            </w:pPr>
            <w:r w:rsidRPr="002C216C">
              <w:t>_________________</w:t>
            </w:r>
          </w:p>
          <w:p w14:paraId="59C5F36F" w14:textId="251F084A" w:rsidR="00493D12" w:rsidRPr="002C216C" w:rsidRDefault="00BA21FD" w:rsidP="00BA21FD">
            <w:pPr>
              <w:pageBreakBefore/>
            </w:pPr>
            <w:r w:rsidRPr="002C216C">
              <w:t>Podpis vydávajícího orgánu nebo jeho zástupce, kterým se potvrzuje, že obsah osvědčení o příkazu k zajištění je přesný a správný:</w:t>
            </w:r>
            <w:r w:rsidR="006B11E5" w:rsidRPr="002C216C">
              <w:t xml:space="preserve"> .........</w:t>
            </w:r>
            <w:r w:rsidRPr="002C216C">
              <w:t>…………………………………………………………………</w:t>
            </w:r>
          </w:p>
        </w:tc>
      </w:tr>
      <w:tr w:rsidR="00BA21FD" w:rsidRPr="002C216C" w14:paraId="2A978C58" w14:textId="77777777" w:rsidTr="005D2CDC">
        <w:tc>
          <w:tcPr>
            <w:tcW w:w="9854" w:type="dxa"/>
          </w:tcPr>
          <w:p w14:paraId="42771A44" w14:textId="1D605D36" w:rsidR="00BA21FD" w:rsidRPr="002C216C" w:rsidRDefault="00BA21FD" w:rsidP="00BA21FD">
            <w:pPr>
              <w:pageBreakBefore/>
            </w:pPr>
            <w:r w:rsidRPr="002C216C">
              <w:lastRenderedPageBreak/>
              <w:t>Jméno:</w:t>
            </w:r>
            <w:r w:rsidR="006B11E5" w:rsidRPr="002C216C">
              <w:t xml:space="preserve"> </w:t>
            </w:r>
            <w:r w:rsidRPr="002C216C">
              <w:t>………………………………………………………………………</w:t>
            </w:r>
            <w:r w:rsidR="006B11E5" w:rsidRPr="002C216C">
              <w:t>...................</w:t>
            </w:r>
            <w:r w:rsidRPr="002C216C">
              <w:t>……………</w:t>
            </w:r>
          </w:p>
          <w:p w14:paraId="6E378635" w14:textId="6DEE2E0F" w:rsidR="00BA21FD" w:rsidRPr="002C216C" w:rsidRDefault="00BA21FD" w:rsidP="006B11E5">
            <w:pPr>
              <w:pageBreakBefore/>
            </w:pPr>
            <w:r w:rsidRPr="002C216C">
              <w:t>Postavení (titul / služební hodnost):</w:t>
            </w:r>
            <w:r w:rsidR="006B11E5" w:rsidRPr="002C216C">
              <w:t xml:space="preserve"> </w:t>
            </w:r>
            <w:r w:rsidRPr="002C216C">
              <w:t>………………………………………………</w:t>
            </w:r>
            <w:r w:rsidR="006B11E5" w:rsidRPr="002C216C">
              <w:t>.....</w:t>
            </w:r>
            <w:r w:rsidRPr="002C216C">
              <w:t>……………….</w:t>
            </w:r>
          </w:p>
          <w:p w14:paraId="6324817C" w14:textId="69BAD6F5" w:rsidR="00BA21FD" w:rsidRPr="002C216C" w:rsidRDefault="00BA21FD" w:rsidP="006B11E5">
            <w:pPr>
              <w:pageBreakBefore/>
            </w:pPr>
            <w:r w:rsidRPr="002C216C">
              <w:t>Datum:</w:t>
            </w:r>
            <w:r w:rsidR="006B11E5" w:rsidRPr="002C216C">
              <w:t xml:space="preserve"> .......</w:t>
            </w:r>
            <w:r w:rsidRPr="002C216C">
              <w:t>……………………………………………………………………………………………</w:t>
            </w:r>
          </w:p>
          <w:p w14:paraId="0A8850FC" w14:textId="3984A78A" w:rsidR="00BA21FD" w:rsidRPr="002C216C" w:rsidRDefault="00BA21FD" w:rsidP="00BA21FD">
            <w:pPr>
              <w:pageBreakBefore/>
            </w:pPr>
            <w:r w:rsidRPr="002C216C">
              <w:t>Úřední razítko (je-li k dispozici):</w:t>
            </w:r>
            <w:r w:rsidR="006B11E5" w:rsidRPr="002C216C">
              <w:t xml:space="preserve"> ..</w:t>
            </w:r>
            <w:r w:rsidRPr="002C216C">
              <w:t>……………………………………………………………………</w:t>
            </w:r>
          </w:p>
        </w:tc>
      </w:tr>
      <w:tr w:rsidR="00BA21FD" w:rsidRPr="002C216C" w14:paraId="02348609" w14:textId="77777777" w:rsidTr="005D2CDC">
        <w:tc>
          <w:tcPr>
            <w:tcW w:w="9854" w:type="dxa"/>
          </w:tcPr>
          <w:p w14:paraId="12EFD9AC" w14:textId="77777777" w:rsidR="00BA21FD" w:rsidRPr="002C216C" w:rsidRDefault="00BA21FD" w:rsidP="00BA21FD">
            <w:r w:rsidRPr="002C216C">
              <w:t>ODDÍL N: Údaje o orgánu, jenž potvrdil příkaz k zajištění</w:t>
            </w:r>
          </w:p>
          <w:p w14:paraId="167E5CD3" w14:textId="77777777" w:rsidR="00BA21FD" w:rsidRPr="002C216C" w:rsidRDefault="00BA21FD" w:rsidP="00BA21FD">
            <w:r w:rsidRPr="002C216C">
              <w:t>Označte prosím druh orgánu, který v příslušném případě příkaz k zajištění potvrdil:</w:t>
            </w:r>
          </w:p>
          <w:p w14:paraId="08BBCD1E" w14:textId="77777777" w:rsidR="00BA21FD" w:rsidRPr="002C216C" w:rsidRDefault="00BA21FD" w:rsidP="00BA21FD">
            <w:r w:rsidRPr="002C216C">
              <w:t>□</w:t>
            </w:r>
            <w:r w:rsidRPr="002C216C">
              <w:tab/>
              <w:t>soudce nebo soud</w:t>
            </w:r>
          </w:p>
          <w:p w14:paraId="27B8AFCC" w14:textId="77777777" w:rsidR="00BA21FD" w:rsidRPr="002C216C" w:rsidRDefault="00BA21FD" w:rsidP="00BA21FD">
            <w:r w:rsidRPr="002C216C">
              <w:t>□</w:t>
            </w:r>
            <w:r w:rsidRPr="002C216C">
              <w:tab/>
              <w:t>státní zástupce</w:t>
            </w:r>
          </w:p>
          <w:p w14:paraId="733CEBEA" w14:textId="380905A3" w:rsidR="00BA21FD" w:rsidRPr="002C216C" w:rsidRDefault="00BA21FD" w:rsidP="006B11E5">
            <w:r w:rsidRPr="002C216C">
              <w:t>Název potvrzujícího orgánu:</w:t>
            </w:r>
            <w:r w:rsidR="006B11E5" w:rsidRPr="002C216C">
              <w:t xml:space="preserve"> </w:t>
            </w:r>
            <w:r w:rsidRPr="002C216C">
              <w:t>……………</w:t>
            </w:r>
            <w:r w:rsidR="006B11E5" w:rsidRPr="002C216C">
              <w:t>................................</w:t>
            </w:r>
            <w:r w:rsidRPr="002C216C">
              <w:t>…</w:t>
            </w:r>
            <w:r w:rsidR="006B11E5" w:rsidRPr="002C216C">
              <w:t>...</w:t>
            </w:r>
            <w:r w:rsidRPr="002C216C">
              <w:t>…</w:t>
            </w:r>
            <w:r w:rsidR="006B11E5" w:rsidRPr="002C216C">
              <w:t>.</w:t>
            </w:r>
            <w:r w:rsidRPr="002C216C">
              <w:t>……………………………….</w:t>
            </w:r>
          </w:p>
          <w:p w14:paraId="033362CD" w14:textId="5C3A93A3" w:rsidR="00BA21FD" w:rsidRPr="002C216C" w:rsidRDefault="00BA21FD" w:rsidP="00BA21FD">
            <w:r w:rsidRPr="002C216C">
              <w:t>Jméno kontaktní osoby:</w:t>
            </w:r>
            <w:r w:rsidR="006B11E5" w:rsidRPr="002C216C">
              <w:t xml:space="preserve"> </w:t>
            </w:r>
            <w:r w:rsidRPr="002C216C">
              <w:t>………………………</w:t>
            </w:r>
            <w:r w:rsidR="006B11E5" w:rsidRPr="002C216C">
              <w:t>...............</w:t>
            </w:r>
            <w:r w:rsidRPr="002C216C">
              <w:t>……………</w:t>
            </w:r>
            <w:r w:rsidR="006B11E5" w:rsidRPr="002C216C">
              <w:t>.</w:t>
            </w:r>
            <w:r w:rsidRPr="002C216C">
              <w:t>……………………………….</w:t>
            </w:r>
          </w:p>
          <w:p w14:paraId="65621070" w14:textId="559607C5" w:rsidR="00BA21FD" w:rsidRPr="002C216C" w:rsidRDefault="00BA21FD" w:rsidP="006B11E5">
            <w:r w:rsidRPr="002C216C">
              <w:t>Postavení (titul / služební hodnost):</w:t>
            </w:r>
            <w:r w:rsidR="006B11E5" w:rsidRPr="002C216C">
              <w:t xml:space="preserve"> </w:t>
            </w:r>
            <w:r w:rsidRPr="002C216C">
              <w:t>…………………………………………………………………..</w:t>
            </w:r>
          </w:p>
          <w:p w14:paraId="7E1D7AD8" w14:textId="73A4B395" w:rsidR="00BA21FD" w:rsidRPr="002C216C" w:rsidRDefault="00BA21FD" w:rsidP="00BA21FD">
            <w:r w:rsidRPr="002C216C">
              <w:t>Sp. zn.: ..................................................................</w:t>
            </w:r>
            <w:r w:rsidR="006B11E5" w:rsidRPr="002C216C">
              <w:t>.............................</w:t>
            </w:r>
            <w:r w:rsidRPr="002C216C">
              <w:t>....................................................</w:t>
            </w:r>
          </w:p>
          <w:p w14:paraId="4BFE9F5D" w14:textId="5CEE95E2" w:rsidR="00BA21FD" w:rsidRPr="002C216C" w:rsidRDefault="00BA21FD" w:rsidP="00BA21FD">
            <w:r w:rsidRPr="002C216C">
              <w:t>Adresa:</w:t>
            </w:r>
            <w:r w:rsidR="006B11E5" w:rsidRPr="002C216C">
              <w:t xml:space="preserve"> </w:t>
            </w:r>
            <w:r w:rsidRPr="002C216C">
              <w:t>………………………………………………</w:t>
            </w:r>
            <w:r w:rsidR="006B11E5" w:rsidRPr="002C216C">
              <w:t>..........................</w:t>
            </w:r>
            <w:r w:rsidRPr="002C216C">
              <w:t>……………………………….</w:t>
            </w:r>
          </w:p>
        </w:tc>
      </w:tr>
      <w:tr w:rsidR="00BA21FD" w:rsidRPr="002C216C" w14:paraId="66428265" w14:textId="77777777" w:rsidTr="005D2CDC">
        <w:tc>
          <w:tcPr>
            <w:tcW w:w="9854" w:type="dxa"/>
          </w:tcPr>
          <w:p w14:paraId="3406B32E" w14:textId="0D8055EB" w:rsidR="00BA21FD" w:rsidRPr="002C216C" w:rsidRDefault="00BA21FD" w:rsidP="006B11E5">
            <w:pPr>
              <w:pageBreakBefore/>
            </w:pPr>
            <w:r w:rsidRPr="002C216C">
              <w:lastRenderedPageBreak/>
              <w:t>Tel. č. (číslo země) (s</w:t>
            </w:r>
            <w:r w:rsidR="006B11E5" w:rsidRPr="002C216C">
              <w:t>měrové číslo): ………………….............................…………………………</w:t>
            </w:r>
            <w:r w:rsidRPr="002C216C">
              <w:t>…</w:t>
            </w:r>
          </w:p>
          <w:p w14:paraId="0014B021" w14:textId="6A95B5CD" w:rsidR="00BA21FD" w:rsidRPr="002C216C" w:rsidRDefault="00BA21FD" w:rsidP="00BA21FD">
            <w:pPr>
              <w:pageBreakBefore/>
            </w:pPr>
            <w:r w:rsidRPr="002C216C">
              <w:t>Č. faxu (číslo země) (směrové číslo):</w:t>
            </w:r>
            <w:r w:rsidR="006B11E5" w:rsidRPr="002C216C">
              <w:t xml:space="preserve"> </w:t>
            </w:r>
            <w:r w:rsidRPr="002C216C">
              <w:t>…………………………</w:t>
            </w:r>
            <w:r w:rsidR="006B11E5" w:rsidRPr="002C216C">
              <w:t>....................</w:t>
            </w:r>
            <w:r w:rsidRPr="002C216C">
              <w:t>…………………………</w:t>
            </w:r>
          </w:p>
          <w:p w14:paraId="34B57FE3" w14:textId="66B2E254" w:rsidR="00BA21FD" w:rsidRPr="002C216C" w:rsidRDefault="00BA21FD" w:rsidP="006B11E5">
            <w:pPr>
              <w:pageBreakBefore/>
            </w:pPr>
            <w:r w:rsidRPr="002C216C">
              <w:t>E-mail:</w:t>
            </w:r>
            <w:r w:rsidR="006B11E5" w:rsidRPr="002C216C">
              <w:t xml:space="preserve"> </w:t>
            </w:r>
            <w:r w:rsidRPr="002C216C">
              <w:t>…………………………………………………………………</w:t>
            </w:r>
            <w:r w:rsidR="006B11E5" w:rsidRPr="002C216C">
              <w:t>..................</w:t>
            </w:r>
            <w:r w:rsidRPr="002C216C">
              <w:t>………………….</w:t>
            </w:r>
          </w:p>
          <w:p w14:paraId="31F7ED27" w14:textId="51A20AAA" w:rsidR="00BA21FD" w:rsidRPr="002C216C" w:rsidRDefault="00BA21FD" w:rsidP="00BA21FD">
            <w:pPr>
              <w:pageBreakBefore/>
            </w:pPr>
            <w:r w:rsidRPr="002C216C">
              <w:t>Jazyky, v nichž lze s potvrzujícím orgánem komunikovat: …………</w:t>
            </w:r>
            <w:r w:rsidR="006B11E5" w:rsidRPr="002C216C">
              <w:t>.............</w:t>
            </w:r>
            <w:r w:rsidRPr="002C216C">
              <w:t>……………………….</w:t>
            </w:r>
          </w:p>
          <w:p w14:paraId="0F51AF70" w14:textId="77777777" w:rsidR="00BA21FD" w:rsidRPr="002C216C" w:rsidRDefault="00BA21FD" w:rsidP="00BA21FD">
            <w:pPr>
              <w:pageBreakBefore/>
            </w:pPr>
            <w:r w:rsidRPr="002C216C">
              <w:t>Uveďte prosím hlavní kontaktní místo pro vykonávající orgán:</w:t>
            </w:r>
          </w:p>
          <w:p w14:paraId="4BC40CFD" w14:textId="77777777" w:rsidR="00BA21FD" w:rsidRPr="002C216C" w:rsidRDefault="00BA21FD" w:rsidP="00BA21FD">
            <w:pPr>
              <w:pageBreakBefore/>
            </w:pPr>
            <w:r w:rsidRPr="002C216C">
              <w:t>□</w:t>
            </w:r>
            <w:r w:rsidRPr="002C216C">
              <w:tab/>
              <w:t>vydávající orgán</w:t>
            </w:r>
          </w:p>
          <w:p w14:paraId="3B3333AE" w14:textId="77777777" w:rsidR="00BA21FD" w:rsidRPr="002C216C" w:rsidRDefault="00BA21FD" w:rsidP="00BA21FD">
            <w:pPr>
              <w:pageBreakBefore/>
            </w:pPr>
            <w:r w:rsidRPr="002C216C">
              <w:t>□</w:t>
            </w:r>
            <w:r w:rsidRPr="002C216C">
              <w:tab/>
              <w:t>potvrzující orgán</w:t>
            </w:r>
          </w:p>
          <w:p w14:paraId="36527806" w14:textId="77777777" w:rsidR="00BA21FD" w:rsidRPr="002C216C" w:rsidRDefault="00BA21FD" w:rsidP="00BA21FD">
            <w:pPr>
              <w:pageBreakBefore/>
            </w:pPr>
            <w:r w:rsidRPr="002C216C">
              <w:t>__________________</w:t>
            </w:r>
          </w:p>
          <w:p w14:paraId="0786304A" w14:textId="303B0C5D" w:rsidR="00BA21FD" w:rsidRPr="002C216C" w:rsidRDefault="00BA21FD" w:rsidP="006B11E5">
            <w:pPr>
              <w:pageBreakBefore/>
            </w:pPr>
            <w:r w:rsidRPr="002C216C">
              <w:t>Podpis potvrzujícího orgánu nebo jeho zástupce a údaje o nich:</w:t>
            </w:r>
            <w:r w:rsidR="006B11E5" w:rsidRPr="002C216C">
              <w:br/>
              <w:t>..........</w:t>
            </w:r>
            <w:r w:rsidRPr="002C216C">
              <w:t>......................................................................................................................................................</w:t>
            </w:r>
          </w:p>
          <w:p w14:paraId="41F7429A" w14:textId="0599E486" w:rsidR="00BA21FD" w:rsidRPr="002C216C" w:rsidRDefault="00BA21FD" w:rsidP="00BA21FD">
            <w:pPr>
              <w:pageBreakBefore/>
            </w:pPr>
            <w:r w:rsidRPr="002C216C">
              <w:t>Název/jméno:</w:t>
            </w:r>
            <w:r w:rsidR="006B11E5" w:rsidRPr="002C216C">
              <w:t xml:space="preserve"> </w:t>
            </w:r>
            <w:r w:rsidRPr="002C216C">
              <w:t>……………………………………………</w:t>
            </w:r>
            <w:r w:rsidR="006B11E5" w:rsidRPr="002C216C">
              <w:t>.........</w:t>
            </w:r>
            <w:r w:rsidRPr="002C216C">
              <w:t>………………………………………</w:t>
            </w:r>
          </w:p>
          <w:p w14:paraId="45C2DEDE" w14:textId="3AC1BC36" w:rsidR="00BA21FD" w:rsidRPr="002C216C" w:rsidRDefault="00BA21FD" w:rsidP="006B11E5">
            <w:pPr>
              <w:pageBreakBefore/>
            </w:pPr>
            <w:r w:rsidRPr="002C216C">
              <w:t>Postavení (titul / služební hodnost):</w:t>
            </w:r>
            <w:r w:rsidR="006B11E5" w:rsidRPr="002C216C">
              <w:t xml:space="preserve"> </w:t>
            </w:r>
            <w:r w:rsidRPr="002C216C">
              <w:t>……………………</w:t>
            </w:r>
            <w:r w:rsidR="006B11E5" w:rsidRPr="002C216C">
              <w:t>..</w:t>
            </w:r>
            <w:r w:rsidRPr="002C216C">
              <w:t>…………………………………………....</w:t>
            </w:r>
          </w:p>
          <w:p w14:paraId="5FECCB14" w14:textId="54C1C906" w:rsidR="00BA21FD" w:rsidRPr="002C216C" w:rsidRDefault="00BA21FD" w:rsidP="00BA21FD">
            <w:pPr>
              <w:pageBreakBefore/>
            </w:pPr>
            <w:r w:rsidRPr="002C216C">
              <w:t>Datum:</w:t>
            </w:r>
            <w:r w:rsidR="001A0907">
              <w:tab/>
            </w:r>
            <w:r w:rsidRPr="002C216C">
              <w:t>……………………………</w:t>
            </w:r>
            <w:r w:rsidR="006B11E5" w:rsidRPr="002C216C">
              <w:t>.................</w:t>
            </w:r>
            <w:r w:rsidRPr="002C216C">
              <w:t>………………………………………………………..</w:t>
            </w:r>
          </w:p>
          <w:p w14:paraId="1A37B5B4" w14:textId="6D50D66B" w:rsidR="00BA21FD" w:rsidRPr="002C216C" w:rsidRDefault="00BA21FD" w:rsidP="00BA21FD">
            <w:pPr>
              <w:pageBreakBefore/>
            </w:pPr>
            <w:r w:rsidRPr="002C216C">
              <w:t>Úřední razítko (je-li k dispozici):</w:t>
            </w:r>
            <w:r w:rsidR="006B11E5" w:rsidRPr="002C216C">
              <w:t xml:space="preserve"> </w:t>
            </w:r>
            <w:r w:rsidRPr="002C216C">
              <w:t>……………</w:t>
            </w:r>
            <w:bookmarkStart w:id="2" w:name="_GoBack"/>
            <w:bookmarkEnd w:id="2"/>
            <w:r w:rsidR="006B11E5" w:rsidRPr="002C216C">
              <w:t>..........</w:t>
            </w:r>
            <w:r w:rsidRPr="002C216C">
              <w:t>…………………………………………………</w:t>
            </w:r>
          </w:p>
        </w:tc>
      </w:tr>
      <w:tr w:rsidR="00BA21FD" w:rsidRPr="002C216C" w14:paraId="4852CDCF" w14:textId="77777777" w:rsidTr="005D2CDC">
        <w:tc>
          <w:tcPr>
            <w:tcW w:w="9854" w:type="dxa"/>
          </w:tcPr>
          <w:p w14:paraId="20914BE3" w14:textId="77777777" w:rsidR="00BA21FD" w:rsidRPr="002C216C" w:rsidRDefault="00BA21FD" w:rsidP="00BA21FD">
            <w:pPr>
              <w:pageBreakBefore/>
            </w:pPr>
            <w:r w:rsidRPr="002C216C">
              <w:lastRenderedPageBreak/>
              <w:t>ODDÍL O: Ústřední orgán</w:t>
            </w:r>
          </w:p>
          <w:p w14:paraId="01190C39" w14:textId="77777777" w:rsidR="00BA21FD" w:rsidRPr="002C216C" w:rsidRDefault="00BA21FD" w:rsidP="00BA21FD">
            <w:pPr>
              <w:pageBreakBefore/>
            </w:pPr>
            <w:r w:rsidRPr="002C216C">
              <w:t>Pokud je administrativním předáváním a přijímáním osvědčení o příkazu k zajištění ve vydávajícím státě pověřen ústřední orgán, uveďte prosím:</w:t>
            </w:r>
          </w:p>
          <w:p w14:paraId="38F6A87F" w14:textId="326720E5" w:rsidR="00BA21FD" w:rsidRPr="002C216C" w:rsidRDefault="00BA21FD" w:rsidP="00BA21FD">
            <w:pPr>
              <w:pageBreakBefore/>
            </w:pPr>
            <w:r w:rsidRPr="002C216C">
              <w:t>Název ústředního orgánu: ……………………………</w:t>
            </w:r>
            <w:r w:rsidR="006B11E5" w:rsidRPr="002C216C">
              <w:t>..................</w:t>
            </w:r>
            <w:r w:rsidRPr="002C216C">
              <w:t>…</w:t>
            </w:r>
            <w:r w:rsidR="006B11E5" w:rsidRPr="002C216C">
              <w:t>.</w:t>
            </w:r>
            <w:r w:rsidRPr="002C216C">
              <w:t>………………………………...</w:t>
            </w:r>
          </w:p>
          <w:p w14:paraId="69AAD60B" w14:textId="12A64596" w:rsidR="00BA21FD" w:rsidRPr="002C216C" w:rsidRDefault="00BA21FD" w:rsidP="00BA21FD">
            <w:pPr>
              <w:pageBreakBefore/>
            </w:pPr>
            <w:r w:rsidRPr="002C216C">
              <w:t>Jméno kontaktní osoby: ……………………………………</w:t>
            </w:r>
            <w:r w:rsidR="006B11E5" w:rsidRPr="002C216C">
              <w:t>......</w:t>
            </w:r>
            <w:r w:rsidRPr="002C216C">
              <w:t>……...................................................</w:t>
            </w:r>
          </w:p>
          <w:p w14:paraId="59E25B5B" w14:textId="1002BF15" w:rsidR="00BA21FD" w:rsidRPr="002C216C" w:rsidRDefault="00BA21FD" w:rsidP="00BA21FD">
            <w:pPr>
              <w:pageBreakBefore/>
            </w:pPr>
            <w:r w:rsidRPr="002C216C">
              <w:t>Postavení (titul / služební hodnost): .............................</w:t>
            </w:r>
            <w:r w:rsidR="006B11E5" w:rsidRPr="002C216C">
              <w:t>...............</w:t>
            </w:r>
            <w:r w:rsidRPr="002C216C">
              <w:t>..........................................................</w:t>
            </w:r>
          </w:p>
          <w:p w14:paraId="5BD79975" w14:textId="3DB7DAEF" w:rsidR="00BA21FD" w:rsidRPr="002C216C" w:rsidRDefault="00BA21FD" w:rsidP="00BA21FD">
            <w:pPr>
              <w:pageBreakBefore/>
            </w:pPr>
            <w:r w:rsidRPr="002C216C">
              <w:t>Sp. zn.: .........................................................................</w:t>
            </w:r>
            <w:r w:rsidR="006B11E5" w:rsidRPr="002C216C">
              <w:t>................</w:t>
            </w:r>
            <w:r w:rsidRPr="002C216C">
              <w:t>..........................................................</w:t>
            </w:r>
          </w:p>
          <w:p w14:paraId="792710D1" w14:textId="5010DA93" w:rsidR="00BA21FD" w:rsidRPr="002C216C" w:rsidRDefault="00BA21FD" w:rsidP="00BA21FD">
            <w:pPr>
              <w:pageBreakBefore/>
            </w:pPr>
            <w:r w:rsidRPr="002C216C">
              <w:t>Adresa:</w:t>
            </w:r>
            <w:r w:rsidR="006B11E5" w:rsidRPr="002C216C">
              <w:t xml:space="preserve"> </w:t>
            </w:r>
            <w:r w:rsidRPr="002C216C">
              <w:t>……………………………………………</w:t>
            </w:r>
            <w:r w:rsidR="006B11E5" w:rsidRPr="002C216C">
              <w:t>............</w:t>
            </w:r>
            <w:r w:rsidRPr="002C216C">
              <w:t>……………………</w:t>
            </w:r>
            <w:r w:rsidR="006B11E5" w:rsidRPr="002C216C">
              <w:t>.</w:t>
            </w:r>
            <w:r w:rsidRPr="002C216C">
              <w:t>……………………..</w:t>
            </w:r>
          </w:p>
          <w:p w14:paraId="6ABD10AB" w14:textId="72D0AA7C" w:rsidR="00BA21FD" w:rsidRPr="002C216C" w:rsidRDefault="00BA21FD" w:rsidP="006B11E5">
            <w:pPr>
              <w:pageBreakBefore/>
            </w:pPr>
            <w:r w:rsidRPr="002C216C">
              <w:t>Tel. č. (číslo země) (směrové číslo): ..........</w:t>
            </w:r>
            <w:r w:rsidR="006B11E5" w:rsidRPr="002C216C">
              <w:t>.............................</w:t>
            </w:r>
            <w:r w:rsidRPr="002C216C">
              <w:t>..............................................................</w:t>
            </w:r>
          </w:p>
          <w:p w14:paraId="72355BF1" w14:textId="258B69AD" w:rsidR="00BA21FD" w:rsidRPr="002C216C" w:rsidRDefault="00BA21FD" w:rsidP="00BA21FD">
            <w:pPr>
              <w:pageBreakBefore/>
            </w:pPr>
            <w:r w:rsidRPr="002C216C">
              <w:t>Č. faxu (číslo země) (směrové číslo): ................</w:t>
            </w:r>
            <w:r w:rsidR="006B11E5" w:rsidRPr="002C216C">
              <w:t>.............................</w:t>
            </w:r>
            <w:r w:rsidRPr="002C216C">
              <w:t>.......................................................</w:t>
            </w:r>
          </w:p>
          <w:p w14:paraId="37D382EF" w14:textId="092672CE" w:rsidR="00BA21FD" w:rsidRPr="002C216C" w:rsidRDefault="00BA21FD" w:rsidP="006B11E5">
            <w:pPr>
              <w:pageBreakBefore/>
            </w:pPr>
            <w:r w:rsidRPr="002C216C">
              <w:t>E-mail:</w:t>
            </w:r>
            <w:r w:rsidR="006B11E5" w:rsidRPr="002C216C">
              <w:t xml:space="preserve"> ................................................</w:t>
            </w:r>
            <w:r w:rsidRPr="002C216C">
              <w:t>………………………………………………</w:t>
            </w:r>
            <w:r w:rsidR="006B11E5" w:rsidRPr="002C216C">
              <w:t>.</w:t>
            </w:r>
            <w:r w:rsidRPr="002C216C">
              <w:t>………………..</w:t>
            </w:r>
          </w:p>
        </w:tc>
      </w:tr>
      <w:tr w:rsidR="00BA21FD" w:rsidRPr="002C216C" w14:paraId="04A2F515" w14:textId="77777777" w:rsidTr="005D2CDC">
        <w:tc>
          <w:tcPr>
            <w:tcW w:w="9854" w:type="dxa"/>
          </w:tcPr>
          <w:p w14:paraId="2BAE66E0" w14:textId="77777777" w:rsidR="00BA21FD" w:rsidRPr="002C216C" w:rsidRDefault="00BA21FD" w:rsidP="00BA21FD">
            <w:r w:rsidRPr="002C216C">
              <w:t>ODDÍL P: Přílohy</w:t>
            </w:r>
          </w:p>
          <w:p w14:paraId="5CAD6FB2" w14:textId="77DF413F" w:rsidR="00BA21FD" w:rsidRPr="002C216C" w:rsidRDefault="00BA21FD" w:rsidP="00BA21FD">
            <w:r w:rsidRPr="002C216C">
              <w:t>Uveďte případné přílohy k osvědčení:</w:t>
            </w:r>
            <w:r w:rsidR="006B11E5" w:rsidRPr="002C216C">
              <w:t xml:space="preserve"> .......................</w:t>
            </w:r>
            <w:r w:rsidRPr="002C216C">
              <w:t>………………………………………………...</w:t>
            </w:r>
          </w:p>
        </w:tc>
      </w:tr>
    </w:tbl>
    <w:p w14:paraId="7AA0CBF1" w14:textId="77777777" w:rsidR="00AE7780" w:rsidRPr="002C216C" w:rsidRDefault="00AE7780" w:rsidP="00BA21FD">
      <w:pPr>
        <w:pStyle w:val="Lignefinal"/>
      </w:pPr>
    </w:p>
    <w:p w14:paraId="7E9E8B72" w14:textId="77777777" w:rsidR="00AE7780" w:rsidRPr="002C216C" w:rsidRDefault="00AE7780" w:rsidP="005D2CDC">
      <w:pPr>
        <w:pStyle w:val="Annexetitre"/>
      </w:pPr>
    </w:p>
    <w:sectPr w:rsidR="00AE7780" w:rsidRPr="002C216C" w:rsidSect="003F31C8">
      <w:footerReference w:type="default" r:id="rId8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567" w:footer="567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69A18" w14:textId="77777777" w:rsidR="00EC460F" w:rsidRDefault="00EC460F" w:rsidP="000B2C34">
      <w:pPr>
        <w:spacing w:before="0" w:after="0" w:line="240" w:lineRule="auto"/>
      </w:pPr>
      <w:r>
        <w:separator/>
      </w:r>
    </w:p>
  </w:endnote>
  <w:endnote w:type="continuationSeparator" w:id="0">
    <w:p w14:paraId="62BE8346" w14:textId="77777777" w:rsidR="00EC460F" w:rsidRDefault="00EC460F" w:rsidP="000B2C3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UAlbertina">
    <w:altName w:val="EU Alberti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shelf Symbol 3">
    <w:altName w:val="Symbol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3419"/>
      <w:gridCol w:w="1398"/>
      <w:gridCol w:w="1205"/>
      <w:gridCol w:w="278"/>
      <w:gridCol w:w="1355"/>
      <w:gridCol w:w="848"/>
      <w:gridCol w:w="1135"/>
    </w:tblGrid>
    <w:tr w:rsidR="003F31C8" w:rsidRPr="0035025C" w14:paraId="7A33FC5C" w14:textId="77777777" w:rsidTr="003F31C8">
      <w:trPr>
        <w:jc w:val="center"/>
      </w:trPr>
      <w:tc>
        <w:tcPr>
          <w:tcW w:w="5000" w:type="pct"/>
          <w:gridSpan w:val="7"/>
          <w:shd w:val="clear" w:color="auto" w:fill="auto"/>
          <w:tcMar>
            <w:top w:w="57" w:type="dxa"/>
          </w:tcMar>
        </w:tcPr>
        <w:p w14:paraId="7CF911FC" w14:textId="77777777" w:rsidR="003F31C8" w:rsidRPr="0035025C" w:rsidRDefault="003F31C8" w:rsidP="003F31C8">
          <w:pPr>
            <w:pStyle w:val="FooterText"/>
            <w:pBdr>
              <w:top w:val="single" w:sz="4" w:space="1" w:color="auto"/>
            </w:pBdr>
            <w:spacing w:before="200"/>
            <w:rPr>
              <w:sz w:val="2"/>
              <w:szCs w:val="2"/>
            </w:rPr>
          </w:pPr>
        </w:p>
      </w:tc>
    </w:tr>
    <w:tr w:rsidR="003F31C8" w:rsidRPr="00B310DC" w14:paraId="6D375831" w14:textId="77777777" w:rsidTr="003F31C8">
      <w:trPr>
        <w:jc w:val="center"/>
      </w:trPr>
      <w:tc>
        <w:tcPr>
          <w:tcW w:w="2499" w:type="pct"/>
          <w:gridSpan w:val="2"/>
          <w:shd w:val="clear" w:color="auto" w:fill="auto"/>
          <w:tcMar>
            <w:top w:w="0" w:type="dxa"/>
          </w:tcMar>
        </w:tcPr>
        <w:p w14:paraId="37655387" w14:textId="5D2F299F" w:rsidR="003F31C8" w:rsidRPr="00AD7BF2" w:rsidRDefault="003F31C8" w:rsidP="003F31C8">
          <w:pPr>
            <w:pStyle w:val="FooterText"/>
          </w:pPr>
        </w:p>
      </w:tc>
      <w:tc>
        <w:tcPr>
          <w:tcW w:w="625" w:type="pct"/>
          <w:shd w:val="clear" w:color="auto" w:fill="auto"/>
          <w:tcMar>
            <w:top w:w="0" w:type="dxa"/>
          </w:tcMar>
        </w:tcPr>
        <w:p w14:paraId="4542307E" w14:textId="77777777" w:rsidR="003F31C8" w:rsidRPr="00AD7BF2" w:rsidRDefault="003F31C8" w:rsidP="003F31C8">
          <w:pPr>
            <w:pStyle w:val="FooterText"/>
            <w:jc w:val="center"/>
          </w:pPr>
        </w:p>
      </w:tc>
      <w:tc>
        <w:tcPr>
          <w:tcW w:w="1287" w:type="pct"/>
          <w:gridSpan w:val="3"/>
          <w:shd w:val="clear" w:color="auto" w:fill="auto"/>
          <w:tcMar>
            <w:top w:w="0" w:type="dxa"/>
          </w:tcMar>
        </w:tcPr>
        <w:p w14:paraId="174B326F" w14:textId="117A6AAE" w:rsidR="003F31C8" w:rsidRPr="002511D8" w:rsidRDefault="003F31C8" w:rsidP="003F31C8">
          <w:pPr>
            <w:pStyle w:val="FooterText"/>
            <w:jc w:val="center"/>
          </w:pPr>
        </w:p>
      </w:tc>
      <w:tc>
        <w:tcPr>
          <w:tcW w:w="589" w:type="pct"/>
          <w:shd w:val="clear" w:color="auto" w:fill="auto"/>
          <w:tcMar>
            <w:top w:w="0" w:type="dxa"/>
          </w:tcMar>
        </w:tcPr>
        <w:p w14:paraId="3ADA8BF0" w14:textId="282C054F" w:rsidR="003F31C8" w:rsidRPr="00B310DC" w:rsidRDefault="003F31C8" w:rsidP="003F31C8">
          <w:pPr>
            <w:pStyle w:val="FooterText"/>
            <w:jc w:val="right"/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5D2CDC">
            <w:rPr>
              <w:noProof/>
            </w:rPr>
            <w:t>1</w:t>
          </w:r>
          <w:r>
            <w:fldChar w:fldCharType="end"/>
          </w:r>
        </w:p>
      </w:tc>
    </w:tr>
    <w:tr w:rsidR="003F31C8" w:rsidRPr="0035025C" w14:paraId="09356662" w14:textId="77777777" w:rsidTr="003F31C8">
      <w:trPr>
        <w:jc w:val="center"/>
      </w:trPr>
      <w:tc>
        <w:tcPr>
          <w:tcW w:w="1774" w:type="pct"/>
          <w:shd w:val="clear" w:color="auto" w:fill="auto"/>
        </w:tcPr>
        <w:p w14:paraId="7F3F401D" w14:textId="0D04D09C" w:rsidR="003F31C8" w:rsidRPr="00AD7BF2" w:rsidRDefault="005D2CDC" w:rsidP="003F31C8">
          <w:pPr>
            <w:pStyle w:val="FooterText"/>
            <w:spacing w:before="40"/>
          </w:pPr>
          <w:r>
            <w:t>PŘÍLOHA I</w:t>
          </w:r>
        </w:p>
      </w:tc>
      <w:tc>
        <w:tcPr>
          <w:tcW w:w="1494" w:type="pct"/>
          <w:gridSpan w:val="3"/>
          <w:shd w:val="clear" w:color="auto" w:fill="auto"/>
        </w:tcPr>
        <w:p w14:paraId="388BA387" w14:textId="0877DCE5" w:rsidR="003F31C8" w:rsidRPr="00AD7BF2" w:rsidRDefault="003F31C8" w:rsidP="003F31C8">
          <w:pPr>
            <w:pStyle w:val="FooterText"/>
            <w:spacing w:before="40"/>
            <w:jc w:val="center"/>
          </w:pPr>
        </w:p>
      </w:tc>
      <w:tc>
        <w:tcPr>
          <w:tcW w:w="703" w:type="pct"/>
          <w:shd w:val="clear" w:color="auto" w:fill="auto"/>
        </w:tcPr>
        <w:p w14:paraId="600D49C8" w14:textId="033ECF4C" w:rsidR="003F31C8" w:rsidRPr="0035025C" w:rsidRDefault="003F31C8" w:rsidP="003F31C8">
          <w:pPr>
            <w:pStyle w:val="FooterText"/>
            <w:jc w:val="center"/>
            <w:rPr>
              <w:b/>
              <w:position w:val="-4"/>
              <w:sz w:val="36"/>
            </w:rPr>
          </w:pPr>
        </w:p>
      </w:tc>
      <w:tc>
        <w:tcPr>
          <w:tcW w:w="1029" w:type="pct"/>
          <w:gridSpan w:val="2"/>
          <w:shd w:val="clear" w:color="auto" w:fill="auto"/>
        </w:tcPr>
        <w:p w14:paraId="78D47264" w14:textId="7685917A" w:rsidR="003F31C8" w:rsidRPr="0035025C" w:rsidRDefault="003F31C8" w:rsidP="003F31C8">
          <w:pPr>
            <w:pStyle w:val="FooterText"/>
            <w:jc w:val="right"/>
            <w:rPr>
              <w:sz w:val="16"/>
            </w:rPr>
          </w:pPr>
          <w:r>
            <w:rPr>
              <w:b/>
              <w:position w:val="-4"/>
              <w:sz w:val="36"/>
            </w:rPr>
            <w:t>CS</w:t>
          </w:r>
        </w:p>
      </w:tc>
    </w:tr>
  </w:tbl>
  <w:p w14:paraId="63C25B5F" w14:textId="77777777" w:rsidR="003F31C8" w:rsidRPr="003F31C8" w:rsidRDefault="003F31C8" w:rsidP="003F31C8">
    <w:pPr>
      <w:pStyle w:val="FooterCounci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09C25D" w14:textId="77777777" w:rsidR="00EC460F" w:rsidRDefault="00EC460F" w:rsidP="000B2C34">
      <w:pPr>
        <w:spacing w:before="0" w:after="0" w:line="240" w:lineRule="auto"/>
      </w:pPr>
      <w:r>
        <w:separator/>
      </w:r>
    </w:p>
  </w:footnote>
  <w:footnote w:type="continuationSeparator" w:id="0">
    <w:p w14:paraId="7DEEDC62" w14:textId="77777777" w:rsidR="00EC460F" w:rsidRDefault="00EC460F" w:rsidP="000B2C34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4E14C3B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1"/>
    <w:multiLevelType w:val="singleLevel"/>
    <w:tmpl w:val="286AC1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00474A75"/>
    <w:multiLevelType w:val="multilevel"/>
    <w:tmpl w:val="12A223C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bdr w:val="none" w:sz="0" w:space="0" w:color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bdr w:val="none" w:sz="0" w:space="0" w:color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dr w:val="none" w:sz="0" w:space="0" w:color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bdr w:val="none" w:sz="0" w:space="0" w:color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bdr w:val="none" w:sz="0" w:space="0" w:color="auto"/>
      </w:rPr>
    </w:lvl>
  </w:abstractNum>
  <w:abstractNum w:abstractNumId="3" w15:restartNumberingAfterBreak="0">
    <w:nsid w:val="06495604"/>
    <w:multiLevelType w:val="multilevel"/>
    <w:tmpl w:val="9F60CF46"/>
    <w:name w:val="Points"/>
    <w:lvl w:ilvl="0">
      <w:start w:val="1"/>
      <w:numFmt w:val="decimal"/>
      <w:lvlRestart w:val="0"/>
      <w:pStyle w:val="Point12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pStyle w:val="Pointabc"/>
      <w:lvlText w:val="%2)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Point1231"/>
      <w:lvlText w:val="%3."/>
      <w:lvlJc w:val="left"/>
      <w:pPr>
        <w:tabs>
          <w:tab w:val="num" w:pos="1134"/>
        </w:tabs>
        <w:ind w:left="1134" w:hanging="567"/>
      </w:pPr>
    </w:lvl>
    <w:lvl w:ilvl="3">
      <w:start w:val="1"/>
      <w:numFmt w:val="lowerLetter"/>
      <w:pStyle w:val="Pointabc1"/>
      <w:lvlText w:val="%4)"/>
      <w:lvlJc w:val="left"/>
      <w:pPr>
        <w:tabs>
          <w:tab w:val="num" w:pos="1134"/>
        </w:tabs>
        <w:ind w:left="1134" w:hanging="567"/>
      </w:pPr>
    </w:lvl>
    <w:lvl w:ilvl="4">
      <w:start w:val="1"/>
      <w:numFmt w:val="decimal"/>
      <w:pStyle w:val="Point1232"/>
      <w:lvlText w:val="%5."/>
      <w:lvlJc w:val="left"/>
      <w:pPr>
        <w:tabs>
          <w:tab w:val="num" w:pos="1701"/>
        </w:tabs>
        <w:ind w:left="1701" w:hanging="567"/>
      </w:pPr>
    </w:lvl>
    <w:lvl w:ilvl="5">
      <w:start w:val="1"/>
      <w:numFmt w:val="lowerLetter"/>
      <w:pStyle w:val="Pointabc2"/>
      <w:lvlText w:val="%6)"/>
      <w:lvlJc w:val="left"/>
      <w:pPr>
        <w:tabs>
          <w:tab w:val="num" w:pos="1701"/>
        </w:tabs>
        <w:ind w:left="1701" w:hanging="567"/>
      </w:pPr>
    </w:lvl>
    <w:lvl w:ilvl="6">
      <w:start w:val="1"/>
      <w:numFmt w:val="decimal"/>
      <w:pStyle w:val="Point1233"/>
      <w:lvlText w:val="%7."/>
      <w:lvlJc w:val="left"/>
      <w:pPr>
        <w:tabs>
          <w:tab w:val="num" w:pos="2268"/>
        </w:tabs>
        <w:ind w:left="2268" w:hanging="567"/>
      </w:pPr>
    </w:lvl>
    <w:lvl w:ilvl="7">
      <w:start w:val="1"/>
      <w:numFmt w:val="lowerLetter"/>
      <w:pStyle w:val="Pointabc3"/>
      <w:lvlText w:val="%8)"/>
      <w:lvlJc w:val="left"/>
      <w:pPr>
        <w:tabs>
          <w:tab w:val="num" w:pos="2268"/>
        </w:tabs>
        <w:ind w:left="2268" w:hanging="567"/>
      </w:pPr>
    </w:lvl>
    <w:lvl w:ilvl="8">
      <w:start w:val="1"/>
      <w:numFmt w:val="lowerLetter"/>
      <w:pStyle w:val="Pointabc4"/>
      <w:lvlText w:val="%9)"/>
      <w:lvlJc w:val="left"/>
      <w:pPr>
        <w:tabs>
          <w:tab w:val="num" w:pos="2835"/>
        </w:tabs>
        <w:ind w:left="2835" w:hanging="567"/>
      </w:pPr>
    </w:lvl>
  </w:abstractNum>
  <w:abstractNum w:abstractNumId="4" w15:restartNumberingAfterBreak="0">
    <w:nsid w:val="066B5A68"/>
    <w:multiLevelType w:val="singleLevel"/>
    <w:tmpl w:val="8B0853B0"/>
    <w:name w:val="Dash 1"/>
    <w:lvl w:ilvl="0">
      <w:start w:val="1"/>
      <w:numFmt w:val="bullet"/>
      <w:lvlRestart w:val="0"/>
      <w:pStyle w:val="Dash1"/>
      <w:lvlText w:val="–"/>
      <w:lvlJc w:val="left"/>
      <w:pPr>
        <w:tabs>
          <w:tab w:val="num" w:pos="1134"/>
        </w:tabs>
        <w:ind w:left="1134" w:hanging="567"/>
      </w:pPr>
    </w:lvl>
  </w:abstractNum>
  <w:abstractNum w:abstractNumId="5" w15:restartNumberingAfterBreak="0">
    <w:nsid w:val="09C20093"/>
    <w:multiLevelType w:val="singleLevel"/>
    <w:tmpl w:val="05F6137C"/>
    <w:name w:val="Dash 4"/>
    <w:lvl w:ilvl="0">
      <w:start w:val="1"/>
      <w:numFmt w:val="bullet"/>
      <w:lvlRestart w:val="0"/>
      <w:pStyle w:val="Dash4"/>
      <w:lvlText w:val="–"/>
      <w:lvlJc w:val="left"/>
      <w:pPr>
        <w:tabs>
          <w:tab w:val="num" w:pos="2835"/>
        </w:tabs>
        <w:ind w:left="2835" w:hanging="567"/>
      </w:pPr>
    </w:lvl>
  </w:abstractNum>
  <w:abstractNum w:abstractNumId="6" w15:restartNumberingAfterBreak="0">
    <w:nsid w:val="0A225A2D"/>
    <w:multiLevelType w:val="singleLevel"/>
    <w:tmpl w:val="5EAA04A8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  <w:bdr w:val="none" w:sz="0" w:space="0" w:color="auto"/>
      </w:rPr>
    </w:lvl>
  </w:abstractNum>
  <w:abstractNum w:abstractNumId="7" w15:restartNumberingAfterBreak="0">
    <w:nsid w:val="0BD52520"/>
    <w:multiLevelType w:val="singleLevel"/>
    <w:tmpl w:val="C8D4FE30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  <w:bdr w:val="none" w:sz="0" w:space="0" w:color="auto"/>
      </w:rPr>
    </w:lvl>
  </w:abstractNum>
  <w:abstractNum w:abstractNumId="8" w15:restartNumberingAfterBreak="0">
    <w:nsid w:val="0CC176F9"/>
    <w:multiLevelType w:val="singleLevel"/>
    <w:tmpl w:val="4282F5D2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</w:abstractNum>
  <w:abstractNum w:abstractNumId="9" w15:restartNumberingAfterBreak="0">
    <w:nsid w:val="0EEA6825"/>
    <w:multiLevelType w:val="singleLevel"/>
    <w:tmpl w:val="F14A3676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</w:abstractNum>
  <w:abstractNum w:abstractNumId="10" w15:restartNumberingAfterBreak="0">
    <w:nsid w:val="172B0495"/>
    <w:multiLevelType w:val="multilevel"/>
    <w:tmpl w:val="FED03EAA"/>
    <w:name w:val="Heading ABC"/>
    <w:lvl w:ilvl="0">
      <w:start w:val="1"/>
      <w:numFmt w:val="upperLetter"/>
      <w:lvlRestart w:val="0"/>
      <w:pStyle w:val="HeadingABC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A777BB9"/>
    <w:multiLevelType w:val="multilevel"/>
    <w:tmpl w:val="0E762C96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bdr w:val="none" w:sz="0" w:space="0" w:color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bdr w:val="none" w:sz="0" w:space="0" w:color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dr w:val="none" w:sz="0" w:space="0" w:color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bdr w:val="none" w:sz="0" w:space="0" w:color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bdr w:val="none" w:sz="0" w:space="0" w:color="auto"/>
      </w:rPr>
    </w:lvl>
  </w:abstractNum>
  <w:abstractNum w:abstractNumId="12" w15:restartNumberingAfterBreak="0">
    <w:nsid w:val="26596D70"/>
    <w:multiLevelType w:val="multilevel"/>
    <w:tmpl w:val="0ABAD01C"/>
    <w:name w:val="Points roman"/>
    <w:lvl w:ilvl="0">
      <w:start w:val="1"/>
      <w:numFmt w:val="lowerRoman"/>
      <w:lvlRestart w:val="0"/>
      <w:pStyle w:val="Pointivx"/>
      <w:lvlText w:val="%1)"/>
      <w:lvlJc w:val="left"/>
      <w:pPr>
        <w:tabs>
          <w:tab w:val="num" w:pos="567"/>
        </w:tabs>
        <w:ind w:left="567" w:hanging="567"/>
      </w:pPr>
    </w:lvl>
    <w:lvl w:ilvl="1">
      <w:start w:val="1"/>
      <w:numFmt w:val="lowerRoman"/>
      <w:pStyle w:val="Pointivx1"/>
      <w:lvlText w:val="%2)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Pointivx2"/>
      <w:lvlText w:val="%3)"/>
      <w:lvlJc w:val="left"/>
      <w:pPr>
        <w:tabs>
          <w:tab w:val="num" w:pos="1701"/>
        </w:tabs>
        <w:ind w:left="1701" w:hanging="567"/>
      </w:pPr>
    </w:lvl>
    <w:lvl w:ilvl="3">
      <w:start w:val="1"/>
      <w:numFmt w:val="lowerRoman"/>
      <w:pStyle w:val="Pointivx3"/>
      <w:lvlText w:val="%4)"/>
      <w:lvlJc w:val="left"/>
      <w:pPr>
        <w:tabs>
          <w:tab w:val="num" w:pos="2268"/>
        </w:tabs>
        <w:ind w:left="2268" w:hanging="567"/>
      </w:pPr>
    </w:lvl>
    <w:lvl w:ilvl="4">
      <w:start w:val="1"/>
      <w:numFmt w:val="lowerRoman"/>
      <w:pStyle w:val="Pointivx4"/>
      <w:lvlText w:val="%5)"/>
      <w:lvlJc w:val="left"/>
      <w:pPr>
        <w:tabs>
          <w:tab w:val="num" w:pos="2835"/>
        </w:tabs>
        <w:ind w:left="2835" w:hanging="567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7A94842"/>
    <w:multiLevelType w:val="multilevel"/>
    <w:tmpl w:val="AF12CA62"/>
    <w:name w:val="Heading 123"/>
    <w:lvl w:ilvl="0">
      <w:start w:val="1"/>
      <w:numFmt w:val="decimal"/>
      <w:lvlRestart w:val="0"/>
      <w:pStyle w:val="Heading12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3A56F26"/>
    <w:multiLevelType w:val="singleLevel"/>
    <w:tmpl w:val="FE964A34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  <w:bdr w:val="none" w:sz="0" w:space="0" w:color="auto"/>
      </w:rPr>
    </w:lvl>
  </w:abstractNum>
  <w:abstractNum w:abstractNumId="15" w15:restartNumberingAfterBreak="0">
    <w:nsid w:val="39692AE2"/>
    <w:multiLevelType w:val="multilevel"/>
    <w:tmpl w:val="975EA0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122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2232"/>
        </w:tabs>
        <w:ind w:left="2232" w:hanging="223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27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24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374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4320"/>
      </w:pPr>
    </w:lvl>
  </w:abstractNum>
  <w:abstractNum w:abstractNumId="16" w15:restartNumberingAfterBreak="0">
    <w:nsid w:val="44830AE8"/>
    <w:multiLevelType w:val="singleLevel"/>
    <w:tmpl w:val="C694AB9E"/>
    <w:name w:val="Bullet (0)"/>
    <w:lvl w:ilvl="0">
      <w:start w:val="1"/>
      <w:numFmt w:val="bullet"/>
      <w:lvlRestart w:val="0"/>
      <w:pStyle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7" w15:restartNumberingAfterBreak="0">
    <w:nsid w:val="4B013CF3"/>
    <w:multiLevelType w:val="singleLevel"/>
    <w:tmpl w:val="5D7CB33C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  <w:rPr>
        <w:bdr w:val="none" w:sz="0" w:space="0" w:color="auto"/>
      </w:rPr>
    </w:lvl>
  </w:abstractNum>
  <w:abstractNum w:abstractNumId="18" w15:restartNumberingAfterBreak="0">
    <w:nsid w:val="523628EF"/>
    <w:multiLevelType w:val="singleLevel"/>
    <w:tmpl w:val="34FC1884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  <w:rPr>
        <w:bdr w:val="none" w:sz="0" w:space="0" w:color="auto"/>
      </w:rPr>
    </w:lvl>
  </w:abstractNum>
  <w:abstractNum w:abstractNumId="19" w15:restartNumberingAfterBreak="0">
    <w:nsid w:val="561226A2"/>
    <w:multiLevelType w:val="singleLevel"/>
    <w:tmpl w:val="E5081854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  <w:rPr>
        <w:bdr w:val="none" w:sz="0" w:space="0" w:color="auto"/>
      </w:rPr>
    </w:lvl>
  </w:abstractNum>
  <w:abstractNum w:abstractNumId="20" w15:restartNumberingAfterBreak="0">
    <w:nsid w:val="56FC5C3C"/>
    <w:multiLevelType w:val="hybridMultilevel"/>
    <w:tmpl w:val="44087782"/>
    <w:lvl w:ilvl="0" w:tplc="19D42F88">
      <w:start w:val="1"/>
      <w:numFmt w:val="bullet"/>
      <w:pStyle w:val="odrka-kula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227889"/>
    <w:multiLevelType w:val="singleLevel"/>
    <w:tmpl w:val="B83C732C"/>
    <w:name w:val="Dash Equal 2"/>
    <w:lvl w:ilvl="0">
      <w:start w:val="1"/>
      <w:numFmt w:val="bullet"/>
      <w:lvlRestart w:val="0"/>
      <w:pStyle w:val="DashEqual2"/>
      <w:lvlText w:val="="/>
      <w:lvlJc w:val="left"/>
      <w:pPr>
        <w:tabs>
          <w:tab w:val="num" w:pos="1701"/>
        </w:tabs>
        <w:ind w:left="1701" w:hanging="567"/>
      </w:pPr>
    </w:lvl>
  </w:abstractNum>
  <w:abstractNum w:abstractNumId="22" w15:restartNumberingAfterBreak="0">
    <w:nsid w:val="57CF7392"/>
    <w:multiLevelType w:val="multilevel"/>
    <w:tmpl w:val="8F703574"/>
    <w:name w:val="Heading IVX"/>
    <w:lvl w:ilvl="0">
      <w:start w:val="1"/>
      <w:numFmt w:val="upperRoman"/>
      <w:lvlRestart w:val="0"/>
      <w:pStyle w:val="HeadingIVX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D60669B"/>
    <w:multiLevelType w:val="singleLevel"/>
    <w:tmpl w:val="A97ED7DE"/>
    <w:name w:val="Dash 3"/>
    <w:lvl w:ilvl="0">
      <w:start w:val="1"/>
      <w:numFmt w:val="bullet"/>
      <w:lvlRestart w:val="0"/>
      <w:pStyle w:val="Dash3"/>
      <w:lvlText w:val="–"/>
      <w:lvlJc w:val="left"/>
      <w:pPr>
        <w:tabs>
          <w:tab w:val="num" w:pos="2268"/>
        </w:tabs>
        <w:ind w:left="2268" w:hanging="567"/>
      </w:pPr>
    </w:lvl>
  </w:abstractNum>
  <w:abstractNum w:abstractNumId="24" w15:restartNumberingAfterBreak="0">
    <w:nsid w:val="6774118E"/>
    <w:multiLevelType w:val="singleLevel"/>
    <w:tmpl w:val="5944F242"/>
    <w:name w:val="Dash Equal 4"/>
    <w:lvl w:ilvl="0">
      <w:start w:val="1"/>
      <w:numFmt w:val="bullet"/>
      <w:lvlRestart w:val="0"/>
      <w:pStyle w:val="DashEqual4"/>
      <w:lvlText w:val="="/>
      <w:lvlJc w:val="left"/>
      <w:pPr>
        <w:tabs>
          <w:tab w:val="num" w:pos="2835"/>
        </w:tabs>
        <w:ind w:left="2835" w:hanging="567"/>
      </w:pPr>
    </w:lvl>
  </w:abstractNum>
  <w:abstractNum w:abstractNumId="25" w15:restartNumberingAfterBreak="0">
    <w:nsid w:val="6D9D664B"/>
    <w:multiLevelType w:val="singleLevel"/>
    <w:tmpl w:val="11148DA2"/>
    <w:name w:val="Dash 0"/>
    <w:lvl w:ilvl="0">
      <w:start w:val="1"/>
      <w:numFmt w:val="bullet"/>
      <w:lvlRestart w:val="0"/>
      <w:pStyle w:val="Dash"/>
      <w:lvlText w:val="–"/>
      <w:lvlJc w:val="left"/>
      <w:pPr>
        <w:tabs>
          <w:tab w:val="num" w:pos="567"/>
        </w:tabs>
        <w:ind w:left="567" w:hanging="567"/>
      </w:pPr>
    </w:lvl>
  </w:abstractNum>
  <w:abstractNum w:abstractNumId="26" w15:restartNumberingAfterBreak="0">
    <w:nsid w:val="6F642730"/>
    <w:multiLevelType w:val="singleLevel"/>
    <w:tmpl w:val="142C218E"/>
    <w:name w:val="Dash 2"/>
    <w:lvl w:ilvl="0">
      <w:start w:val="1"/>
      <w:numFmt w:val="bullet"/>
      <w:lvlRestart w:val="0"/>
      <w:pStyle w:val="Dash2"/>
      <w:lvlText w:val="–"/>
      <w:lvlJc w:val="left"/>
      <w:pPr>
        <w:tabs>
          <w:tab w:val="num" w:pos="1701"/>
        </w:tabs>
        <w:ind w:left="1701" w:hanging="567"/>
      </w:pPr>
    </w:lvl>
  </w:abstractNum>
  <w:abstractNum w:abstractNumId="27" w15:restartNumberingAfterBreak="0">
    <w:nsid w:val="7056573C"/>
    <w:multiLevelType w:val="singleLevel"/>
    <w:tmpl w:val="DD8E481C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  <w:bdr w:val="none" w:sz="0" w:space="0" w:color="auto"/>
      </w:rPr>
    </w:lvl>
  </w:abstractNum>
  <w:abstractNum w:abstractNumId="28" w15:restartNumberingAfterBreak="0">
    <w:nsid w:val="753F4BA1"/>
    <w:multiLevelType w:val="singleLevel"/>
    <w:tmpl w:val="E3B64B50"/>
    <w:name w:val="Dash Equal 3"/>
    <w:lvl w:ilvl="0">
      <w:start w:val="1"/>
      <w:numFmt w:val="bullet"/>
      <w:lvlRestart w:val="0"/>
      <w:pStyle w:val="DashEqual3"/>
      <w:lvlText w:val="="/>
      <w:lvlJc w:val="left"/>
      <w:pPr>
        <w:tabs>
          <w:tab w:val="num" w:pos="2268"/>
        </w:tabs>
        <w:ind w:left="2268" w:hanging="567"/>
      </w:pPr>
    </w:lvl>
  </w:abstractNum>
  <w:abstractNum w:abstractNumId="29" w15:restartNumberingAfterBreak="0">
    <w:nsid w:val="75EE0BEC"/>
    <w:multiLevelType w:val="singleLevel"/>
    <w:tmpl w:val="A3162760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  <w:bdr w:val="none" w:sz="0" w:space="0" w:color="auto"/>
      </w:rPr>
    </w:lvl>
  </w:abstractNum>
  <w:abstractNum w:abstractNumId="30" w15:restartNumberingAfterBreak="0">
    <w:nsid w:val="78250856"/>
    <w:multiLevelType w:val="singleLevel"/>
    <w:tmpl w:val="70ACDB5C"/>
    <w:name w:val="Dash Equal 0"/>
    <w:lvl w:ilvl="0">
      <w:start w:val="1"/>
      <w:numFmt w:val="bullet"/>
      <w:lvlRestart w:val="0"/>
      <w:pStyle w:val="DashEqual"/>
      <w:lvlText w:val="="/>
      <w:lvlJc w:val="left"/>
      <w:pPr>
        <w:tabs>
          <w:tab w:val="num" w:pos="567"/>
        </w:tabs>
        <w:ind w:left="567" w:hanging="567"/>
      </w:pPr>
    </w:lvl>
  </w:abstractNum>
  <w:abstractNum w:abstractNumId="31" w15:restartNumberingAfterBreak="0">
    <w:nsid w:val="7ACF3A8A"/>
    <w:multiLevelType w:val="singleLevel"/>
    <w:tmpl w:val="0E484FE6"/>
    <w:name w:val="Dash Equal 1"/>
    <w:lvl w:ilvl="0">
      <w:start w:val="1"/>
      <w:numFmt w:val="bullet"/>
      <w:lvlRestart w:val="0"/>
      <w:pStyle w:val="DashEqual1"/>
      <w:lvlText w:val="="/>
      <w:lvlJc w:val="left"/>
      <w:pPr>
        <w:tabs>
          <w:tab w:val="num" w:pos="1134"/>
        </w:tabs>
        <w:ind w:left="1134" w:hanging="567"/>
      </w:pPr>
    </w:lvl>
  </w:abstractNum>
  <w:abstractNum w:abstractNumId="32" w15:restartNumberingAfterBreak="0">
    <w:nsid w:val="7C2B56E3"/>
    <w:multiLevelType w:val="singleLevel"/>
    <w:tmpl w:val="930CD47C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  <w:rPr>
        <w:bdr w:val="none" w:sz="0" w:space="0" w:color="auto"/>
      </w:rPr>
    </w:lvl>
  </w:abstractNum>
  <w:abstractNum w:abstractNumId="33" w15:restartNumberingAfterBreak="0">
    <w:nsid w:val="7D784AA0"/>
    <w:multiLevelType w:val="multilevel"/>
    <w:tmpl w:val="E7764E8A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  <w:rPr>
        <w:bdr w:val="none" w:sz="0" w:space="0" w:color="auto"/>
      </w:r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  <w:rPr>
        <w:bdr w:val="none" w:sz="0" w:space="0" w:color="auto"/>
      </w:r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  <w:rPr>
        <w:bdr w:val="none" w:sz="0" w:space="0" w:color="auto"/>
      </w:r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  <w:rPr>
        <w:bdr w:val="none" w:sz="0" w:space="0" w:color="auto"/>
      </w:r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  <w:rPr>
        <w:bdr w:val="none" w:sz="0" w:space="0" w:color="auto"/>
      </w:r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  <w:rPr>
        <w:bdr w:val="none" w:sz="0" w:space="0" w:color="auto"/>
      </w:r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  <w:rPr>
        <w:bdr w:val="none" w:sz="0" w:space="0" w:color="auto"/>
      </w:rPr>
    </w:lvl>
  </w:abstractNum>
  <w:num w:numId="1">
    <w:abstractNumId w:val="15"/>
  </w:num>
  <w:num w:numId="2">
    <w:abstractNumId w:val="25"/>
  </w:num>
  <w:num w:numId="3">
    <w:abstractNumId w:val="4"/>
  </w:num>
  <w:num w:numId="4">
    <w:abstractNumId w:val="26"/>
  </w:num>
  <w:num w:numId="5">
    <w:abstractNumId w:val="23"/>
  </w:num>
  <w:num w:numId="6">
    <w:abstractNumId w:val="5"/>
  </w:num>
  <w:num w:numId="7">
    <w:abstractNumId w:val="30"/>
  </w:num>
  <w:num w:numId="8">
    <w:abstractNumId w:val="31"/>
  </w:num>
  <w:num w:numId="9">
    <w:abstractNumId w:val="21"/>
  </w:num>
  <w:num w:numId="10">
    <w:abstractNumId w:val="28"/>
  </w:num>
  <w:num w:numId="11">
    <w:abstractNumId w:val="24"/>
  </w:num>
  <w:num w:numId="12">
    <w:abstractNumId w:val="16"/>
  </w:num>
  <w:num w:numId="13">
    <w:abstractNumId w:val="3"/>
  </w:num>
  <w:num w:numId="14">
    <w:abstractNumId w:val="12"/>
  </w:num>
  <w:num w:numId="15">
    <w:abstractNumId w:val="10"/>
  </w:num>
  <w:num w:numId="16">
    <w:abstractNumId w:val="13"/>
  </w:num>
  <w:num w:numId="17">
    <w:abstractNumId w:val="22"/>
  </w:num>
  <w:num w:numId="18">
    <w:abstractNumId w:val="20"/>
  </w:num>
  <w:num w:numId="19">
    <w:abstractNumId w:val="1"/>
  </w:num>
  <w:num w:numId="20">
    <w:abstractNumId w:val="0"/>
  </w:num>
  <w:num w:numId="21">
    <w:abstractNumId w:val="9"/>
    <w:lvlOverride w:ilvl="0">
      <w:startOverride w:val="1"/>
    </w:lvlOverride>
  </w:num>
  <w:num w:numId="22">
    <w:abstractNumId w:val="9"/>
  </w:num>
  <w:num w:numId="23">
    <w:abstractNumId w:val="17"/>
  </w:num>
  <w:num w:numId="24">
    <w:abstractNumId w:val="19"/>
  </w:num>
  <w:num w:numId="25">
    <w:abstractNumId w:val="18"/>
  </w:num>
  <w:num w:numId="26">
    <w:abstractNumId w:val="32"/>
  </w:num>
  <w:num w:numId="27">
    <w:abstractNumId w:val="11"/>
  </w:num>
  <w:num w:numId="28">
    <w:abstractNumId w:val="2"/>
  </w:num>
  <w:num w:numId="29">
    <w:abstractNumId w:val="33"/>
  </w:num>
  <w:num w:numId="30">
    <w:abstractNumId w:val="14"/>
  </w:num>
  <w:num w:numId="31">
    <w:abstractNumId w:val="7"/>
  </w:num>
  <w:num w:numId="32">
    <w:abstractNumId w:val="6"/>
  </w:num>
  <w:num w:numId="33">
    <w:abstractNumId w:val="29"/>
  </w:num>
  <w:num w:numId="34">
    <w:abstractNumId w:val="27"/>
  </w:num>
  <w:num w:numId="35">
    <w:abstractNumId w:val="8"/>
  </w:num>
  <w:num w:numId="36">
    <w:abstractNumId w:val="9"/>
  </w:num>
  <w:num w:numId="37">
    <w:abstractNumId w:val="17"/>
  </w:num>
  <w:num w:numId="38">
    <w:abstractNumId w:val="19"/>
  </w:num>
  <w:num w:numId="39">
    <w:abstractNumId w:val="18"/>
  </w:num>
  <w:num w:numId="40">
    <w:abstractNumId w:val="32"/>
  </w:num>
  <w:num w:numId="41">
    <w:abstractNumId w:val="11"/>
  </w:num>
  <w:num w:numId="42">
    <w:abstractNumId w:val="2"/>
  </w:num>
  <w:num w:numId="43">
    <w:abstractNumId w:val="33"/>
  </w:num>
  <w:num w:numId="44">
    <w:abstractNumId w:val="14"/>
  </w:num>
  <w:num w:numId="45">
    <w:abstractNumId w:val="7"/>
  </w:num>
  <w:num w:numId="46">
    <w:abstractNumId w:val="6"/>
  </w:num>
  <w:num w:numId="47">
    <w:abstractNumId w:val="29"/>
  </w:num>
  <w:num w:numId="48">
    <w:abstractNumId w:val="27"/>
  </w:num>
  <w:num w:numId="49">
    <w:abstractNumId w:va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doNotExpandShiftReturn/>
    <w:doNotUseHTMLParagraphAutoSpacing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pylist_Path" w:val="\\at100\user\WK\SEILEG\DocuWrite\Copylist"/>
    <w:docVar w:name="Council" w:val="true"/>
    <w:docVar w:name="DocuWriteMetaData" w:val="&lt;metadataset docuwriteversion=&quot;4.2.2&quot; technicalblockguid=&quot;5429192665321356856&quot;&gt;_x000d__x000a_  &lt;metadata key=&quot;md_DocumentLanguages&quot;&gt;_x000d__x000a_    &lt;basicdatatypelist&gt;_x000d__x000a_      &lt;language key=&quot;CS&quot; text=&quot;CS&quot; /&gt;_x000d__x000a_    &lt;/basicdatatypelist&gt;_x000d__x000a_  &lt;/metadata&gt;_x000d__x000a_  &lt;metadata key=&quot;md_OriginalLanguages&quot;&gt;_x000d__x000a_    &lt;basicdatatypelist&gt;_x000d__x000a_      &lt;language key=&quot;EN&quot; text=&quot;EN&quot; /&gt;_x000d__x000a_    &lt;/basicdatatypelist&gt;_x000d__x000a_  &lt;/metadata&gt;_x000d__x000a_  &lt;metadata key=&quot;md_DocumentLanguagesAutomatic&quot;&gt;_x000d__x000a_    &lt;text&gt;&lt;/text&gt;_x000d__x000a_  &lt;/metadata&gt;_x000d__x000a_  &lt;metadata key=&quot;md_UniqueHeading&quot;&gt;_x000d__x000a_    &lt;basicdatatype&gt;_x000d__x000a_      &lt;heading key=&quot;uh_22&quot; text=&quot;PRÁVNÍ P&amp;#344;EDPISY A JINÉ AKTY&quot; /&gt;_x000d__x000a_    &lt;/basicdatatype&gt;_x000d__x000a_  &lt;/metadata&gt;_x000d__x000a_  &lt;metadata key=&quot;md_HeadingText&quot;&gt;_x000d__x000a_    &lt;headingtext text=&quot;PRÁVNÍ P&amp;#344;EDPISY A JINÉ AKTY&quot;&gt;_x000d__x000a_      &lt;formattedtext&gt;_x000d__x000a_        &lt;xaml text=&quot;PRÁVNÍ P&amp;#344;EDPISY A JINÉ AKTY&quot;&gt;&amp;lt;FlowDocument xmlns=&quot;http://schemas.microsoft.com/winfx/2006/xaml/presentation&quot;&amp;gt;&amp;lt;Paragraph&amp;gt;PRÁVNÍ P&amp;#344;EDPISY A JINÉ AKTY&amp;lt;/Paragraph&amp;gt;&amp;lt;/FlowDocument&amp;gt;&lt;/xaml&gt;_x000d__x000a_      &lt;/formattedtext&gt;_x000d__x000a_    &lt;/headingtext&gt;_x000d__x000a_  &lt;/metadata&gt;_x000d__x000a_  &lt;metadata key=&quot;md_DocumentGroup&quot;&gt;_x000d__x000a_    &lt;basicdatatype&gt;_x000d__x000a_      &lt;document_group key=&quot;dg_05&quot; text=&quot;Legislative Act&quot; /&gt;_x000d__x000a_    &lt;/basicdatatype&gt;_x000d__x000a_  &lt;/metadata&gt;_x000d__x000a_  &lt;metadata key=&quot;md_DocumentType&quot;&gt;_x000d__x000a_    &lt;basicdatatype&gt;_x000d__x000a_      &lt;doc_type key=&quot;dt_PE&quot; text=&quot;PE&quot; /&gt;_x000d__x000a_    &lt;/basicdatatype&gt;_x000d__x000a_  &lt;/metadata&gt;_x000d__x000a_  &lt;metadata key=&quot;md_InstitutionalFramework&quot;&gt;_x000d__x000a_    &lt;basicdatatype&gt;_x000d__x000a_      &lt;framework key=&quot;if_22&quot; text=&quot;EVROPSKÁ UNIE EVROPSKÝ PARLAMENT RADA&quot; institution=&quot;instfr_institution&quot; acronym=&quot;instfr_acronym&quot; /&gt;_x000d__x000a_    &lt;/basicdatatype&gt;_x000d__x000a_  &lt;/metadata&gt;_x000d__x000a_  &lt;metadata key=&quot;md_DraftNote&quot; /&gt;_x000d__x000a_  &lt;metadata key=&quot;md_DocumentLocation&quot;&gt;_x000d__x000a_    &lt;basicdatatype&gt;_x000d__x000a_      &lt;location key=&quot;loc_03&quot; text=&quot;&amp;#352;trasburk&quot; /&gt;_x000d__x000a_    &lt;/basicdatatype&gt;_x000d__x000a_  &lt;/metadata&gt;_x000d__x000a_  &lt;metadata key=&quot;md_DocumentDate&quot;&gt;_x000d__x000a_    &lt;text&gt;2018-11-14&lt;/text&gt;_x000d__x000a_  &lt;/metadata&gt;_x000d__x000a_  &lt;metadata key=&quot;md_Prefix&quot;&gt;_x000d__x000a_    &lt;text&gt;PE-CONS&lt;/text&gt;_x000d__x000a_  &lt;/metadata&gt;_x000d__x000a_  &lt;metadata key=&quot;md_DocumentNumber&quot;&gt;_x000d__x000a_    &lt;text&gt;38&lt;/text&gt;_x000d__x000a_  &lt;/metadata&gt;_x000d__x000a_  &lt;metadata key=&quot;md_YearDocumentNumber&quot;&gt;_x000d__x000a_    &lt;text&gt;2018&lt;/text&gt;_x000d__x000a_  &lt;/metadata&gt;_x000d__x000a_  &lt;metadata key=&quot;md_Suffixes&quot;&gt;_x000d__x000a_    &lt;text&gt;REV 1&lt;/text&gt;_x000d__x000a_  &lt;/metadata&gt;_x000d__x000a_  &lt;metadata key=&quot;md_SuffixLanguagesInvolved&quot;&gt;_x000d__x000a_    &lt;text&gt;&lt;/text&gt;_x000d__x000a_  &lt;/metadata&gt;_x000d__x000a_  &lt;metadata key=&quot;md_FirstRevNumber&quot;&gt;_x000d__x000a_    &lt;text&gt;1&lt;/text&gt;_x000d__x000a_  &lt;/metadata&gt;_x000d__x000a_  &lt;metadata key=&quot;md_Distribution&quot;&gt;_x000d__x000a_    &lt;basicdatatype&gt;_x000d__x000a_      &lt;distribution key=&quot;dis_01&quot; text=&quot;PUBLIC&quot; /&gt;_x000d__x000a_    &lt;/basicdatatype&gt;_x000d__x000a_  &lt;/metadata&gt;_x000d__x000a_  &lt;metadata key=&quot;md_SubjectCodes&quot;&gt;_x000d__x000a_    &lt;textlist&gt;_x000d__x000a_      &lt;text&gt;JAI 678&lt;/text&gt;_x000d__x000a_      &lt;text&gt;COPEN 224&lt;/text&gt;_x000d__x000a_      &lt;text&gt;DROIPEN 91&lt;/text&gt;_x000d__x000a_      &lt;text&gt;IA 222&lt;/text&gt;_x000d__x000a_      &lt;text&gt;CODEC 1128&lt;/text&gt;_x000d__x000a_    &lt;/textlist&gt;_x000d__x000a_  &lt;/metadata&gt;_x000d__x000a_  &lt;metadata key=&quot;md_Contact&quot; /&gt;_x000d__x000a_  &lt;metadata key=&quot;md_ContactPhoneFax&quot; /&gt;_x000d__x000a_  &lt;metadata key=&quot;md_MeetingVenue&quot; /&gt;_x000d__x000a_  &lt;metadata key=&quot;md_ProvisionalVersion&quot;&gt;_x000d__x000a_    &lt;text&gt;&lt;/text&gt;_x000d__x000a_  &lt;/metadata&gt;_x000d__x000a_  &lt;metadata key=&quot;md_PresidentInformation&quot; /&gt;_x000d__x000a_  &lt;metadata key=&quot;md_MeetingNumber&quot; /&gt;_x000d__x000a_  &lt;metadata key=&quot;md_CouncilConfiguration&quot; /&gt;_x000d__x000a_  &lt;metadata key=&quot;md_CouncilIssue&quot; /&gt;_x000d__x000a_  &lt;metadata key=&quot;md_PhoneNumber&quot; /&gt;_x000d__x000a_  &lt;metadata key=&quot;md_TypeOfHeading&quot;&gt;_x000d__x000a_    &lt;basicdatatype&gt;_x000d__x000a_      &lt;typeofheading key=&quot;&quot; /&gt;_x000d__x000a_    &lt;/basicdatatype&gt;_x000d__x000a_  &lt;/metadata&gt;_x000d__x000a_  &lt;metadata key=&quot;md_ReplyName&quot; /&gt;_x000d__x000a_  &lt;metadata key=&quot;md_EPQuestionsData&quot; /&gt;_x000d__x000a_  &lt;metadata key=&quot;md_Deadline&quot; /&gt;_x000d__x000a_  &lt;metadata key=&quot;md_InterinstitutionalFiles&quot;&gt;_x000d__x000a_    &lt;textlist&gt;_x000d__x000a_      &lt;text&gt;2016/0412 (COD)&lt;/text&gt;_x000d__x000a_    &lt;/textlist&gt;_x000d__x000a_  &lt;/metadata&gt;_x000d__x000a_  &lt;metadata key=&quot;md_AdditionalReferences&quot;&gt;_x000d__x000a_    &lt;textlist /&gt;_x000d__x000a_  &lt;/metadata&gt;_x000d__x000a_  &lt;metadata key=&quot;md_LEXNumber&quot;&gt;_x000d__x000a_    &lt;text&gt;LEX 1843&lt;/text&gt;_x000d__x000a_  &lt;/metadata&gt;_x000d__x000a_  &lt;metadata key=&quot;md_SousEmbargo&quot;&gt;_x000d__x000a_    &lt;text&gt;&lt;/text&gt;_x000d__x000a_  &lt;/metadata&gt;_x000d__x000a_  &lt;metadata key=&quot;md_DraftVersion&quot;&gt;_x000d__x000a_    &lt;text&gt;&lt;/text&gt;_x000d__x000a_  &lt;/metadata&gt;_x000d__x000a_  &lt;metadata key=&quot;md_Originator&quot; /&gt;_x000d__x000a_  &lt;metadata key=&quot;md_Recipient&quot; /&gt;_x000d__x000a_  &lt;metadata key=&quot;md_DateOfReceipt&quot; /&gt;_x000d__x000a_  &lt;metadata key=&quot;md_FreeDate&quot; /&gt;_x000d__x000a_  &lt;metadata key=&quot;md_PrecedingDocuments&quot; /&gt;_x000d__x000a_  &lt;metadata key=&quot;md_CommissionDocuments&quot; /&gt;_x000d__x000a_  &lt;metadata key=&quot;md_DocForDWNDCL&quot; /&gt;_x000d__x000a_  &lt;metadata key=&quot;md_Distribution_NewClassification&quot; /&gt;_x000d__x000a_  &lt;metadata key=&quot;md_DWNDCLAuthorization&quot; /&gt;_x000d__x000a_  &lt;metadata key=&quot;md_DateOfAuthorization&quot; /&gt;_x000d__x000a_  &lt;metadata key=&quot;md_MeetingLocation&quot; /&gt;_x000d__x000a_  &lt;metadata key=&quot;md_MeetingDate&quot; /&gt;_x000d__x000a_  &lt;metadata key=&quot;md_DateFormatOr&quot;&gt;_x000d__x000a_    &lt;text&gt;&lt;/text&gt;_x000d__x000a_  &lt;/metadata&gt;_x000d__x000a_  &lt;metadata key=&quot;md_MeetingInformation&quot; /&gt;_x000d__x000a_  &lt;metadata key=&quot;md_Item&quot; /&gt;_x000d__x000a_  &lt;metadata key=&quot;md_Subject&quot;&gt;_x000d__x000a_    &lt;xaml text=&quot;NA&amp;#344;ÍZENÍ  EVROPSKÉHO PARLAMENTU A RADY  O VZÁJEMNÉM UZNÁVÁNÍ P&amp;#344;ÍKAZ&amp;#366;  K ZAJI&amp;#352;T&amp;#282;NÍ A P&amp;#344;ÍKAZ&amp;#366; KE KONFISKACI&quot;&gt;&amp;lt;FlowDocument FontFamily=&quot;Arial Unicode MS&quot; FontSize=&quot;12&quot; LineHeight=&quot;6&quot; PageWidth=&quot;329&quot; PagePadding=&quot;5,0,5,0&quot; AllowDrop=&quot;False&quot; xmlns=&quot;http://schemas.microsoft.com/winfx/2006/xaml/presentation&quot; xmlns:x=&quot;http://schemas.microsoft.com/winfx/2006/xaml&quot;&amp;gt;&amp;lt;Paragraph LineHeight=&quot;6&quot; FontFamily=&quot;Arial Unicode MS&quot; FontSize=&quot;12&quot; xml:space=&quot;preserve&quot;&amp;gt;&amp;lt;Run xml:lang=&quot;cs-cz&quot;&amp;gt;NA&amp;#344;ÍZENÍ &amp;lt;/Run&amp;gt;&amp;lt;LineBreak /&amp;gt;EVROPSKÉHO PARLAMENTU A RADY &amp;lt;LineBreak /&amp;gt;O VZÁJEMNÉM UZNÁVÁNÍ P&amp;#344;ÍKAZ&amp;#366; &amp;lt;LineBreak /&amp;gt;K ZAJI&amp;#352;T&amp;#282;NÍ A P&amp;#344;ÍKAZ&amp;#366; KE KONFISKACI&amp;lt;/Paragraph&amp;gt;&amp;lt;/FlowDocument&amp;gt;&lt;/xaml&gt;_x000d__x000a_  &lt;/metadata&gt;_x000d__x000a_  &lt;metadata key=&quot;md_SubjectFootnote&quot; /&gt;_x000d__x000a_  &lt;metadata key=&quot;md_DG&quot;&gt;_x000d__x000a_    &lt;text&gt;&lt;/text&gt;_x000d__x000a_  &lt;/metadata&gt;_x000d__x000a_  &lt;metadata key=&quot;md_Initials&quot;&gt;_x000d__x000a_    &lt;text&gt;&lt;/text&gt;_x000d__x000a_  &lt;/metadata&gt;_x000d__x000a_  &lt;metadata key=&quot;md_RectifProcedureType&quot;&gt;_x000d__x000a_    &lt;basicdatatype&gt;_x000d__x000a_      &lt;rectifprocedure key=&quot;&quot; /&gt;_x000d__x000a_    &lt;/basicdatatype&gt;_x000d__x000a_  &lt;/metadata&gt;_x000d__x000a_  &lt;metadata key=&quot;md_RectifLanguagesBase&quot; /&gt;_x000d__x000a_  &lt;metadata key=&quot;md_RectifLanguagesConcerned&quot; /&gt;_x000d__x000a_  &lt;metadata key=&quot;md_RectifIsLangSpec&quot; /&gt;_x000d__x000a_  &lt;metadata key=&quot;md_RectifLangSpecValue&quot; /&gt;_x000d__x000a_  &lt;metadata key=&quot;md_RectifNumberOfMistakes&quot; /&gt;_x000d__x000a_  &lt;metadata key=&quot;md_RectifHasRemarks&quot; /&gt;_x000d__x000a_  &lt;metadata key=&quot;md_RectifUseDocRef&quot; /&gt;_x000d__x000a_  &lt;metadata key=&quot;md_RectifDocRefNumber&quot; /&gt;_x000d__x000a_  &lt;metadata key=&quot;md_RectifDocRefDate&quot; /&gt;_x000d__x000a_  &lt;metadata key=&quot;md_RectifUseOJRef&quot; /&gt;_x000d__x000a_  &lt;metadata key=&quot;md_RectifOJRefType&quot; /&gt;_x000d__x000a_  &lt;metadata key=&quot;md_RectifOJLRefNumber&quot; /&gt;_x000d__x000a_  &lt;metadata key=&quot;md_RectifOJCRefNumber&quot; /&gt;_x000d__x000a_  &lt;metadata key=&quot;md_RectifOJLRefDate&quot; /&gt;_x000d__x000a_  &lt;metadata key=&quot;md_RectifOJCRefDate&quot; /&gt;_x000d__x000a_  &lt;metadata key=&quot;md_RectifOJLRefPage&quot; /&gt;_x000d__x000a_  &lt;metadata key=&quot;md_RectifOJCRefPage&quot; /&gt;_x000d__x000a_  &lt;metadata key=&quot;md_RectifUseOJCorRef&quot; /&gt;_x000d__x000a_  &lt;metadata key=&quot;md_RectifOJCorRefNumber&quot; /&gt;_x000d__x000a_  &lt;metadata key=&quot;md_RectifOJCorRefDate&quot; /&gt;_x000d__x000a_  &lt;metadata key=&quot;md_RectifOJCorRefPage&quot; /&gt;_x000d__x000a_  &lt;metadata key=&quot;md_RectifTimeLimit&quot; /&gt;_x000d__x000a_  &lt;metadata key=&quot;md_RectifCodecision&quot; /&gt;_x000d__x000a_  &lt;metadata key=&quot;md_RectifCorrectionNewLang&quot; /&gt;_x000d__x000a_  &lt;metadata key=&quot;md_RectifAgreement&quot; /&gt;_x000d__x000a_  &lt;metadata key=&quot;md_RectifSignature&quot; /&gt;_x000d__x000a_  &lt;metadata key=&quot;md_RectifLastMergeDate&quot; /&gt;_x000d__x000a_  &lt;metadata key=&quot;md_Rectif_Source1_UniqueHeading&quot;&gt;_x000d__x000a_    &lt;basicdatatype&gt;_x000d__x000a_      &lt;text&gt;&lt;/text&gt;_x000d__x000a_    &lt;/basicdatatype&gt;_x000d__x000a_  &lt;/metadata&gt;_x000d__x000a_  &lt;metadata key=&quot;md_Rectif_Source1_DocumentType&quot;&gt;_x000d__x000a_    &lt;basicdatatype&gt;_x000d__x000a_      &lt;doc_type key=&quot;&quot; /&gt;_x000d__x000a_    &lt;/basicdatatype&gt;_x000d__x000a_  &lt;/metadata&gt;_x000d__x000a_  &lt;metadata key=&quot;md_Rectif_Source1_DocumentNumber&quot;&gt;_x000d__x000a_    &lt;text&gt;&lt;/text&gt;_x000d__x000a_  &lt;/metadata&gt;_x000d__x000a_  &lt;metadata key=&quot;md_Rectif_Source1_YearDocumentNumber&quot;&gt;_x000d__x000a_    &lt;text&gt;2018&lt;/text&gt;_x000d__x000a_  &lt;/metadata&gt;_x000d__x000a_  &lt;metadata key=&quot;md_Rectif_Source1_Suffixes&quot;&gt;_x000d__x000a_    &lt;text&gt;&lt;/text&gt;_x000d__x000a_  &lt;/metadata&gt;_x000d__x000a_  &lt;metadata key=&quot;md_Rectif_Source2_UniqueHeading&quot;&gt;_x000d__x000a_    &lt;basicdatatype&gt;_x000d__x000a_      &lt;text&gt;&lt;/text&gt;_x000d__x000a_    &lt;/basicdatatype&gt;_x000d__x000a_  &lt;/metadata&gt;_x000d__x000a_  &lt;metadata key=&quot;md_Rectif_Source2_DocumentType&quot;&gt;_x000d__x000a_    &lt;basicdatatype&gt;_x000d__x000a_      &lt;doc_type key=&quot;&quot; /&gt;_x000d__x000a_    &lt;/basicdatatype&gt;_x000d__x000a_  &lt;/metadata&gt;_x000d__x000a_  &lt;metadata key=&quot;md_Rectif_Source2_DocumentNumber&quot;&gt;_x000d__x000a_    &lt;text&gt;&lt;/text&gt;_x000d__x000a_  &lt;/metadata&gt;_x000d__x000a_  &lt;metadata key=&quot;md_Rectif_Source2_YearDocumentNumber&quot;&gt;_x000d__x000a_    &lt;text&gt;&lt;/text&gt;_x000d__x000a_  &lt;/metadata&gt;_x000d__x000a_  &lt;metadata key=&quot;md_Rectif_Source2_Suffixes&quot;&gt;_x000d__x000a_    &lt;text&gt;&lt;/text&gt;_x000d__x000a_  &lt;/metadata&gt;_x000d__x000a_  &lt;metadata key=&quot;md_CoverPageDocWithCouncilFooter&quot;&gt;_x000d__x000a_    &lt;text&gt;false&lt;/text&gt;_x000d__x000a_  &lt;/metadata&gt;_x000d__x000a_  &lt;metadata key=&quot;md_SourceDocLanguage&quot;&gt;_x000d__x000a_    &lt;text&gt;&lt;/text&gt;_x000d__x000a_  &lt;/metadata&gt;_x000d__x000a_  &lt;metadata key=&quot;md_SourceDocType&quot;&gt;_x000d__x000a_    &lt;text&gt;&lt;/text&gt;_x000d__x000a_  &lt;/metadata&gt;_x000d__x000a_  &lt;metadata key=&quot;md_SourceDocTitle&quot;&gt;_x000d__x000a_    &lt;text&gt;&lt;/text&gt;_x000d__x000a_  &lt;/metadata&gt;_x000d__x000a_  &lt;metadata key=&quot;md_SourceDocIsCECDoc&quot; /&gt;_x000d__x000a_  &lt;metadata key=&quot;md_NB1&quot; /&gt;_x000d__x000a_  &lt;metadata key=&quot;md_NB2&quot; /&gt;_x000d__x000a_  &lt;metadata key=&quot;md_NB3&quot; /&gt;_x000d__x000a_  &lt;metadata key=&quot;md_NB4&quot; /&gt;_x000d__x000a_  &lt;metadata key=&quot;md_Meetings&quot; /&gt;_x000d__x000a_  &lt;metadata key=&quot;md_VisualRepresentation&quot;&gt;_x000d__x000a_    &lt;basicdatatype&gt;_x000d__x000a_      &lt;visualrepresentation key=&quot;visrep_02&quot; text=&quot;New visual identity&quot; /&gt;_x000d__x000a_    &lt;/basicdatatype&gt;_x000d__x000a_  &lt;/metadata&gt;_x000d__x000a_  &lt;metadata key=&quot;md_LetterData&quot; /&gt;_x000d__x000a_  &lt;metadata key=&quot;md_InstFrSubWordmark&quot;&gt;_x000d__x000a_    &lt;xaml text=&quot;&quot;&gt;&amp;lt;FlowDocument FontFamily=&quot;Arial Unicode MS&quot; FontSize=&quot;12&quot; AllowDrop=&quot;False&quot; xmlns=&quot;http://schemas.microsoft.com/winfx/2006/xaml/presentation&quot; /&amp;gt;&lt;/xaml&gt;_x000d__x000a_  &lt;/metadata&gt;_x000d__x000a_  &lt;metadata key=&quot;md_WorkflowLinkStatus&quot;&gt;_x000d__x000a_    &lt;text&gt;&lt;/text&gt;_x000d__x000a_  &lt;/metadata&gt;_x000d__x000a_  &lt;metadata key=&quot;md_Caveat&quot;&gt;_x000d__x000a_    &lt;text&gt;&lt;/text&gt;_x000d__x000a_  &lt;/metadata&gt;_x000d__x000a_&lt;/metadataset&gt;"/>
    <w:docVar w:name="DW_AutoOpen" w:val="True"/>
    <w:docVar w:name="DW_DocType" w:val="DW_LEGACTS"/>
    <w:docVar w:name="DW_DQC_HasErrors" w:val="true"/>
    <w:docVar w:name="VSSDB_IniPath" w:val="\\at100\user\wovo\SEILEG\vss\srcsafe.ini"/>
    <w:docVar w:name="VSSDB_ProjectPath" w:val="$/DocuWrite/DOT/DW_LEGACTS"/>
  </w:docVars>
  <w:rsids>
    <w:rsidRoot w:val="007E0A79"/>
    <w:rsid w:val="00001EAE"/>
    <w:rsid w:val="00012099"/>
    <w:rsid w:val="00036B23"/>
    <w:rsid w:val="000448BA"/>
    <w:rsid w:val="00085938"/>
    <w:rsid w:val="000B2C34"/>
    <w:rsid w:val="000D7093"/>
    <w:rsid w:val="00157DBA"/>
    <w:rsid w:val="001656CB"/>
    <w:rsid w:val="00171471"/>
    <w:rsid w:val="0019107A"/>
    <w:rsid w:val="00194F3A"/>
    <w:rsid w:val="00196DBD"/>
    <w:rsid w:val="001A0907"/>
    <w:rsid w:val="00200B09"/>
    <w:rsid w:val="00207632"/>
    <w:rsid w:val="0023738D"/>
    <w:rsid w:val="00293886"/>
    <w:rsid w:val="00297B4C"/>
    <w:rsid w:val="002A412E"/>
    <w:rsid w:val="002C216C"/>
    <w:rsid w:val="002E04F9"/>
    <w:rsid w:val="002F7624"/>
    <w:rsid w:val="00301F02"/>
    <w:rsid w:val="003508DA"/>
    <w:rsid w:val="003C7B0E"/>
    <w:rsid w:val="003D09AE"/>
    <w:rsid w:val="003D2969"/>
    <w:rsid w:val="003D4D86"/>
    <w:rsid w:val="003F31C8"/>
    <w:rsid w:val="004706B5"/>
    <w:rsid w:val="00476324"/>
    <w:rsid w:val="004864EF"/>
    <w:rsid w:val="004869E2"/>
    <w:rsid w:val="004878DA"/>
    <w:rsid w:val="00493D12"/>
    <w:rsid w:val="00496A87"/>
    <w:rsid w:val="004A0C0E"/>
    <w:rsid w:val="004D52CA"/>
    <w:rsid w:val="004E6B09"/>
    <w:rsid w:val="00503954"/>
    <w:rsid w:val="00572D7F"/>
    <w:rsid w:val="00586684"/>
    <w:rsid w:val="0058777B"/>
    <w:rsid w:val="005D2CDC"/>
    <w:rsid w:val="00652B74"/>
    <w:rsid w:val="006B11E5"/>
    <w:rsid w:val="006B4EC8"/>
    <w:rsid w:val="006C4156"/>
    <w:rsid w:val="006E08AF"/>
    <w:rsid w:val="006E3C9C"/>
    <w:rsid w:val="007013DF"/>
    <w:rsid w:val="0070438F"/>
    <w:rsid w:val="007207B8"/>
    <w:rsid w:val="007651F3"/>
    <w:rsid w:val="007A7733"/>
    <w:rsid w:val="007B7DF1"/>
    <w:rsid w:val="007E0A79"/>
    <w:rsid w:val="00800225"/>
    <w:rsid w:val="0084075E"/>
    <w:rsid w:val="00894B26"/>
    <w:rsid w:val="008D1278"/>
    <w:rsid w:val="00964173"/>
    <w:rsid w:val="00997457"/>
    <w:rsid w:val="00A27217"/>
    <w:rsid w:val="00A2753F"/>
    <w:rsid w:val="00A63FD6"/>
    <w:rsid w:val="00AE2E77"/>
    <w:rsid w:val="00AE7780"/>
    <w:rsid w:val="00B3496D"/>
    <w:rsid w:val="00B96525"/>
    <w:rsid w:val="00B97AE6"/>
    <w:rsid w:val="00BA21FD"/>
    <w:rsid w:val="00BB66D8"/>
    <w:rsid w:val="00BC5B9E"/>
    <w:rsid w:val="00BD056A"/>
    <w:rsid w:val="00BD4471"/>
    <w:rsid w:val="00BF094C"/>
    <w:rsid w:val="00C318C0"/>
    <w:rsid w:val="00C62B81"/>
    <w:rsid w:val="00C83C07"/>
    <w:rsid w:val="00C9569F"/>
    <w:rsid w:val="00CA7A84"/>
    <w:rsid w:val="00CB7BFC"/>
    <w:rsid w:val="00CF1E1B"/>
    <w:rsid w:val="00D13356"/>
    <w:rsid w:val="00DC2C46"/>
    <w:rsid w:val="00DC7ED4"/>
    <w:rsid w:val="00DD59BD"/>
    <w:rsid w:val="00DD6974"/>
    <w:rsid w:val="00DF53CC"/>
    <w:rsid w:val="00DF64BC"/>
    <w:rsid w:val="00E070CD"/>
    <w:rsid w:val="00E25C58"/>
    <w:rsid w:val="00E31615"/>
    <w:rsid w:val="00E370B7"/>
    <w:rsid w:val="00E52E6E"/>
    <w:rsid w:val="00EC041E"/>
    <w:rsid w:val="00EC460F"/>
    <w:rsid w:val="00F04923"/>
    <w:rsid w:val="00F1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9DE4AE"/>
  <w15:docId w15:val="{475B2473-782A-4B77-B1A1-E92C3A6F3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360" w:lineRule="auto"/>
    </w:pPr>
    <w:rPr>
      <w:rFonts w:ascii="Times New Roman" w:hAnsi="Times New Roman" w:cs="Times New Roman"/>
      <w:sz w:val="24"/>
      <w:lang w:val="cs-CZ"/>
    </w:rPr>
  </w:style>
  <w:style w:type="paragraph" w:styleId="Heading1">
    <w:name w:val="heading 1"/>
    <w:basedOn w:val="Normal"/>
    <w:next w:val="Text1"/>
    <w:link w:val="Heading1Char"/>
    <w:uiPriority w:val="9"/>
    <w:qFormat/>
    <w:rsid w:val="004D52CA"/>
    <w:pPr>
      <w:keepNext/>
      <w:numPr>
        <w:numId w:val="42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4D52CA"/>
    <w:pPr>
      <w:keepNext/>
      <w:numPr>
        <w:ilvl w:val="1"/>
        <w:numId w:val="42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4D52CA"/>
    <w:pPr>
      <w:keepNext/>
      <w:numPr>
        <w:ilvl w:val="2"/>
        <w:numId w:val="42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4D52CA"/>
    <w:pPr>
      <w:keepNext/>
      <w:numPr>
        <w:ilvl w:val="3"/>
        <w:numId w:val="42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Normal"/>
    <w:link w:val="Heading5Char"/>
    <w:qFormat/>
    <w:rsid w:val="00AE7780"/>
    <w:pPr>
      <w:numPr>
        <w:ilvl w:val="4"/>
        <w:numId w:val="1"/>
      </w:numPr>
      <w:spacing w:before="240" w:after="60" w:line="240" w:lineRule="auto"/>
      <w:outlineLvl w:val="4"/>
    </w:pPr>
    <w:rPr>
      <w:rFonts w:eastAsia="Times New Roman"/>
      <w:szCs w:val="20"/>
      <w:lang w:val="en-US" w:eastAsia="fr-FR"/>
    </w:rPr>
  </w:style>
  <w:style w:type="paragraph" w:styleId="Heading6">
    <w:name w:val="heading 6"/>
    <w:basedOn w:val="Normal"/>
    <w:next w:val="Normal"/>
    <w:link w:val="Heading6Char"/>
    <w:qFormat/>
    <w:rsid w:val="00AE7780"/>
    <w:pPr>
      <w:widowControl w:val="0"/>
      <w:spacing w:before="240" w:after="60" w:line="240" w:lineRule="auto"/>
      <w:outlineLvl w:val="5"/>
    </w:pPr>
    <w:rPr>
      <w:rFonts w:eastAsia="Times New Roman"/>
      <w:i/>
      <w:sz w:val="22"/>
      <w:szCs w:val="20"/>
      <w:lang w:eastAsia="en-GB"/>
    </w:rPr>
  </w:style>
  <w:style w:type="paragraph" w:styleId="Heading7">
    <w:name w:val="heading 7"/>
    <w:basedOn w:val="Normal"/>
    <w:next w:val="Normal"/>
    <w:link w:val="Heading7Char"/>
    <w:qFormat/>
    <w:rsid w:val="00AE7780"/>
    <w:pPr>
      <w:widowControl w:val="0"/>
      <w:spacing w:before="240" w:after="60" w:line="240" w:lineRule="auto"/>
      <w:outlineLvl w:val="6"/>
    </w:pPr>
    <w:rPr>
      <w:rFonts w:ascii="Arial" w:eastAsia="Times New Roman" w:hAnsi="Arial"/>
      <w:szCs w:val="20"/>
      <w:lang w:eastAsia="en-GB"/>
    </w:rPr>
  </w:style>
  <w:style w:type="paragraph" w:styleId="Heading8">
    <w:name w:val="heading 8"/>
    <w:basedOn w:val="Normal"/>
    <w:next w:val="Normal"/>
    <w:link w:val="Heading8Char"/>
    <w:qFormat/>
    <w:rsid w:val="00AE7780"/>
    <w:pPr>
      <w:widowControl w:val="0"/>
      <w:spacing w:before="240" w:after="60" w:line="240" w:lineRule="auto"/>
      <w:outlineLvl w:val="7"/>
    </w:pPr>
    <w:rPr>
      <w:rFonts w:ascii="Arial" w:eastAsia="Times New Roman" w:hAnsi="Arial"/>
      <w:i/>
      <w:szCs w:val="20"/>
      <w:lang w:eastAsia="en-GB"/>
    </w:rPr>
  </w:style>
  <w:style w:type="paragraph" w:styleId="Heading9">
    <w:name w:val="heading 9"/>
    <w:basedOn w:val="Normal"/>
    <w:next w:val="Normal"/>
    <w:link w:val="Heading9Char"/>
    <w:qFormat/>
    <w:rsid w:val="00AE7780"/>
    <w:pPr>
      <w:widowControl w:val="0"/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CouncilLarge">
    <w:name w:val="Header Council Large"/>
    <w:basedOn w:val="Normal"/>
    <w:link w:val="HeaderCouncilLargeChar"/>
    <w:rsid w:val="007E0A79"/>
    <w:pPr>
      <w:spacing w:before="0" w:after="440"/>
    </w:pPr>
    <w:rPr>
      <w:sz w:val="2"/>
    </w:rPr>
  </w:style>
  <w:style w:type="character" w:customStyle="1" w:styleId="LignefinalChar">
    <w:name w:val="Ligne final Char"/>
    <w:basedOn w:val="DefaultParagraphFont"/>
    <w:rsid w:val="007E0A79"/>
    <w:rPr>
      <w:rFonts w:ascii="Times New Roman" w:hAnsi="Times New Roman" w:cs="Times New Roman"/>
      <w:b/>
      <w:sz w:val="24"/>
      <w:lang w:val="cs-CZ"/>
    </w:rPr>
  </w:style>
  <w:style w:type="character" w:customStyle="1" w:styleId="HeaderCouncilLargeChar">
    <w:name w:val="Header Council Large Char"/>
    <w:basedOn w:val="LignefinalChar"/>
    <w:link w:val="HeaderCouncilLarge"/>
    <w:rsid w:val="007E0A79"/>
    <w:rPr>
      <w:rFonts w:ascii="Times New Roman" w:hAnsi="Times New Roman" w:cs="Times New Roman"/>
      <w:b w:val="0"/>
      <w:sz w:val="2"/>
      <w:lang w:val="cs-CZ"/>
    </w:rPr>
  </w:style>
  <w:style w:type="paragraph" w:customStyle="1" w:styleId="FooterText">
    <w:name w:val="Footer Text"/>
    <w:basedOn w:val="Normal"/>
    <w:rsid w:val="007E0A79"/>
    <w:pPr>
      <w:spacing w:before="0" w:after="0" w:line="240" w:lineRule="auto"/>
    </w:pPr>
    <w:rPr>
      <w:rFonts w:eastAsia="Times New Roman"/>
      <w:szCs w:val="24"/>
      <w:lang w:val="en-GB"/>
    </w:rPr>
  </w:style>
  <w:style w:type="character" w:styleId="PlaceholderText">
    <w:name w:val="Placeholder Text"/>
    <w:basedOn w:val="DefaultParagraphFont"/>
    <w:uiPriority w:val="99"/>
    <w:rsid w:val="007E0A79"/>
    <w:rPr>
      <w:color w:val="808080"/>
    </w:rPr>
  </w:style>
  <w:style w:type="character" w:customStyle="1" w:styleId="Heading5Char">
    <w:name w:val="Heading 5 Char"/>
    <w:basedOn w:val="DefaultParagraphFont"/>
    <w:link w:val="Heading5"/>
    <w:rsid w:val="00AE7780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Heading6Char">
    <w:name w:val="Heading 6 Char"/>
    <w:basedOn w:val="DefaultParagraphFont"/>
    <w:link w:val="Heading6"/>
    <w:rsid w:val="00AE7780"/>
    <w:rPr>
      <w:rFonts w:ascii="Times New Roman" w:eastAsia="Times New Roman" w:hAnsi="Times New Roman" w:cs="Times New Roman"/>
      <w:i/>
      <w:szCs w:val="20"/>
      <w:lang w:val="cs-CZ" w:eastAsia="en-GB"/>
    </w:rPr>
  </w:style>
  <w:style w:type="character" w:customStyle="1" w:styleId="Heading7Char">
    <w:name w:val="Heading 7 Char"/>
    <w:basedOn w:val="DefaultParagraphFont"/>
    <w:link w:val="Heading7"/>
    <w:rsid w:val="00AE7780"/>
    <w:rPr>
      <w:rFonts w:ascii="Arial" w:eastAsia="Times New Roman" w:hAnsi="Arial" w:cs="Times New Roman"/>
      <w:sz w:val="24"/>
      <w:szCs w:val="20"/>
      <w:lang w:val="cs-CZ" w:eastAsia="en-GB"/>
    </w:rPr>
  </w:style>
  <w:style w:type="character" w:customStyle="1" w:styleId="Heading8Char">
    <w:name w:val="Heading 8 Char"/>
    <w:basedOn w:val="DefaultParagraphFont"/>
    <w:link w:val="Heading8"/>
    <w:rsid w:val="00AE7780"/>
    <w:rPr>
      <w:rFonts w:ascii="Arial" w:eastAsia="Times New Roman" w:hAnsi="Arial" w:cs="Times New Roman"/>
      <w:i/>
      <w:sz w:val="24"/>
      <w:szCs w:val="20"/>
      <w:lang w:val="cs-CZ" w:eastAsia="en-GB"/>
    </w:rPr>
  </w:style>
  <w:style w:type="character" w:customStyle="1" w:styleId="Heading9Char">
    <w:name w:val="Heading 9 Char"/>
    <w:basedOn w:val="DefaultParagraphFont"/>
    <w:link w:val="Heading9"/>
    <w:rsid w:val="00AE7780"/>
    <w:rPr>
      <w:rFonts w:ascii="Arial" w:eastAsia="Times New Roman" w:hAnsi="Arial" w:cs="Times New Roman"/>
      <w:b/>
      <w:i/>
      <w:sz w:val="18"/>
      <w:szCs w:val="20"/>
      <w:lang w:val="cs-CZ" w:eastAsia="en-GB"/>
    </w:rPr>
  </w:style>
  <w:style w:type="character" w:customStyle="1" w:styleId="HideTWBExt">
    <w:name w:val="HideTWBExt"/>
    <w:rsid w:val="00AE7780"/>
    <w:rPr>
      <w:rFonts w:ascii="Arial" w:hAnsi="Arial"/>
      <w:noProof/>
      <w:vanish/>
      <w:color w:val="000080"/>
      <w:sz w:val="20"/>
    </w:rPr>
  </w:style>
  <w:style w:type="paragraph" w:customStyle="1" w:styleId="Normal12a12b">
    <w:name w:val="Normal12a12b"/>
    <w:basedOn w:val="Normal"/>
    <w:rsid w:val="00AE7780"/>
    <w:pPr>
      <w:widowControl w:val="0"/>
      <w:spacing w:before="240" w:after="240" w:line="240" w:lineRule="auto"/>
    </w:pPr>
    <w:rPr>
      <w:rFonts w:eastAsia="Times New Roman"/>
      <w:szCs w:val="20"/>
      <w:lang w:eastAsia="en-GB"/>
    </w:rPr>
  </w:style>
  <w:style w:type="paragraph" w:customStyle="1" w:styleId="Footer2">
    <w:name w:val="Footer2"/>
    <w:basedOn w:val="Normal"/>
    <w:rsid w:val="00AE7780"/>
    <w:pPr>
      <w:tabs>
        <w:tab w:val="right" w:pos="9921"/>
      </w:tabs>
      <w:spacing w:before="0" w:after="240" w:line="240" w:lineRule="auto"/>
      <w:ind w:left="-850" w:right="-850"/>
    </w:pPr>
    <w:rPr>
      <w:rFonts w:ascii="Arial" w:eastAsia="Times New Roman" w:hAnsi="Arial" w:cs="Arial"/>
      <w:b/>
      <w:sz w:val="48"/>
      <w:szCs w:val="20"/>
      <w:lang w:eastAsia="en-GB"/>
    </w:rPr>
  </w:style>
  <w:style w:type="paragraph" w:customStyle="1" w:styleId="Normal12">
    <w:name w:val="Normal12"/>
    <w:basedOn w:val="Normal"/>
    <w:link w:val="Normal12Char"/>
    <w:qFormat/>
    <w:rsid w:val="00AE7780"/>
    <w:pPr>
      <w:widowControl w:val="0"/>
      <w:spacing w:before="0" w:after="240" w:line="240" w:lineRule="auto"/>
    </w:pPr>
    <w:rPr>
      <w:rFonts w:eastAsia="Times New Roman"/>
      <w:szCs w:val="20"/>
      <w:lang w:eastAsia="en-GB"/>
    </w:rPr>
  </w:style>
  <w:style w:type="paragraph" w:customStyle="1" w:styleId="TOCPage">
    <w:name w:val="TOC Page"/>
    <w:basedOn w:val="Normal12"/>
    <w:next w:val="TOC1"/>
    <w:rsid w:val="00AE7780"/>
    <w:pPr>
      <w:keepNext/>
      <w:jc w:val="right"/>
    </w:pPr>
    <w:rPr>
      <w:rFonts w:ascii="Arial" w:hAnsi="Arial"/>
      <w:b/>
    </w:rPr>
  </w:style>
  <w:style w:type="character" w:customStyle="1" w:styleId="HideTWBInt">
    <w:name w:val="HideTWBInt"/>
    <w:rsid w:val="00AE7780"/>
    <w:rPr>
      <w:vanish/>
      <w:color w:val="808080"/>
    </w:rPr>
  </w:style>
  <w:style w:type="paragraph" w:customStyle="1" w:styleId="TableofEntries">
    <w:name w:val="Table of Entries"/>
    <w:basedOn w:val="Normal12"/>
    <w:rsid w:val="00AE7780"/>
    <w:pPr>
      <w:widowControl/>
      <w:tabs>
        <w:tab w:val="right" w:leader="dot" w:pos="9072"/>
      </w:tabs>
      <w:jc w:val="both"/>
    </w:pPr>
  </w:style>
  <w:style w:type="paragraph" w:customStyle="1" w:styleId="Normal6">
    <w:name w:val="Normal6"/>
    <w:basedOn w:val="Normal"/>
    <w:link w:val="Normal6Char"/>
    <w:uiPriority w:val="99"/>
    <w:rsid w:val="00AE7780"/>
    <w:pPr>
      <w:widowControl w:val="0"/>
      <w:spacing w:before="0" w:line="240" w:lineRule="auto"/>
    </w:pPr>
    <w:rPr>
      <w:rFonts w:eastAsia="Times New Roman"/>
      <w:szCs w:val="20"/>
      <w:lang w:eastAsia="en-GB"/>
    </w:rPr>
  </w:style>
  <w:style w:type="paragraph" w:customStyle="1" w:styleId="PageHeading">
    <w:name w:val="PageHeading"/>
    <w:basedOn w:val="Normal12a12b"/>
    <w:rsid w:val="00AE7780"/>
    <w:pPr>
      <w:keepNext/>
      <w:jc w:val="center"/>
    </w:pPr>
    <w:rPr>
      <w:rFonts w:ascii="Arial" w:hAnsi="Arial"/>
      <w:b/>
    </w:rPr>
  </w:style>
  <w:style w:type="paragraph" w:customStyle="1" w:styleId="Normal12Bold">
    <w:name w:val="Normal12Bold"/>
    <w:basedOn w:val="Normal12"/>
    <w:rsid w:val="00AE7780"/>
    <w:rPr>
      <w:b/>
    </w:rPr>
  </w:style>
  <w:style w:type="paragraph" w:customStyle="1" w:styleId="Normal12Hanging">
    <w:name w:val="Normal12Hanging"/>
    <w:basedOn w:val="Normal12"/>
    <w:rsid w:val="00AE7780"/>
    <w:pPr>
      <w:ind w:left="567" w:hanging="567"/>
    </w:pPr>
  </w:style>
  <w:style w:type="paragraph" w:customStyle="1" w:styleId="CoverBold">
    <w:name w:val="CoverBold"/>
    <w:basedOn w:val="CoverNormal"/>
    <w:rsid w:val="00AE7780"/>
    <w:rPr>
      <w:b/>
    </w:rPr>
  </w:style>
  <w:style w:type="paragraph" w:customStyle="1" w:styleId="Normal24">
    <w:name w:val="Normal24"/>
    <w:basedOn w:val="Normal"/>
    <w:rsid w:val="00AE7780"/>
    <w:pPr>
      <w:widowControl w:val="0"/>
      <w:spacing w:before="0" w:after="480" w:line="240" w:lineRule="auto"/>
    </w:pPr>
    <w:rPr>
      <w:rFonts w:eastAsia="Times New Roman"/>
      <w:szCs w:val="20"/>
      <w:lang w:eastAsia="en-GB"/>
    </w:rPr>
  </w:style>
  <w:style w:type="paragraph" w:customStyle="1" w:styleId="Cover12">
    <w:name w:val="Cover12"/>
    <w:basedOn w:val="Normal12"/>
    <w:rsid w:val="00AE7780"/>
    <w:pPr>
      <w:ind w:left="1418"/>
    </w:pPr>
  </w:style>
  <w:style w:type="paragraph" w:customStyle="1" w:styleId="Cover24">
    <w:name w:val="Cover24"/>
    <w:basedOn w:val="Normal24"/>
    <w:rsid w:val="00AE7780"/>
    <w:pPr>
      <w:ind w:left="1418"/>
    </w:pPr>
  </w:style>
  <w:style w:type="paragraph" w:customStyle="1" w:styleId="CoverNormal">
    <w:name w:val="CoverNormal"/>
    <w:basedOn w:val="Normal"/>
    <w:rsid w:val="00AE7780"/>
    <w:pPr>
      <w:widowControl w:val="0"/>
      <w:spacing w:before="0" w:after="0" w:line="240" w:lineRule="auto"/>
      <w:ind w:left="1418"/>
    </w:pPr>
    <w:rPr>
      <w:rFonts w:eastAsia="Times New Roman"/>
      <w:szCs w:val="20"/>
      <w:lang w:eastAsia="en-GB"/>
    </w:rPr>
  </w:style>
  <w:style w:type="paragraph" w:customStyle="1" w:styleId="EntPE">
    <w:name w:val="EntPE"/>
    <w:basedOn w:val="Normal12"/>
    <w:rsid w:val="00AE7780"/>
    <w:pPr>
      <w:jc w:val="center"/>
    </w:pPr>
    <w:rPr>
      <w:sz w:val="56"/>
    </w:rPr>
  </w:style>
  <w:style w:type="paragraph" w:customStyle="1" w:styleId="Normal36Bold">
    <w:name w:val="Normal36Bold"/>
    <w:basedOn w:val="Normal"/>
    <w:rsid w:val="00AE7780"/>
    <w:pPr>
      <w:widowControl w:val="0"/>
      <w:spacing w:before="0" w:after="720" w:line="240" w:lineRule="auto"/>
    </w:pPr>
    <w:rPr>
      <w:rFonts w:eastAsia="Times New Roman"/>
      <w:b/>
      <w:szCs w:val="20"/>
      <w:lang w:eastAsia="en-GB"/>
    </w:rPr>
  </w:style>
  <w:style w:type="paragraph" w:customStyle="1" w:styleId="RefProc">
    <w:name w:val="RefProc"/>
    <w:basedOn w:val="Normal"/>
    <w:rsid w:val="00AE7780"/>
    <w:pPr>
      <w:widowControl w:val="0"/>
      <w:spacing w:before="0" w:after="0" w:line="240" w:lineRule="auto"/>
      <w:jc w:val="right"/>
    </w:pPr>
    <w:rPr>
      <w:rFonts w:ascii="Arial" w:eastAsia="Times New Roman" w:hAnsi="Arial"/>
      <w:b/>
      <w:caps/>
      <w:szCs w:val="20"/>
      <w:lang w:eastAsia="en-GB"/>
    </w:rPr>
  </w:style>
  <w:style w:type="paragraph" w:customStyle="1" w:styleId="RefStatus">
    <w:name w:val="RefStatus"/>
    <w:basedOn w:val="Normal"/>
    <w:rsid w:val="00AE7780"/>
    <w:pPr>
      <w:widowControl w:val="0"/>
      <w:spacing w:before="0" w:after="0" w:line="240" w:lineRule="auto"/>
      <w:jc w:val="right"/>
    </w:pPr>
    <w:rPr>
      <w:rFonts w:ascii="Arial" w:eastAsia="Times New Roman" w:hAnsi="Arial"/>
      <w:caps/>
      <w:szCs w:val="20"/>
      <w:lang w:eastAsia="en-GB"/>
    </w:rPr>
  </w:style>
  <w:style w:type="paragraph" w:customStyle="1" w:styleId="RefVer">
    <w:name w:val="RefVer"/>
    <w:basedOn w:val="Normal12"/>
    <w:rsid w:val="00AE7780"/>
    <w:pPr>
      <w:jc w:val="right"/>
    </w:pPr>
    <w:rPr>
      <w:rFonts w:ascii="Arial" w:hAnsi="Arial"/>
    </w:rPr>
  </w:style>
  <w:style w:type="paragraph" w:customStyle="1" w:styleId="Term">
    <w:name w:val="Term"/>
    <w:basedOn w:val="Normal"/>
    <w:rsid w:val="00AE7780"/>
    <w:pPr>
      <w:widowControl w:val="0"/>
      <w:spacing w:before="0" w:after="0" w:line="240" w:lineRule="auto"/>
      <w:jc w:val="center"/>
    </w:pPr>
    <w:rPr>
      <w:rFonts w:eastAsia="Times New Roman"/>
      <w:i/>
      <w:sz w:val="28"/>
      <w:szCs w:val="20"/>
      <w:lang w:eastAsia="en-GB"/>
    </w:rPr>
  </w:style>
  <w:style w:type="paragraph" w:customStyle="1" w:styleId="ZDateRes">
    <w:name w:val="ZDateRes"/>
    <w:basedOn w:val="Normal"/>
    <w:rsid w:val="00AE7780"/>
    <w:pPr>
      <w:widowControl w:val="0"/>
      <w:tabs>
        <w:tab w:val="right" w:pos="9072"/>
      </w:tabs>
      <w:spacing w:before="1920" w:after="1200" w:line="240" w:lineRule="auto"/>
    </w:pPr>
    <w:rPr>
      <w:rFonts w:eastAsia="Times New Roman"/>
      <w:szCs w:val="20"/>
      <w:lang w:eastAsia="en-GB"/>
    </w:rPr>
  </w:style>
  <w:style w:type="table" w:styleId="TableGrid">
    <w:name w:val="Table Grid"/>
    <w:basedOn w:val="TableNormal"/>
    <w:uiPriority w:val="39"/>
    <w:rsid w:val="00AE77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SessionDoc">
    <w:name w:val="ZSessionDoc"/>
    <w:basedOn w:val="Normal"/>
    <w:next w:val="Normal"/>
    <w:rsid w:val="00AE7780"/>
    <w:pPr>
      <w:widowControl w:val="0"/>
      <w:spacing w:before="0" w:after="0" w:line="240" w:lineRule="auto"/>
      <w:jc w:val="center"/>
    </w:pPr>
    <w:rPr>
      <w:rFonts w:ascii="Arial" w:eastAsia="Times New Roman" w:hAnsi="Arial" w:cs="Arial"/>
      <w:i/>
      <w:sz w:val="22"/>
      <w:lang w:eastAsia="en-GB"/>
    </w:rPr>
  </w:style>
  <w:style w:type="paragraph" w:customStyle="1" w:styleId="LineTop">
    <w:name w:val="LineTop"/>
    <w:basedOn w:val="Normal"/>
    <w:next w:val="ZSessionDoc"/>
    <w:rsid w:val="00AE7780"/>
    <w:pPr>
      <w:widowControl w:val="0"/>
      <w:pBdr>
        <w:top w:val="single" w:sz="4" w:space="1" w:color="auto"/>
      </w:pBdr>
      <w:spacing w:before="0" w:after="0" w:line="240" w:lineRule="auto"/>
      <w:jc w:val="center"/>
    </w:pPr>
    <w:rPr>
      <w:rFonts w:ascii="Arial" w:eastAsia="Times New Roman" w:hAnsi="Arial"/>
      <w:sz w:val="16"/>
      <w:szCs w:val="16"/>
      <w:lang w:val="fr-FR" w:eastAsia="en-GB"/>
    </w:rPr>
  </w:style>
  <w:style w:type="paragraph" w:customStyle="1" w:styleId="LineBottom">
    <w:name w:val="LineBottom"/>
    <w:basedOn w:val="Normal"/>
    <w:next w:val="Normal"/>
    <w:rsid w:val="00AE7780"/>
    <w:pPr>
      <w:widowControl w:val="0"/>
      <w:pBdr>
        <w:bottom w:val="single" w:sz="4" w:space="1" w:color="auto"/>
      </w:pBdr>
      <w:spacing w:before="0" w:after="240" w:line="240" w:lineRule="auto"/>
      <w:jc w:val="center"/>
    </w:pPr>
    <w:rPr>
      <w:rFonts w:ascii="Arial" w:eastAsia="Times New Roman" w:hAnsi="Arial"/>
      <w:sz w:val="16"/>
      <w:szCs w:val="16"/>
      <w:lang w:eastAsia="en-GB"/>
    </w:rPr>
  </w:style>
  <w:style w:type="paragraph" w:customStyle="1" w:styleId="PELeft">
    <w:name w:val="PELeft"/>
    <w:basedOn w:val="Normal"/>
    <w:rsid w:val="00AE7780"/>
    <w:pPr>
      <w:widowControl w:val="0"/>
      <w:spacing w:before="40" w:after="40" w:line="240" w:lineRule="auto"/>
    </w:pPr>
    <w:rPr>
      <w:rFonts w:ascii="Arial" w:eastAsia="Times New Roman" w:hAnsi="Arial" w:cs="Arial"/>
      <w:sz w:val="22"/>
      <w:lang w:val="fr-FR" w:eastAsia="en-GB"/>
    </w:rPr>
  </w:style>
  <w:style w:type="paragraph" w:customStyle="1" w:styleId="PERight">
    <w:name w:val="PERight"/>
    <w:basedOn w:val="Normal"/>
    <w:next w:val="Normal"/>
    <w:rsid w:val="00AE7780"/>
    <w:pPr>
      <w:widowControl w:val="0"/>
      <w:spacing w:before="0" w:after="0" w:line="240" w:lineRule="auto"/>
      <w:jc w:val="right"/>
    </w:pPr>
    <w:rPr>
      <w:rFonts w:ascii="Arial" w:eastAsia="Times New Roman" w:hAnsi="Arial" w:cs="Arial"/>
      <w:sz w:val="22"/>
      <w:lang w:val="fr-FR" w:eastAsia="en-GB"/>
    </w:rPr>
  </w:style>
  <w:style w:type="paragraph" w:customStyle="1" w:styleId="NormalBold">
    <w:name w:val="NormalBold"/>
    <w:basedOn w:val="Normal"/>
    <w:link w:val="NormalBoldChar"/>
    <w:rsid w:val="00AE7780"/>
    <w:pPr>
      <w:widowControl w:val="0"/>
      <w:spacing w:before="0" w:after="0" w:line="240" w:lineRule="auto"/>
    </w:pPr>
    <w:rPr>
      <w:rFonts w:eastAsia="Times New Roman"/>
      <w:b/>
      <w:szCs w:val="20"/>
      <w:lang w:eastAsia="en-GB"/>
    </w:rPr>
  </w:style>
  <w:style w:type="paragraph" w:customStyle="1" w:styleId="Normal24Bold">
    <w:name w:val="Normal24Bold"/>
    <w:basedOn w:val="Normal"/>
    <w:rsid w:val="00AE7780"/>
    <w:pPr>
      <w:widowControl w:val="0"/>
      <w:spacing w:before="0" w:after="480" w:line="240" w:lineRule="auto"/>
    </w:pPr>
    <w:rPr>
      <w:rFonts w:eastAsia="Times New Roman"/>
      <w:b/>
      <w:szCs w:val="20"/>
      <w:lang w:eastAsia="en-GB"/>
    </w:rPr>
  </w:style>
  <w:style w:type="paragraph" w:customStyle="1" w:styleId="ATHeading1">
    <w:name w:val="AT Heading 1"/>
    <w:basedOn w:val="Normal"/>
    <w:next w:val="Normal"/>
    <w:rsid w:val="00AE7780"/>
    <w:pPr>
      <w:keepNext/>
      <w:keepLines/>
      <w:spacing w:before="480" w:line="240" w:lineRule="auto"/>
      <w:outlineLvl w:val="0"/>
    </w:pPr>
    <w:rPr>
      <w:rFonts w:eastAsia="Times New Roman"/>
      <w:b/>
      <w:noProof/>
      <w:sz w:val="28"/>
      <w:szCs w:val="20"/>
      <w:lang w:val="fr-FR" w:eastAsia="fr-FR"/>
    </w:rPr>
  </w:style>
  <w:style w:type="paragraph" w:customStyle="1" w:styleId="ATHeading2">
    <w:name w:val="AT Heading 2"/>
    <w:basedOn w:val="Normal"/>
    <w:next w:val="Normal"/>
    <w:rsid w:val="00AE7780"/>
    <w:pPr>
      <w:spacing w:line="240" w:lineRule="auto"/>
      <w:outlineLvl w:val="1"/>
    </w:pPr>
    <w:rPr>
      <w:rFonts w:eastAsia="Times New Roman"/>
      <w:b/>
      <w:noProof/>
      <w:sz w:val="28"/>
      <w:szCs w:val="20"/>
      <w:lang w:val="fr-FR" w:eastAsia="fr-FR"/>
    </w:rPr>
  </w:style>
  <w:style w:type="paragraph" w:customStyle="1" w:styleId="ATHeading3">
    <w:name w:val="AT Heading 3"/>
    <w:basedOn w:val="Normal"/>
    <w:next w:val="Normal"/>
    <w:rsid w:val="00AE7780"/>
    <w:pPr>
      <w:keepNext/>
      <w:keepLines/>
      <w:spacing w:line="240" w:lineRule="auto"/>
      <w:outlineLvl w:val="2"/>
    </w:pPr>
    <w:rPr>
      <w:rFonts w:eastAsia="Times New Roman"/>
      <w:b/>
      <w:noProof/>
      <w:szCs w:val="20"/>
      <w:lang w:val="fr-FR" w:eastAsia="fr-FR"/>
    </w:rPr>
  </w:style>
  <w:style w:type="paragraph" w:customStyle="1" w:styleId="ATHeading4">
    <w:name w:val="AT Heading 4"/>
    <w:basedOn w:val="Normal"/>
    <w:next w:val="Normal"/>
    <w:rsid w:val="00AE7780"/>
    <w:pPr>
      <w:keepNext/>
      <w:keepLines/>
      <w:spacing w:line="240" w:lineRule="auto"/>
    </w:pPr>
    <w:rPr>
      <w:rFonts w:eastAsia="Times New Roman"/>
      <w:b/>
      <w:i/>
      <w:noProof/>
      <w:szCs w:val="20"/>
      <w:lang w:val="fr-FR" w:eastAsia="fr-FR"/>
    </w:rPr>
  </w:style>
  <w:style w:type="paragraph" w:customStyle="1" w:styleId="ATHeading5">
    <w:name w:val="AT Heading 5"/>
    <w:basedOn w:val="Normal"/>
    <w:next w:val="Normal"/>
    <w:rsid w:val="00AE7780"/>
    <w:pPr>
      <w:keepNext/>
      <w:keepLines/>
      <w:spacing w:line="240" w:lineRule="auto"/>
    </w:pPr>
    <w:rPr>
      <w:rFonts w:eastAsia="Times New Roman"/>
      <w:i/>
      <w:noProof/>
      <w:szCs w:val="20"/>
      <w:lang w:val="fr-FR" w:eastAsia="fr-FR"/>
    </w:rPr>
  </w:style>
  <w:style w:type="paragraph" w:customStyle="1" w:styleId="ATHeading6">
    <w:name w:val="AT Heading 6"/>
    <w:basedOn w:val="Normal"/>
    <w:next w:val="Normal"/>
    <w:rsid w:val="00AE7780"/>
    <w:pPr>
      <w:keepNext/>
      <w:keepLines/>
      <w:spacing w:line="240" w:lineRule="auto"/>
    </w:pPr>
    <w:rPr>
      <w:rFonts w:eastAsia="Times New Roman"/>
      <w:smallCaps/>
      <w:noProof/>
      <w:szCs w:val="20"/>
      <w:lang w:val="fr-FR" w:eastAsia="fr-FR"/>
    </w:rPr>
  </w:style>
  <w:style w:type="paragraph" w:customStyle="1" w:styleId="ATHeadingMotiv">
    <w:name w:val="AT Heading Motiv"/>
    <w:basedOn w:val="Normal"/>
    <w:next w:val="Normal"/>
    <w:rsid w:val="00AE7780"/>
    <w:pPr>
      <w:keepNext/>
      <w:spacing w:before="60" w:after="60" w:line="240" w:lineRule="auto"/>
      <w:jc w:val="center"/>
    </w:pPr>
    <w:rPr>
      <w:rFonts w:eastAsia="Times New Roman"/>
      <w:i/>
      <w:szCs w:val="20"/>
      <w:lang w:val="fr-FR" w:eastAsia="fr-FR"/>
    </w:rPr>
  </w:style>
  <w:style w:type="paragraph" w:customStyle="1" w:styleId="ATTOCTitle">
    <w:name w:val="AT TOC Title"/>
    <w:basedOn w:val="Normal"/>
    <w:rsid w:val="00AE7780"/>
    <w:pPr>
      <w:keepNext/>
      <w:keepLines/>
      <w:spacing w:before="0" w:after="240" w:line="240" w:lineRule="auto"/>
      <w:jc w:val="center"/>
    </w:pPr>
    <w:rPr>
      <w:rFonts w:eastAsia="Times New Roman"/>
      <w:b/>
      <w:caps/>
      <w:sz w:val="28"/>
      <w:szCs w:val="20"/>
      <w:lang w:val="fr-FR" w:eastAsia="fr-FR"/>
    </w:rPr>
  </w:style>
  <w:style w:type="paragraph" w:customStyle="1" w:styleId="Numroamendement">
    <w:name w:val="Numéro amendement"/>
    <w:basedOn w:val="Normal"/>
    <w:next w:val="Normal"/>
    <w:rsid w:val="00AE7780"/>
    <w:pPr>
      <w:widowControl w:val="0"/>
      <w:spacing w:before="0" w:after="0" w:line="240" w:lineRule="auto"/>
      <w:jc w:val="center"/>
    </w:pPr>
    <w:rPr>
      <w:rFonts w:eastAsia="Times New Roman"/>
      <w:snapToGrid w:val="0"/>
      <w:szCs w:val="20"/>
      <w:lang w:val="fr-FR"/>
    </w:rPr>
  </w:style>
  <w:style w:type="character" w:styleId="PageNumber">
    <w:name w:val="page number"/>
    <w:rsid w:val="00AE7780"/>
  </w:style>
  <w:style w:type="paragraph" w:customStyle="1" w:styleId="EPName">
    <w:name w:val="EPName"/>
    <w:basedOn w:val="Normal"/>
    <w:rsid w:val="00AE7780"/>
    <w:pPr>
      <w:widowControl w:val="0"/>
      <w:spacing w:before="80" w:after="80" w:line="240" w:lineRule="auto"/>
    </w:pPr>
    <w:rPr>
      <w:rFonts w:ascii="Arial Narrow" w:eastAsia="Times New Roman" w:hAnsi="Arial Narrow" w:cs="Arial"/>
      <w:b/>
      <w:color w:val="000000"/>
      <w:sz w:val="32"/>
      <w:lang w:val="fr-FR" w:eastAsia="en-GB"/>
    </w:rPr>
  </w:style>
  <w:style w:type="paragraph" w:customStyle="1" w:styleId="EPTerm">
    <w:name w:val="EPTerm"/>
    <w:basedOn w:val="Normal"/>
    <w:next w:val="Normal"/>
    <w:rsid w:val="00AE7780"/>
    <w:pPr>
      <w:widowControl w:val="0"/>
      <w:spacing w:before="0" w:after="80" w:line="240" w:lineRule="auto"/>
    </w:pPr>
    <w:rPr>
      <w:rFonts w:ascii="Arial" w:eastAsia="Times New Roman" w:hAnsi="Arial" w:cs="Arial"/>
      <w:sz w:val="20"/>
      <w:lang w:val="fr-FR" w:eastAsia="en-GB"/>
    </w:rPr>
  </w:style>
  <w:style w:type="paragraph" w:customStyle="1" w:styleId="EPLogo">
    <w:name w:val="EPLogo"/>
    <w:basedOn w:val="Normal"/>
    <w:qFormat/>
    <w:rsid w:val="00AE7780"/>
    <w:pPr>
      <w:widowControl w:val="0"/>
      <w:spacing w:before="0" w:after="0" w:line="240" w:lineRule="auto"/>
      <w:jc w:val="right"/>
    </w:pPr>
    <w:rPr>
      <w:rFonts w:eastAsia="Times New Roman"/>
      <w:szCs w:val="20"/>
      <w:lang w:eastAsia="en-GB"/>
    </w:rPr>
  </w:style>
  <w:style w:type="character" w:customStyle="1" w:styleId="Normal6Char">
    <w:name w:val="Normal6 Char"/>
    <w:link w:val="Normal6"/>
    <w:uiPriority w:val="99"/>
    <w:rsid w:val="00AE7780"/>
    <w:rPr>
      <w:rFonts w:ascii="Times New Roman" w:eastAsia="Times New Roman" w:hAnsi="Times New Roman" w:cs="Times New Roman"/>
      <w:sz w:val="24"/>
      <w:szCs w:val="20"/>
      <w:lang w:val="cs-CZ" w:eastAsia="en-GB"/>
    </w:rPr>
  </w:style>
  <w:style w:type="character" w:customStyle="1" w:styleId="NormalBoldChar">
    <w:name w:val="NormalBold Char"/>
    <w:link w:val="NormalBold"/>
    <w:rsid w:val="00AE7780"/>
    <w:rPr>
      <w:rFonts w:ascii="Times New Roman" w:eastAsia="Times New Roman" w:hAnsi="Times New Roman" w:cs="Times New Roman"/>
      <w:b/>
      <w:sz w:val="24"/>
      <w:szCs w:val="20"/>
      <w:lang w:val="cs-CZ" w:eastAsia="en-GB"/>
    </w:rPr>
  </w:style>
  <w:style w:type="paragraph" w:customStyle="1" w:styleId="Normal12Italic">
    <w:name w:val="Normal12Italic"/>
    <w:basedOn w:val="Normal"/>
    <w:rsid w:val="00AE7780"/>
    <w:pPr>
      <w:widowControl w:val="0"/>
      <w:spacing w:before="240" w:after="0" w:line="240" w:lineRule="auto"/>
    </w:pPr>
    <w:rPr>
      <w:rFonts w:eastAsia="Times New Roman"/>
      <w:i/>
      <w:szCs w:val="20"/>
      <w:lang w:eastAsia="en-GB"/>
    </w:rPr>
  </w:style>
  <w:style w:type="paragraph" w:customStyle="1" w:styleId="CrossRef">
    <w:name w:val="CrossRef"/>
    <w:basedOn w:val="Normal"/>
    <w:rsid w:val="00AE7780"/>
    <w:pPr>
      <w:widowControl w:val="0"/>
      <w:spacing w:before="240" w:after="0" w:line="240" w:lineRule="auto"/>
      <w:jc w:val="center"/>
    </w:pPr>
    <w:rPr>
      <w:rFonts w:eastAsia="Times New Roman"/>
      <w:i/>
      <w:szCs w:val="20"/>
      <w:lang w:eastAsia="en-GB"/>
    </w:rPr>
  </w:style>
  <w:style w:type="paragraph" w:customStyle="1" w:styleId="JustificationTitle">
    <w:name w:val="JustificationTitle"/>
    <w:basedOn w:val="Normal"/>
    <w:next w:val="Normal12"/>
    <w:rsid w:val="00AE7780"/>
    <w:pPr>
      <w:keepNext/>
      <w:widowControl w:val="0"/>
      <w:spacing w:before="240" w:after="0" w:line="240" w:lineRule="auto"/>
      <w:jc w:val="center"/>
    </w:pPr>
    <w:rPr>
      <w:rFonts w:eastAsia="Times New Roman"/>
      <w:i/>
      <w:szCs w:val="20"/>
      <w:lang w:eastAsia="en-GB"/>
    </w:rPr>
  </w:style>
  <w:style w:type="paragraph" w:customStyle="1" w:styleId="Normal12Centre">
    <w:name w:val="Normal12Centre"/>
    <w:basedOn w:val="Normal12"/>
    <w:rsid w:val="00AE7780"/>
    <w:pPr>
      <w:jc w:val="center"/>
    </w:pPr>
  </w:style>
  <w:style w:type="paragraph" w:customStyle="1" w:styleId="Normal12Keep">
    <w:name w:val="Normal12Keep"/>
    <w:basedOn w:val="Normal12"/>
    <w:rsid w:val="00AE7780"/>
    <w:pPr>
      <w:keepNext/>
    </w:pPr>
  </w:style>
  <w:style w:type="paragraph" w:customStyle="1" w:styleId="Normal12Tab">
    <w:name w:val="Normal12Tab"/>
    <w:basedOn w:val="Normal12"/>
    <w:rsid w:val="00AE7780"/>
    <w:pPr>
      <w:tabs>
        <w:tab w:val="left" w:pos="567"/>
      </w:tabs>
    </w:pPr>
  </w:style>
  <w:style w:type="paragraph" w:customStyle="1" w:styleId="StarsAndIs">
    <w:name w:val="StarsAndIs"/>
    <w:basedOn w:val="Normal"/>
    <w:rsid w:val="00AE7780"/>
    <w:pPr>
      <w:widowControl w:val="0"/>
      <w:spacing w:before="0" w:after="0" w:line="240" w:lineRule="auto"/>
      <w:ind w:left="1418"/>
    </w:pPr>
    <w:rPr>
      <w:rFonts w:ascii="Arial" w:eastAsia="Times New Roman" w:hAnsi="Arial"/>
      <w:b/>
      <w:sz w:val="48"/>
      <w:szCs w:val="20"/>
      <w:lang w:eastAsia="en-GB"/>
    </w:rPr>
  </w:style>
  <w:style w:type="paragraph" w:customStyle="1" w:styleId="Lgendesigne">
    <w:name w:val="Légende signe"/>
    <w:basedOn w:val="Normal"/>
    <w:rsid w:val="00AE7780"/>
    <w:pPr>
      <w:widowControl w:val="0"/>
      <w:tabs>
        <w:tab w:val="right" w:pos="454"/>
        <w:tab w:val="left" w:pos="737"/>
      </w:tabs>
      <w:spacing w:before="0" w:after="0" w:line="240" w:lineRule="auto"/>
      <w:ind w:left="737" w:hanging="737"/>
    </w:pPr>
    <w:rPr>
      <w:rFonts w:eastAsia="Times New Roman"/>
      <w:snapToGrid w:val="0"/>
      <w:sz w:val="18"/>
      <w:szCs w:val="20"/>
    </w:rPr>
  </w:style>
  <w:style w:type="paragraph" w:customStyle="1" w:styleId="TypeDoc">
    <w:name w:val="TypeDoc"/>
    <w:basedOn w:val="Normal24"/>
    <w:rsid w:val="00AE7780"/>
    <w:pPr>
      <w:ind w:left="1418"/>
    </w:pPr>
    <w:rPr>
      <w:rFonts w:ascii="Arial" w:hAnsi="Arial"/>
      <w:b/>
      <w:sz w:val="48"/>
    </w:rPr>
  </w:style>
  <w:style w:type="paragraph" w:customStyle="1" w:styleId="ZDate">
    <w:name w:val="ZDate"/>
    <w:basedOn w:val="Normal"/>
    <w:rsid w:val="00AE7780"/>
    <w:pPr>
      <w:widowControl w:val="0"/>
      <w:spacing w:before="0" w:after="1200" w:line="240" w:lineRule="auto"/>
    </w:pPr>
    <w:rPr>
      <w:rFonts w:eastAsia="Times New Roman"/>
      <w:szCs w:val="20"/>
      <w:lang w:eastAsia="en-GB"/>
    </w:rPr>
  </w:style>
  <w:style w:type="paragraph" w:customStyle="1" w:styleId="Olang">
    <w:name w:val="Olang"/>
    <w:basedOn w:val="Normal"/>
    <w:rsid w:val="00AE7780"/>
    <w:pPr>
      <w:widowControl w:val="0"/>
      <w:spacing w:before="240" w:after="240" w:line="240" w:lineRule="auto"/>
      <w:jc w:val="right"/>
    </w:pPr>
    <w:rPr>
      <w:rFonts w:eastAsia="Times New Roman"/>
      <w:noProof/>
      <w:szCs w:val="20"/>
      <w:lang w:eastAsia="en-GB"/>
    </w:rPr>
  </w:style>
  <w:style w:type="paragraph" w:customStyle="1" w:styleId="ColumnHeading">
    <w:name w:val="ColumnHeading"/>
    <w:basedOn w:val="Normal"/>
    <w:rsid w:val="00AE7780"/>
    <w:pPr>
      <w:widowControl w:val="0"/>
      <w:spacing w:before="0" w:after="240" w:line="240" w:lineRule="auto"/>
      <w:jc w:val="center"/>
    </w:pPr>
    <w:rPr>
      <w:rFonts w:eastAsia="Times New Roman"/>
      <w:i/>
      <w:szCs w:val="20"/>
      <w:lang w:eastAsia="en-GB"/>
    </w:rPr>
  </w:style>
  <w:style w:type="paragraph" w:customStyle="1" w:styleId="AMNumberTabs">
    <w:name w:val="AMNumberTabs"/>
    <w:basedOn w:val="Normal"/>
    <w:rsid w:val="00AE7780"/>
    <w:pPr>
      <w:widowControl w:val="0"/>
      <w:tabs>
        <w:tab w:val="left" w:pos="879"/>
        <w:tab w:val="left" w:pos="936"/>
        <w:tab w:val="left" w:pos="1021"/>
        <w:tab w:val="left" w:pos="1077"/>
        <w:tab w:val="left" w:pos="1134"/>
        <w:tab w:val="left" w:pos="1191"/>
        <w:tab w:val="left" w:pos="1247"/>
        <w:tab w:val="left" w:pos="1304"/>
        <w:tab w:val="left" w:pos="1361"/>
        <w:tab w:val="left" w:pos="1418"/>
        <w:tab w:val="left" w:pos="1474"/>
        <w:tab w:val="left" w:pos="1531"/>
        <w:tab w:val="left" w:pos="1588"/>
        <w:tab w:val="left" w:pos="1644"/>
        <w:tab w:val="left" w:pos="1701"/>
        <w:tab w:val="left" w:pos="1758"/>
        <w:tab w:val="left" w:pos="1814"/>
        <w:tab w:val="left" w:pos="1871"/>
        <w:tab w:val="left" w:pos="2070"/>
        <w:tab w:val="left" w:pos="2126"/>
        <w:tab w:val="left" w:pos="3374"/>
        <w:tab w:val="left" w:pos="3430"/>
      </w:tabs>
      <w:spacing w:before="240" w:after="0" w:line="240" w:lineRule="auto"/>
    </w:pPr>
    <w:rPr>
      <w:rFonts w:eastAsia="Times New Roman"/>
      <w:b/>
      <w:szCs w:val="20"/>
      <w:lang w:eastAsia="en-GB"/>
    </w:rPr>
  </w:style>
  <w:style w:type="paragraph" w:customStyle="1" w:styleId="NormalBold12b">
    <w:name w:val="NormalBold12b"/>
    <w:basedOn w:val="Normal"/>
    <w:link w:val="NormalBold12bChar"/>
    <w:rsid w:val="00AE7780"/>
    <w:pPr>
      <w:widowControl w:val="0"/>
      <w:spacing w:before="240" w:after="0" w:line="240" w:lineRule="auto"/>
    </w:pPr>
    <w:rPr>
      <w:rFonts w:eastAsia="Times New Roman"/>
      <w:b/>
      <w:szCs w:val="20"/>
      <w:lang w:eastAsia="en-GB"/>
    </w:rPr>
  </w:style>
  <w:style w:type="paragraph" w:customStyle="1" w:styleId="ZCommittee">
    <w:name w:val="ZCommittee"/>
    <w:basedOn w:val="Normal"/>
    <w:next w:val="Normal"/>
    <w:rsid w:val="00AE7780"/>
    <w:pPr>
      <w:widowControl w:val="0"/>
      <w:spacing w:before="0" w:after="0" w:line="240" w:lineRule="auto"/>
      <w:jc w:val="center"/>
    </w:pPr>
    <w:rPr>
      <w:rFonts w:ascii="Arial" w:eastAsia="Times New Roman" w:hAnsi="Arial" w:cs="Arial"/>
      <w:i/>
      <w:sz w:val="22"/>
      <w:lang w:eastAsia="en-GB"/>
    </w:rPr>
  </w:style>
  <w:style w:type="paragraph" w:customStyle="1" w:styleId="Lgendetitre">
    <w:name w:val="Légende titre"/>
    <w:basedOn w:val="Normal"/>
    <w:rsid w:val="00AE7780"/>
    <w:pPr>
      <w:widowControl w:val="0"/>
      <w:spacing w:before="240" w:after="240" w:line="240" w:lineRule="auto"/>
    </w:pPr>
    <w:rPr>
      <w:rFonts w:eastAsia="Times New Roman"/>
      <w:b/>
      <w:i/>
      <w:snapToGrid w:val="0"/>
      <w:szCs w:val="20"/>
    </w:rPr>
  </w:style>
  <w:style w:type="paragraph" w:customStyle="1" w:styleId="Lgendestandard">
    <w:name w:val="Légende standard"/>
    <w:basedOn w:val="Lgendesigne"/>
    <w:rsid w:val="00AE7780"/>
    <w:pPr>
      <w:ind w:left="0" w:firstLine="0"/>
    </w:pPr>
  </w:style>
  <w:style w:type="paragraph" w:styleId="NoSpacing">
    <w:name w:val="No Spacing"/>
    <w:uiPriority w:val="1"/>
    <w:qFormat/>
    <w:rsid w:val="00AE7780"/>
    <w:pPr>
      <w:spacing w:after="0" w:line="240" w:lineRule="auto"/>
    </w:pPr>
    <w:rPr>
      <w:rFonts w:ascii="Calibri" w:eastAsia="Calibri" w:hAnsi="Calibri" w:cs="Times New Roman"/>
      <w:lang w:val="cs-CZ"/>
    </w:rPr>
  </w:style>
  <w:style w:type="paragraph" w:customStyle="1" w:styleId="CommitteeAM">
    <w:name w:val="CommitteeAM"/>
    <w:basedOn w:val="Normal"/>
    <w:rsid w:val="00AE7780"/>
    <w:pPr>
      <w:widowControl w:val="0"/>
      <w:spacing w:before="240" w:after="600" w:line="240" w:lineRule="auto"/>
      <w:jc w:val="center"/>
    </w:pPr>
    <w:rPr>
      <w:rFonts w:eastAsia="Times New Roman"/>
      <w:i/>
      <w:szCs w:val="20"/>
      <w:lang w:eastAsia="en-GB"/>
    </w:rPr>
  </w:style>
  <w:style w:type="paragraph" w:customStyle="1" w:styleId="ZDateAM">
    <w:name w:val="ZDateAM"/>
    <w:basedOn w:val="Normal"/>
    <w:rsid w:val="00AE7780"/>
    <w:pPr>
      <w:widowControl w:val="0"/>
      <w:tabs>
        <w:tab w:val="right" w:pos="9356"/>
      </w:tabs>
      <w:spacing w:before="0" w:after="480" w:line="240" w:lineRule="auto"/>
    </w:pPr>
    <w:rPr>
      <w:rFonts w:eastAsia="Times New Roman"/>
      <w:noProof/>
      <w:szCs w:val="20"/>
      <w:lang w:eastAsia="en-GB"/>
    </w:rPr>
  </w:style>
  <w:style w:type="paragraph" w:customStyle="1" w:styleId="ProjRap">
    <w:name w:val="ProjRap"/>
    <w:basedOn w:val="Normal"/>
    <w:rsid w:val="00AE7780"/>
    <w:pPr>
      <w:widowControl w:val="0"/>
      <w:tabs>
        <w:tab w:val="right" w:pos="9356"/>
      </w:tabs>
      <w:spacing w:before="0" w:after="0" w:line="240" w:lineRule="auto"/>
    </w:pPr>
    <w:rPr>
      <w:rFonts w:eastAsia="Times New Roman"/>
      <w:b/>
      <w:noProof/>
      <w:szCs w:val="20"/>
      <w:lang w:eastAsia="en-GB"/>
    </w:rPr>
  </w:style>
  <w:style w:type="character" w:customStyle="1" w:styleId="Normal12Char">
    <w:name w:val="Normal12 Char"/>
    <w:link w:val="Normal12"/>
    <w:locked/>
    <w:rsid w:val="00AE7780"/>
    <w:rPr>
      <w:rFonts w:ascii="Times New Roman" w:eastAsia="Times New Roman" w:hAnsi="Times New Roman" w:cs="Times New Roman"/>
      <w:sz w:val="24"/>
      <w:szCs w:val="20"/>
      <w:lang w:val="cs-CZ" w:eastAsia="en-GB"/>
    </w:rPr>
  </w:style>
  <w:style w:type="character" w:customStyle="1" w:styleId="Footer2Middle">
    <w:name w:val="Footer2Middle"/>
    <w:rsid w:val="00AE7780"/>
    <w:rPr>
      <w:rFonts w:ascii="Arial" w:cs="Arial"/>
      <w:b w:val="0"/>
      <w:i/>
      <w:color w:val="C0C0C0"/>
      <w:sz w:val="22"/>
    </w:rPr>
  </w:style>
  <w:style w:type="character" w:styleId="CommentReference">
    <w:name w:val="annotation reference"/>
    <w:uiPriority w:val="99"/>
    <w:rsid w:val="00AE77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E7780"/>
    <w:pPr>
      <w:widowControl w:val="0"/>
      <w:spacing w:before="0" w:after="0" w:line="240" w:lineRule="auto"/>
    </w:pPr>
    <w:rPr>
      <w:rFonts w:eastAsia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7780"/>
    <w:rPr>
      <w:rFonts w:ascii="Times New Roman" w:eastAsia="Times New Roman" w:hAnsi="Times New Roman" w:cs="Times New Roman"/>
      <w:sz w:val="20"/>
      <w:szCs w:val="20"/>
      <w:lang w:val="cs-CZ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E77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E7780"/>
    <w:rPr>
      <w:rFonts w:ascii="Times New Roman" w:eastAsia="Times New Roman" w:hAnsi="Times New Roman" w:cs="Times New Roman"/>
      <w:b/>
      <w:bCs/>
      <w:sz w:val="20"/>
      <w:szCs w:val="20"/>
      <w:lang w:val="cs-CZ" w:eastAsia="en-GB"/>
    </w:rPr>
  </w:style>
  <w:style w:type="paragraph" w:styleId="BalloonText">
    <w:name w:val="Balloon Text"/>
    <w:basedOn w:val="Normal"/>
    <w:link w:val="BalloonTextChar"/>
    <w:uiPriority w:val="99"/>
    <w:rsid w:val="00AE7780"/>
    <w:pPr>
      <w:widowControl w:val="0"/>
      <w:spacing w:before="0" w:after="0" w:line="240" w:lineRule="auto"/>
    </w:pPr>
    <w:rPr>
      <w:rFonts w:ascii="Segoe UI" w:eastAsia="Times New Roman" w:hAnsi="Segoe UI" w:cs="Segoe UI"/>
      <w:sz w:val="18"/>
      <w:szCs w:val="18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E7780"/>
    <w:rPr>
      <w:rFonts w:ascii="Segoe UI" w:eastAsia="Times New Roman" w:hAnsi="Segoe UI" w:cs="Segoe UI"/>
      <w:sz w:val="18"/>
      <w:szCs w:val="18"/>
      <w:lang w:val="cs-CZ" w:eastAsia="en-GB"/>
    </w:rPr>
  </w:style>
  <w:style w:type="character" w:styleId="Hyperlink">
    <w:name w:val="Hyperlink"/>
    <w:uiPriority w:val="99"/>
    <w:rsid w:val="00AE7780"/>
    <w:rPr>
      <w:color w:val="0563C1"/>
      <w:u w:val="single"/>
    </w:rPr>
  </w:style>
  <w:style w:type="character" w:customStyle="1" w:styleId="NormalBold12bChar">
    <w:name w:val="NormalBold12b Char"/>
    <w:link w:val="NormalBold12b"/>
    <w:rsid w:val="00AE7780"/>
    <w:rPr>
      <w:rFonts w:ascii="Times New Roman" w:eastAsia="Times New Roman" w:hAnsi="Times New Roman" w:cs="Times New Roman"/>
      <w:b/>
      <w:sz w:val="24"/>
      <w:szCs w:val="20"/>
      <w:lang w:val="cs-CZ" w:eastAsia="en-GB"/>
    </w:rPr>
  </w:style>
  <w:style w:type="numbering" w:customStyle="1" w:styleId="NoList1">
    <w:name w:val="No List1"/>
    <w:next w:val="NoList"/>
    <w:uiPriority w:val="99"/>
    <w:semiHidden/>
    <w:unhideWhenUsed/>
    <w:rsid w:val="00AE7780"/>
  </w:style>
  <w:style w:type="numbering" w:customStyle="1" w:styleId="NoList11">
    <w:name w:val="No List11"/>
    <w:next w:val="NoList"/>
    <w:uiPriority w:val="99"/>
    <w:semiHidden/>
    <w:unhideWhenUsed/>
    <w:rsid w:val="00AE7780"/>
  </w:style>
  <w:style w:type="table" w:customStyle="1" w:styleId="TableGrid1">
    <w:name w:val="Table Grid1"/>
    <w:basedOn w:val="TableNormal"/>
    <w:next w:val="TableGrid"/>
    <w:rsid w:val="00AE778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rsid w:val="00AE778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cs-CZ" w:eastAsia="en-GB"/>
    </w:rPr>
  </w:style>
  <w:style w:type="paragraph" w:customStyle="1" w:styleId="PageHeadingNotTOC">
    <w:name w:val="PageHeadingNotTOC"/>
    <w:basedOn w:val="Normal"/>
    <w:rsid w:val="00AE7780"/>
    <w:pPr>
      <w:keepNext/>
      <w:widowControl w:val="0"/>
      <w:spacing w:before="240" w:after="240" w:line="240" w:lineRule="auto"/>
      <w:jc w:val="center"/>
    </w:pPr>
    <w:rPr>
      <w:rFonts w:ascii="Arial" w:eastAsia="Times New Roman" w:hAnsi="Arial"/>
      <w:b/>
      <w:szCs w:val="20"/>
      <w:lang w:eastAsia="en-GB"/>
    </w:rPr>
  </w:style>
  <w:style w:type="paragraph" w:customStyle="1" w:styleId="NormalTabs">
    <w:name w:val="NormalTabs"/>
    <w:basedOn w:val="Normal"/>
    <w:qFormat/>
    <w:rsid w:val="00AE7780"/>
    <w:pPr>
      <w:widowControl w:val="0"/>
      <w:tabs>
        <w:tab w:val="center" w:pos="284"/>
        <w:tab w:val="left" w:pos="426"/>
      </w:tabs>
      <w:spacing w:before="0" w:after="0" w:line="240" w:lineRule="auto"/>
    </w:pPr>
    <w:rPr>
      <w:rFonts w:eastAsia="Times New Roman"/>
      <w:snapToGrid w:val="0"/>
      <w:szCs w:val="20"/>
    </w:rPr>
  </w:style>
  <w:style w:type="paragraph" w:customStyle="1" w:styleId="ConclusionsPA">
    <w:name w:val="ConclusionsPA"/>
    <w:basedOn w:val="Normal12"/>
    <w:rsid w:val="00AE7780"/>
    <w:pPr>
      <w:spacing w:before="480"/>
      <w:jc w:val="center"/>
    </w:pPr>
    <w:rPr>
      <w:rFonts w:ascii="Arial" w:hAnsi="Arial"/>
      <w:b/>
      <w:caps/>
      <w:snapToGrid w:val="0"/>
      <w:lang w:eastAsia="en-US"/>
    </w:rPr>
  </w:style>
  <w:style w:type="character" w:customStyle="1" w:styleId="Sup">
    <w:name w:val="Sup"/>
    <w:uiPriority w:val="99"/>
    <w:rsid w:val="00AE7780"/>
    <w:rPr>
      <w:color w:val="000000"/>
      <w:vertAlign w:val="superscript"/>
    </w:rPr>
  </w:style>
  <w:style w:type="paragraph" w:customStyle="1" w:styleId="Center">
    <w:name w:val="Center"/>
    <w:rsid w:val="00AE7780"/>
    <w:pPr>
      <w:spacing w:after="12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val="cs-CZ" w:eastAsia="en-GB"/>
    </w:rPr>
  </w:style>
  <w:style w:type="paragraph" w:customStyle="1" w:styleId="NormalJustified">
    <w:name w:val="Normal Justified"/>
    <w:basedOn w:val="Normal"/>
    <w:rsid w:val="00AE7780"/>
    <w:pPr>
      <w:spacing w:before="200"/>
      <w:jc w:val="both"/>
    </w:pPr>
  </w:style>
  <w:style w:type="paragraph" w:customStyle="1" w:styleId="FinalLine">
    <w:name w:val="Final Line"/>
    <w:basedOn w:val="Normal"/>
    <w:next w:val="Normal"/>
    <w:rsid w:val="00AE7780"/>
    <w:pPr>
      <w:pBdr>
        <w:bottom w:val="single" w:sz="4" w:space="0" w:color="000000"/>
      </w:pBdr>
      <w:spacing w:before="360"/>
      <w:ind w:left="3400" w:right="3400"/>
      <w:jc w:val="center"/>
    </w:pPr>
    <w:rPr>
      <w:b/>
    </w:rPr>
  </w:style>
  <w:style w:type="paragraph" w:customStyle="1" w:styleId="FinalLineLandscape">
    <w:name w:val="Final Line (Landscape)"/>
    <w:basedOn w:val="Normal"/>
    <w:next w:val="Normal"/>
    <w:rsid w:val="00AE7780"/>
    <w:pPr>
      <w:pBdr>
        <w:bottom w:val="single" w:sz="4" w:space="0" w:color="000000"/>
      </w:pBdr>
      <w:spacing w:before="360"/>
      <w:ind w:left="5868" w:right="5868"/>
      <w:jc w:val="center"/>
    </w:pPr>
    <w:rPr>
      <w:b/>
    </w:rPr>
  </w:style>
  <w:style w:type="paragraph" w:customStyle="1" w:styleId="Text5">
    <w:name w:val="Text 5"/>
    <w:basedOn w:val="Normal"/>
    <w:rsid w:val="00AE7780"/>
    <w:pPr>
      <w:ind w:left="2835"/>
    </w:pPr>
  </w:style>
  <w:style w:type="paragraph" w:customStyle="1" w:styleId="Text6">
    <w:name w:val="Text 6"/>
    <w:basedOn w:val="Normal"/>
    <w:rsid w:val="00AE7780"/>
    <w:pPr>
      <w:ind w:left="3402"/>
    </w:pPr>
  </w:style>
  <w:style w:type="paragraph" w:customStyle="1" w:styleId="PointManual">
    <w:name w:val="Point Manual"/>
    <w:basedOn w:val="Normal"/>
    <w:rsid w:val="00AE7780"/>
    <w:pPr>
      <w:ind w:left="567" w:hanging="567"/>
    </w:pPr>
  </w:style>
  <w:style w:type="paragraph" w:customStyle="1" w:styleId="PointManual1">
    <w:name w:val="Point Manual (1)"/>
    <w:basedOn w:val="Normal"/>
    <w:rsid w:val="00AE7780"/>
    <w:pPr>
      <w:ind w:left="1134" w:hanging="567"/>
    </w:pPr>
  </w:style>
  <w:style w:type="paragraph" w:customStyle="1" w:styleId="PointManual2">
    <w:name w:val="Point Manual (2)"/>
    <w:basedOn w:val="Normal"/>
    <w:rsid w:val="00AE7780"/>
    <w:pPr>
      <w:ind w:left="1701" w:hanging="567"/>
    </w:pPr>
  </w:style>
  <w:style w:type="paragraph" w:customStyle="1" w:styleId="PointManual3">
    <w:name w:val="Point Manual (3)"/>
    <w:basedOn w:val="Normal"/>
    <w:rsid w:val="00AE7780"/>
    <w:pPr>
      <w:ind w:left="2268" w:hanging="567"/>
    </w:pPr>
  </w:style>
  <w:style w:type="paragraph" w:customStyle="1" w:styleId="PointManual4">
    <w:name w:val="Point Manual (4)"/>
    <w:basedOn w:val="Normal"/>
    <w:rsid w:val="00AE7780"/>
    <w:pPr>
      <w:ind w:left="2835" w:hanging="567"/>
    </w:pPr>
  </w:style>
  <w:style w:type="paragraph" w:customStyle="1" w:styleId="PointDoubleManual">
    <w:name w:val="Point Double Manual"/>
    <w:basedOn w:val="Normal"/>
    <w:rsid w:val="00AE7780"/>
    <w:pPr>
      <w:tabs>
        <w:tab w:val="left" w:pos="567"/>
      </w:tabs>
      <w:ind w:left="1134" w:hanging="1134"/>
    </w:pPr>
  </w:style>
  <w:style w:type="paragraph" w:customStyle="1" w:styleId="PointDoubleManual1">
    <w:name w:val="Point Double Manual (1)"/>
    <w:basedOn w:val="Normal"/>
    <w:rsid w:val="00AE7780"/>
    <w:pPr>
      <w:tabs>
        <w:tab w:val="left" w:pos="1134"/>
      </w:tabs>
      <w:ind w:left="1701" w:hanging="1134"/>
    </w:pPr>
  </w:style>
  <w:style w:type="paragraph" w:customStyle="1" w:styleId="PointDoubleManual2">
    <w:name w:val="Point Double Manual (2)"/>
    <w:basedOn w:val="Normal"/>
    <w:rsid w:val="00AE7780"/>
    <w:pPr>
      <w:tabs>
        <w:tab w:val="left" w:pos="1701"/>
      </w:tabs>
      <w:ind w:left="2268" w:hanging="1134"/>
    </w:pPr>
  </w:style>
  <w:style w:type="paragraph" w:customStyle="1" w:styleId="PointDoubleManual3">
    <w:name w:val="Point Double Manual (3)"/>
    <w:basedOn w:val="Normal"/>
    <w:rsid w:val="00AE7780"/>
    <w:pPr>
      <w:tabs>
        <w:tab w:val="left" w:pos="2268"/>
      </w:tabs>
      <w:ind w:left="2835" w:hanging="1134"/>
    </w:pPr>
  </w:style>
  <w:style w:type="paragraph" w:customStyle="1" w:styleId="PointDoubleManual4">
    <w:name w:val="Point Double Manual (4)"/>
    <w:basedOn w:val="Normal"/>
    <w:rsid w:val="00AE7780"/>
    <w:pPr>
      <w:tabs>
        <w:tab w:val="left" w:pos="2835"/>
      </w:tabs>
      <w:ind w:left="3402" w:hanging="1134"/>
    </w:pPr>
  </w:style>
  <w:style w:type="paragraph" w:customStyle="1" w:styleId="Pointabc">
    <w:name w:val="Point abc"/>
    <w:basedOn w:val="Normal"/>
    <w:rsid w:val="00AE7780"/>
    <w:pPr>
      <w:numPr>
        <w:ilvl w:val="1"/>
        <w:numId w:val="13"/>
      </w:numPr>
    </w:pPr>
  </w:style>
  <w:style w:type="paragraph" w:customStyle="1" w:styleId="Pointabc1">
    <w:name w:val="Point abc (1)"/>
    <w:basedOn w:val="Normal"/>
    <w:rsid w:val="00AE7780"/>
    <w:pPr>
      <w:numPr>
        <w:ilvl w:val="3"/>
        <w:numId w:val="13"/>
      </w:numPr>
    </w:pPr>
  </w:style>
  <w:style w:type="paragraph" w:customStyle="1" w:styleId="Pointabc2">
    <w:name w:val="Point abc (2)"/>
    <w:basedOn w:val="Normal"/>
    <w:rsid w:val="00AE7780"/>
    <w:pPr>
      <w:numPr>
        <w:ilvl w:val="5"/>
        <w:numId w:val="13"/>
      </w:numPr>
    </w:pPr>
  </w:style>
  <w:style w:type="paragraph" w:customStyle="1" w:styleId="Pointabc3">
    <w:name w:val="Point abc (3)"/>
    <w:basedOn w:val="Normal"/>
    <w:rsid w:val="00AE7780"/>
    <w:pPr>
      <w:numPr>
        <w:ilvl w:val="7"/>
        <w:numId w:val="13"/>
      </w:numPr>
    </w:pPr>
  </w:style>
  <w:style w:type="paragraph" w:customStyle="1" w:styleId="Pointabc4">
    <w:name w:val="Point abc (4)"/>
    <w:basedOn w:val="Normal"/>
    <w:rsid w:val="00AE7780"/>
    <w:pPr>
      <w:numPr>
        <w:ilvl w:val="8"/>
        <w:numId w:val="13"/>
      </w:numPr>
    </w:pPr>
  </w:style>
  <w:style w:type="paragraph" w:customStyle="1" w:styleId="Point123">
    <w:name w:val="Point 123"/>
    <w:basedOn w:val="Normal"/>
    <w:rsid w:val="00AE7780"/>
    <w:pPr>
      <w:numPr>
        <w:numId w:val="13"/>
      </w:numPr>
    </w:pPr>
  </w:style>
  <w:style w:type="paragraph" w:customStyle="1" w:styleId="Point1231">
    <w:name w:val="Point 123 (1)"/>
    <w:basedOn w:val="Normal"/>
    <w:rsid w:val="00AE7780"/>
    <w:pPr>
      <w:numPr>
        <w:ilvl w:val="2"/>
        <w:numId w:val="13"/>
      </w:numPr>
    </w:pPr>
  </w:style>
  <w:style w:type="paragraph" w:customStyle="1" w:styleId="Point1232">
    <w:name w:val="Point 123 (2)"/>
    <w:basedOn w:val="Normal"/>
    <w:rsid w:val="00AE7780"/>
    <w:pPr>
      <w:numPr>
        <w:ilvl w:val="4"/>
        <w:numId w:val="13"/>
      </w:numPr>
    </w:pPr>
  </w:style>
  <w:style w:type="paragraph" w:customStyle="1" w:styleId="Point1233">
    <w:name w:val="Point 123 (3)"/>
    <w:basedOn w:val="Normal"/>
    <w:rsid w:val="00AE7780"/>
    <w:pPr>
      <w:numPr>
        <w:ilvl w:val="6"/>
        <w:numId w:val="13"/>
      </w:numPr>
    </w:pPr>
  </w:style>
  <w:style w:type="paragraph" w:customStyle="1" w:styleId="Pointivx">
    <w:name w:val="Point ivx"/>
    <w:basedOn w:val="Normal"/>
    <w:rsid w:val="00AE7780"/>
    <w:pPr>
      <w:numPr>
        <w:numId w:val="14"/>
      </w:numPr>
    </w:pPr>
  </w:style>
  <w:style w:type="paragraph" w:customStyle="1" w:styleId="Pointivx1">
    <w:name w:val="Point ivx (1)"/>
    <w:basedOn w:val="Normal"/>
    <w:rsid w:val="00AE7780"/>
    <w:pPr>
      <w:numPr>
        <w:ilvl w:val="1"/>
        <w:numId w:val="14"/>
      </w:numPr>
    </w:pPr>
  </w:style>
  <w:style w:type="paragraph" w:customStyle="1" w:styleId="Pointivx2">
    <w:name w:val="Point ivx (2)"/>
    <w:basedOn w:val="Normal"/>
    <w:rsid w:val="00AE7780"/>
    <w:pPr>
      <w:numPr>
        <w:ilvl w:val="2"/>
        <w:numId w:val="14"/>
      </w:numPr>
    </w:pPr>
  </w:style>
  <w:style w:type="paragraph" w:customStyle="1" w:styleId="Pointivx3">
    <w:name w:val="Point ivx (3)"/>
    <w:basedOn w:val="Normal"/>
    <w:rsid w:val="00AE7780"/>
    <w:pPr>
      <w:numPr>
        <w:ilvl w:val="3"/>
        <w:numId w:val="14"/>
      </w:numPr>
    </w:pPr>
  </w:style>
  <w:style w:type="paragraph" w:customStyle="1" w:styleId="Pointivx4">
    <w:name w:val="Point ivx (4)"/>
    <w:basedOn w:val="Normal"/>
    <w:rsid w:val="00AE7780"/>
    <w:pPr>
      <w:numPr>
        <w:ilvl w:val="4"/>
        <w:numId w:val="14"/>
      </w:numPr>
    </w:pPr>
  </w:style>
  <w:style w:type="paragraph" w:customStyle="1" w:styleId="Bullet">
    <w:name w:val="Bullet"/>
    <w:basedOn w:val="Normal"/>
    <w:rsid w:val="00AE7780"/>
    <w:pPr>
      <w:numPr>
        <w:numId w:val="12"/>
      </w:numPr>
    </w:pPr>
  </w:style>
  <w:style w:type="paragraph" w:customStyle="1" w:styleId="Dash">
    <w:name w:val="Dash"/>
    <w:basedOn w:val="Normal"/>
    <w:rsid w:val="00AE7780"/>
    <w:pPr>
      <w:numPr>
        <w:numId w:val="2"/>
      </w:numPr>
    </w:pPr>
  </w:style>
  <w:style w:type="paragraph" w:customStyle="1" w:styleId="Dash1">
    <w:name w:val="Dash 1"/>
    <w:basedOn w:val="Normal"/>
    <w:rsid w:val="00AE7780"/>
    <w:pPr>
      <w:numPr>
        <w:numId w:val="3"/>
      </w:numPr>
    </w:pPr>
  </w:style>
  <w:style w:type="paragraph" w:customStyle="1" w:styleId="Dash2">
    <w:name w:val="Dash 2"/>
    <w:basedOn w:val="Normal"/>
    <w:rsid w:val="00AE7780"/>
    <w:pPr>
      <w:numPr>
        <w:numId w:val="4"/>
      </w:numPr>
    </w:pPr>
  </w:style>
  <w:style w:type="paragraph" w:customStyle="1" w:styleId="Dash3">
    <w:name w:val="Dash 3"/>
    <w:basedOn w:val="Normal"/>
    <w:rsid w:val="00AE7780"/>
    <w:pPr>
      <w:numPr>
        <w:numId w:val="5"/>
      </w:numPr>
    </w:pPr>
  </w:style>
  <w:style w:type="paragraph" w:customStyle="1" w:styleId="Dash4">
    <w:name w:val="Dash 4"/>
    <w:basedOn w:val="Normal"/>
    <w:rsid w:val="00AE7780"/>
    <w:pPr>
      <w:numPr>
        <w:numId w:val="6"/>
      </w:numPr>
    </w:pPr>
  </w:style>
  <w:style w:type="paragraph" w:customStyle="1" w:styleId="DashEqual">
    <w:name w:val="Dash Equal"/>
    <w:basedOn w:val="Dash"/>
    <w:rsid w:val="00AE7780"/>
    <w:pPr>
      <w:numPr>
        <w:numId w:val="7"/>
      </w:numPr>
    </w:pPr>
  </w:style>
  <w:style w:type="paragraph" w:customStyle="1" w:styleId="DashEqual1">
    <w:name w:val="Dash Equal 1"/>
    <w:basedOn w:val="Dash1"/>
    <w:rsid w:val="00AE7780"/>
    <w:pPr>
      <w:numPr>
        <w:numId w:val="8"/>
      </w:numPr>
    </w:pPr>
  </w:style>
  <w:style w:type="paragraph" w:customStyle="1" w:styleId="DashEqual2">
    <w:name w:val="Dash Equal 2"/>
    <w:basedOn w:val="Dash2"/>
    <w:rsid w:val="00AE7780"/>
    <w:pPr>
      <w:numPr>
        <w:numId w:val="9"/>
      </w:numPr>
    </w:pPr>
  </w:style>
  <w:style w:type="paragraph" w:customStyle="1" w:styleId="DashEqual3">
    <w:name w:val="Dash Equal 3"/>
    <w:basedOn w:val="Dash3"/>
    <w:rsid w:val="00AE7780"/>
    <w:pPr>
      <w:numPr>
        <w:numId w:val="10"/>
      </w:numPr>
    </w:pPr>
  </w:style>
  <w:style w:type="paragraph" w:customStyle="1" w:styleId="DashEqual4">
    <w:name w:val="Dash Equal 4"/>
    <w:basedOn w:val="Dash4"/>
    <w:rsid w:val="00AE7780"/>
    <w:pPr>
      <w:numPr>
        <w:numId w:val="11"/>
      </w:numPr>
    </w:pPr>
  </w:style>
  <w:style w:type="paragraph" w:customStyle="1" w:styleId="HeadingLeft">
    <w:name w:val="Heading Left"/>
    <w:basedOn w:val="Normal"/>
    <w:next w:val="Normal"/>
    <w:rsid w:val="00AE7780"/>
    <w:pPr>
      <w:spacing w:before="360"/>
      <w:outlineLvl w:val="0"/>
    </w:pPr>
    <w:rPr>
      <w:b/>
      <w:caps/>
      <w:u w:val="single"/>
    </w:rPr>
  </w:style>
  <w:style w:type="paragraph" w:customStyle="1" w:styleId="HeadingIVX">
    <w:name w:val="Heading IVX"/>
    <w:basedOn w:val="HeadingLeft"/>
    <w:next w:val="Normal"/>
    <w:rsid w:val="00AE7780"/>
    <w:pPr>
      <w:numPr>
        <w:numId w:val="17"/>
      </w:numPr>
    </w:pPr>
  </w:style>
  <w:style w:type="paragraph" w:customStyle="1" w:styleId="Heading123">
    <w:name w:val="Heading 123"/>
    <w:basedOn w:val="HeadingLeft"/>
    <w:next w:val="Normal"/>
    <w:rsid w:val="00AE7780"/>
    <w:pPr>
      <w:numPr>
        <w:numId w:val="16"/>
      </w:numPr>
    </w:pPr>
  </w:style>
  <w:style w:type="paragraph" w:customStyle="1" w:styleId="HeadingABC">
    <w:name w:val="Heading ABC"/>
    <w:basedOn w:val="HeadingLeft"/>
    <w:next w:val="Normal"/>
    <w:rsid w:val="00AE7780"/>
    <w:pPr>
      <w:numPr>
        <w:numId w:val="15"/>
      </w:numPr>
    </w:pPr>
  </w:style>
  <w:style w:type="paragraph" w:customStyle="1" w:styleId="HeadingCentered">
    <w:name w:val="Heading Centered"/>
    <w:basedOn w:val="HeadingLeft"/>
    <w:next w:val="Normal"/>
    <w:rsid w:val="00AE7780"/>
    <w:pPr>
      <w:jc w:val="center"/>
    </w:pPr>
  </w:style>
  <w:style w:type="paragraph" w:customStyle="1" w:styleId="Jardin">
    <w:name w:val="Jardin"/>
    <w:basedOn w:val="Normal"/>
    <w:uiPriority w:val="99"/>
    <w:rsid w:val="00AE7780"/>
    <w:pPr>
      <w:spacing w:before="200" w:after="0" w:line="240" w:lineRule="auto"/>
      <w:jc w:val="center"/>
    </w:pPr>
  </w:style>
  <w:style w:type="paragraph" w:customStyle="1" w:styleId="Amendment">
    <w:name w:val="Amendment"/>
    <w:basedOn w:val="Normal"/>
    <w:next w:val="Normal"/>
    <w:rsid w:val="00AE7780"/>
    <w:rPr>
      <w:i/>
      <w:u w:val="single"/>
    </w:rPr>
  </w:style>
  <w:style w:type="paragraph" w:customStyle="1" w:styleId="AmendmentList">
    <w:name w:val="Amendment List"/>
    <w:basedOn w:val="Normal"/>
    <w:rsid w:val="00AE7780"/>
    <w:pPr>
      <w:ind w:left="2268" w:hanging="2268"/>
    </w:pPr>
  </w:style>
  <w:style w:type="paragraph" w:customStyle="1" w:styleId="ReplyRE">
    <w:name w:val="Reply RE"/>
    <w:basedOn w:val="Normal"/>
    <w:next w:val="Normal"/>
    <w:rsid w:val="00AE7780"/>
    <w:pPr>
      <w:spacing w:after="480" w:line="240" w:lineRule="auto"/>
      <w:contextualSpacing/>
    </w:pPr>
  </w:style>
  <w:style w:type="paragraph" w:customStyle="1" w:styleId="ReplyBold">
    <w:name w:val="Reply Bold"/>
    <w:basedOn w:val="ReplyRE"/>
    <w:next w:val="Normal"/>
    <w:rsid w:val="00AE7780"/>
    <w:rPr>
      <w:b/>
    </w:rPr>
  </w:style>
  <w:style w:type="paragraph" w:customStyle="1" w:styleId="Annex">
    <w:name w:val="Annex"/>
    <w:basedOn w:val="Normal"/>
    <w:next w:val="Normal"/>
    <w:rsid w:val="00AE7780"/>
    <w:pPr>
      <w:jc w:val="right"/>
    </w:pPr>
    <w:rPr>
      <w:b/>
      <w:u w:val="single"/>
    </w:rPr>
  </w:style>
  <w:style w:type="paragraph" w:customStyle="1" w:styleId="Sign">
    <w:name w:val="Sign"/>
    <w:basedOn w:val="Normal"/>
    <w:rsid w:val="00AE7780"/>
    <w:pPr>
      <w:tabs>
        <w:tab w:val="center" w:pos="7087"/>
      </w:tabs>
      <w:contextualSpacing/>
    </w:pPr>
  </w:style>
  <w:style w:type="paragraph" w:customStyle="1" w:styleId="NotDeclassified">
    <w:name w:val="Not Declassified"/>
    <w:basedOn w:val="Normal"/>
    <w:next w:val="Normal"/>
    <w:rsid w:val="00AE7780"/>
    <w:rPr>
      <w:b/>
      <w:shd w:val="clear" w:color="auto" w:fill="CCCCCC"/>
    </w:rPr>
  </w:style>
  <w:style w:type="character" w:customStyle="1" w:styleId="NotDeclassifiedCharacter">
    <w:name w:val="Not Declassified Character"/>
    <w:basedOn w:val="DefaultParagraphFont"/>
    <w:rsid w:val="00AE7780"/>
    <w:rPr>
      <w:rFonts w:ascii="Times New Roman" w:hAnsi="Times New Roman" w:cs="Times New Roman"/>
      <w:b/>
      <w:sz w:val="24"/>
      <w:shd w:val="clear" w:color="auto" w:fill="CCCCCC"/>
    </w:rPr>
  </w:style>
  <w:style w:type="paragraph" w:customStyle="1" w:styleId="NormalCompact">
    <w:name w:val="Normal Compact"/>
    <w:basedOn w:val="Normal"/>
    <w:next w:val="Normal"/>
    <w:uiPriority w:val="99"/>
    <w:rsid w:val="00AE7780"/>
    <w:pPr>
      <w:spacing w:line="240" w:lineRule="auto"/>
    </w:pPr>
  </w:style>
  <w:style w:type="character" w:customStyle="1" w:styleId="TechnicalBlockChar">
    <w:name w:val="Technical Block Char"/>
    <w:basedOn w:val="DefaultParagraphFont"/>
    <w:rsid w:val="00AE7780"/>
    <w:rPr>
      <w:rFonts w:ascii="Times New Roman" w:hAnsi="Times New Roman" w:cs="Times New Roman"/>
      <w:sz w:val="24"/>
      <w:lang w:val="cs-CZ"/>
    </w:rPr>
  </w:style>
  <w:style w:type="paragraph" w:styleId="ListParagraph">
    <w:name w:val="List Paragraph"/>
    <w:basedOn w:val="Normal"/>
    <w:uiPriority w:val="34"/>
    <w:qFormat/>
    <w:rsid w:val="00AE7780"/>
    <w:pPr>
      <w:autoSpaceDE w:val="0"/>
      <w:autoSpaceDN w:val="0"/>
      <w:adjustRightInd w:val="0"/>
      <w:ind w:left="720"/>
      <w:contextualSpacing/>
    </w:pPr>
    <w:rPr>
      <w:rFonts w:eastAsia="Times New Roman"/>
      <w:lang w:eastAsia="en-GB"/>
    </w:rPr>
  </w:style>
  <w:style w:type="paragraph" w:styleId="NormalWeb">
    <w:name w:val="Normal (Web)"/>
    <w:basedOn w:val="Normal"/>
    <w:uiPriority w:val="99"/>
    <w:rsid w:val="00AE7780"/>
    <w:pPr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Times" w:eastAsia="Times New Roman" w:hAnsi="Times"/>
      <w:sz w:val="20"/>
      <w:szCs w:val="20"/>
      <w:lang w:eastAsia="en-GB"/>
    </w:rPr>
  </w:style>
  <w:style w:type="paragraph" w:customStyle="1" w:styleId="Rfrenceinterinstitutionnelle">
    <w:name w:val="Référence interinstitutionnelle"/>
    <w:basedOn w:val="Normal"/>
    <w:next w:val="Statut"/>
    <w:rsid w:val="00AE7780"/>
    <w:pPr>
      <w:autoSpaceDE w:val="0"/>
      <w:autoSpaceDN w:val="0"/>
      <w:adjustRightInd w:val="0"/>
      <w:spacing w:before="0" w:after="0" w:line="240" w:lineRule="auto"/>
      <w:ind w:left="5103"/>
    </w:pPr>
    <w:rPr>
      <w:rFonts w:eastAsiaTheme="minorEastAsia"/>
      <w:lang w:eastAsia="en-GB"/>
    </w:rPr>
  </w:style>
  <w:style w:type="paragraph" w:customStyle="1" w:styleId="odrka-kulat">
    <w:name w:val="odrážka-kulatá"/>
    <w:basedOn w:val="Normal"/>
    <w:qFormat/>
    <w:rsid w:val="00AE7780"/>
    <w:pPr>
      <w:numPr>
        <w:numId w:val="18"/>
      </w:numPr>
      <w:autoSpaceDE w:val="0"/>
      <w:autoSpaceDN w:val="0"/>
      <w:adjustRightInd w:val="0"/>
      <w:spacing w:before="240" w:line="276" w:lineRule="auto"/>
      <w:jc w:val="both"/>
    </w:pPr>
    <w:rPr>
      <w:rFonts w:eastAsiaTheme="minorEastAsia"/>
      <w:b/>
      <w:szCs w:val="24"/>
      <w:lang w:eastAsia="en-GB"/>
    </w:rPr>
  </w:style>
  <w:style w:type="character" w:customStyle="1" w:styleId="odrka-kulatChar">
    <w:name w:val="odrážka-kulatá Char"/>
    <w:rsid w:val="00AE7780"/>
    <w:rPr>
      <w:rFonts w:ascii="Times New Roman" w:hAnsi="Times New Roman"/>
      <w:b/>
      <w:sz w:val="24"/>
      <w:lang w:val="cs-CZ"/>
    </w:rPr>
  </w:style>
  <w:style w:type="paragraph" w:customStyle="1" w:styleId="CM1">
    <w:name w:val="CM1"/>
    <w:basedOn w:val="Normal"/>
    <w:next w:val="Normal"/>
    <w:uiPriority w:val="99"/>
    <w:rsid w:val="00AE7780"/>
    <w:pPr>
      <w:autoSpaceDE w:val="0"/>
      <w:autoSpaceDN w:val="0"/>
      <w:adjustRightInd w:val="0"/>
      <w:spacing w:before="0" w:after="0" w:line="240" w:lineRule="auto"/>
    </w:pPr>
    <w:rPr>
      <w:rFonts w:ascii="EUAlbertina" w:eastAsiaTheme="minorEastAsia" w:hAnsi="EUAlbertina" w:cs="Arial"/>
      <w:szCs w:val="24"/>
      <w:lang w:eastAsia="en-GB"/>
    </w:rPr>
  </w:style>
  <w:style w:type="character" w:customStyle="1" w:styleId="italic">
    <w:name w:val="italic"/>
    <w:basedOn w:val="DefaultParagraphFont"/>
    <w:rsid w:val="00AE7780"/>
    <w:rPr>
      <w:rFonts w:cs="Times New Roman"/>
    </w:rPr>
  </w:style>
  <w:style w:type="character" w:styleId="Emphasis">
    <w:name w:val="Emphasis"/>
    <w:basedOn w:val="DefaultParagraphFont"/>
    <w:uiPriority w:val="20"/>
    <w:qFormat/>
    <w:rsid w:val="00AE7780"/>
    <w:rPr>
      <w:rFonts w:cs="Times New Roman"/>
      <w:i/>
    </w:rPr>
  </w:style>
  <w:style w:type="paragraph" w:styleId="HTMLPreformatted">
    <w:name w:val="HTML Preformatted"/>
    <w:basedOn w:val="Normal"/>
    <w:link w:val="HTMLPreformattedChar"/>
    <w:uiPriority w:val="99"/>
    <w:rsid w:val="00AE7780"/>
    <w:pPr>
      <w:autoSpaceDE w:val="0"/>
      <w:autoSpaceDN w:val="0"/>
      <w:adjustRightInd w:val="0"/>
      <w:spacing w:before="0" w:after="0" w:line="240" w:lineRule="auto"/>
    </w:pPr>
    <w:rPr>
      <w:rFonts w:ascii="Consolas" w:eastAsia="Times New Roman" w:hAnsi="Consolas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E7780"/>
    <w:rPr>
      <w:rFonts w:ascii="Consolas" w:eastAsia="Times New Roman" w:hAnsi="Consolas" w:cs="Times New Roman"/>
      <w:sz w:val="20"/>
      <w:szCs w:val="20"/>
      <w:lang w:val="cs-CZ" w:eastAsia="en-GB"/>
    </w:rPr>
  </w:style>
  <w:style w:type="paragraph" w:styleId="ListBullet">
    <w:name w:val="List Bullet"/>
    <w:basedOn w:val="Normal"/>
    <w:uiPriority w:val="99"/>
    <w:rsid w:val="00AE7780"/>
    <w:pPr>
      <w:tabs>
        <w:tab w:val="num" w:pos="360"/>
      </w:tabs>
      <w:autoSpaceDE w:val="0"/>
      <w:autoSpaceDN w:val="0"/>
      <w:adjustRightInd w:val="0"/>
      <w:spacing w:line="240" w:lineRule="auto"/>
      <w:ind w:left="360" w:hanging="360"/>
      <w:contextualSpacing/>
      <w:jc w:val="both"/>
    </w:pPr>
    <w:rPr>
      <w:rFonts w:eastAsiaTheme="minorEastAsia"/>
      <w:lang w:eastAsia="en-GB"/>
    </w:rPr>
  </w:style>
  <w:style w:type="paragraph" w:styleId="ListBullet2">
    <w:name w:val="List Bullet 2"/>
    <w:basedOn w:val="Normal"/>
    <w:uiPriority w:val="99"/>
    <w:rsid w:val="00AE7780"/>
    <w:pPr>
      <w:tabs>
        <w:tab w:val="num" w:pos="643"/>
      </w:tabs>
      <w:autoSpaceDE w:val="0"/>
      <w:autoSpaceDN w:val="0"/>
      <w:adjustRightInd w:val="0"/>
      <w:spacing w:line="240" w:lineRule="auto"/>
      <w:ind w:left="643" w:hanging="360"/>
      <w:contextualSpacing/>
      <w:jc w:val="both"/>
    </w:pPr>
    <w:rPr>
      <w:rFonts w:eastAsiaTheme="minorEastAsia"/>
      <w:lang w:eastAsia="en-GB"/>
    </w:rPr>
  </w:style>
  <w:style w:type="paragraph" w:styleId="ListBullet3">
    <w:name w:val="List Bullet 3"/>
    <w:basedOn w:val="Normal"/>
    <w:uiPriority w:val="99"/>
    <w:rsid w:val="00AE7780"/>
    <w:pPr>
      <w:tabs>
        <w:tab w:val="num" w:pos="926"/>
      </w:tabs>
      <w:autoSpaceDE w:val="0"/>
      <w:autoSpaceDN w:val="0"/>
      <w:adjustRightInd w:val="0"/>
      <w:spacing w:line="240" w:lineRule="auto"/>
      <w:ind w:left="926" w:hanging="360"/>
      <w:contextualSpacing/>
      <w:jc w:val="both"/>
    </w:pPr>
    <w:rPr>
      <w:rFonts w:eastAsiaTheme="minorEastAsia"/>
      <w:lang w:eastAsia="en-GB"/>
    </w:rPr>
  </w:style>
  <w:style w:type="character" w:customStyle="1" w:styleId="Bodytext2">
    <w:name w:val="Body text (2)_"/>
    <w:rsid w:val="00AE7780"/>
    <w:rPr>
      <w:rFonts w:ascii="Arial" w:eastAsia="Times New Roman" w:hAnsi="Arial"/>
      <w:sz w:val="16"/>
      <w:shd w:val="clear" w:color="auto" w:fill="FFFFFF"/>
    </w:rPr>
  </w:style>
  <w:style w:type="paragraph" w:customStyle="1" w:styleId="Bodytext20">
    <w:name w:val="Body text (2)"/>
    <w:basedOn w:val="Normal"/>
    <w:rsid w:val="00AE7780"/>
    <w:pPr>
      <w:widowControl w:val="0"/>
      <w:shd w:val="clear" w:color="auto" w:fill="FFFFFF"/>
      <w:autoSpaceDE w:val="0"/>
      <w:autoSpaceDN w:val="0"/>
      <w:adjustRightInd w:val="0"/>
      <w:spacing w:before="360" w:after="360" w:line="178" w:lineRule="exact"/>
      <w:ind w:hanging="600"/>
      <w:jc w:val="both"/>
    </w:pPr>
    <w:rPr>
      <w:rFonts w:ascii="Arial" w:eastAsia="Times New Roman" w:hAnsi="Arial" w:cs="Arial"/>
      <w:sz w:val="16"/>
      <w:szCs w:val="16"/>
      <w:lang w:eastAsia="en-GB"/>
    </w:rPr>
  </w:style>
  <w:style w:type="character" w:customStyle="1" w:styleId="st1">
    <w:name w:val="st1"/>
    <w:rsid w:val="00AE7780"/>
  </w:style>
  <w:style w:type="character" w:customStyle="1" w:styleId="Caractresdenotedebasdepage">
    <w:name w:val="Caractères de note de bas de page"/>
    <w:rsid w:val="00AE7780"/>
    <w:rPr>
      <w:vertAlign w:val="superscript"/>
    </w:rPr>
  </w:style>
  <w:style w:type="paragraph" w:customStyle="1" w:styleId="CM3">
    <w:name w:val="CM3"/>
    <w:basedOn w:val="Normal"/>
    <w:next w:val="Normal"/>
    <w:uiPriority w:val="99"/>
    <w:rsid w:val="00AE7780"/>
    <w:pPr>
      <w:autoSpaceDE w:val="0"/>
      <w:autoSpaceDN w:val="0"/>
      <w:adjustRightInd w:val="0"/>
      <w:spacing w:before="0" w:after="0" w:line="240" w:lineRule="auto"/>
    </w:pPr>
    <w:rPr>
      <w:rFonts w:eastAsiaTheme="minorEastAsia"/>
      <w:szCs w:val="24"/>
      <w:lang w:eastAsia="en-GB"/>
    </w:rPr>
  </w:style>
  <w:style w:type="paragraph" w:customStyle="1" w:styleId="CM4">
    <w:name w:val="CM4"/>
    <w:basedOn w:val="Normal"/>
    <w:next w:val="Normal"/>
    <w:uiPriority w:val="99"/>
    <w:rsid w:val="00AE7780"/>
    <w:pPr>
      <w:autoSpaceDE w:val="0"/>
      <w:autoSpaceDN w:val="0"/>
      <w:adjustRightInd w:val="0"/>
      <w:spacing w:before="0" w:after="0" w:line="240" w:lineRule="auto"/>
    </w:pPr>
    <w:rPr>
      <w:rFonts w:eastAsiaTheme="minorEastAsia"/>
      <w:szCs w:val="24"/>
      <w:lang w:eastAsia="en-GB"/>
    </w:rPr>
  </w:style>
  <w:style w:type="character" w:customStyle="1" w:styleId="normal--char">
    <w:name w:val="normal--char"/>
    <w:rsid w:val="00AE7780"/>
  </w:style>
  <w:style w:type="paragraph" w:styleId="Caption">
    <w:name w:val="caption"/>
    <w:basedOn w:val="Normal"/>
    <w:next w:val="Normal"/>
    <w:uiPriority w:val="35"/>
    <w:qFormat/>
    <w:rsid w:val="00AE7780"/>
    <w:pPr>
      <w:autoSpaceDE w:val="0"/>
      <w:autoSpaceDN w:val="0"/>
      <w:adjustRightInd w:val="0"/>
      <w:spacing w:before="0" w:after="200" w:line="240" w:lineRule="auto"/>
      <w:jc w:val="both"/>
    </w:pPr>
    <w:rPr>
      <w:rFonts w:eastAsiaTheme="minorEastAsia"/>
      <w:b/>
      <w:color w:val="4F81BD"/>
      <w:sz w:val="18"/>
      <w:szCs w:val="18"/>
      <w:lang w:eastAsia="en-GB"/>
    </w:rPr>
  </w:style>
  <w:style w:type="paragraph" w:styleId="TableofFigures">
    <w:name w:val="table of figures"/>
    <w:basedOn w:val="Normal"/>
    <w:next w:val="Normal"/>
    <w:uiPriority w:val="99"/>
    <w:rsid w:val="00AE7780"/>
    <w:pPr>
      <w:autoSpaceDE w:val="0"/>
      <w:autoSpaceDN w:val="0"/>
      <w:adjustRightInd w:val="0"/>
      <w:spacing w:after="0" w:line="240" w:lineRule="auto"/>
      <w:jc w:val="both"/>
    </w:pPr>
    <w:rPr>
      <w:rFonts w:eastAsiaTheme="minorEastAsia"/>
      <w:lang w:eastAsia="en-GB"/>
    </w:rPr>
  </w:style>
  <w:style w:type="paragraph" w:styleId="ListNumber">
    <w:name w:val="List Number"/>
    <w:basedOn w:val="Normal"/>
    <w:uiPriority w:val="99"/>
    <w:rsid w:val="00AE7780"/>
    <w:pPr>
      <w:tabs>
        <w:tab w:val="num" w:pos="2835"/>
      </w:tabs>
      <w:autoSpaceDE w:val="0"/>
      <w:autoSpaceDN w:val="0"/>
      <w:adjustRightInd w:val="0"/>
      <w:spacing w:line="240" w:lineRule="auto"/>
      <w:ind w:left="360" w:hanging="360"/>
      <w:contextualSpacing/>
      <w:jc w:val="both"/>
    </w:pPr>
    <w:rPr>
      <w:rFonts w:eastAsiaTheme="minorEastAsia"/>
      <w:lang w:eastAsia="en-GB"/>
    </w:rPr>
  </w:style>
  <w:style w:type="paragraph" w:styleId="ListNumber2">
    <w:name w:val="List Number 2"/>
    <w:basedOn w:val="Normal"/>
    <w:uiPriority w:val="99"/>
    <w:rsid w:val="00AE7780"/>
    <w:pPr>
      <w:tabs>
        <w:tab w:val="num" w:pos="567"/>
        <w:tab w:val="num" w:pos="643"/>
      </w:tabs>
      <w:autoSpaceDE w:val="0"/>
      <w:autoSpaceDN w:val="0"/>
      <w:adjustRightInd w:val="0"/>
      <w:spacing w:line="240" w:lineRule="auto"/>
      <w:ind w:left="643" w:hanging="360"/>
      <w:contextualSpacing/>
      <w:jc w:val="both"/>
    </w:pPr>
    <w:rPr>
      <w:rFonts w:eastAsiaTheme="minorEastAsia"/>
      <w:lang w:eastAsia="en-GB"/>
    </w:rPr>
  </w:style>
  <w:style w:type="paragraph" w:styleId="ListNumber4">
    <w:name w:val="List Number 4"/>
    <w:basedOn w:val="Normal"/>
    <w:uiPriority w:val="99"/>
    <w:rsid w:val="00AE7780"/>
    <w:pPr>
      <w:tabs>
        <w:tab w:val="num" w:pos="567"/>
        <w:tab w:val="num" w:pos="1209"/>
      </w:tabs>
      <w:autoSpaceDE w:val="0"/>
      <w:autoSpaceDN w:val="0"/>
      <w:adjustRightInd w:val="0"/>
      <w:spacing w:line="240" w:lineRule="auto"/>
      <w:ind w:left="1209" w:hanging="360"/>
      <w:contextualSpacing/>
      <w:jc w:val="both"/>
    </w:pPr>
    <w:rPr>
      <w:rFonts w:eastAsiaTheme="minorEastAsia"/>
      <w:lang w:eastAsia="en-GB"/>
    </w:rPr>
  </w:style>
  <w:style w:type="character" w:customStyle="1" w:styleId="Marker2">
    <w:name w:val="Marker2"/>
    <w:basedOn w:val="DefaultParagraphFont"/>
    <w:rsid w:val="00AE7780"/>
    <w:rPr>
      <w:rFonts w:cs="Times New Roman"/>
      <w:color w:val="FF0000"/>
      <w:shd w:val="clear" w:color="auto" w:fill="auto"/>
    </w:rPr>
  </w:style>
  <w:style w:type="paragraph" w:customStyle="1" w:styleId="Annexetitreexpos">
    <w:name w:val="Annexe titre (exposé)"/>
    <w:basedOn w:val="Normal"/>
    <w:next w:val="Normal"/>
    <w:rsid w:val="00AE7780"/>
    <w:pPr>
      <w:autoSpaceDE w:val="0"/>
      <w:autoSpaceDN w:val="0"/>
      <w:adjustRightInd w:val="0"/>
      <w:spacing w:line="240" w:lineRule="auto"/>
      <w:jc w:val="center"/>
    </w:pPr>
    <w:rPr>
      <w:rFonts w:eastAsiaTheme="minorEastAsia"/>
      <w:b/>
      <w:u w:val="single"/>
      <w:lang w:eastAsia="en-GB"/>
    </w:rPr>
  </w:style>
  <w:style w:type="paragraph" w:customStyle="1" w:styleId="Annexetitrefichefinancire">
    <w:name w:val="Annexe titre (fiche financière)"/>
    <w:basedOn w:val="Normal"/>
    <w:next w:val="Normal"/>
    <w:rsid w:val="00AE7780"/>
    <w:pPr>
      <w:autoSpaceDE w:val="0"/>
      <w:autoSpaceDN w:val="0"/>
      <w:adjustRightInd w:val="0"/>
      <w:spacing w:line="240" w:lineRule="auto"/>
      <w:jc w:val="center"/>
    </w:pPr>
    <w:rPr>
      <w:rFonts w:eastAsiaTheme="minorEastAsia"/>
      <w:b/>
      <w:u w:val="single"/>
      <w:lang w:eastAsia="en-GB"/>
    </w:rPr>
  </w:style>
  <w:style w:type="paragraph" w:customStyle="1" w:styleId="Avertissementtitre">
    <w:name w:val="Avertissement titre"/>
    <w:basedOn w:val="Normal"/>
    <w:next w:val="Normal"/>
    <w:rsid w:val="00AE7780"/>
    <w:pPr>
      <w:keepNext/>
      <w:autoSpaceDE w:val="0"/>
      <w:autoSpaceDN w:val="0"/>
      <w:adjustRightInd w:val="0"/>
      <w:spacing w:before="480" w:line="240" w:lineRule="auto"/>
      <w:jc w:val="both"/>
    </w:pPr>
    <w:rPr>
      <w:rFonts w:eastAsiaTheme="minorEastAsia"/>
      <w:u w:val="single"/>
      <w:lang w:eastAsia="en-GB"/>
    </w:rPr>
  </w:style>
  <w:style w:type="paragraph" w:customStyle="1" w:styleId="Confidence">
    <w:name w:val="Confidence"/>
    <w:basedOn w:val="Normal"/>
    <w:next w:val="Normal"/>
    <w:rsid w:val="00AE7780"/>
    <w:pPr>
      <w:autoSpaceDE w:val="0"/>
      <w:autoSpaceDN w:val="0"/>
      <w:adjustRightInd w:val="0"/>
      <w:spacing w:before="360" w:line="240" w:lineRule="auto"/>
      <w:jc w:val="center"/>
    </w:pPr>
    <w:rPr>
      <w:rFonts w:eastAsiaTheme="minorEastAsia"/>
      <w:lang w:eastAsia="en-GB"/>
    </w:rPr>
  </w:style>
  <w:style w:type="paragraph" w:customStyle="1" w:styleId="Confidentialit">
    <w:name w:val="Confidentialité"/>
    <w:basedOn w:val="Normal"/>
    <w:next w:val="TypedudocumentPagedecouverture"/>
    <w:rsid w:val="00AE7780"/>
    <w:pPr>
      <w:autoSpaceDE w:val="0"/>
      <w:autoSpaceDN w:val="0"/>
      <w:adjustRightInd w:val="0"/>
      <w:spacing w:before="240" w:after="240" w:line="240" w:lineRule="auto"/>
      <w:ind w:left="5103"/>
    </w:pPr>
    <w:rPr>
      <w:rFonts w:eastAsiaTheme="minorEastAsia"/>
      <w:i/>
      <w:sz w:val="32"/>
      <w:lang w:eastAsia="en-GB"/>
    </w:rPr>
  </w:style>
  <w:style w:type="paragraph" w:customStyle="1" w:styleId="Corrigendum">
    <w:name w:val="Corrigendum"/>
    <w:basedOn w:val="Normal"/>
    <w:next w:val="Normal"/>
    <w:rsid w:val="00AE7780"/>
    <w:pPr>
      <w:autoSpaceDE w:val="0"/>
      <w:autoSpaceDN w:val="0"/>
      <w:adjustRightInd w:val="0"/>
      <w:spacing w:before="0" w:after="240" w:line="240" w:lineRule="auto"/>
    </w:pPr>
    <w:rPr>
      <w:rFonts w:eastAsiaTheme="minorEastAsia"/>
      <w:lang w:eastAsia="en-GB"/>
    </w:rPr>
  </w:style>
  <w:style w:type="paragraph" w:customStyle="1" w:styleId="Emission">
    <w:name w:val="Emission"/>
    <w:basedOn w:val="Normal"/>
    <w:next w:val="Rfrenceinstitutionnelle"/>
    <w:rsid w:val="00AE7780"/>
    <w:pPr>
      <w:autoSpaceDE w:val="0"/>
      <w:autoSpaceDN w:val="0"/>
      <w:adjustRightInd w:val="0"/>
      <w:spacing w:before="0" w:after="0" w:line="240" w:lineRule="auto"/>
      <w:ind w:left="5103"/>
    </w:pPr>
    <w:rPr>
      <w:rFonts w:eastAsiaTheme="minorEastAsia"/>
      <w:lang w:eastAsia="en-GB"/>
    </w:rPr>
  </w:style>
  <w:style w:type="paragraph" w:customStyle="1" w:styleId="Exposdesmotifstitre">
    <w:name w:val="Exposé des motifs titre"/>
    <w:basedOn w:val="Normal"/>
    <w:next w:val="Normal"/>
    <w:rsid w:val="00AE7780"/>
    <w:pPr>
      <w:autoSpaceDE w:val="0"/>
      <w:autoSpaceDN w:val="0"/>
      <w:adjustRightInd w:val="0"/>
      <w:spacing w:line="240" w:lineRule="auto"/>
      <w:jc w:val="center"/>
    </w:pPr>
    <w:rPr>
      <w:rFonts w:eastAsiaTheme="minorEastAsia"/>
      <w:b/>
      <w:u w:val="single"/>
      <w:lang w:eastAsia="en-GB"/>
    </w:rPr>
  </w:style>
  <w:style w:type="paragraph" w:customStyle="1" w:styleId="Langue">
    <w:name w:val="Langue"/>
    <w:basedOn w:val="Normal"/>
    <w:next w:val="Rfrenceinterne"/>
    <w:rsid w:val="00AE7780"/>
    <w:pPr>
      <w:framePr w:wrap="auto" w:vAnchor="page" w:hAnchor="text" w:xAlign="center" w:y="14741"/>
      <w:autoSpaceDE w:val="0"/>
      <w:autoSpaceDN w:val="0"/>
      <w:adjustRightInd w:val="0"/>
      <w:spacing w:before="0" w:after="600" w:line="240" w:lineRule="auto"/>
      <w:jc w:val="center"/>
    </w:pPr>
    <w:rPr>
      <w:rFonts w:eastAsiaTheme="minorEastAsia"/>
      <w:b/>
      <w:caps/>
      <w:lang w:eastAsia="en-GB"/>
    </w:rPr>
  </w:style>
  <w:style w:type="paragraph" w:customStyle="1" w:styleId="Nomdelinstitution">
    <w:name w:val="Nom de l'institution"/>
    <w:basedOn w:val="Normal"/>
    <w:next w:val="Emission"/>
    <w:rsid w:val="00AE7780"/>
    <w:pPr>
      <w:autoSpaceDE w:val="0"/>
      <w:autoSpaceDN w:val="0"/>
      <w:adjustRightInd w:val="0"/>
      <w:spacing w:before="0" w:after="0" w:line="240" w:lineRule="auto"/>
    </w:pPr>
    <w:rPr>
      <w:rFonts w:ascii="Arial" w:eastAsiaTheme="minorEastAsia" w:hAnsi="Arial" w:cs="Arial"/>
      <w:lang w:eastAsia="en-GB"/>
    </w:rPr>
  </w:style>
  <w:style w:type="paragraph" w:customStyle="1" w:styleId="Rfrenceinstitutionnelle">
    <w:name w:val="Référence institutionnelle"/>
    <w:basedOn w:val="Normal"/>
    <w:next w:val="Confidentialit"/>
    <w:rsid w:val="00AE7780"/>
    <w:pPr>
      <w:autoSpaceDE w:val="0"/>
      <w:autoSpaceDN w:val="0"/>
      <w:adjustRightInd w:val="0"/>
      <w:spacing w:before="0" w:after="240" w:line="240" w:lineRule="auto"/>
      <w:ind w:left="5103"/>
    </w:pPr>
    <w:rPr>
      <w:rFonts w:eastAsiaTheme="minorEastAsia"/>
      <w:lang w:eastAsia="en-GB"/>
    </w:rPr>
  </w:style>
  <w:style w:type="paragraph" w:customStyle="1" w:styleId="Rfrenceinterne">
    <w:name w:val="Référence interne"/>
    <w:basedOn w:val="Normal"/>
    <w:next w:val="Rfrenceinterinstitutionnelle"/>
    <w:rsid w:val="00AE7780"/>
    <w:pPr>
      <w:autoSpaceDE w:val="0"/>
      <w:autoSpaceDN w:val="0"/>
      <w:adjustRightInd w:val="0"/>
      <w:spacing w:before="0" w:after="0" w:line="240" w:lineRule="auto"/>
      <w:ind w:left="5103"/>
    </w:pPr>
    <w:rPr>
      <w:rFonts w:eastAsiaTheme="minorEastAsia"/>
      <w:lang w:eastAsia="en-GB"/>
    </w:rPr>
  </w:style>
  <w:style w:type="character" w:customStyle="1" w:styleId="Added">
    <w:name w:val="Added"/>
    <w:basedOn w:val="DefaultParagraphFont"/>
    <w:rsid w:val="00AE7780"/>
    <w:rPr>
      <w:rFonts w:cs="Times New Roman"/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AE7780"/>
    <w:rPr>
      <w:rFonts w:cs="Times New Roman"/>
      <w:strike/>
      <w:shd w:val="clear" w:color="auto" w:fill="auto"/>
    </w:rPr>
  </w:style>
  <w:style w:type="paragraph" w:customStyle="1" w:styleId="Address">
    <w:name w:val="Address"/>
    <w:basedOn w:val="Normal"/>
    <w:next w:val="Normal"/>
    <w:rsid w:val="00AE7780"/>
    <w:pPr>
      <w:keepLines/>
      <w:autoSpaceDE w:val="0"/>
      <w:autoSpaceDN w:val="0"/>
      <w:adjustRightInd w:val="0"/>
      <w:ind w:left="3402"/>
    </w:pPr>
    <w:rPr>
      <w:rFonts w:eastAsiaTheme="minorEastAsia"/>
      <w:lang w:eastAsia="en-GB"/>
    </w:rPr>
  </w:style>
  <w:style w:type="paragraph" w:customStyle="1" w:styleId="Objetexterne">
    <w:name w:val="Objet externe"/>
    <w:basedOn w:val="Normal"/>
    <w:next w:val="Normal"/>
    <w:rsid w:val="00AE7780"/>
    <w:pPr>
      <w:autoSpaceDE w:val="0"/>
      <w:autoSpaceDN w:val="0"/>
      <w:adjustRightInd w:val="0"/>
      <w:spacing w:line="240" w:lineRule="auto"/>
      <w:jc w:val="both"/>
    </w:pPr>
    <w:rPr>
      <w:rFonts w:eastAsiaTheme="minorEastAsia"/>
      <w:i/>
      <w:caps/>
      <w:lang w:eastAsia="en-GB"/>
    </w:rPr>
  </w:style>
  <w:style w:type="paragraph" w:customStyle="1" w:styleId="Pagedecouverture">
    <w:name w:val="Page de couverture"/>
    <w:basedOn w:val="Normal"/>
    <w:next w:val="Normal"/>
    <w:rsid w:val="00AE7780"/>
    <w:pPr>
      <w:autoSpaceDE w:val="0"/>
      <w:autoSpaceDN w:val="0"/>
      <w:adjustRightInd w:val="0"/>
      <w:spacing w:before="0" w:after="0" w:line="240" w:lineRule="auto"/>
      <w:jc w:val="both"/>
    </w:pPr>
    <w:rPr>
      <w:rFonts w:eastAsiaTheme="minorEastAsia"/>
      <w:lang w:eastAsia="en-GB"/>
    </w:rPr>
  </w:style>
  <w:style w:type="paragraph" w:customStyle="1" w:styleId="Supertitre">
    <w:name w:val="Supertitre"/>
    <w:basedOn w:val="Normal"/>
    <w:next w:val="Normal"/>
    <w:rsid w:val="00AE7780"/>
    <w:pPr>
      <w:autoSpaceDE w:val="0"/>
      <w:autoSpaceDN w:val="0"/>
      <w:adjustRightInd w:val="0"/>
      <w:spacing w:before="0" w:after="600" w:line="240" w:lineRule="auto"/>
      <w:jc w:val="center"/>
    </w:pPr>
    <w:rPr>
      <w:rFonts w:eastAsiaTheme="minorEastAsia"/>
      <w:b/>
      <w:lang w:eastAsia="en-GB"/>
    </w:rPr>
  </w:style>
  <w:style w:type="paragraph" w:customStyle="1" w:styleId="Rfrencecroise">
    <w:name w:val="Référence croisée"/>
    <w:basedOn w:val="Normal"/>
    <w:rsid w:val="00AE7780"/>
    <w:pPr>
      <w:autoSpaceDE w:val="0"/>
      <w:autoSpaceDN w:val="0"/>
      <w:adjustRightInd w:val="0"/>
      <w:spacing w:before="0" w:after="0" w:line="240" w:lineRule="auto"/>
      <w:jc w:val="center"/>
    </w:pPr>
    <w:rPr>
      <w:rFonts w:eastAsiaTheme="minorEastAsia"/>
      <w:lang w:eastAsia="en-GB"/>
    </w:rPr>
  </w:style>
  <w:style w:type="paragraph" w:customStyle="1" w:styleId="Fichefinanciretitre">
    <w:name w:val="Fiche financière titre"/>
    <w:basedOn w:val="Normal"/>
    <w:next w:val="Normal"/>
    <w:rsid w:val="00AE7780"/>
    <w:pPr>
      <w:autoSpaceDE w:val="0"/>
      <w:autoSpaceDN w:val="0"/>
      <w:adjustRightInd w:val="0"/>
      <w:spacing w:line="240" w:lineRule="auto"/>
      <w:jc w:val="center"/>
    </w:pPr>
    <w:rPr>
      <w:rFonts w:eastAsiaTheme="minorEastAsia"/>
      <w:b/>
      <w:u w:val="single"/>
      <w:lang w:eastAsia="en-GB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AE7780"/>
    <w:pPr>
      <w:autoSpaceDE w:val="0"/>
      <w:autoSpaceDN w:val="0"/>
      <w:adjustRightInd w:val="0"/>
      <w:spacing w:line="240" w:lineRule="auto"/>
    </w:pPr>
    <w:rPr>
      <w:rFonts w:eastAsiaTheme="minorEastAsia"/>
      <w:lang w:eastAsia="en-GB"/>
    </w:rPr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AE7780"/>
  </w:style>
  <w:style w:type="paragraph" w:customStyle="1" w:styleId="Sous-titreobjetPagedecouverture">
    <w:name w:val="Sous-titre objet (Page de couverture)"/>
    <w:basedOn w:val="Sous-titreobjet"/>
    <w:rsid w:val="00AE7780"/>
    <w:pPr>
      <w:autoSpaceDE w:val="0"/>
      <w:autoSpaceDN w:val="0"/>
      <w:adjustRightInd w:val="0"/>
      <w:spacing w:line="240" w:lineRule="auto"/>
    </w:pPr>
    <w:rPr>
      <w:rFonts w:eastAsiaTheme="minorEastAsia"/>
      <w:lang w:eastAsia="en-GB"/>
    </w:rPr>
  </w:style>
  <w:style w:type="paragraph" w:customStyle="1" w:styleId="StatutPagedecouverture">
    <w:name w:val="Statut (Page de couverture)"/>
    <w:basedOn w:val="Statut"/>
    <w:next w:val="TypedudocumentPagedecouverture"/>
    <w:rsid w:val="00AE7780"/>
    <w:pPr>
      <w:autoSpaceDE w:val="0"/>
      <w:autoSpaceDN w:val="0"/>
      <w:adjustRightInd w:val="0"/>
      <w:spacing w:line="240" w:lineRule="auto"/>
    </w:pPr>
    <w:rPr>
      <w:rFonts w:eastAsiaTheme="minorEastAsia"/>
      <w:lang w:eastAsia="en-GB"/>
    </w:rPr>
  </w:style>
  <w:style w:type="paragraph" w:customStyle="1" w:styleId="TitreobjetPagedecouverture">
    <w:name w:val="Titre objet (Page de couverture)"/>
    <w:basedOn w:val="Titreobjet"/>
    <w:next w:val="Sous-titreobjetPagedecouverture"/>
    <w:rsid w:val="00AE7780"/>
    <w:pPr>
      <w:autoSpaceDE w:val="0"/>
      <w:autoSpaceDN w:val="0"/>
      <w:adjustRightInd w:val="0"/>
      <w:spacing w:line="240" w:lineRule="auto"/>
    </w:pPr>
    <w:rPr>
      <w:rFonts w:eastAsiaTheme="minorEastAsia"/>
      <w:lang w:eastAsia="en-GB"/>
    </w:rPr>
  </w:style>
  <w:style w:type="paragraph" w:customStyle="1" w:styleId="TypedudocumentPagedecouverture">
    <w:name w:val="Type du document (Page de couverture)"/>
    <w:basedOn w:val="Typedudocument"/>
    <w:next w:val="TitreobjetPagedecouverture"/>
    <w:rsid w:val="00AE7780"/>
    <w:pPr>
      <w:autoSpaceDE w:val="0"/>
      <w:autoSpaceDN w:val="0"/>
      <w:adjustRightInd w:val="0"/>
      <w:spacing w:line="240" w:lineRule="auto"/>
    </w:pPr>
    <w:rPr>
      <w:rFonts w:eastAsiaTheme="minorEastAsia"/>
      <w:lang w:eastAsia="en-GB"/>
    </w:rPr>
  </w:style>
  <w:style w:type="paragraph" w:customStyle="1" w:styleId="Volume">
    <w:name w:val="Volume"/>
    <w:basedOn w:val="Normal"/>
    <w:next w:val="Confidentialit"/>
    <w:rsid w:val="00AE7780"/>
    <w:pPr>
      <w:autoSpaceDE w:val="0"/>
      <w:autoSpaceDN w:val="0"/>
      <w:adjustRightInd w:val="0"/>
      <w:spacing w:before="0" w:after="240" w:line="240" w:lineRule="auto"/>
      <w:ind w:left="5103"/>
    </w:pPr>
    <w:rPr>
      <w:rFonts w:eastAsiaTheme="minorEastAsia"/>
      <w:lang w:eastAsia="en-GB"/>
    </w:rPr>
  </w:style>
  <w:style w:type="paragraph" w:customStyle="1" w:styleId="Accompagnant">
    <w:name w:val="Accompagnant"/>
    <w:basedOn w:val="Normal"/>
    <w:next w:val="Typeacteprincipal"/>
    <w:rsid w:val="00AE7780"/>
    <w:pPr>
      <w:autoSpaceDE w:val="0"/>
      <w:autoSpaceDN w:val="0"/>
      <w:adjustRightInd w:val="0"/>
      <w:spacing w:before="0" w:after="240" w:line="240" w:lineRule="auto"/>
      <w:jc w:val="center"/>
    </w:pPr>
    <w:rPr>
      <w:rFonts w:eastAsiaTheme="minorEastAsia"/>
      <w:b/>
      <w:i/>
      <w:lang w:eastAsia="en-GB"/>
    </w:rPr>
  </w:style>
  <w:style w:type="paragraph" w:customStyle="1" w:styleId="Typeacteprincipal">
    <w:name w:val="Type acte principal"/>
    <w:basedOn w:val="Normal"/>
    <w:next w:val="Objetacteprincipal"/>
    <w:rsid w:val="00AE7780"/>
    <w:pPr>
      <w:autoSpaceDE w:val="0"/>
      <w:autoSpaceDN w:val="0"/>
      <w:adjustRightInd w:val="0"/>
      <w:spacing w:before="0" w:after="240" w:line="240" w:lineRule="auto"/>
      <w:jc w:val="center"/>
    </w:pPr>
    <w:rPr>
      <w:rFonts w:eastAsiaTheme="minorEastAsia"/>
      <w:b/>
      <w:lang w:eastAsia="en-GB"/>
    </w:rPr>
  </w:style>
  <w:style w:type="paragraph" w:customStyle="1" w:styleId="Objetacteprincipal">
    <w:name w:val="Objet acte principal"/>
    <w:basedOn w:val="Normal"/>
    <w:next w:val="Titrearticle"/>
    <w:rsid w:val="00AE7780"/>
    <w:pPr>
      <w:autoSpaceDE w:val="0"/>
      <w:autoSpaceDN w:val="0"/>
      <w:adjustRightInd w:val="0"/>
      <w:spacing w:before="0" w:after="360" w:line="240" w:lineRule="auto"/>
      <w:jc w:val="center"/>
    </w:pPr>
    <w:rPr>
      <w:rFonts w:eastAsiaTheme="minorEastAsia"/>
      <w:b/>
      <w:lang w:eastAsia="en-GB"/>
    </w:rPr>
  </w:style>
  <w:style w:type="paragraph" w:customStyle="1" w:styleId="IntrtEEEPagedecouverture">
    <w:name w:val="Intérêt EEE (Page de couverture)"/>
    <w:basedOn w:val="IntrtEEE"/>
    <w:next w:val="Rfrencecroise"/>
    <w:rsid w:val="00AE7780"/>
    <w:pPr>
      <w:autoSpaceDE w:val="0"/>
      <w:autoSpaceDN w:val="0"/>
      <w:adjustRightInd w:val="0"/>
      <w:spacing w:line="240" w:lineRule="auto"/>
    </w:pPr>
    <w:rPr>
      <w:rFonts w:eastAsiaTheme="minorEastAsia"/>
      <w:lang w:eastAsia="en-GB"/>
    </w:rPr>
  </w:style>
  <w:style w:type="paragraph" w:customStyle="1" w:styleId="AccompagnantPagedecouverture">
    <w:name w:val="Accompagnant (Page de couverture)"/>
    <w:basedOn w:val="Accompagnant"/>
    <w:next w:val="TypeacteprincipalPagedecouverture"/>
    <w:rsid w:val="00AE7780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AE7780"/>
  </w:style>
  <w:style w:type="paragraph" w:customStyle="1" w:styleId="ObjetacteprincipalPagedecouverture">
    <w:name w:val="Objet acte principal (Page de couverture)"/>
    <w:basedOn w:val="Objetacteprincipal"/>
    <w:next w:val="Rfrencecroise"/>
    <w:rsid w:val="00AE7780"/>
  </w:style>
  <w:style w:type="paragraph" w:customStyle="1" w:styleId="LanguesfaisantfoiPagedecouverture">
    <w:name w:val="Langues faisant foi (Page de couverture)"/>
    <w:basedOn w:val="Normal"/>
    <w:next w:val="Normal"/>
    <w:rsid w:val="00AE7780"/>
    <w:pPr>
      <w:autoSpaceDE w:val="0"/>
      <w:autoSpaceDN w:val="0"/>
      <w:adjustRightInd w:val="0"/>
      <w:spacing w:before="360" w:after="0" w:line="240" w:lineRule="auto"/>
      <w:jc w:val="center"/>
    </w:pPr>
    <w:rPr>
      <w:rFonts w:eastAsiaTheme="minorEastAsia"/>
      <w:lang w:eastAsia="en-GB"/>
    </w:rPr>
  </w:style>
  <w:style w:type="paragraph" w:customStyle="1" w:styleId="pj">
    <w:name w:val="p.j."/>
    <w:basedOn w:val="Normal"/>
    <w:rsid w:val="00AE7780"/>
    <w:pPr>
      <w:autoSpaceDE w:val="0"/>
      <w:autoSpaceDN w:val="0"/>
      <w:adjustRightInd w:val="0"/>
      <w:spacing w:before="1200" w:line="240" w:lineRule="auto"/>
      <w:ind w:left="1440" w:hanging="1440"/>
    </w:pPr>
    <w:rPr>
      <w:rFonts w:eastAsiaTheme="minorEastAsia"/>
      <w:lang w:eastAsia="en-GB"/>
    </w:rPr>
  </w:style>
  <w:style w:type="character" w:customStyle="1" w:styleId="pjChar">
    <w:name w:val="p.j. Char"/>
    <w:basedOn w:val="TechnicalBlockChar"/>
    <w:rsid w:val="00AE7780"/>
    <w:rPr>
      <w:rFonts w:ascii="Times New Roman" w:hAnsi="Times New Roman" w:cs="Times New Roman"/>
      <w:sz w:val="24"/>
      <w:lang w:val="cs-CZ"/>
    </w:rPr>
  </w:style>
  <w:style w:type="character" w:customStyle="1" w:styleId="HeaderCouncilChar">
    <w:name w:val="Header Council Char"/>
    <w:basedOn w:val="pjChar"/>
    <w:rsid w:val="00AE7780"/>
    <w:rPr>
      <w:rFonts w:ascii="Times New Roman" w:hAnsi="Times New Roman" w:cs="Times New Roman"/>
      <w:sz w:val="2"/>
      <w:lang w:val="cs-CZ"/>
    </w:rPr>
  </w:style>
  <w:style w:type="character" w:customStyle="1" w:styleId="FooterCouncilChar">
    <w:name w:val="Footer Council Char"/>
    <w:basedOn w:val="pjChar"/>
    <w:rsid w:val="00AE7780"/>
    <w:rPr>
      <w:rFonts w:ascii="Times New Roman" w:hAnsi="Times New Roman" w:cs="Times New Roman"/>
      <w:sz w:val="2"/>
      <w:lang w:val="cs-CZ"/>
    </w:rPr>
  </w:style>
  <w:style w:type="paragraph" w:customStyle="1" w:styleId="DeltaViewTableHeading">
    <w:name w:val="DeltaView Table Heading"/>
    <w:basedOn w:val="Normal"/>
    <w:uiPriority w:val="99"/>
    <w:rsid w:val="00AE7780"/>
    <w:pPr>
      <w:autoSpaceDE w:val="0"/>
      <w:autoSpaceDN w:val="0"/>
      <w:adjustRightInd w:val="0"/>
      <w:spacing w:before="0" w:line="240" w:lineRule="auto"/>
    </w:pPr>
    <w:rPr>
      <w:rFonts w:ascii="Arial" w:eastAsiaTheme="minorEastAsia" w:hAnsi="Arial"/>
      <w:b/>
      <w:szCs w:val="24"/>
      <w:lang w:eastAsia="en-GB"/>
    </w:rPr>
  </w:style>
  <w:style w:type="paragraph" w:customStyle="1" w:styleId="DeltaViewTableBody">
    <w:name w:val="DeltaView Table Body"/>
    <w:basedOn w:val="Normal"/>
    <w:uiPriority w:val="99"/>
    <w:rsid w:val="00AE7780"/>
    <w:pPr>
      <w:autoSpaceDE w:val="0"/>
      <w:autoSpaceDN w:val="0"/>
      <w:adjustRightInd w:val="0"/>
      <w:spacing w:before="0" w:after="0" w:line="240" w:lineRule="auto"/>
    </w:pPr>
    <w:rPr>
      <w:rFonts w:ascii="Arial" w:eastAsiaTheme="minorEastAsia" w:hAnsi="Arial"/>
      <w:szCs w:val="24"/>
      <w:lang w:eastAsia="en-GB"/>
    </w:rPr>
  </w:style>
  <w:style w:type="paragraph" w:customStyle="1" w:styleId="DeltaViewAnnounce">
    <w:name w:val="DeltaView Announce"/>
    <w:uiPriority w:val="99"/>
    <w:rsid w:val="00AE7780"/>
    <w:pPr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Arial" w:eastAsiaTheme="minorEastAsia" w:hAnsi="Arial" w:cs="Times New Roman"/>
      <w:sz w:val="24"/>
      <w:szCs w:val="24"/>
      <w:lang w:val="cs-CZ" w:eastAsia="en-GB"/>
    </w:rPr>
  </w:style>
  <w:style w:type="paragraph" w:styleId="BodyText">
    <w:name w:val="Body Text"/>
    <w:basedOn w:val="Normal"/>
    <w:next w:val="FootnoteText"/>
    <w:link w:val="BodyTextChar"/>
    <w:uiPriority w:val="99"/>
    <w:rsid w:val="00AE7780"/>
    <w:pPr>
      <w:autoSpaceDE w:val="0"/>
      <w:autoSpaceDN w:val="0"/>
      <w:adjustRightInd w:val="0"/>
      <w:spacing w:before="0" w:after="0" w:line="240" w:lineRule="auto"/>
    </w:pPr>
    <w:rPr>
      <w:rFonts w:eastAsiaTheme="minorEastAsia"/>
      <w:sz w:val="18"/>
      <w:szCs w:val="24"/>
      <w:lang w:eastAsia="en-GB"/>
    </w:rPr>
  </w:style>
  <w:style w:type="character" w:customStyle="1" w:styleId="BodyTextChar">
    <w:name w:val="Body Text Char"/>
    <w:basedOn w:val="DefaultParagraphFont"/>
    <w:link w:val="BodyText"/>
    <w:uiPriority w:val="99"/>
    <w:rsid w:val="00AE7780"/>
    <w:rPr>
      <w:rFonts w:ascii="Times New Roman" w:eastAsiaTheme="minorEastAsia" w:hAnsi="Times New Roman" w:cs="Times New Roman"/>
      <w:sz w:val="18"/>
      <w:szCs w:val="24"/>
      <w:lang w:val="cs-CZ" w:eastAsia="en-GB"/>
    </w:rPr>
  </w:style>
  <w:style w:type="character" w:customStyle="1" w:styleId="DeltaViewInsertion">
    <w:name w:val="DeltaView Insertion"/>
    <w:uiPriority w:val="99"/>
    <w:rsid w:val="00AE7780"/>
    <w:rPr>
      <w:b/>
      <w:i/>
      <w:color w:val="191919"/>
    </w:rPr>
  </w:style>
  <w:style w:type="character" w:customStyle="1" w:styleId="DeltaViewDeletion">
    <w:name w:val="DeltaView Deletion"/>
    <w:uiPriority w:val="99"/>
    <w:rsid w:val="00AE7780"/>
    <w:rPr>
      <w:strike/>
      <w:color w:val="000000"/>
    </w:rPr>
  </w:style>
  <w:style w:type="character" w:customStyle="1" w:styleId="DeltaViewMoveSource">
    <w:name w:val="DeltaView Move Source"/>
    <w:uiPriority w:val="99"/>
    <w:rsid w:val="00AE7780"/>
    <w:rPr>
      <w:strike/>
      <w:color w:val="000000"/>
    </w:rPr>
  </w:style>
  <w:style w:type="character" w:customStyle="1" w:styleId="DeltaViewMoveDestination">
    <w:name w:val="DeltaView Move Destination"/>
    <w:uiPriority w:val="99"/>
    <w:rsid w:val="00AE7780"/>
    <w:rPr>
      <w:color w:val="191919"/>
      <w:u w:val="double"/>
    </w:rPr>
  </w:style>
  <w:style w:type="character" w:customStyle="1" w:styleId="DeltaViewChangeNumber">
    <w:name w:val="DeltaView Change Number"/>
    <w:uiPriority w:val="99"/>
    <w:rsid w:val="00AE7780"/>
    <w:rPr>
      <w:color w:val="000000"/>
      <w:vertAlign w:val="superscript"/>
    </w:rPr>
  </w:style>
  <w:style w:type="character" w:customStyle="1" w:styleId="DeltaViewDelimiter">
    <w:name w:val="DeltaView Delimiter"/>
    <w:uiPriority w:val="99"/>
    <w:rsid w:val="00AE7780"/>
  </w:style>
  <w:style w:type="paragraph" w:styleId="DocumentMap">
    <w:name w:val="Document Map"/>
    <w:basedOn w:val="Normal"/>
    <w:next w:val="HeaderCouncil"/>
    <w:link w:val="DocumentMapChar"/>
    <w:uiPriority w:val="99"/>
    <w:rsid w:val="00AE7780"/>
    <w:pPr>
      <w:shd w:val="clear" w:color="auto" w:fill="000080"/>
      <w:autoSpaceDE w:val="0"/>
      <w:autoSpaceDN w:val="0"/>
      <w:adjustRightInd w:val="0"/>
      <w:spacing w:before="0" w:after="0" w:line="240" w:lineRule="auto"/>
    </w:pPr>
    <w:rPr>
      <w:rFonts w:ascii="Tahoma" w:eastAsiaTheme="minorEastAsia" w:hAnsi="Tahoma"/>
      <w:szCs w:val="24"/>
      <w:lang w:eastAsia="en-GB"/>
    </w:rPr>
  </w:style>
  <w:style w:type="character" w:customStyle="1" w:styleId="DocumentMapChar">
    <w:name w:val="Document Map Char"/>
    <w:basedOn w:val="DefaultParagraphFont"/>
    <w:link w:val="DocumentMap"/>
    <w:uiPriority w:val="99"/>
    <w:rsid w:val="00AE7780"/>
    <w:rPr>
      <w:rFonts w:ascii="Tahoma" w:eastAsiaTheme="minorEastAsia" w:hAnsi="Tahoma" w:cs="Times New Roman"/>
      <w:sz w:val="24"/>
      <w:szCs w:val="24"/>
      <w:shd w:val="clear" w:color="auto" w:fill="000080"/>
      <w:lang w:val="cs-CZ" w:eastAsia="en-GB"/>
    </w:rPr>
  </w:style>
  <w:style w:type="character" w:customStyle="1" w:styleId="DeltaViewFormatChange">
    <w:name w:val="DeltaView Format Change"/>
    <w:uiPriority w:val="99"/>
    <w:rsid w:val="00AE7780"/>
    <w:rPr>
      <w:color w:val="000000"/>
    </w:rPr>
  </w:style>
  <w:style w:type="character" w:customStyle="1" w:styleId="DeltaViewMovedDeletion">
    <w:name w:val="DeltaView Moved Deletion"/>
    <w:uiPriority w:val="99"/>
    <w:rsid w:val="00AE7780"/>
    <w:rPr>
      <w:strike/>
      <w:color w:val="C08080"/>
    </w:rPr>
  </w:style>
  <w:style w:type="character" w:customStyle="1" w:styleId="DeltaViewComment">
    <w:name w:val="DeltaView Comment"/>
    <w:basedOn w:val="DefaultParagraphFont"/>
    <w:uiPriority w:val="99"/>
    <w:rsid w:val="00AE7780"/>
    <w:rPr>
      <w:color w:val="000000"/>
    </w:rPr>
  </w:style>
  <w:style w:type="character" w:customStyle="1" w:styleId="DeltaViewStyleChangeText">
    <w:name w:val="DeltaView Style Change Text"/>
    <w:uiPriority w:val="99"/>
    <w:rsid w:val="00AE7780"/>
    <w:rPr>
      <w:color w:val="000000"/>
      <w:u w:val="double"/>
    </w:rPr>
  </w:style>
  <w:style w:type="character" w:customStyle="1" w:styleId="DeltaViewStyleChangeLabel">
    <w:name w:val="DeltaView Style Change Label"/>
    <w:uiPriority w:val="99"/>
    <w:rsid w:val="00AE7780"/>
    <w:rPr>
      <w:color w:val="000000"/>
    </w:rPr>
  </w:style>
  <w:style w:type="character" w:customStyle="1" w:styleId="DeltaViewInsertedComment">
    <w:name w:val="DeltaView Inserted Comment"/>
    <w:basedOn w:val="DeltaViewComment"/>
    <w:uiPriority w:val="99"/>
    <w:rsid w:val="00AE7780"/>
    <w:rPr>
      <w:color w:val="0000FF"/>
      <w:u w:val="double"/>
    </w:rPr>
  </w:style>
  <w:style w:type="character" w:customStyle="1" w:styleId="DeltaViewDeletedComment">
    <w:name w:val="DeltaView Deleted Comment"/>
    <w:basedOn w:val="DeltaViewComment"/>
    <w:uiPriority w:val="99"/>
    <w:rsid w:val="00AE7780"/>
    <w:rPr>
      <w:strike/>
      <w:color w:val="FF0000"/>
    </w:rPr>
  </w:style>
  <w:style w:type="character" w:styleId="LineNumber">
    <w:name w:val="line number"/>
    <w:basedOn w:val="DefaultParagraphFont"/>
    <w:uiPriority w:val="99"/>
    <w:unhideWhenUsed/>
    <w:rsid w:val="00AE7780"/>
  </w:style>
  <w:style w:type="paragraph" w:styleId="ListBullet4">
    <w:name w:val="List Bullet 4"/>
    <w:basedOn w:val="Normal"/>
    <w:uiPriority w:val="99"/>
    <w:semiHidden/>
    <w:unhideWhenUsed/>
    <w:rsid w:val="00B3496D"/>
    <w:pPr>
      <w:numPr>
        <w:numId w:val="1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B3496D"/>
    <w:pPr>
      <w:numPr>
        <w:numId w:val="20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4D52CA"/>
    <w:pPr>
      <w:tabs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52CA"/>
    <w:rPr>
      <w:rFonts w:ascii="Times New Roman" w:hAnsi="Times New Roman" w:cs="Times New Roman"/>
      <w:sz w:val="24"/>
      <w:bdr w:val="none" w:sz="0" w:space="0" w:color="auto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D52CA"/>
    <w:pPr>
      <w:tabs>
        <w:tab w:val="center" w:pos="4819"/>
        <w:tab w:val="center" w:pos="7370"/>
        <w:tab w:val="right" w:pos="9638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2CA"/>
    <w:rPr>
      <w:rFonts w:ascii="Times New Roman" w:hAnsi="Times New Roman" w:cs="Times New Roman"/>
      <w:sz w:val="24"/>
      <w:bdr w:val="none" w:sz="0" w:space="0" w:color="auto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3F31C8"/>
    <w:pPr>
      <w:spacing w:before="0" w:after="0" w:line="240" w:lineRule="auto"/>
      <w:ind w:left="720" w:hanging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F31C8"/>
    <w:rPr>
      <w:rFonts w:ascii="Times New Roman" w:hAnsi="Times New Roman" w:cs="Times New Roman"/>
      <w:sz w:val="24"/>
      <w:szCs w:val="20"/>
      <w:lang w:val="cs-CZ"/>
    </w:rPr>
  </w:style>
  <w:style w:type="character" w:customStyle="1" w:styleId="Heading1Char">
    <w:name w:val="Heading 1 Char"/>
    <w:basedOn w:val="DefaultParagraphFont"/>
    <w:link w:val="Heading1"/>
    <w:uiPriority w:val="9"/>
    <w:rsid w:val="004D52CA"/>
    <w:rPr>
      <w:rFonts w:ascii="Times New Roman" w:eastAsiaTheme="majorEastAsia" w:hAnsi="Times New Roman" w:cs="Times New Roman"/>
      <w:b/>
      <w:bCs/>
      <w:smallCaps/>
      <w:sz w:val="24"/>
      <w:szCs w:val="28"/>
      <w:bdr w:val="none" w:sz="0" w:space="0" w:color="auto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52CA"/>
    <w:rPr>
      <w:rFonts w:ascii="Times New Roman" w:eastAsiaTheme="majorEastAsia" w:hAnsi="Times New Roman" w:cs="Times New Roman"/>
      <w:b/>
      <w:bCs/>
      <w:sz w:val="24"/>
      <w:szCs w:val="26"/>
      <w:bdr w:val="none" w:sz="0" w:space="0" w:color="auto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52CA"/>
    <w:rPr>
      <w:rFonts w:ascii="Times New Roman" w:eastAsiaTheme="majorEastAsia" w:hAnsi="Times New Roman" w:cs="Times New Roman"/>
      <w:bCs/>
      <w:i/>
      <w:sz w:val="24"/>
      <w:bdr w:val="none" w:sz="0" w:space="0" w:color="auto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52CA"/>
    <w:rPr>
      <w:rFonts w:ascii="Times New Roman" w:eastAsiaTheme="majorEastAsia" w:hAnsi="Times New Roman" w:cs="Times New Roman"/>
      <w:bCs/>
      <w:iCs/>
      <w:sz w:val="24"/>
      <w:bdr w:val="none" w:sz="0" w:space="0" w:color="auto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4D52CA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60"/>
      <w:ind w:left="850" w:hanging="850"/>
    </w:pPr>
  </w:style>
  <w:style w:type="paragraph" w:styleId="TOC2">
    <w:name w:val="toc 2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60"/>
      <w:ind w:left="850" w:hanging="850"/>
    </w:pPr>
  </w:style>
  <w:style w:type="paragraph" w:styleId="TOC3">
    <w:name w:val="toc 3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60"/>
      <w:ind w:left="850" w:hanging="850"/>
    </w:pPr>
  </w:style>
  <w:style w:type="paragraph" w:styleId="TOC4">
    <w:name w:val="toc 4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60"/>
      <w:ind w:left="850" w:hanging="850"/>
    </w:pPr>
  </w:style>
  <w:style w:type="paragraph" w:styleId="TOC5">
    <w:name w:val="toc 5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300"/>
    </w:pPr>
  </w:style>
  <w:style w:type="paragraph" w:styleId="TOC6">
    <w:name w:val="toc 6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240"/>
    </w:pPr>
  </w:style>
  <w:style w:type="paragraph" w:styleId="TOC7">
    <w:name w:val="toc 7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180"/>
    </w:pPr>
  </w:style>
  <w:style w:type="paragraph" w:styleId="TOC8">
    <w:name w:val="toc 8"/>
    <w:basedOn w:val="Normal"/>
    <w:next w:val="Normal"/>
    <w:uiPriority w:val="39"/>
    <w:semiHidden/>
    <w:unhideWhenUsed/>
    <w:rsid w:val="004D52CA"/>
    <w:pPr>
      <w:tabs>
        <w:tab w:val="right" w:leader="dot" w:pos="9071"/>
      </w:tabs>
    </w:pPr>
  </w:style>
  <w:style w:type="paragraph" w:styleId="TOC9">
    <w:name w:val="toc 9"/>
    <w:basedOn w:val="Normal"/>
    <w:next w:val="Normal"/>
    <w:uiPriority w:val="39"/>
    <w:semiHidden/>
    <w:unhideWhenUsed/>
    <w:rsid w:val="004D52CA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4D52CA"/>
    <w:pPr>
      <w:tabs>
        <w:tab w:val="right" w:pos="14570"/>
      </w:tabs>
    </w:pPr>
  </w:style>
  <w:style w:type="paragraph" w:customStyle="1" w:styleId="FooterLandscape">
    <w:name w:val="FooterLandscape"/>
    <w:basedOn w:val="Normal"/>
    <w:rsid w:val="004D52CA"/>
    <w:pPr>
      <w:tabs>
        <w:tab w:val="center" w:pos="7285"/>
        <w:tab w:val="center" w:pos="10930"/>
        <w:tab w:val="right" w:pos="14570"/>
      </w:tabs>
      <w:spacing w:before="0" w:after="0" w:line="240" w:lineRule="auto"/>
    </w:pPr>
  </w:style>
  <w:style w:type="character" w:styleId="FootnoteReference">
    <w:name w:val="footnote reference"/>
    <w:basedOn w:val="DefaultParagraphFont"/>
    <w:uiPriority w:val="99"/>
    <w:unhideWhenUsed/>
    <w:rsid w:val="003F31C8"/>
    <w:rPr>
      <w:b/>
      <w:bdr w:val="none" w:sz="0" w:space="0" w:color="auto"/>
      <w:shd w:val="clear" w:color="auto" w:fill="auto"/>
      <w:vertAlign w:val="superscript"/>
    </w:rPr>
  </w:style>
  <w:style w:type="paragraph" w:customStyle="1" w:styleId="HeaderCouncil">
    <w:name w:val="Header Council"/>
    <w:basedOn w:val="Normal"/>
    <w:rsid w:val="004D52CA"/>
    <w:pPr>
      <w:spacing w:before="0" w:after="0" w:line="240" w:lineRule="auto"/>
    </w:pPr>
    <w:rPr>
      <w:sz w:val="2"/>
    </w:rPr>
  </w:style>
  <w:style w:type="paragraph" w:customStyle="1" w:styleId="FooterCouncil">
    <w:name w:val="Footer Council"/>
    <w:basedOn w:val="Normal"/>
    <w:rsid w:val="004D52CA"/>
    <w:pPr>
      <w:spacing w:before="0" w:after="0" w:line="240" w:lineRule="auto"/>
    </w:pPr>
    <w:rPr>
      <w:sz w:val="2"/>
    </w:rPr>
  </w:style>
  <w:style w:type="paragraph" w:customStyle="1" w:styleId="TechnicalBlock">
    <w:name w:val="Technical Block"/>
    <w:basedOn w:val="Normal"/>
    <w:next w:val="Normal"/>
    <w:rsid w:val="004D52CA"/>
    <w:pPr>
      <w:spacing w:before="0" w:after="240" w:line="240" w:lineRule="auto"/>
      <w:jc w:val="center"/>
    </w:pPr>
  </w:style>
  <w:style w:type="character" w:customStyle="1" w:styleId="Marker">
    <w:name w:val="Marker"/>
    <w:basedOn w:val="DefaultParagraphFont"/>
    <w:rsid w:val="004D52CA"/>
    <w:rPr>
      <w:color w:val="0000FF"/>
      <w:bdr w:val="none" w:sz="0" w:space="0" w:color="auto"/>
      <w:shd w:val="clear" w:color="auto" w:fill="auto"/>
    </w:rPr>
  </w:style>
  <w:style w:type="character" w:customStyle="1" w:styleId="Marker1">
    <w:name w:val="Marker1"/>
    <w:basedOn w:val="DefaultParagraphFont"/>
    <w:rsid w:val="004D52CA"/>
    <w:rPr>
      <w:color w:val="008000"/>
      <w:bdr w:val="none" w:sz="0" w:space="0" w:color="auto"/>
      <w:shd w:val="clear" w:color="auto" w:fill="auto"/>
    </w:rPr>
  </w:style>
  <w:style w:type="paragraph" w:customStyle="1" w:styleId="Text1">
    <w:name w:val="Text 1"/>
    <w:basedOn w:val="Normal"/>
    <w:rsid w:val="004D52CA"/>
    <w:pPr>
      <w:ind w:left="850"/>
    </w:pPr>
  </w:style>
  <w:style w:type="paragraph" w:customStyle="1" w:styleId="Text2">
    <w:name w:val="Text 2"/>
    <w:basedOn w:val="Normal"/>
    <w:rsid w:val="004D52CA"/>
    <w:pPr>
      <w:ind w:left="1417"/>
    </w:pPr>
  </w:style>
  <w:style w:type="paragraph" w:customStyle="1" w:styleId="Text3">
    <w:name w:val="Text 3"/>
    <w:basedOn w:val="Normal"/>
    <w:rsid w:val="004D52CA"/>
    <w:pPr>
      <w:ind w:left="1984"/>
    </w:pPr>
  </w:style>
  <w:style w:type="paragraph" w:customStyle="1" w:styleId="Text4">
    <w:name w:val="Text 4"/>
    <w:basedOn w:val="Normal"/>
    <w:rsid w:val="004D52CA"/>
    <w:pPr>
      <w:ind w:left="2551"/>
    </w:pPr>
  </w:style>
  <w:style w:type="paragraph" w:customStyle="1" w:styleId="NormalCentered">
    <w:name w:val="Normal Centered"/>
    <w:basedOn w:val="Normal"/>
    <w:rsid w:val="004D52CA"/>
    <w:pPr>
      <w:jc w:val="center"/>
    </w:pPr>
  </w:style>
  <w:style w:type="paragraph" w:customStyle="1" w:styleId="NormalLeft">
    <w:name w:val="Normal Left"/>
    <w:basedOn w:val="Normal"/>
    <w:rsid w:val="004D52CA"/>
  </w:style>
  <w:style w:type="paragraph" w:customStyle="1" w:styleId="NormalRight">
    <w:name w:val="Normal Right"/>
    <w:basedOn w:val="Normal"/>
    <w:rsid w:val="004D52CA"/>
    <w:pPr>
      <w:jc w:val="right"/>
    </w:pPr>
  </w:style>
  <w:style w:type="paragraph" w:customStyle="1" w:styleId="QuotedText">
    <w:name w:val="Quoted Text"/>
    <w:basedOn w:val="Normal"/>
    <w:rsid w:val="004D52CA"/>
    <w:pPr>
      <w:ind w:left="1417"/>
    </w:pPr>
  </w:style>
  <w:style w:type="paragraph" w:customStyle="1" w:styleId="Point0">
    <w:name w:val="Point 0"/>
    <w:basedOn w:val="Normal"/>
    <w:rsid w:val="004D52CA"/>
    <w:pPr>
      <w:ind w:left="850" w:hanging="850"/>
    </w:pPr>
  </w:style>
  <w:style w:type="paragraph" w:customStyle="1" w:styleId="Point1">
    <w:name w:val="Point 1"/>
    <w:basedOn w:val="Normal"/>
    <w:rsid w:val="004D52CA"/>
    <w:pPr>
      <w:ind w:left="1417" w:hanging="567"/>
    </w:pPr>
  </w:style>
  <w:style w:type="paragraph" w:customStyle="1" w:styleId="Point2">
    <w:name w:val="Point 2"/>
    <w:basedOn w:val="Normal"/>
    <w:rsid w:val="004D52CA"/>
    <w:pPr>
      <w:ind w:left="1984" w:hanging="567"/>
    </w:pPr>
  </w:style>
  <w:style w:type="paragraph" w:customStyle="1" w:styleId="Point3">
    <w:name w:val="Point 3"/>
    <w:basedOn w:val="Normal"/>
    <w:rsid w:val="004D52CA"/>
    <w:pPr>
      <w:ind w:left="2551" w:hanging="567"/>
    </w:pPr>
  </w:style>
  <w:style w:type="paragraph" w:customStyle="1" w:styleId="Point4">
    <w:name w:val="Point 4"/>
    <w:basedOn w:val="Normal"/>
    <w:rsid w:val="004D52CA"/>
    <w:pPr>
      <w:ind w:left="3118" w:hanging="567"/>
    </w:pPr>
  </w:style>
  <w:style w:type="paragraph" w:customStyle="1" w:styleId="PointDouble0">
    <w:name w:val="PointDouble 0"/>
    <w:basedOn w:val="Normal"/>
    <w:rsid w:val="004D52CA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4D52CA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4D52CA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4D52CA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4D52CA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4D52CA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4D52CA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4D52CA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4D52CA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4D52CA"/>
    <w:pPr>
      <w:tabs>
        <w:tab w:val="left" w:pos="3118"/>
        <w:tab w:val="left" w:pos="3685"/>
      </w:tabs>
      <w:ind w:left="4252" w:hanging="1701"/>
    </w:pPr>
  </w:style>
  <w:style w:type="paragraph" w:customStyle="1" w:styleId="Tiret0">
    <w:name w:val="Tiret 0"/>
    <w:basedOn w:val="Normal"/>
    <w:rsid w:val="004D52CA"/>
    <w:pPr>
      <w:numPr>
        <w:numId w:val="36"/>
      </w:numPr>
    </w:pPr>
  </w:style>
  <w:style w:type="paragraph" w:customStyle="1" w:styleId="Tiret1">
    <w:name w:val="Tiret 1"/>
    <w:basedOn w:val="Normal"/>
    <w:rsid w:val="004D52CA"/>
    <w:pPr>
      <w:numPr>
        <w:numId w:val="37"/>
      </w:numPr>
    </w:pPr>
  </w:style>
  <w:style w:type="paragraph" w:customStyle="1" w:styleId="Tiret2">
    <w:name w:val="Tiret 2"/>
    <w:basedOn w:val="Normal"/>
    <w:rsid w:val="004D52CA"/>
    <w:pPr>
      <w:numPr>
        <w:numId w:val="38"/>
      </w:numPr>
    </w:pPr>
  </w:style>
  <w:style w:type="paragraph" w:customStyle="1" w:styleId="Tiret3">
    <w:name w:val="Tiret 3"/>
    <w:basedOn w:val="Normal"/>
    <w:rsid w:val="004D52CA"/>
    <w:pPr>
      <w:numPr>
        <w:numId w:val="39"/>
      </w:numPr>
    </w:pPr>
  </w:style>
  <w:style w:type="paragraph" w:customStyle="1" w:styleId="Tiret4">
    <w:name w:val="Tiret 4"/>
    <w:basedOn w:val="Normal"/>
    <w:rsid w:val="004D52CA"/>
    <w:pPr>
      <w:numPr>
        <w:numId w:val="40"/>
      </w:numPr>
    </w:pPr>
  </w:style>
  <w:style w:type="paragraph" w:customStyle="1" w:styleId="NumPar1">
    <w:name w:val="NumPar 1"/>
    <w:basedOn w:val="Normal"/>
    <w:next w:val="Text1"/>
    <w:rsid w:val="004D52CA"/>
    <w:pPr>
      <w:numPr>
        <w:numId w:val="41"/>
      </w:numPr>
    </w:pPr>
  </w:style>
  <w:style w:type="paragraph" w:customStyle="1" w:styleId="NumPar2">
    <w:name w:val="NumPar 2"/>
    <w:basedOn w:val="Normal"/>
    <w:next w:val="Text1"/>
    <w:rsid w:val="004D52CA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Text1"/>
    <w:rsid w:val="004D52CA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Text1"/>
    <w:rsid w:val="004D52CA"/>
    <w:pPr>
      <w:numPr>
        <w:ilvl w:val="3"/>
        <w:numId w:val="41"/>
      </w:numPr>
    </w:pPr>
  </w:style>
  <w:style w:type="paragraph" w:customStyle="1" w:styleId="ManualNumPar1">
    <w:name w:val="Manual NumPar 1"/>
    <w:basedOn w:val="Normal"/>
    <w:next w:val="Text1"/>
    <w:rsid w:val="004D52CA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4D52CA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4D52CA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4D52CA"/>
    <w:pPr>
      <w:ind w:left="850" w:hanging="850"/>
    </w:pPr>
  </w:style>
  <w:style w:type="paragraph" w:customStyle="1" w:styleId="QuotedNumPar">
    <w:name w:val="Quoted NumPar"/>
    <w:basedOn w:val="Normal"/>
    <w:rsid w:val="004D52CA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4D52CA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4D52CA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4D52CA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4D52CA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4D52CA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4D52CA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4D52CA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4D52CA"/>
    <w:pPr>
      <w:jc w:val="center"/>
    </w:pPr>
    <w:rPr>
      <w:b/>
    </w:rPr>
  </w:style>
  <w:style w:type="paragraph" w:customStyle="1" w:styleId="Point0number">
    <w:name w:val="Point 0 (number)"/>
    <w:basedOn w:val="Normal"/>
    <w:rsid w:val="004D52CA"/>
    <w:pPr>
      <w:numPr>
        <w:numId w:val="43"/>
      </w:numPr>
    </w:pPr>
  </w:style>
  <w:style w:type="paragraph" w:customStyle="1" w:styleId="Point1number">
    <w:name w:val="Point 1 (number)"/>
    <w:basedOn w:val="Normal"/>
    <w:rsid w:val="004D52CA"/>
    <w:pPr>
      <w:numPr>
        <w:ilvl w:val="2"/>
        <w:numId w:val="43"/>
      </w:numPr>
    </w:pPr>
  </w:style>
  <w:style w:type="paragraph" w:customStyle="1" w:styleId="Point2number">
    <w:name w:val="Point 2 (number)"/>
    <w:basedOn w:val="Normal"/>
    <w:rsid w:val="004D52CA"/>
    <w:pPr>
      <w:numPr>
        <w:ilvl w:val="4"/>
        <w:numId w:val="43"/>
      </w:numPr>
    </w:pPr>
  </w:style>
  <w:style w:type="paragraph" w:customStyle="1" w:styleId="Point3number">
    <w:name w:val="Point 3 (number)"/>
    <w:basedOn w:val="Normal"/>
    <w:rsid w:val="004D52CA"/>
    <w:pPr>
      <w:numPr>
        <w:ilvl w:val="6"/>
        <w:numId w:val="43"/>
      </w:numPr>
    </w:pPr>
  </w:style>
  <w:style w:type="paragraph" w:customStyle="1" w:styleId="Point0letter">
    <w:name w:val="Point 0 (letter)"/>
    <w:basedOn w:val="Normal"/>
    <w:rsid w:val="004D52CA"/>
    <w:pPr>
      <w:numPr>
        <w:ilvl w:val="1"/>
        <w:numId w:val="43"/>
      </w:numPr>
    </w:pPr>
  </w:style>
  <w:style w:type="paragraph" w:customStyle="1" w:styleId="Point1letter">
    <w:name w:val="Point 1 (letter)"/>
    <w:basedOn w:val="Normal"/>
    <w:rsid w:val="004D52CA"/>
    <w:pPr>
      <w:numPr>
        <w:ilvl w:val="3"/>
        <w:numId w:val="43"/>
      </w:numPr>
    </w:pPr>
  </w:style>
  <w:style w:type="paragraph" w:customStyle="1" w:styleId="Point2letter">
    <w:name w:val="Point 2 (letter)"/>
    <w:basedOn w:val="Normal"/>
    <w:rsid w:val="004D52CA"/>
    <w:pPr>
      <w:numPr>
        <w:ilvl w:val="5"/>
        <w:numId w:val="43"/>
      </w:numPr>
    </w:pPr>
  </w:style>
  <w:style w:type="paragraph" w:customStyle="1" w:styleId="Point3letter">
    <w:name w:val="Point 3 (letter)"/>
    <w:basedOn w:val="Normal"/>
    <w:rsid w:val="004D52CA"/>
    <w:pPr>
      <w:numPr>
        <w:ilvl w:val="7"/>
        <w:numId w:val="43"/>
      </w:numPr>
    </w:pPr>
  </w:style>
  <w:style w:type="paragraph" w:customStyle="1" w:styleId="Point4letter">
    <w:name w:val="Point 4 (letter)"/>
    <w:basedOn w:val="Normal"/>
    <w:rsid w:val="004D52CA"/>
    <w:pPr>
      <w:numPr>
        <w:ilvl w:val="8"/>
        <w:numId w:val="43"/>
      </w:numPr>
    </w:pPr>
  </w:style>
  <w:style w:type="paragraph" w:customStyle="1" w:styleId="Bullet0">
    <w:name w:val="Bullet 0"/>
    <w:basedOn w:val="Normal"/>
    <w:rsid w:val="004D52CA"/>
    <w:pPr>
      <w:numPr>
        <w:numId w:val="44"/>
      </w:numPr>
    </w:pPr>
  </w:style>
  <w:style w:type="paragraph" w:customStyle="1" w:styleId="Bullet1">
    <w:name w:val="Bullet 1"/>
    <w:basedOn w:val="Normal"/>
    <w:rsid w:val="004D52CA"/>
    <w:pPr>
      <w:numPr>
        <w:numId w:val="45"/>
      </w:numPr>
    </w:pPr>
  </w:style>
  <w:style w:type="paragraph" w:customStyle="1" w:styleId="Bullet2">
    <w:name w:val="Bullet 2"/>
    <w:basedOn w:val="Normal"/>
    <w:rsid w:val="004D52CA"/>
    <w:pPr>
      <w:numPr>
        <w:numId w:val="46"/>
      </w:numPr>
    </w:pPr>
  </w:style>
  <w:style w:type="paragraph" w:customStyle="1" w:styleId="Bullet3">
    <w:name w:val="Bullet 3"/>
    <w:basedOn w:val="Normal"/>
    <w:rsid w:val="004D52CA"/>
    <w:pPr>
      <w:numPr>
        <w:numId w:val="47"/>
      </w:numPr>
    </w:pPr>
  </w:style>
  <w:style w:type="paragraph" w:customStyle="1" w:styleId="Bullet4">
    <w:name w:val="Bullet 4"/>
    <w:basedOn w:val="Normal"/>
    <w:rsid w:val="004D52CA"/>
    <w:pPr>
      <w:numPr>
        <w:numId w:val="48"/>
      </w:numPr>
    </w:pPr>
  </w:style>
  <w:style w:type="paragraph" w:customStyle="1" w:styleId="Annexetitreacte">
    <w:name w:val="Annexe titre (acte)"/>
    <w:basedOn w:val="Normal"/>
    <w:next w:val="Normal"/>
    <w:rsid w:val="004D52CA"/>
    <w:pPr>
      <w:jc w:val="center"/>
    </w:pPr>
    <w:rPr>
      <w:b/>
      <w:u w:val="single"/>
    </w:rPr>
  </w:style>
  <w:style w:type="paragraph" w:customStyle="1" w:styleId="Annexetitreglobale">
    <w:name w:val="Annexe titre (globale)"/>
    <w:basedOn w:val="Normal"/>
    <w:next w:val="Normal"/>
    <w:rsid w:val="004D52CA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4D52CA"/>
    <w:pPr>
      <w:spacing w:before="480"/>
    </w:pPr>
  </w:style>
  <w:style w:type="paragraph" w:customStyle="1" w:styleId="Considrant">
    <w:name w:val="Considérant"/>
    <w:basedOn w:val="Normal"/>
    <w:rsid w:val="004D52CA"/>
    <w:pPr>
      <w:numPr>
        <w:numId w:val="49"/>
      </w:numPr>
    </w:pPr>
  </w:style>
  <w:style w:type="paragraph" w:customStyle="1" w:styleId="Datedadoption">
    <w:name w:val="Date d'adoption"/>
    <w:basedOn w:val="Normal"/>
    <w:next w:val="Titreobjet"/>
    <w:rsid w:val="004D52CA"/>
    <w:pPr>
      <w:spacing w:before="360" w:after="0"/>
      <w:jc w:val="center"/>
    </w:pPr>
    <w:rPr>
      <w:b/>
    </w:rPr>
  </w:style>
  <w:style w:type="paragraph" w:customStyle="1" w:styleId="Fait">
    <w:name w:val="Fait à"/>
    <w:basedOn w:val="Normal"/>
    <w:next w:val="Institutionquisigne"/>
    <w:rsid w:val="004D52CA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4D52CA"/>
    <w:pPr>
      <w:keepNext/>
    </w:pPr>
  </w:style>
  <w:style w:type="paragraph" w:customStyle="1" w:styleId="Institutionquiagit">
    <w:name w:val="Institution qui agit"/>
    <w:basedOn w:val="Normal"/>
    <w:next w:val="Normal"/>
    <w:rsid w:val="004D52CA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4D52CA"/>
    <w:pPr>
      <w:keepNext/>
      <w:tabs>
        <w:tab w:val="left" w:pos="5669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4D52CA"/>
    <w:pPr>
      <w:ind w:left="850" w:hanging="850"/>
    </w:pPr>
  </w:style>
  <w:style w:type="paragraph" w:customStyle="1" w:styleId="Personnequisigne">
    <w:name w:val="Personne qui signe"/>
    <w:basedOn w:val="Normal"/>
    <w:next w:val="Institutionquisigne"/>
    <w:rsid w:val="004D52CA"/>
    <w:pPr>
      <w:tabs>
        <w:tab w:val="left" w:pos="5669"/>
      </w:tabs>
      <w:spacing w:before="0" w:after="0"/>
    </w:pPr>
    <w:rPr>
      <w:i/>
    </w:rPr>
  </w:style>
  <w:style w:type="paragraph" w:customStyle="1" w:styleId="Sous-titreobjet">
    <w:name w:val="Sous-titre objet"/>
    <w:basedOn w:val="Normal"/>
    <w:rsid w:val="004D52CA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4D52CA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4D52CA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4D52CA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Datedadoption"/>
    <w:rsid w:val="004D52CA"/>
    <w:pPr>
      <w:spacing w:before="360" w:after="0"/>
      <w:jc w:val="center"/>
    </w:pPr>
    <w:rPr>
      <w:b/>
    </w:rPr>
  </w:style>
  <w:style w:type="paragraph" w:customStyle="1" w:styleId="Lignefinal">
    <w:name w:val="Ligne final"/>
    <w:basedOn w:val="Normal"/>
    <w:next w:val="Normal"/>
    <w:rsid w:val="004D52CA"/>
    <w:pPr>
      <w:pBdr>
        <w:bottom w:val="single" w:sz="4" w:space="0" w:color="000000"/>
      </w:pBdr>
      <w:spacing w:before="360"/>
      <w:ind w:left="3400" w:right="3400"/>
      <w:jc w:val="center"/>
    </w:pPr>
    <w:rPr>
      <w:b/>
    </w:rPr>
  </w:style>
  <w:style w:type="paragraph" w:customStyle="1" w:styleId="LignefinalLandscape">
    <w:name w:val="Ligne final (Landscape)"/>
    <w:basedOn w:val="Normal"/>
    <w:next w:val="Normal"/>
    <w:rsid w:val="004D52CA"/>
    <w:pPr>
      <w:pBdr>
        <w:bottom w:val="single" w:sz="4" w:space="0" w:color="000000"/>
      </w:pBdr>
      <w:spacing w:before="360"/>
      <w:ind w:left="5868" w:right="5868"/>
      <w:jc w:val="center"/>
    </w:pPr>
    <w:rPr>
      <w:b/>
    </w:rPr>
  </w:style>
  <w:style w:type="paragraph" w:customStyle="1" w:styleId="Rfrenceinterinstitutionelle">
    <w:name w:val="Référence interinstitutionelle"/>
    <w:basedOn w:val="Normal"/>
    <w:next w:val="Statut"/>
    <w:rsid w:val="004D52CA"/>
    <w:pPr>
      <w:spacing w:before="0" w:after="0"/>
      <w:ind w:left="5103"/>
    </w:pPr>
  </w:style>
  <w:style w:type="paragraph" w:customStyle="1" w:styleId="EntLogo">
    <w:name w:val="EntLogo"/>
    <w:basedOn w:val="Normal"/>
    <w:rsid w:val="004D52CA"/>
    <w:pPr>
      <w:tabs>
        <w:tab w:val="right" w:pos="9639"/>
      </w:tabs>
      <w:spacing w:before="0" w:after="0"/>
    </w:pPr>
    <w:rPr>
      <w:b/>
    </w:rPr>
  </w:style>
  <w:style w:type="paragraph" w:customStyle="1" w:styleId="EntInstit">
    <w:name w:val="EntInstit"/>
    <w:basedOn w:val="Normal"/>
    <w:rsid w:val="004D52CA"/>
    <w:pPr>
      <w:spacing w:before="0" w:after="0" w:line="240" w:lineRule="auto"/>
      <w:jc w:val="right"/>
    </w:pPr>
    <w:rPr>
      <w:b/>
    </w:rPr>
  </w:style>
  <w:style w:type="paragraph" w:customStyle="1" w:styleId="EntRefer">
    <w:name w:val="EntRefer"/>
    <w:basedOn w:val="Normal"/>
    <w:rsid w:val="004D52CA"/>
    <w:pPr>
      <w:spacing w:before="0" w:after="0" w:line="240" w:lineRule="auto"/>
    </w:pPr>
    <w:rPr>
      <w:b/>
    </w:rPr>
  </w:style>
  <w:style w:type="paragraph" w:customStyle="1" w:styleId="EntEmet">
    <w:name w:val="EntEmet"/>
    <w:basedOn w:val="Normal"/>
    <w:rsid w:val="004D52CA"/>
    <w:pPr>
      <w:spacing w:before="40" w:after="0" w:line="240" w:lineRule="auto"/>
    </w:pPr>
  </w:style>
  <w:style w:type="paragraph" w:customStyle="1" w:styleId="EntText">
    <w:name w:val="EntText"/>
    <w:basedOn w:val="Normal"/>
    <w:rsid w:val="004D52CA"/>
  </w:style>
  <w:style w:type="paragraph" w:customStyle="1" w:styleId="EntEU">
    <w:name w:val="EntEU"/>
    <w:basedOn w:val="Normal"/>
    <w:rsid w:val="004D52CA"/>
    <w:pPr>
      <w:spacing w:before="240" w:after="240" w:line="240" w:lineRule="auto"/>
      <w:jc w:val="center"/>
    </w:pPr>
    <w:rPr>
      <w:b/>
      <w:sz w:val="36"/>
    </w:rPr>
  </w:style>
  <w:style w:type="paragraph" w:customStyle="1" w:styleId="EntASSOC">
    <w:name w:val="EntASSOC"/>
    <w:basedOn w:val="Normal"/>
    <w:rsid w:val="004D52CA"/>
    <w:pPr>
      <w:spacing w:before="0" w:after="0" w:line="240" w:lineRule="auto"/>
      <w:jc w:val="center"/>
    </w:pPr>
    <w:rPr>
      <w:b/>
    </w:rPr>
  </w:style>
  <w:style w:type="paragraph" w:customStyle="1" w:styleId="EntACP">
    <w:name w:val="EntACP"/>
    <w:basedOn w:val="Normal"/>
    <w:rsid w:val="004D52CA"/>
    <w:pPr>
      <w:spacing w:before="0" w:after="180" w:line="240" w:lineRule="auto"/>
      <w:jc w:val="center"/>
    </w:pPr>
    <w:rPr>
      <w:b/>
      <w:spacing w:val="40"/>
      <w:sz w:val="28"/>
    </w:rPr>
  </w:style>
  <w:style w:type="paragraph" w:customStyle="1" w:styleId="EntInstitACP">
    <w:name w:val="EntInstitACP"/>
    <w:basedOn w:val="Normal"/>
    <w:rsid w:val="004D52CA"/>
    <w:pPr>
      <w:spacing w:before="0" w:after="0" w:line="240" w:lineRule="auto"/>
      <w:jc w:val="center"/>
    </w:pPr>
    <w:rPr>
      <w:b/>
    </w:rPr>
  </w:style>
  <w:style w:type="paragraph" w:customStyle="1" w:styleId="Genredudocument">
    <w:name w:val="Genre du document"/>
    <w:basedOn w:val="EntRefer"/>
    <w:next w:val="EntRefer"/>
    <w:rsid w:val="004D52CA"/>
    <w:pPr>
      <w:spacing w:before="240"/>
    </w:pPr>
  </w:style>
  <w:style w:type="paragraph" w:customStyle="1" w:styleId="Accordtitre">
    <w:name w:val="Accord titre"/>
    <w:basedOn w:val="Normal"/>
    <w:rsid w:val="004D52CA"/>
    <w:pPr>
      <w:spacing w:before="0" w:after="0"/>
      <w:jc w:val="center"/>
    </w:pPr>
  </w:style>
  <w:style w:type="paragraph" w:customStyle="1" w:styleId="FooterAccord">
    <w:name w:val="Footer Accord"/>
    <w:basedOn w:val="Normal"/>
    <w:rsid w:val="004D52CA"/>
    <w:pPr>
      <w:tabs>
        <w:tab w:val="center" w:pos="4819"/>
        <w:tab w:val="center" w:pos="7370"/>
        <w:tab w:val="right" w:pos="9638"/>
      </w:tabs>
      <w:spacing w:before="360" w:after="0" w:line="240" w:lineRule="auto"/>
      <w:jc w:val="center"/>
    </w:pPr>
  </w:style>
  <w:style w:type="paragraph" w:customStyle="1" w:styleId="FooterLandscapeAccord">
    <w:name w:val="FooterLandscape Accord"/>
    <w:basedOn w:val="Normal"/>
    <w:rsid w:val="004D52CA"/>
    <w:pPr>
      <w:tabs>
        <w:tab w:val="center" w:pos="7285"/>
        <w:tab w:val="center" w:pos="10930"/>
        <w:tab w:val="right" w:pos="14570"/>
      </w:tabs>
      <w:spacing w:before="360" w:after="0" w:line="240" w:lineRule="auto"/>
      <w:jc w:val="center"/>
    </w:pPr>
  </w:style>
  <w:style w:type="paragraph" w:customStyle="1" w:styleId="TitrearticleAccord">
    <w:name w:val="Titre article Accord"/>
    <w:basedOn w:val="Normal"/>
    <w:next w:val="Normal"/>
    <w:rsid w:val="004D52CA"/>
    <w:pPr>
      <w:keepNext/>
      <w:spacing w:before="600"/>
      <w:jc w:val="center"/>
    </w:pPr>
    <w:rPr>
      <w:i/>
    </w:rPr>
  </w:style>
  <w:style w:type="paragraph" w:customStyle="1" w:styleId="Languesfaisantfoi">
    <w:name w:val="Langues faisant foi"/>
    <w:basedOn w:val="Normal"/>
    <w:next w:val="Normal"/>
    <w:rsid w:val="004D52CA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4D52CA"/>
    <w:pPr>
      <w:spacing w:after="240"/>
    </w:pPr>
  </w:style>
  <w:style w:type="paragraph" w:customStyle="1" w:styleId="Annexetitre">
    <w:name w:val="Annexe titre"/>
    <w:basedOn w:val="Normal"/>
    <w:next w:val="Normal"/>
    <w:rsid w:val="004D52CA"/>
    <w:pPr>
      <w:jc w:val="center"/>
    </w:pPr>
    <w:rPr>
      <w:b/>
      <w:u w:val="single"/>
    </w:rPr>
  </w:style>
  <w:style w:type="paragraph" w:customStyle="1" w:styleId="DESignature">
    <w:name w:val="DE Signature"/>
    <w:basedOn w:val="Normal"/>
    <w:next w:val="Normal"/>
    <w:rsid w:val="004D52CA"/>
    <w:pPr>
      <w:tabs>
        <w:tab w:val="center" w:pos="5953"/>
      </w:tabs>
      <w:spacing w:before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DW_LEGACT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B7D30-0DDC-4977-826D-334FCDFB1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DW_LEGACTS</Template>
  <TotalTime>1</TotalTime>
  <Pages>21</Pages>
  <Words>2965</Words>
  <Characters>16901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Jarošová</dc:creator>
  <cp:keywords/>
  <dc:description/>
  <cp:lastModifiedBy>Andrijauska, M.</cp:lastModifiedBy>
  <cp:revision>2</cp:revision>
  <dcterms:created xsi:type="dcterms:W3CDTF">2020-07-29T15:34:00Z</dcterms:created>
  <dcterms:modified xsi:type="dcterms:W3CDTF">2020-07-29T15:34:00Z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3.8.0.0</vt:lpwstr>
  </property>
  <property fmtid="{D5CDD505-2E9C-101B-9397-08002B2CF9AE}" pid="3" name="Created using">
    <vt:lpwstr>DocuWrite 4.2.2, Build 20181002</vt:lpwstr>
  </property>
  <property fmtid="{D5CDD505-2E9C-101B-9397-08002B2CF9AE}" pid="4" name="Last edited using">
    <vt:lpwstr>DocuWrite 4.3.12, Build 20200224</vt:lpwstr>
  </property>
</Properties>
</file>