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CD74" w14:textId="1118EE76" w:rsidR="00E31FA3" w:rsidRPr="00B11221" w:rsidRDefault="00E31FA3" w:rsidP="00CA133C">
      <w:pPr>
        <w:pStyle w:val="Annexetitre"/>
      </w:pPr>
      <w:r w:rsidRPr="00B11221">
        <w:t>ПРИЛОЖЕНИЕ I</w:t>
      </w:r>
    </w:p>
    <w:p w14:paraId="64DCB0FB" w14:textId="1A85B06C" w:rsidR="00653CA8" w:rsidRPr="00B11221" w:rsidRDefault="00E31FA3" w:rsidP="00CA133C">
      <w:pPr>
        <w:pStyle w:val="NormalCentered"/>
        <w:rPr>
          <w:color w:val="191919"/>
        </w:rPr>
      </w:pPr>
      <w:r w:rsidRPr="00B11221">
        <w:t xml:space="preserve">УДОСТОВЕРЕНИЕ ЗА </w:t>
      </w:r>
      <w:r w:rsidRPr="00B11221">
        <w:rPr>
          <w:color w:val="191919"/>
        </w:rPr>
        <w:t>ОБЕЗПЕЧАВАНЕ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B31F7D" w:rsidRPr="00B11221" w14:paraId="5D1B860A" w14:textId="77777777" w:rsidTr="00813671">
        <w:tc>
          <w:tcPr>
            <w:tcW w:w="9855" w:type="dxa"/>
          </w:tcPr>
          <w:p w14:paraId="5523FAE7" w14:textId="77777777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РАЗДЕЛ А:</w:t>
            </w:r>
          </w:p>
          <w:p w14:paraId="605D6627" w14:textId="78630517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Издаваща държава: ……………………………………………………………………………</w:t>
            </w:r>
            <w:r w:rsidR="0008238F" w:rsidRPr="00B11221">
              <w:rPr>
                <w:rFonts w:eastAsia="Calibri"/>
              </w:rPr>
              <w:t>…</w:t>
            </w:r>
            <w:r w:rsidR="0008238F" w:rsidRPr="00B11221">
              <w:rPr>
                <w:rFonts w:eastAsia="Calibri"/>
                <w:color w:val="000000"/>
              </w:rPr>
              <w:t>….</w:t>
            </w:r>
          </w:p>
          <w:p w14:paraId="7A24D821" w14:textId="134F1A59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Издаващ орган: ………………………………………………………………………...</w:t>
            </w:r>
            <w:r w:rsidR="0008238F" w:rsidRPr="00B11221">
              <w:rPr>
                <w:rFonts w:eastAsia="Calibri"/>
              </w:rPr>
              <w:t>.....................</w:t>
            </w:r>
          </w:p>
          <w:p w14:paraId="728474C1" w14:textId="6B545F09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Потвърждаващ орган (ако е приложимо): ……………………………………………………</w:t>
            </w:r>
            <w:r w:rsidR="0008238F" w:rsidRPr="00B11221">
              <w:rPr>
                <w:rFonts w:eastAsia="Calibri"/>
              </w:rPr>
              <w:t>…….</w:t>
            </w:r>
          </w:p>
          <w:p w14:paraId="5E7FF93C" w14:textId="7264364E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Изпълняваща държава: …………………………………………………………………………</w:t>
            </w:r>
            <w:r w:rsidR="0008238F" w:rsidRPr="00B11221">
              <w:rPr>
                <w:rFonts w:eastAsia="Calibri"/>
              </w:rPr>
              <w:t>……</w:t>
            </w:r>
          </w:p>
          <w:p w14:paraId="7F5E3B72" w14:textId="059D0225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noProof/>
                <w:szCs w:val="24"/>
              </w:rPr>
            </w:pPr>
            <w:r w:rsidRPr="00B11221">
              <w:rPr>
                <w:rFonts w:eastAsia="Calibri"/>
              </w:rPr>
              <w:t>Изпълняващ орган (ако е известен): …………………………………………………………</w:t>
            </w:r>
            <w:r w:rsidR="0008238F" w:rsidRPr="00B11221">
              <w:rPr>
                <w:rFonts w:eastAsia="Calibri"/>
              </w:rPr>
              <w:t>……..</w:t>
            </w:r>
          </w:p>
        </w:tc>
      </w:tr>
      <w:tr w:rsidR="00B31F7D" w:rsidRPr="00B11221" w14:paraId="2D1C8FBF" w14:textId="77777777" w:rsidTr="00813671">
        <w:trPr>
          <w:trHeight w:val="4690"/>
        </w:trPr>
        <w:tc>
          <w:tcPr>
            <w:tcW w:w="9855" w:type="dxa"/>
          </w:tcPr>
          <w:p w14:paraId="3E7EAC67" w14:textId="77777777" w:rsidR="00B31F7D" w:rsidRPr="00B11221" w:rsidRDefault="00B31F7D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Б: Спешност и/или искана дата на изпълнение</w:t>
            </w:r>
          </w:p>
          <w:p w14:paraId="1CA8C496" w14:textId="77777777" w:rsidR="00B31F7D" w:rsidRPr="00B11221" w:rsidRDefault="00B31F7D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Моля, посочете конкретните основания, налагащи спешно изпълнение:</w:t>
            </w:r>
          </w:p>
          <w:p w14:paraId="05BD6EAF" w14:textId="293F40E8" w:rsidR="00B31F7D" w:rsidRPr="00B11221" w:rsidRDefault="00B31F7D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Наличието на разумни основания да се счита, че в близко бъдеще въпросното имущество ще бъде преместено или унищожено, а именно:</w:t>
            </w:r>
            <w:r w:rsidR="00682678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FC475C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</w:t>
            </w:r>
            <w:r w:rsidR="00682678" w:rsidRPr="00B11221">
              <w:rPr>
                <w:rFonts w:eastAsia="Calibri"/>
              </w:rPr>
              <w:t>………………………………………………………………</w:t>
            </w:r>
          </w:p>
          <w:p w14:paraId="05C68D04" w14:textId="6348C0BA" w:rsidR="00B31F7D" w:rsidRPr="00B11221" w:rsidRDefault="00B31F7D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 xml:space="preserve">Следствени или процесуални нужди в издаващата държава, а именно: </w:t>
            </w:r>
            <w:r w:rsidR="00682678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682678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</w:p>
        </w:tc>
      </w:tr>
      <w:tr w:rsidR="003C1AD5" w:rsidRPr="00B11221" w14:paraId="500106DA" w14:textId="77777777" w:rsidTr="00813671">
        <w:trPr>
          <w:trHeight w:val="3670"/>
        </w:trPr>
        <w:tc>
          <w:tcPr>
            <w:tcW w:w="9855" w:type="dxa"/>
          </w:tcPr>
          <w:p w14:paraId="06B88E46" w14:textId="77777777" w:rsidR="003C1AD5" w:rsidRPr="00B11221" w:rsidRDefault="003C1AD5" w:rsidP="00BB3326">
            <w:pPr>
              <w:pStyle w:val="Point0"/>
              <w:pageBreakBefore/>
              <w:ind w:left="851" w:hanging="851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2.</w:t>
            </w:r>
            <w:r w:rsidRPr="00B11221">
              <w:rPr>
                <w:rFonts w:eastAsia="Calibri"/>
              </w:rPr>
              <w:tab/>
              <w:t>Дата на изпълнение:</w:t>
            </w:r>
          </w:p>
          <w:p w14:paraId="7136D61D" w14:textId="0DCDC772" w:rsidR="003C1AD5" w:rsidRPr="00B11221" w:rsidRDefault="003C1AD5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Изисква се изпълнение на конкретна дата, а именно: ……………………</w:t>
            </w:r>
            <w:r w:rsidR="0008238F" w:rsidRPr="00B11221">
              <w:rPr>
                <w:rFonts w:eastAsia="Calibri"/>
              </w:rPr>
              <w:t>……………</w:t>
            </w:r>
            <w:r w:rsidR="00682678" w:rsidRPr="00B11221">
              <w:rPr>
                <w:rFonts w:eastAsia="Calibri"/>
              </w:rPr>
              <w:t>...</w:t>
            </w:r>
          </w:p>
          <w:p w14:paraId="5FC109B3" w14:textId="77777777" w:rsidR="003C1AD5" w:rsidRPr="00B11221" w:rsidRDefault="003C1AD5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Необходима е координация между участващите държави членки</w:t>
            </w:r>
          </w:p>
          <w:p w14:paraId="4FD2407E" w14:textId="0B9DF8EA" w:rsidR="003C1AD5" w:rsidRPr="00B11221" w:rsidRDefault="003C1AD5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Основания за искането: 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C1AD5" w:rsidRPr="00B11221" w14:paraId="212EA043" w14:textId="77777777" w:rsidTr="00813671">
        <w:trPr>
          <w:trHeight w:val="6907"/>
        </w:trPr>
        <w:tc>
          <w:tcPr>
            <w:tcW w:w="9855" w:type="dxa"/>
          </w:tcPr>
          <w:p w14:paraId="05004077" w14:textId="77777777" w:rsidR="003C1AD5" w:rsidRPr="00B11221" w:rsidRDefault="003C1AD5" w:rsidP="00BB3326">
            <w:pPr>
              <w:tabs>
                <w:tab w:val="left" w:pos="993"/>
                <w:tab w:val="left" w:pos="1276"/>
                <w:tab w:val="right" w:leader="dot" w:pos="9498"/>
              </w:tabs>
              <w:ind w:left="1134" w:hanging="1134"/>
              <w:rPr>
                <w:rFonts w:eastAsia="Calibri"/>
                <w:color w:val="000000"/>
                <w:szCs w:val="24"/>
              </w:rPr>
            </w:pPr>
            <w:r w:rsidRPr="00B11221">
              <w:rPr>
                <w:rFonts w:eastAsia="Calibri"/>
              </w:rPr>
              <w:t>РАЗДЕЛ В:</w:t>
            </w:r>
            <w:r w:rsidRPr="00B11221">
              <w:rPr>
                <w:rFonts w:eastAsia="Calibri"/>
                <w:color w:val="000000"/>
                <w:szCs w:val="24"/>
              </w:rPr>
              <w:t xml:space="preserve"> Засегнато(и) лице(а)</w:t>
            </w:r>
          </w:p>
          <w:p w14:paraId="75B5D6F1" w14:textId="77777777" w:rsidR="003C1AD5" w:rsidRPr="00B11221" w:rsidRDefault="003C1AD5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Самоличността на лицето(лицата), срещу което(които) е издаден актът за обезпечаване, или на лицето(лицата), което(които) притежава(т) имуществото, предмет на акта за обезпечаване (ако са засегнати повече от едно лица, попълнете информация за всяко от тях):</w:t>
            </w:r>
          </w:p>
          <w:p w14:paraId="5C03C0DA" w14:textId="77777777" w:rsidR="003C1AD5" w:rsidRPr="00B11221" w:rsidRDefault="003C1AD5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Данни за идентификация</w:t>
            </w:r>
          </w:p>
          <w:p w14:paraId="170A5B37" w14:textId="77777777" w:rsidR="003C1AD5" w:rsidRPr="00B11221" w:rsidRDefault="003C1AD5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i)</w:t>
            </w:r>
            <w:r w:rsidRPr="00B11221">
              <w:rPr>
                <w:rFonts w:eastAsia="Calibri"/>
              </w:rPr>
              <w:tab/>
              <w:t>За физическите лица</w:t>
            </w:r>
          </w:p>
          <w:p w14:paraId="035A15AA" w14:textId="60F81568" w:rsidR="003C1AD5" w:rsidRPr="00B11221" w:rsidRDefault="003C1AD5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Име:-……………………………………………………………………………</w:t>
            </w:r>
            <w:r w:rsidR="0008238F" w:rsidRPr="00B11221">
              <w:rPr>
                <w:rFonts w:eastAsia="Calibri"/>
              </w:rPr>
              <w:t>……………………..</w:t>
            </w:r>
          </w:p>
          <w:p w14:paraId="31FDD594" w14:textId="18447377" w:rsidR="003C1AD5" w:rsidRPr="00B11221" w:rsidRDefault="003C1AD5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Собствено(и) име(на):…………………………………………………………………………</w:t>
            </w:r>
            <w:r w:rsidR="0008238F" w:rsidRPr="00B11221">
              <w:rPr>
                <w:rFonts w:eastAsia="Calibri"/>
              </w:rPr>
              <w:t>…….</w:t>
            </w:r>
          </w:p>
          <w:p w14:paraId="71F758CB" w14:textId="3638277A" w:rsidR="003C1AD5" w:rsidRPr="00B11221" w:rsidRDefault="003C1AD5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Друго(и) име(на) от значение, ако е приложимо:………………………………………………</w:t>
            </w:r>
            <w:r w:rsidR="0008238F" w:rsidRPr="00B11221">
              <w:rPr>
                <w:rFonts w:eastAsia="Calibri"/>
              </w:rPr>
              <w:t>….</w:t>
            </w:r>
          </w:p>
          <w:p w14:paraId="39164F45" w14:textId="0C6DE13D" w:rsidR="003C1AD5" w:rsidRPr="00B11221" w:rsidRDefault="003C1AD5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Псевдоними, ако е приложимо:…………………………………………………</w:t>
            </w:r>
            <w:r w:rsidR="0008238F" w:rsidRPr="00B11221">
              <w:rPr>
                <w:rFonts w:eastAsia="Calibri"/>
              </w:rPr>
              <w:t>…………………..</w:t>
            </w:r>
          </w:p>
          <w:p w14:paraId="52124003" w14:textId="50297349" w:rsidR="003C1AD5" w:rsidRPr="00B11221" w:rsidRDefault="007C0150" w:rsidP="00BB3326">
            <w:pPr>
              <w:tabs>
                <w:tab w:val="left" w:pos="567"/>
                <w:tab w:val="left" w:pos="1134"/>
                <w:tab w:val="right" w:leader="dot" w:pos="9639"/>
              </w:tabs>
            </w:pPr>
            <w:r w:rsidRPr="00B11221">
              <w:rPr>
                <w:rFonts w:eastAsia="Calibri"/>
              </w:rPr>
              <w:t xml:space="preserve">Пол: </w:t>
            </w:r>
            <w:r w:rsidR="003C1AD5" w:rsidRPr="00B11221">
              <w:rPr>
                <w:rFonts w:eastAsia="Calibri"/>
              </w:rPr>
              <w:t>…………………………………………</w:t>
            </w:r>
            <w:r w:rsidR="0008238F" w:rsidRPr="00B11221">
              <w:rPr>
                <w:rFonts w:eastAsia="Calibri"/>
              </w:rPr>
              <w:t>………………………………………………………..</w:t>
            </w:r>
          </w:p>
        </w:tc>
      </w:tr>
      <w:tr w:rsidR="0008238F" w:rsidRPr="00B11221" w14:paraId="519B9B4D" w14:textId="77777777" w:rsidTr="00813671">
        <w:trPr>
          <w:trHeight w:val="10666"/>
        </w:trPr>
        <w:tc>
          <w:tcPr>
            <w:tcW w:w="9855" w:type="dxa"/>
          </w:tcPr>
          <w:p w14:paraId="64AEE88B" w14:textId="77777777" w:rsidR="0008238F" w:rsidRPr="00B11221" w:rsidRDefault="0008238F" w:rsidP="00BB3326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ind w:left="851" w:hanging="851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Гражданство:………………………………………………………………………………………….</w:t>
            </w:r>
          </w:p>
          <w:p w14:paraId="251BFDD4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Идентификационен номер или номер на социално осигуряване, ако е известен:..……………………………………………………………………………….…………….</w:t>
            </w:r>
          </w:p>
          <w:p w14:paraId="3DE585FB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Вид и номер на документа(ите) за самоличност (лична карта, паспорт), ако са известни:</w:t>
            </w:r>
          </w:p>
          <w:p w14:paraId="2951D177" w14:textId="44913D8C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…………………………………………………………………………................................................</w:t>
            </w:r>
          </w:p>
          <w:p w14:paraId="42DD8F8E" w14:textId="60B200DC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Дата на раждане:…………………………………………………………….......................................</w:t>
            </w:r>
          </w:p>
          <w:p w14:paraId="48D925CF" w14:textId="791F03E7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Място на раждане:………………………………….………………………………………………..</w:t>
            </w:r>
            <w:r w:rsidR="00FC475C">
              <w:rPr>
                <w:rFonts w:eastAsia="Calibri"/>
              </w:rPr>
              <w:t>.</w:t>
            </w:r>
          </w:p>
          <w:p w14:paraId="4D8C4D44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Местопребиваване и/или известен адрес (ако адресът не е известен, последния известен адрес):</w:t>
            </w:r>
          </w:p>
          <w:p w14:paraId="1A7D0618" w14:textId="681715EA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……………………………………………..…………………………………………………………..</w:t>
            </w:r>
          </w:p>
          <w:p w14:paraId="495F78C5" w14:textId="48D852A6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Език(езици), които засегнатото лице разбира:……………………………………………..............</w:t>
            </w:r>
          </w:p>
          <w:p w14:paraId="6EA9044A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Посочете положението на засегнатото лице в производството:</w:t>
            </w:r>
          </w:p>
          <w:p w14:paraId="65168C35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Лице, срещу което е насочен актът за обезпечаване</w:t>
            </w:r>
          </w:p>
          <w:p w14:paraId="2D0DBAE0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Лице, което притежава имуществото, предмет на акта за обезпечаване</w:t>
            </w:r>
          </w:p>
          <w:p w14:paraId="02C6F341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ii)</w:t>
            </w:r>
            <w:r w:rsidRPr="00B11221">
              <w:rPr>
                <w:rFonts w:eastAsia="Calibri"/>
              </w:rPr>
              <w:tab/>
              <w:t>За юридическите лица</w:t>
            </w:r>
          </w:p>
          <w:p w14:paraId="256EA9DB" w14:textId="02C77280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Наименование: ……………………………………………………………………………………….</w:t>
            </w:r>
          </w:p>
          <w:p w14:paraId="0606E569" w14:textId="1108C451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Правна форма: …………………………………………………………………………</w:t>
            </w:r>
            <w:r w:rsidRPr="00B11221">
              <w:rPr>
                <w:rFonts w:eastAsia="Calibri"/>
                <w:lang w:val="en-GB"/>
              </w:rPr>
              <w:t>……………..</w:t>
            </w:r>
          </w:p>
        </w:tc>
      </w:tr>
      <w:tr w:rsidR="0008238F" w:rsidRPr="00B11221" w14:paraId="1A4DE36E" w14:textId="77777777" w:rsidTr="00813671">
        <w:trPr>
          <w:trHeight w:val="10488"/>
        </w:trPr>
        <w:tc>
          <w:tcPr>
            <w:tcW w:w="9855" w:type="dxa"/>
          </w:tcPr>
          <w:p w14:paraId="2CAC1AD0" w14:textId="26BFBFF3" w:rsidR="0008238F" w:rsidRPr="00B11221" w:rsidRDefault="0008238F" w:rsidP="00BB3326">
            <w:pPr>
              <w:pageBreakBefore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 xml:space="preserve">Съкратено </w:t>
            </w:r>
            <w:r w:rsidRPr="00BB3326">
              <w:rPr>
                <w:rFonts w:eastAsia="Calibri"/>
              </w:rPr>
              <w:t>наименование</w:t>
            </w:r>
            <w:r w:rsidRPr="00B11221">
              <w:rPr>
                <w:rFonts w:eastAsia="Calibri"/>
              </w:rPr>
              <w:t>, често използвано наименование или търговска фирма, ако е приложимо:…………………………………………………………………………………………...</w:t>
            </w:r>
          </w:p>
          <w:p w14:paraId="618D596E" w14:textId="37EEA149" w:rsidR="0008238F" w:rsidRPr="00B11221" w:rsidRDefault="0008238F" w:rsidP="00BB3326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ind w:left="851" w:hanging="851"/>
              <w:rPr>
                <w:rFonts w:eastAsia="Calibri"/>
              </w:rPr>
            </w:pPr>
            <w:r w:rsidRPr="00B11221">
              <w:rPr>
                <w:rFonts w:eastAsia="Calibri"/>
              </w:rPr>
              <w:t>Седалище по регистрация:…………………………………………………………………………..</w:t>
            </w:r>
          </w:p>
          <w:p w14:paraId="06ACAFD3" w14:textId="0FE49D78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Регистрационен номер:………………………………………………………………………………</w:t>
            </w:r>
          </w:p>
          <w:p w14:paraId="29E1E37B" w14:textId="3CB423A2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Адрес:………………………………………………………………………………………………….</w:t>
            </w:r>
          </w:p>
          <w:p w14:paraId="59E0B781" w14:textId="7A2A3233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Име на представителя:……………………………………………………………………………….</w:t>
            </w:r>
          </w:p>
          <w:p w14:paraId="1CECB731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Посочете положението на засегнатото лице в производството:</w:t>
            </w:r>
          </w:p>
          <w:p w14:paraId="403C98C9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Лице, срещу което е насочен актът за обезпечаване</w:t>
            </w:r>
          </w:p>
          <w:p w14:paraId="6FBE2385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Лице, което притежава имуществото, предмет на акта за обезпечаване</w:t>
            </w:r>
          </w:p>
          <w:p w14:paraId="0F69B513" w14:textId="70FC31F4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2.</w:t>
            </w:r>
            <w:r w:rsidRPr="00B11221">
              <w:rPr>
                <w:rFonts w:eastAsia="Calibri"/>
              </w:rPr>
              <w:tab/>
              <w:t>Ако е различен от горепосочения адрес, посочете мястото, на което следва да се изпълни актът за обезпечаване:</w:t>
            </w:r>
            <w:r w:rsidRPr="00B11221">
              <w:rPr>
                <w:rFonts w:eastAsia="Calibri"/>
              </w:rPr>
              <w:br/>
              <w:t>………………………………………………………………………………………………</w:t>
            </w:r>
          </w:p>
          <w:p w14:paraId="2504A539" w14:textId="15995F83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3.</w:t>
            </w:r>
            <w:r w:rsidRPr="00B11221">
              <w:rPr>
                <w:rFonts w:eastAsia="Calibri"/>
              </w:rPr>
              <w:tab/>
              <w:t>Трети лица, чиито права във връзка с имуществото, предмет на акта за обезпечаване, са пряко засегнати от решението (самоличност и основания):</w:t>
            </w:r>
            <w:r w:rsidRPr="00B11221">
              <w:rPr>
                <w:rFonts w:eastAsia="Calibri"/>
              </w:rPr>
              <w:br/>
              <w:t>………………………………………………………………………………………………</w:t>
            </w:r>
            <w:r w:rsidR="00FC475C">
              <w:rPr>
                <w:rFonts w:eastAsia="Calibri"/>
              </w:rPr>
              <w:t>.</w:t>
            </w:r>
            <w:r w:rsidR="00682678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682678" w:rsidRPr="00B11221">
              <w:rPr>
                <w:rFonts w:eastAsia="Calibri"/>
              </w:rPr>
              <w:t>..</w:t>
            </w:r>
          </w:p>
          <w:p w14:paraId="5B16F1FA" w14:textId="31EA7359" w:rsidR="0008238F" w:rsidRPr="00B11221" w:rsidRDefault="0008238F" w:rsidP="00BB3326">
            <w:pPr>
              <w:pStyle w:val="Point0"/>
            </w:pPr>
            <w:r w:rsidRPr="00B11221">
              <w:rPr>
                <w:rFonts w:eastAsia="Calibri"/>
              </w:rPr>
              <w:t>4.</w:t>
            </w:r>
            <w:r w:rsidRPr="00B11221">
              <w:rPr>
                <w:rFonts w:eastAsia="Calibri"/>
              </w:rPr>
              <w:tab/>
              <w:t>Посочете всяка друга информация, която би подпомогнала изпълнението на акта за обезпечаване:</w:t>
            </w:r>
            <w:r w:rsidR="00682678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</w:t>
            </w:r>
            <w:r w:rsidR="00682678" w:rsidRPr="00B11221">
              <w:rPr>
                <w:rFonts w:eastAsia="Calibri"/>
              </w:rPr>
              <w:t>….</w:t>
            </w:r>
          </w:p>
        </w:tc>
      </w:tr>
      <w:tr w:rsidR="003C1AD5" w:rsidRPr="00B11221" w14:paraId="4CF98318" w14:textId="77777777" w:rsidTr="00813671">
        <w:trPr>
          <w:trHeight w:val="6779"/>
        </w:trPr>
        <w:tc>
          <w:tcPr>
            <w:tcW w:w="9855" w:type="dxa"/>
          </w:tcPr>
          <w:p w14:paraId="760449A5" w14:textId="77777777" w:rsidR="00BB26C0" w:rsidRPr="00B11221" w:rsidRDefault="00BB26C0" w:rsidP="00BB3326">
            <w:pPr>
              <w:pageBreakBefore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lastRenderedPageBreak/>
              <w:t xml:space="preserve">РАЗДЕЛ Г: Информация </w:t>
            </w:r>
            <w:r w:rsidRPr="00BB3326">
              <w:rPr>
                <w:rFonts w:eastAsia="Calibri"/>
              </w:rPr>
              <w:t>относно</w:t>
            </w:r>
            <w:r w:rsidRPr="00B11221">
              <w:rPr>
                <w:rFonts w:eastAsia="Calibri"/>
              </w:rPr>
              <w:t xml:space="preserve"> имуществото, за което се отнася актът</w:t>
            </w:r>
          </w:p>
          <w:p w14:paraId="1D8A33AF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Посочете за какво се отнася актът:</w:t>
            </w:r>
          </w:p>
          <w:p w14:paraId="59ED7F70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  <w:color w:val="000000"/>
                <w:szCs w:val="24"/>
              </w:rPr>
              <w:sym w:font="Bookshelf Symbol 3" w:char="F0FF"/>
            </w:r>
            <w:r w:rsidRPr="00B11221">
              <w:rPr>
                <w:rFonts w:eastAsia="Calibri"/>
              </w:rPr>
              <w:tab/>
              <w:t>парична сума</w:t>
            </w:r>
          </w:p>
          <w:p w14:paraId="073ED4BE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  <w:color w:val="000000"/>
                <w:szCs w:val="24"/>
              </w:rPr>
              <w:sym w:font="Bookshelf Symbol 3" w:char="F0FF"/>
            </w:r>
            <w:r w:rsidRPr="00B11221">
              <w:rPr>
                <w:rFonts w:eastAsia="Calibri"/>
              </w:rPr>
              <w:tab/>
              <w:t>конкретно(и) имущество(а) (материално или нематериално, движимо или недвижимо)</w:t>
            </w:r>
          </w:p>
          <w:p w14:paraId="10742377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sym w:font="Bookshelf Symbol 3" w:char="F0FF"/>
            </w:r>
            <w:r w:rsidRPr="00B11221">
              <w:rPr>
                <w:rFonts w:eastAsia="Calibri"/>
              </w:rPr>
              <w:tab/>
              <w:t>имущество с еквивалентна стойност (в контекста на конфискация въз основа на стойност)</w:t>
            </w:r>
          </w:p>
          <w:p w14:paraId="528146AC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2.</w:t>
            </w:r>
            <w:r w:rsidRPr="00B11221">
              <w:rPr>
                <w:rFonts w:eastAsia="Calibri"/>
              </w:rPr>
              <w:tab/>
              <w:t>Ако актът се отнася за парична сума или имущество с еквивалентна стойност на тази парична сума:</w:t>
            </w:r>
          </w:p>
          <w:p w14:paraId="44812866" w14:textId="4EEB6C29" w:rsidR="00BB26C0" w:rsidRPr="00B11221" w:rsidRDefault="00BB26C0" w:rsidP="00BB3326">
            <w:pPr>
              <w:pStyle w:val="Tiret0"/>
              <w:numPr>
                <w:ilvl w:val="0"/>
                <w:numId w:val="11"/>
              </w:numPr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 xml:space="preserve">Сума, подлежаща на изпълнение в изпълняващата държава, цифром и словом </w:t>
            </w:r>
            <w:r w:rsidRPr="00B11221">
              <w:rPr>
                <w:rFonts w:eastAsia="Calibri"/>
                <w:color w:val="000000"/>
              </w:rPr>
              <w:t>(посочете валутата):</w:t>
            </w:r>
            <w:r w:rsidRPr="00B11221">
              <w:rPr>
                <w:rFonts w:eastAsia="Calibri"/>
              </w:rPr>
              <w:t xml:space="preserve"> ………………………………………</w:t>
            </w:r>
            <w:r w:rsidR="00682678" w:rsidRPr="00B11221">
              <w:rPr>
                <w:rFonts w:eastAsia="Calibri"/>
              </w:rPr>
              <w:t>………………………………..</w:t>
            </w:r>
          </w:p>
          <w:p w14:paraId="73750990" w14:textId="77777777" w:rsidR="003C1AD5" w:rsidRDefault="00BB26C0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Общата сума, посочена в акта, цифром и словом (посочете валутата): ………………………………………</w:t>
            </w:r>
            <w:r w:rsidR="00682678" w:rsidRPr="00B11221">
              <w:rPr>
                <w:rFonts w:eastAsia="Calibri"/>
              </w:rPr>
              <w:t>………………………………………………………..</w:t>
            </w:r>
          </w:p>
          <w:p w14:paraId="371386B3" w14:textId="77777777" w:rsidR="00FC475C" w:rsidRPr="00B11221" w:rsidRDefault="00FC475C" w:rsidP="00BB3326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1985"/>
                <w:tab w:val="right" w:leader="dot" w:pos="9072"/>
                <w:tab w:val="right" w:leader="dot" w:pos="9639"/>
              </w:tabs>
              <w:jc w:val="both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Допълнителна информация:</w:t>
            </w:r>
          </w:p>
          <w:p w14:paraId="28332404" w14:textId="03234B49" w:rsidR="00FC475C" w:rsidRPr="00B11221" w:rsidRDefault="00FC475C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Основанията да се смята, че засегнатото лице притежава имущество/има доходи в изпълняващата държава:</w:t>
            </w:r>
            <w:r w:rsidRPr="00B11221">
              <w:rPr>
                <w:rFonts w:eastAsia="Calibri"/>
              </w:rPr>
              <w:br/>
              <w:t>……………………………………………………………………………………………….</w:t>
            </w:r>
          </w:p>
        </w:tc>
      </w:tr>
      <w:tr w:rsidR="0008238F" w:rsidRPr="00B11221" w14:paraId="51345402" w14:textId="77777777" w:rsidTr="00813671">
        <w:trPr>
          <w:trHeight w:val="7952"/>
        </w:trPr>
        <w:tc>
          <w:tcPr>
            <w:tcW w:w="9855" w:type="dxa"/>
          </w:tcPr>
          <w:p w14:paraId="6A4F1874" w14:textId="4FB48EC5" w:rsidR="0008238F" w:rsidRPr="00B11221" w:rsidRDefault="0008238F" w:rsidP="00BB3326">
            <w:pPr>
              <w:pStyle w:val="Tiret0"/>
              <w:pageBreakBefore/>
              <w:ind w:left="851" w:hanging="851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lastRenderedPageBreak/>
              <w:t>Описание на имуществото/източника на доходи на засегнатото лице (ако е възможно):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t>………….</w:t>
            </w:r>
          </w:p>
          <w:p w14:paraId="776A034D" w14:textId="0EBA8EE0" w:rsidR="0008238F" w:rsidRPr="00B11221" w:rsidRDefault="0008238F" w:rsidP="00BB3326">
            <w:pPr>
              <w:pStyle w:val="Tiret0"/>
              <w:rPr>
                <w:rFonts w:eastAsia="Calibri"/>
                <w:color w:val="000000"/>
              </w:rPr>
            </w:pPr>
            <w:r w:rsidRPr="00B11221">
              <w:rPr>
                <w:rFonts w:eastAsia="Calibri"/>
              </w:rPr>
              <w:t xml:space="preserve">Точно местонахождение на имуществото/източника на доходи на засегнатото лице (ако не е известно, последното известно местонахождение):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…………………………………………………………………………………..……………</w:t>
            </w:r>
          </w:p>
          <w:p w14:paraId="390D8B5F" w14:textId="2783AAF0" w:rsidR="0008238F" w:rsidRPr="00B11221" w:rsidRDefault="0008238F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Данни за банковата сметка на засегнатото лице (ако са известни):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  <w:t>…………………………………………………………………………………..……………</w:t>
            </w:r>
          </w:p>
          <w:p w14:paraId="57A892A7" w14:textId="424ACDA6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3.</w:t>
            </w:r>
            <w:r w:rsidRPr="00B11221">
              <w:rPr>
                <w:rFonts w:eastAsia="Calibri"/>
              </w:rPr>
              <w:tab/>
              <w:t>Ако актът се отнася за конкретно(и) имущество(а) или имущество с еквивалентна сто</w:t>
            </w:r>
            <w:r w:rsidR="00E05776" w:rsidRPr="00B11221">
              <w:rPr>
                <w:rFonts w:eastAsia="Calibri"/>
              </w:rPr>
              <w:t>йност на съответното имущество:</w:t>
            </w:r>
          </w:p>
          <w:p w14:paraId="790EF405" w14:textId="77777777" w:rsidR="0008238F" w:rsidRPr="00B11221" w:rsidRDefault="0008238F" w:rsidP="00BB3326">
            <w:pPr>
              <w:tabs>
                <w:tab w:val="num" w:pos="0"/>
                <w:tab w:val="left" w:pos="567"/>
                <w:tab w:val="left" w:pos="1134"/>
                <w:tab w:val="left" w:pos="1701"/>
                <w:tab w:val="right" w:leader="dot" w:pos="9639"/>
              </w:tabs>
              <w:ind w:left="1134" w:hanging="1134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Основания за изпращането на акта на изпълняващата държава:</w:t>
            </w:r>
          </w:p>
          <w:p w14:paraId="4DB45E79" w14:textId="77777777" w:rsidR="0008238F" w:rsidRPr="00B11221" w:rsidRDefault="0008238F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конкретното(ите) имущество(а) е/са с местоположение в изпълняващата държава;</w:t>
            </w:r>
          </w:p>
          <w:p w14:paraId="1B992F23" w14:textId="53AFB3DF" w:rsidR="0008238F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конкретното(ите) имущество(а) е/са регистрирани в изпълняващата държава;</w:t>
            </w:r>
          </w:p>
          <w:p w14:paraId="77F3709E" w14:textId="392DDC9A" w:rsidR="0008238F" w:rsidRPr="00B11221" w:rsidRDefault="00FC475C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издаващият орган има основателни причини да смята, че цялото или част от конкретното(ите) имущество(а), посочени в акта, се намират в изпълняващата държава</w:t>
            </w:r>
          </w:p>
        </w:tc>
      </w:tr>
      <w:tr w:rsidR="0008238F" w:rsidRPr="00B11221" w14:paraId="16CEC84B" w14:textId="77777777" w:rsidTr="00813671">
        <w:trPr>
          <w:trHeight w:val="5717"/>
        </w:trPr>
        <w:tc>
          <w:tcPr>
            <w:tcW w:w="9855" w:type="dxa"/>
          </w:tcPr>
          <w:p w14:paraId="43BB6108" w14:textId="77777777" w:rsidR="0008238F" w:rsidRPr="00B11221" w:rsidRDefault="0008238F" w:rsidP="00BB3326">
            <w:pPr>
              <w:pageBreakBefore/>
              <w:tabs>
                <w:tab w:val="num" w:pos="0"/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ind w:left="851" w:hanging="851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lastRenderedPageBreak/>
              <w:t>Допълнителна информация:</w:t>
            </w:r>
          </w:p>
          <w:p w14:paraId="6732A84B" w14:textId="07AF205B" w:rsidR="0008238F" w:rsidRPr="00B11221" w:rsidRDefault="0008238F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Основания да се смята, че конкретното(ите) имущество(а) е/са</w:t>
            </w:r>
            <w:r w:rsidRPr="00B11221" w:rsidDel="00D37452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с местоположение в изпълняващата държава: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t>…….</w:t>
            </w:r>
          </w:p>
          <w:p w14:paraId="4BCEB7BD" w14:textId="4EA760CE" w:rsidR="0008238F" w:rsidRPr="00B11221" w:rsidRDefault="0008238F" w:rsidP="00BB3326">
            <w:pPr>
              <w:pStyle w:val="Tire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Описание на имуществото: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t>…</w:t>
            </w:r>
            <w:r w:rsidR="00E05776" w:rsidRPr="00B11221">
              <w:rPr>
                <w:rFonts w:eastAsia="Calibri"/>
                <w:lang w:val="en-GB"/>
              </w:rPr>
              <w:t>………….</w:t>
            </w:r>
          </w:p>
          <w:p w14:paraId="4455A505" w14:textId="66DE931B" w:rsidR="0008238F" w:rsidRPr="00B11221" w:rsidRDefault="0008238F" w:rsidP="00BB3326">
            <w:pPr>
              <w:pStyle w:val="Tiret0"/>
              <w:rPr>
                <w:rFonts w:eastAsia="Calibri"/>
                <w:color w:val="191919"/>
              </w:rPr>
            </w:pPr>
            <w:r w:rsidRPr="00B11221">
              <w:rPr>
                <w:rFonts w:eastAsia="Calibri"/>
              </w:rPr>
              <w:t>Местонахождение на имуществото (ако е неизвестно, последното известно местонахождение):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  <w:color w:val="191919"/>
              </w:rPr>
              <w:t>…………………………………………………………………………………</w:t>
            </w:r>
            <w:r w:rsidR="00E05776" w:rsidRPr="00B11221">
              <w:rPr>
                <w:rFonts w:eastAsia="Calibri"/>
                <w:color w:val="191919"/>
              </w:rPr>
              <w:t>…………….</w:t>
            </w:r>
          </w:p>
          <w:p w14:paraId="533441D7" w14:textId="719B6EC1" w:rsidR="0008238F" w:rsidRPr="00B11221" w:rsidRDefault="0008238F" w:rsidP="00BB3326">
            <w:pPr>
              <w:pStyle w:val="Tiret0"/>
            </w:pPr>
            <w:r w:rsidRPr="00B11221">
              <w:rPr>
                <w:rFonts w:eastAsia="Calibri"/>
              </w:rPr>
              <w:t>Друга относима информация (например назначаването на ликвидатор):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</w:t>
            </w:r>
            <w:r w:rsidR="00E05776" w:rsidRPr="00B11221">
              <w:rPr>
                <w:rFonts w:eastAsia="Calibri"/>
              </w:rPr>
              <w:t>…………………………………………….</w:t>
            </w:r>
          </w:p>
        </w:tc>
      </w:tr>
      <w:tr w:rsidR="00BB26C0" w:rsidRPr="00B11221" w14:paraId="0812EF00" w14:textId="77777777" w:rsidTr="00813671">
        <w:trPr>
          <w:trHeight w:val="3912"/>
        </w:trPr>
        <w:tc>
          <w:tcPr>
            <w:tcW w:w="9855" w:type="dxa"/>
          </w:tcPr>
          <w:p w14:paraId="256AD59A" w14:textId="77777777" w:rsidR="00BB26C0" w:rsidRPr="00B11221" w:rsidRDefault="00BB26C0" w:rsidP="00BB3326">
            <w:pPr>
              <w:tabs>
                <w:tab w:val="num" w:pos="0"/>
                <w:tab w:val="left" w:pos="567"/>
                <w:tab w:val="left" w:pos="1134"/>
                <w:tab w:val="left" w:pos="1701"/>
                <w:tab w:val="left" w:pos="1985"/>
                <w:tab w:val="left" w:pos="2268"/>
                <w:tab w:val="right" w:leader="dot" w:pos="9639"/>
              </w:tabs>
              <w:ind w:left="1701" w:hanging="1701"/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Д: Основания за издаване на акта за обезпечаване</w:t>
            </w:r>
          </w:p>
          <w:p w14:paraId="0E913AEF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Кратко изложение на фактите</w:t>
            </w:r>
          </w:p>
          <w:p w14:paraId="748E88F6" w14:textId="77777777" w:rsidR="00BB26C0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Посочете причините за издаване на акт за обезпечаване, включително:</w:t>
            </w:r>
          </w:p>
          <w:p w14:paraId="3EEC3DFD" w14:textId="1510CCB9" w:rsidR="00BB26C0" w:rsidRPr="00B11221" w:rsidRDefault="00BB26C0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кратко изложение на основните факти, включително описание на свързаното(ите) престъпление(я):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</w:p>
        </w:tc>
      </w:tr>
      <w:tr w:rsidR="0008238F" w:rsidRPr="00B11221" w14:paraId="73E79ADA" w14:textId="77777777" w:rsidTr="00813671">
        <w:trPr>
          <w:trHeight w:hRule="exact" w:val="9960"/>
        </w:trPr>
        <w:tc>
          <w:tcPr>
            <w:tcW w:w="9855" w:type="dxa"/>
          </w:tcPr>
          <w:p w14:paraId="6E65202F" w14:textId="0B4D5B82" w:rsidR="0008238F" w:rsidRPr="00B11221" w:rsidRDefault="0008238F" w:rsidP="00BB3326">
            <w:pPr>
              <w:pStyle w:val="Tiret0"/>
              <w:pageBreakBefore/>
              <w:ind w:left="851" w:hanging="851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на какъв етап се намира разследването: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</w:t>
            </w:r>
            <w:r w:rsidR="00E05776" w:rsidRPr="00B11221">
              <w:rPr>
                <w:rFonts w:eastAsia="Calibri"/>
              </w:rPr>
              <w:t>………………………………………………………………….</w:t>
            </w:r>
          </w:p>
          <w:p w14:paraId="20275EA1" w14:textId="478C496C" w:rsidR="0008238F" w:rsidRPr="00B11221" w:rsidRDefault="0008238F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основания за обезпечаването: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</w:t>
            </w:r>
            <w:r w:rsidR="00E05776" w:rsidRPr="00B11221">
              <w:rPr>
                <w:rFonts w:eastAsia="Calibri"/>
              </w:rPr>
              <w:t>………………………………………………………</w:t>
            </w:r>
          </w:p>
          <w:p w14:paraId="635B060F" w14:textId="1AA4E3E8" w:rsidR="0008238F" w:rsidRPr="00B11221" w:rsidRDefault="0008238F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друга относима информация: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</w:t>
            </w:r>
            <w:r w:rsidR="00E05776" w:rsidRPr="00B11221">
              <w:rPr>
                <w:rFonts w:eastAsia="Calibri"/>
              </w:rPr>
              <w:t>………………………………………………………………</w:t>
            </w:r>
          </w:p>
          <w:p w14:paraId="1514290A" w14:textId="514C57C4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2.</w:t>
            </w:r>
            <w:r w:rsidRPr="00B11221">
              <w:rPr>
                <w:rFonts w:eastAsia="Calibri"/>
              </w:rPr>
              <w:tab/>
              <w:t>Вид и правна квалификация на престъплението(ята), във връзка с което(които) е издаден актът за обезпечаване, и приложимата(ите) законова(и) разпоредба(и):</w:t>
            </w:r>
            <w:r w:rsidR="00FC475C">
              <w:rPr>
                <w:rFonts w:eastAsia="Calibri"/>
              </w:rPr>
              <w:t xml:space="preserve"> 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  <w:r w:rsidR="00E05776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……………………………………………………………………………………………….</w:t>
            </w:r>
          </w:p>
          <w:p w14:paraId="41773362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3.</w:t>
            </w:r>
            <w:r w:rsidRPr="00B11221">
              <w:rPr>
                <w:rFonts w:eastAsia="Calibri"/>
              </w:rPr>
              <w:tab/>
              <w:t>Престъплението, във връзка с което е издаден акт за обезпечаване, наказуемо ли е в издаващата държава с лишаване от свобода с максимален срок не по-малко от три години и включено ли е в списъка на следните престъпления? (моля, отбележете в съответната клетка) Когато актът за обезпечаване е свързан с няколко престъпления, моля посочете номерата на престъпленията в списъка на престъпленията по-долу (съответстващи на престъпленията, както са описани в точки 1 и 2 по-горе).</w:t>
            </w:r>
          </w:p>
          <w:p w14:paraId="41C66A44" w14:textId="44009078" w:rsidR="0008238F" w:rsidRPr="00B11221" w:rsidRDefault="0008238F" w:rsidP="00BB3326">
            <w:pPr>
              <w:pStyle w:val="Point1"/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участие в организирана престъпна група</w:t>
            </w:r>
          </w:p>
        </w:tc>
      </w:tr>
      <w:tr w:rsidR="0008238F" w:rsidRPr="00B11221" w14:paraId="4215D728" w14:textId="77777777" w:rsidTr="00813671">
        <w:trPr>
          <w:trHeight w:hRule="exact" w:val="9706"/>
        </w:trPr>
        <w:tc>
          <w:tcPr>
            <w:tcW w:w="9855" w:type="dxa"/>
            <w:tcBorders>
              <w:bottom w:val="single" w:sz="4" w:space="0" w:color="auto"/>
            </w:tcBorders>
          </w:tcPr>
          <w:p w14:paraId="0B3FA7DC" w14:textId="77777777" w:rsidR="0008238F" w:rsidRPr="00B11221" w:rsidRDefault="0008238F" w:rsidP="00BB3326">
            <w:pPr>
              <w:pStyle w:val="Point1"/>
              <w:pageBreakBefore/>
              <w:ind w:left="1418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□</w:t>
            </w:r>
            <w:r w:rsidRPr="00B11221">
              <w:rPr>
                <w:rFonts w:eastAsia="Calibri"/>
              </w:rPr>
              <w:tab/>
              <w:t>тероризъм</w:t>
            </w:r>
          </w:p>
          <w:p w14:paraId="2417678F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трафик на хора</w:t>
            </w:r>
          </w:p>
          <w:p w14:paraId="30EC9B1D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сексуална експлоатация на деца и детска порнография</w:t>
            </w:r>
          </w:p>
          <w:p w14:paraId="000769ED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незаконен трафик на наркотични и психотропни вещества</w:t>
            </w:r>
          </w:p>
          <w:p w14:paraId="37775A07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незаконен трафик на оръжия, боеприпаси и взривни вещества</w:t>
            </w:r>
          </w:p>
          <w:p w14:paraId="78C58978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корупция</w:t>
            </w:r>
          </w:p>
          <w:p w14:paraId="4D37C0A5" w14:textId="180BA770" w:rsidR="0008238F" w:rsidRPr="00B11221" w:rsidRDefault="0008238F" w:rsidP="00BB3326">
            <w:pPr>
              <w:pStyle w:val="Point1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измама, включително измама и други престъпления, които засягат финансовите интереси на Съюза съгласно определението в Директива (ЕС) 2017/1371</w:t>
            </w:r>
          </w:p>
          <w:p w14:paraId="6EE6641D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изпиране на облага от престъпна дейност</w:t>
            </w:r>
          </w:p>
          <w:p w14:paraId="179B9523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подправка на парични знаци, включително евро</w:t>
            </w:r>
          </w:p>
          <w:p w14:paraId="46B52912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престъпления, свързани с компютри</w:t>
            </w:r>
          </w:p>
          <w:p w14:paraId="0C7194FB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престъпления против околната среда, включително незаконен трафик на застрашени животински видове и на застрашени растителни видове и разновидности</w:t>
            </w:r>
          </w:p>
          <w:p w14:paraId="25E8AF3D" w14:textId="77777777" w:rsidR="007C0150" w:rsidRPr="00B11221" w:rsidRDefault="007C0150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подпомагане на незаконно влизане и пребиваване</w:t>
            </w:r>
          </w:p>
          <w:p w14:paraId="637CB418" w14:textId="088B3226" w:rsidR="007C0150" w:rsidRPr="00B11221" w:rsidRDefault="007C0150" w:rsidP="00BB3326">
            <w:pPr>
              <w:pStyle w:val="Point1"/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убийство или тежка телесна повреда</w:t>
            </w:r>
          </w:p>
        </w:tc>
      </w:tr>
      <w:tr w:rsidR="0008238F" w:rsidRPr="00B11221" w14:paraId="7C5260F4" w14:textId="77777777" w:rsidTr="00813671">
        <w:trPr>
          <w:trHeight w:hRule="exact" w:val="9555"/>
        </w:trPr>
        <w:tc>
          <w:tcPr>
            <w:tcW w:w="9855" w:type="dxa"/>
            <w:tcBorders>
              <w:bottom w:val="nil"/>
            </w:tcBorders>
          </w:tcPr>
          <w:p w14:paraId="77AEDAE3" w14:textId="77777777" w:rsidR="0008238F" w:rsidRPr="00B11221" w:rsidRDefault="0008238F" w:rsidP="00BB3326">
            <w:pPr>
              <w:pStyle w:val="Point1"/>
              <w:pageBreakBefore/>
              <w:ind w:left="1418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□</w:t>
            </w:r>
            <w:r w:rsidRPr="00B11221">
              <w:rPr>
                <w:rFonts w:eastAsia="Calibri"/>
              </w:rPr>
              <w:tab/>
              <w:t>незаконна търговия с човешки органи и тъкани</w:t>
            </w:r>
          </w:p>
          <w:p w14:paraId="0A103BD7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отвличане, противозаконно лишаване от свобода или задържане на заложници</w:t>
            </w:r>
          </w:p>
          <w:p w14:paraId="2BD466DF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расизъм и ксенофобия</w:t>
            </w:r>
          </w:p>
          <w:p w14:paraId="0E7B4298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организиран или въоръжен грабеж</w:t>
            </w:r>
          </w:p>
          <w:p w14:paraId="29B682EF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незаконен трафик на предмети на културата, включително антични предмети и произведения на изкуството</w:t>
            </w:r>
          </w:p>
          <w:p w14:paraId="59C9C9C3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мошеничество</w:t>
            </w:r>
          </w:p>
          <w:p w14:paraId="2D4E2DDC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рекет и изнудване</w:t>
            </w:r>
          </w:p>
          <w:p w14:paraId="2B42199B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подправка на изделия и пиратство</w:t>
            </w:r>
          </w:p>
          <w:p w14:paraId="21DD0A21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подправка на административни документи и търговия с тях</w:t>
            </w:r>
          </w:p>
          <w:p w14:paraId="37DA5E05" w14:textId="77777777" w:rsidR="0008238F" w:rsidRPr="00B11221" w:rsidRDefault="0008238F" w:rsidP="00BB3326">
            <w:pPr>
              <w:pStyle w:val="Point1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подправка на платежни средства</w:t>
            </w:r>
          </w:p>
          <w:p w14:paraId="4F55AAFA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незаконен трафик на хормонални вещества и други стимулатори на растежа</w:t>
            </w:r>
          </w:p>
          <w:p w14:paraId="248D0566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незаконен трафик на ядрени или радиоактивни материали</w:t>
            </w:r>
          </w:p>
          <w:p w14:paraId="5114E5F5" w14:textId="77777777" w:rsidR="0008238F" w:rsidRPr="00B11221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търговия с противозаконно отнети превозни средства</w:t>
            </w:r>
          </w:p>
          <w:p w14:paraId="490A2D03" w14:textId="7E6DA892" w:rsidR="0008238F" w:rsidRDefault="0008238F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изнасилване</w:t>
            </w:r>
          </w:p>
          <w:p w14:paraId="4FE8F1DC" w14:textId="77777777" w:rsidR="00FC475C" w:rsidRPr="00B11221" w:rsidRDefault="00FC475C" w:rsidP="00BB3326">
            <w:pPr>
              <w:pStyle w:val="Point1"/>
              <w:rPr>
                <w:rFonts w:eastAsia="Calibri"/>
              </w:rPr>
            </w:pPr>
          </w:p>
          <w:p w14:paraId="78C2ABCC" w14:textId="77777777" w:rsidR="00682678" w:rsidRPr="00B11221" w:rsidRDefault="00682678" w:rsidP="00BB3326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</w:rPr>
            </w:pPr>
          </w:p>
          <w:p w14:paraId="266DA15C" w14:textId="77777777" w:rsidR="0008238F" w:rsidRPr="00B11221" w:rsidRDefault="0008238F" w:rsidP="00BB3326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престъпления под юрисдикцията на Международния наказателен съд</w:t>
            </w:r>
          </w:p>
          <w:p w14:paraId="56D41505" w14:textId="77777777" w:rsidR="0008238F" w:rsidRPr="00B11221" w:rsidRDefault="0008238F" w:rsidP="00BB3326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незаконно отвличане на летателни средства или кораби</w:t>
            </w:r>
          </w:p>
          <w:p w14:paraId="21374F6A" w14:textId="77777777" w:rsidR="0008238F" w:rsidRPr="00B11221" w:rsidRDefault="0008238F" w:rsidP="00BB3326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саботаж</w:t>
            </w:r>
          </w:p>
          <w:p w14:paraId="61EE4CE1" w14:textId="77777777" w:rsidR="0008238F" w:rsidRPr="00B11221" w:rsidRDefault="0008238F" w:rsidP="00BB3326">
            <w:pPr>
              <w:tabs>
                <w:tab w:val="left" w:pos="0"/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4.</w:t>
            </w:r>
            <w:r w:rsidRPr="00B11221">
              <w:rPr>
                <w:rFonts w:eastAsia="Calibri"/>
              </w:rPr>
              <w:tab/>
              <w:t>Всякаква друга информация от значение (например връзка между собствеността и престъплението):</w:t>
            </w:r>
          </w:p>
          <w:p w14:paraId="0E08367F" w14:textId="77777777" w:rsidR="0008238F" w:rsidRPr="00B11221" w:rsidRDefault="0008238F" w:rsidP="00BB3326">
            <w:pPr>
              <w:tabs>
                <w:tab w:val="left" w:pos="0"/>
                <w:tab w:val="left" w:pos="567"/>
                <w:tab w:val="right" w:leader="dot" w:pos="9639"/>
              </w:tabs>
              <w:jc w:val="both"/>
              <w:rPr>
                <w:rFonts w:eastAsia="Calibri"/>
              </w:rPr>
            </w:pPr>
            <w:r w:rsidRPr="00B11221">
              <w:rPr>
                <w:rFonts w:eastAsia="Calibri"/>
              </w:rPr>
              <w:t>………………………………………………………………………………………………………..</w:t>
            </w:r>
          </w:p>
          <w:p w14:paraId="5661ADB8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ind w:left="1134" w:hanging="1134"/>
              <w:outlineLvl w:val="0"/>
            </w:pPr>
          </w:p>
        </w:tc>
      </w:tr>
      <w:tr w:rsidR="00FC475C" w:rsidRPr="00B11221" w14:paraId="0C1C9929" w14:textId="77777777" w:rsidTr="00813671">
        <w:trPr>
          <w:trHeight w:hRule="exact" w:val="567"/>
        </w:trPr>
        <w:tc>
          <w:tcPr>
            <w:tcW w:w="9855" w:type="dxa"/>
            <w:tcBorders>
              <w:top w:val="nil"/>
            </w:tcBorders>
          </w:tcPr>
          <w:p w14:paraId="697D6F1D" w14:textId="27EBB9D1" w:rsidR="00FC475C" w:rsidRPr="00B11221" w:rsidRDefault="00FC475C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палеж</w:t>
            </w:r>
          </w:p>
        </w:tc>
      </w:tr>
      <w:tr w:rsidR="00BB26C0" w:rsidRPr="00B11221" w14:paraId="0C0BDDE9" w14:textId="77777777" w:rsidTr="00813671">
        <w:trPr>
          <w:trHeight w:val="3670"/>
        </w:trPr>
        <w:tc>
          <w:tcPr>
            <w:tcW w:w="9855" w:type="dxa"/>
          </w:tcPr>
          <w:p w14:paraId="65E08644" w14:textId="51295991" w:rsidR="00682678" w:rsidRPr="00B11221" w:rsidRDefault="00682678" w:rsidP="00BB3326">
            <w:pPr>
              <w:pStyle w:val="Point1"/>
              <w:pageBreakBefore/>
              <w:ind w:left="1418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□</w:t>
            </w:r>
            <w:r w:rsidRPr="00B11221">
              <w:rPr>
                <w:rFonts w:eastAsia="Calibri"/>
              </w:rPr>
              <w:tab/>
              <w:t>престъпления под юрисдикцията на Международния наказателен съд</w:t>
            </w:r>
          </w:p>
          <w:p w14:paraId="718BCABF" w14:textId="77777777" w:rsidR="00682678" w:rsidRPr="00B11221" w:rsidRDefault="00682678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незаконно отвличане на летателни средства или кораби</w:t>
            </w:r>
          </w:p>
          <w:p w14:paraId="1AEDFEBF" w14:textId="77777777" w:rsidR="00682678" w:rsidRPr="00B11221" w:rsidRDefault="00682678" w:rsidP="00BB3326">
            <w:pPr>
              <w:pStyle w:val="Point1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саботаж</w:t>
            </w:r>
          </w:p>
          <w:p w14:paraId="00C7CCE3" w14:textId="13220D0C" w:rsidR="005D4C62" w:rsidRPr="00B11221" w:rsidRDefault="00682678" w:rsidP="00BB3326">
            <w:pPr>
              <w:pStyle w:val="Point0"/>
            </w:pPr>
            <w:r w:rsidRPr="00B11221">
              <w:rPr>
                <w:rFonts w:eastAsia="Calibri"/>
              </w:rPr>
              <w:t>4.</w:t>
            </w:r>
            <w:r w:rsidRPr="00B11221">
              <w:rPr>
                <w:rFonts w:eastAsia="Calibri"/>
              </w:rPr>
              <w:tab/>
              <w:t>Всякаква друга информация от значение (например връзка между собствеността и престъплението):</w:t>
            </w:r>
            <w:r w:rsidRPr="00B11221">
              <w:rPr>
                <w:rFonts w:eastAsia="Calibri"/>
              </w:rPr>
              <w:br/>
              <w:t>……………………………………………………………………………………………</w:t>
            </w:r>
          </w:p>
        </w:tc>
      </w:tr>
      <w:tr w:rsidR="005D4C62" w:rsidRPr="00B11221" w14:paraId="47672DA5" w14:textId="77777777" w:rsidTr="00813671">
        <w:trPr>
          <w:trHeight w:val="3670"/>
        </w:trPr>
        <w:tc>
          <w:tcPr>
            <w:tcW w:w="9855" w:type="dxa"/>
          </w:tcPr>
          <w:p w14:paraId="1B49082E" w14:textId="77777777" w:rsidR="005D4C62" w:rsidRPr="00B11221" w:rsidRDefault="005D4C62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Е: Поверителност на акта и/или искане за специални формални изисквания</w:t>
            </w:r>
          </w:p>
          <w:p w14:paraId="1420359C" w14:textId="22B7E6C5" w:rsidR="005D4C62" w:rsidRPr="00B11221" w:rsidRDefault="005D4C62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  <w:lang w:eastAsia="en-US"/>
              </w:rPr>
              <w:sym w:font="Symbol" w:char="F090"/>
            </w:r>
            <w:r w:rsidRPr="00B11221">
              <w:rPr>
                <w:rFonts w:eastAsia="Calibri"/>
                <w:lang w:eastAsia="en-US"/>
              </w:rPr>
              <w:tab/>
              <w:t>Необходимост от запазване на поверителността на информацията в акта след неговото изпълнение:</w:t>
            </w:r>
            <w:r w:rsidRPr="00B11221">
              <w:rPr>
                <w:rFonts w:eastAsia="Calibri"/>
                <w:lang w:eastAsia="en-US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……………………………………………………………………………………………….</w:t>
            </w:r>
          </w:p>
          <w:p w14:paraId="66FB07CD" w14:textId="68573B2B" w:rsidR="005D4C62" w:rsidRPr="00B11221" w:rsidRDefault="005D4C62" w:rsidP="00BB3326">
            <w:pPr>
              <w:pStyle w:val="Point0"/>
            </w:pPr>
            <w:r w:rsidRPr="00B11221">
              <w:rPr>
                <w:rFonts w:eastAsia="Calibri"/>
                <w:lang w:eastAsia="en-US"/>
              </w:rPr>
              <w:sym w:font="Symbol" w:char="F090"/>
            </w:r>
            <w:r w:rsidRPr="00B11221">
              <w:rPr>
                <w:rFonts w:eastAsia="Calibri"/>
                <w:lang w:eastAsia="en-US"/>
              </w:rPr>
              <w:tab/>
              <w:t>Необходимост от специални формални изисквания по време на изпълнението:</w:t>
            </w:r>
            <w:r w:rsidRPr="00B11221">
              <w:rPr>
                <w:rFonts w:eastAsia="Calibri"/>
                <w:lang w:eastAsia="en-US"/>
              </w:rPr>
              <w:br/>
              <w:t>……………………………………………………………………………………………….</w:t>
            </w:r>
          </w:p>
        </w:tc>
      </w:tr>
      <w:tr w:rsidR="00BB26C0" w:rsidRPr="00B11221" w14:paraId="21018CB5" w14:textId="77777777" w:rsidTr="00813671">
        <w:trPr>
          <w:trHeight w:val="10449"/>
        </w:trPr>
        <w:tc>
          <w:tcPr>
            <w:tcW w:w="9855" w:type="dxa"/>
          </w:tcPr>
          <w:p w14:paraId="33D45BD6" w14:textId="77777777" w:rsidR="00BB26C0" w:rsidRPr="00B11221" w:rsidRDefault="00BB26C0" w:rsidP="00BB3326">
            <w:pPr>
              <w:pageBreakBefore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lastRenderedPageBreak/>
              <w:t xml:space="preserve">РАЗДЕЛ Ж: Когато удостоверението за обезпечаване е било изпратено на повече от една изпълняваща </w:t>
            </w:r>
            <w:r w:rsidRPr="00BB3326">
              <w:rPr>
                <w:rFonts w:eastAsia="Calibri"/>
              </w:rPr>
              <w:t>държава</w:t>
            </w:r>
            <w:r w:rsidRPr="00B11221">
              <w:rPr>
                <w:rFonts w:eastAsia="Calibri"/>
              </w:rPr>
              <w:t>, представете следната информация:</w:t>
            </w:r>
          </w:p>
          <w:p w14:paraId="64CDBB82" w14:textId="3E3586AC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Удостоверението за обезпечаване е било изпратено на следната(ите) друга(и) изпълняваща(и) държава(и) (държава и орган):</w:t>
            </w:r>
            <w:r w:rsidR="005D4C6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</w:t>
            </w:r>
            <w:r w:rsidR="005D4C62" w:rsidRPr="00B11221">
              <w:rPr>
                <w:rFonts w:eastAsia="Calibri"/>
              </w:rPr>
              <w:t>…………..</w:t>
            </w:r>
            <w:r w:rsidR="005D4C6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</w:t>
            </w:r>
            <w:r w:rsidR="005D4C62" w:rsidRPr="00B11221">
              <w:rPr>
                <w:rFonts w:eastAsia="Calibri"/>
              </w:rPr>
              <w:t>…………..</w:t>
            </w:r>
          </w:p>
          <w:p w14:paraId="439F6111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2.</w:t>
            </w:r>
            <w:r w:rsidRPr="00B11221">
              <w:rPr>
                <w:rFonts w:eastAsia="Calibri"/>
                <w:color w:val="000000"/>
              </w:rPr>
              <w:tab/>
            </w:r>
            <w:r w:rsidRPr="00B11221">
              <w:rPr>
                <w:rFonts w:eastAsia="Calibri"/>
              </w:rPr>
              <w:t>Удостоверението за обезпечаване е било изпратено на повече от една изпълняваща държава на следните основания:</w:t>
            </w:r>
          </w:p>
          <w:p w14:paraId="545B96CD" w14:textId="77777777" w:rsidR="00BB26C0" w:rsidRPr="00B11221" w:rsidRDefault="00BB26C0" w:rsidP="00BB3326">
            <w:pPr>
              <w:tabs>
                <w:tab w:val="left" w:pos="567"/>
                <w:tab w:val="left" w:pos="993"/>
                <w:tab w:val="right" w:leader="dot" w:pos="9498"/>
              </w:tabs>
              <w:ind w:left="990" w:hanging="990"/>
              <w:rPr>
                <w:rFonts w:eastAsia="Calibri"/>
              </w:rPr>
            </w:pPr>
            <w:r w:rsidRPr="00B11221">
              <w:rPr>
                <w:rFonts w:eastAsia="Calibri"/>
              </w:rPr>
              <w:t>Когато актът за обезпечаване се отнася за конкретни имущества:</w:t>
            </w:r>
          </w:p>
          <w:p w14:paraId="58B51734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Има основания да се предполага, че различни имущества, посочени в акта, са с местонахождение в различни изпълняващи държави</w:t>
            </w:r>
          </w:p>
          <w:p w14:paraId="364812D6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Обезпечаването на конкретно имущество изисква действия в повече от една изпълняваща държава</w:t>
            </w:r>
          </w:p>
          <w:p w14:paraId="060779A2" w14:textId="4EFDCEDB" w:rsidR="00BB26C0" w:rsidRPr="00B11221" w:rsidRDefault="00BB26C0" w:rsidP="00BB3326">
            <w:pPr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t>Когато актът за обезпечаване се отнася за парична сума:</w:t>
            </w:r>
          </w:p>
          <w:p w14:paraId="67D1DFD1" w14:textId="77777777" w:rsidR="00BB26C0" w:rsidRPr="00B11221" w:rsidRDefault="00BB26C0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Малко вероятно е очакваната стойност на имуществото, което подлежи на обезпечаване</w:t>
            </w:r>
            <w:r w:rsidRPr="00B11221">
              <w:rPr>
                <w:rFonts w:eastAsia="Calibri"/>
                <w:color w:val="000000"/>
              </w:rPr>
              <w:t xml:space="preserve"> </w:t>
            </w:r>
            <w:r w:rsidRPr="00B11221">
              <w:rPr>
                <w:rFonts w:eastAsia="Calibri"/>
              </w:rPr>
              <w:t>в издаващата държава и във всяка една от изпълняващите държави, да бъде достатъчна за обезпечаването на пълния размер на паричната сума, посочена в акта</w:t>
            </w:r>
          </w:p>
          <w:p w14:paraId="2668E40D" w14:textId="1D8EA439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Други конкретни нужди:</w:t>
            </w:r>
            <w:r w:rsidR="00FC475C">
              <w:rPr>
                <w:rFonts w:eastAsia="Calibri"/>
              </w:rPr>
              <w:t xml:space="preserve"> </w:t>
            </w:r>
            <w:r w:rsidR="005D4C6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</w:t>
            </w:r>
            <w:r w:rsidR="005D4C62" w:rsidRPr="00B11221">
              <w:rPr>
                <w:rFonts w:eastAsia="Calibri"/>
              </w:rPr>
              <w:t>…</w:t>
            </w:r>
            <w:r w:rsidR="005D4C62" w:rsidRPr="00B11221">
              <w:rPr>
                <w:rFonts w:eastAsia="Calibri"/>
                <w:lang w:val="en-GB"/>
              </w:rPr>
              <w:t>….</w:t>
            </w:r>
          </w:p>
        </w:tc>
      </w:tr>
      <w:tr w:rsidR="005D4C62" w:rsidRPr="00B11221" w14:paraId="35308425" w14:textId="77777777" w:rsidTr="00813671">
        <w:trPr>
          <w:trHeight w:val="3875"/>
        </w:trPr>
        <w:tc>
          <w:tcPr>
            <w:tcW w:w="9855" w:type="dxa"/>
          </w:tcPr>
          <w:p w14:paraId="1E16D71C" w14:textId="696E698D" w:rsidR="005D4C62" w:rsidRPr="00B11221" w:rsidRDefault="005D4C62" w:rsidP="00BB3326">
            <w:pPr>
              <w:pStyle w:val="Point0"/>
              <w:pageBreakBefore/>
              <w:ind w:left="851" w:hanging="851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3.</w:t>
            </w:r>
            <w:r w:rsidRPr="00B11221">
              <w:rPr>
                <w:rFonts w:eastAsia="Calibri"/>
              </w:rPr>
              <w:tab/>
              <w:t>Стойност на имуществото, ако е известна, във всяка изпълняваща държава:</w:t>
            </w:r>
            <w:r w:rsidRPr="00B11221">
              <w:rPr>
                <w:rFonts w:eastAsia="Calibri"/>
              </w:rPr>
              <w:br/>
              <w:t>……..…………………………………………………………………………………………</w:t>
            </w:r>
            <w:r w:rsidRPr="00B11221">
              <w:rPr>
                <w:rFonts w:eastAsia="Calibri"/>
              </w:rPr>
              <w:br/>
              <w:t>…….…………………………………………………………………………………………</w:t>
            </w:r>
          </w:p>
          <w:p w14:paraId="089AC97D" w14:textId="6841EA61" w:rsidR="005D4C62" w:rsidRPr="00B11221" w:rsidRDefault="005D4C62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4.</w:t>
            </w:r>
            <w:r w:rsidRPr="00B11221">
              <w:rPr>
                <w:rFonts w:eastAsia="Calibri"/>
              </w:rPr>
              <w:tab/>
              <w:t>Когато обезпечаването на конкретното(ите) имущество(а) изисква/т действия в повече от една изпълняваща държава, описание на действията, които трябва да бъдат предприети в изпълняващата държава:</w:t>
            </w:r>
            <w:r w:rsidRPr="00B11221">
              <w:rPr>
                <w:rFonts w:eastAsia="Calibri"/>
              </w:rPr>
              <w:br/>
              <w:t>…….…………………………………………………………………………………………</w:t>
            </w:r>
            <w:r w:rsidRPr="00B11221">
              <w:rPr>
                <w:rFonts w:eastAsia="Calibri"/>
              </w:rPr>
              <w:br/>
              <w:t>……..…………………………………………………………………………………………</w:t>
            </w:r>
          </w:p>
        </w:tc>
      </w:tr>
      <w:tr w:rsidR="00BB26C0" w:rsidRPr="00B11221" w14:paraId="3806ADF0" w14:textId="77777777" w:rsidTr="00813671">
        <w:trPr>
          <w:trHeight w:val="6907"/>
        </w:trPr>
        <w:tc>
          <w:tcPr>
            <w:tcW w:w="9855" w:type="dxa"/>
          </w:tcPr>
          <w:p w14:paraId="1BCA1D2A" w14:textId="77777777" w:rsidR="00BB26C0" w:rsidRPr="00B11221" w:rsidRDefault="00BB26C0" w:rsidP="00BB3326">
            <w:pPr>
              <w:tabs>
                <w:tab w:val="left" w:pos="709"/>
                <w:tab w:val="right" w:leader="dot" w:pos="9498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З: Връзка с предходен акт за обезпечаване и/или друг(и) акт(ове) или искане(ия)</w:t>
            </w:r>
          </w:p>
          <w:p w14:paraId="33CDA52E" w14:textId="77777777" w:rsidR="00BB26C0" w:rsidRPr="00B11221" w:rsidRDefault="00BB26C0" w:rsidP="00BB3326">
            <w:pPr>
              <w:tabs>
                <w:tab w:val="left" w:pos="0"/>
                <w:tab w:val="right" w:leader="dot" w:pos="9498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Посочете дали този акт за обезпечаване е свързан с предходен акт или искане (например акт за обезпечаване, европейска заповед за разследване, европейска заповед за арест или искане за правна помощ). Ако е приложимо, посочете следната информация, необходима за идентифициране на предходния акт или искане:</w:t>
            </w:r>
          </w:p>
          <w:p w14:paraId="7346B624" w14:textId="7BB18A81" w:rsidR="00BB26C0" w:rsidRPr="00B11221" w:rsidRDefault="00BB26C0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Вид на акта/искането:</w:t>
            </w:r>
            <w:r w:rsidR="00464912" w:rsidRPr="00B11221">
              <w:rPr>
                <w:rFonts w:eastAsia="Calibri"/>
                <w:lang w:val="en-GB"/>
              </w:rPr>
              <w:t xml:space="preserve"> ………………………..</w:t>
            </w:r>
            <w:r w:rsidRPr="00B11221">
              <w:rPr>
                <w:rFonts w:eastAsia="Calibri"/>
              </w:rPr>
              <w:t>…………………………………………………………………</w:t>
            </w:r>
            <w:r w:rsidR="005D4C62" w:rsidRPr="00B11221">
              <w:rPr>
                <w:rFonts w:eastAsia="Calibri"/>
              </w:rPr>
              <w:t>…</w:t>
            </w:r>
            <w:r w:rsidR="005D4C62" w:rsidRPr="00B11221">
              <w:rPr>
                <w:rFonts w:eastAsia="Calibri"/>
                <w:lang w:val="en-GB"/>
              </w:rPr>
              <w:t>…</w:t>
            </w:r>
          </w:p>
          <w:p w14:paraId="7AC67A83" w14:textId="4807808A" w:rsidR="00BB26C0" w:rsidRPr="00B11221" w:rsidRDefault="00BB26C0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Дата на издаване:</w:t>
            </w:r>
            <w:r w:rsidR="00464912" w:rsidRPr="00B11221">
              <w:rPr>
                <w:rFonts w:eastAsia="Calibri"/>
                <w:lang w:val="en-GB"/>
              </w:rPr>
              <w:t xml:space="preserve"> …………………..</w:t>
            </w:r>
            <w:r w:rsidRPr="00B11221">
              <w:rPr>
                <w:rFonts w:eastAsia="Calibri"/>
              </w:rPr>
              <w:t>…………………………………………………………………………</w:t>
            </w:r>
            <w:r w:rsidR="005D4C62" w:rsidRPr="00B11221">
              <w:rPr>
                <w:rFonts w:eastAsia="Calibri"/>
              </w:rPr>
              <w:t>…</w:t>
            </w:r>
          </w:p>
          <w:p w14:paraId="2B56E21C" w14:textId="09FD5F1A" w:rsidR="00BB26C0" w:rsidRPr="00B11221" w:rsidRDefault="00BB26C0" w:rsidP="00BB3326">
            <w:pPr>
              <w:pStyle w:val="Tiret0"/>
              <w:rPr>
                <w:rFonts w:eastAsia="Calibri"/>
              </w:rPr>
            </w:pPr>
            <w:r w:rsidRPr="00B11221">
              <w:rPr>
                <w:rFonts w:eastAsia="Calibri"/>
              </w:rPr>
              <w:t>Орган, на който е било изпратен актът/искането:</w:t>
            </w:r>
            <w:r w:rsidR="00464912" w:rsidRPr="00B11221">
              <w:rPr>
                <w:rFonts w:eastAsia="Calibri"/>
              </w:rPr>
              <w:t xml:space="preserve"> ……………………………………………………..</w:t>
            </w:r>
            <w:r w:rsidRPr="00B11221">
              <w:rPr>
                <w:rFonts w:eastAsia="Calibri"/>
              </w:rPr>
              <w:t>……………………...</w:t>
            </w:r>
            <w:r w:rsidR="005D4C62" w:rsidRPr="00B11221">
              <w:rPr>
                <w:rFonts w:eastAsia="Calibri"/>
              </w:rPr>
              <w:t>............................</w:t>
            </w:r>
          </w:p>
          <w:p w14:paraId="3847DD6F" w14:textId="6D78D5DC" w:rsidR="005D4C62" w:rsidRPr="00B11221" w:rsidRDefault="00BB26C0" w:rsidP="00BB3326">
            <w:pPr>
              <w:pStyle w:val="Tiret0"/>
            </w:pPr>
            <w:r w:rsidRPr="00B11221">
              <w:rPr>
                <w:rFonts w:eastAsia="Calibri"/>
              </w:rPr>
              <w:t>Референтен номер, даден от издаващия орган:</w:t>
            </w:r>
            <w:r w:rsidR="00FC475C">
              <w:rPr>
                <w:rFonts w:eastAsia="Calibri"/>
              </w:rPr>
              <w:t xml:space="preserve"> </w:t>
            </w:r>
            <w:r w:rsidR="00464912" w:rsidRPr="00FC475C">
              <w:rPr>
                <w:rFonts w:eastAsia="Calibri"/>
              </w:rPr>
              <w:t>…………………………………….</w:t>
            </w:r>
            <w:r w:rsidRPr="00B11221">
              <w:rPr>
                <w:rFonts w:eastAsia="Calibri"/>
              </w:rPr>
              <w:t>……………………………………………</w:t>
            </w:r>
            <w:r w:rsidR="005D4C62" w:rsidRPr="00B11221">
              <w:rPr>
                <w:rFonts w:eastAsia="Calibri"/>
              </w:rPr>
              <w:t>…………….</w:t>
            </w:r>
          </w:p>
        </w:tc>
      </w:tr>
      <w:tr w:rsidR="00464912" w:rsidRPr="00B11221" w14:paraId="1E41FF47" w14:textId="77777777" w:rsidTr="00813671">
        <w:trPr>
          <w:trHeight w:val="1211"/>
        </w:trPr>
        <w:tc>
          <w:tcPr>
            <w:tcW w:w="9855" w:type="dxa"/>
          </w:tcPr>
          <w:p w14:paraId="2D9A948F" w14:textId="567F63BE" w:rsidR="00464912" w:rsidRPr="00B11221" w:rsidRDefault="00464912" w:rsidP="00BB3326">
            <w:pPr>
              <w:pStyle w:val="Tiret0"/>
              <w:pageBreakBefore/>
              <w:ind w:left="851" w:hanging="851"/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Референтен(ни) номер(а), даден(и) от изпълняващия(те) орган(и): ………………………………………………………………………………………………..</w:t>
            </w:r>
          </w:p>
        </w:tc>
      </w:tr>
      <w:tr w:rsidR="00BB26C0" w:rsidRPr="00B11221" w14:paraId="22110D59" w14:textId="77777777" w:rsidTr="00813671">
        <w:trPr>
          <w:trHeight w:val="3670"/>
        </w:trPr>
        <w:tc>
          <w:tcPr>
            <w:tcW w:w="9855" w:type="dxa"/>
          </w:tcPr>
          <w:p w14:paraId="77BDA127" w14:textId="77777777" w:rsidR="00464912" w:rsidRPr="00B11221" w:rsidRDefault="00BB26C0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И: Конфискация</w:t>
            </w:r>
          </w:p>
          <w:p w14:paraId="2C26C243" w14:textId="073D8203" w:rsidR="00BB26C0" w:rsidRPr="00B11221" w:rsidRDefault="00BB26C0" w:rsidP="00BB3326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Моля, посочете дали:</w:t>
            </w:r>
          </w:p>
          <w:p w14:paraId="65F74719" w14:textId="3407075D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 xml:space="preserve">удостоверението за обезпечаване се придружава от удостоверение за конфискация, издадено в издаващата държава (референтен номер на удостоверението за конфискация): </w:t>
            </w:r>
            <w:r w:rsidR="0046491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………………………...........................................................................................................</w:t>
            </w:r>
          </w:p>
          <w:p w14:paraId="7CB0B4B2" w14:textId="4A675E13" w:rsidR="00BB26C0" w:rsidRPr="00B11221" w:rsidRDefault="00BB26C0" w:rsidP="00BB3326">
            <w:pPr>
              <w:pStyle w:val="Point0"/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имуществото остава обезпечено в изпълняващата държава до изпращането и изпълнението на акта за конфискация (очакваната дата за внасяне на удостоверението за конфискация, ако е възможно):</w:t>
            </w:r>
            <w:r w:rsidR="0046491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………………………………………………………………………………………………</w:t>
            </w:r>
          </w:p>
        </w:tc>
      </w:tr>
      <w:tr w:rsidR="00BB26C0" w:rsidRPr="00B11221" w14:paraId="6B11F3A8" w14:textId="77777777" w:rsidTr="00813671">
        <w:trPr>
          <w:trHeight w:val="3670"/>
        </w:trPr>
        <w:tc>
          <w:tcPr>
            <w:tcW w:w="9855" w:type="dxa"/>
          </w:tcPr>
          <w:p w14:paraId="56F14792" w14:textId="77777777" w:rsidR="00BB26C0" w:rsidRPr="00B11221" w:rsidRDefault="00BB26C0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Й: Алтернативни мерки</w:t>
            </w:r>
          </w:p>
          <w:p w14:paraId="0153A294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Моля, посочете дали издаващата държава позволява прилагането от страна на изпълняващата държава на алтернативни мерки, когато изпълнението на акта за обезпечаване е невъзможно, изцяло или отчасти:</w:t>
            </w:r>
          </w:p>
          <w:p w14:paraId="0090C8E2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Да</w:t>
            </w:r>
          </w:p>
          <w:p w14:paraId="4D7733A9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</w:t>
            </w:r>
          </w:p>
          <w:p w14:paraId="7EF3D3D1" w14:textId="535A1715" w:rsidR="00BB26C0" w:rsidRPr="00B11221" w:rsidRDefault="00BB26C0" w:rsidP="00BB3326">
            <w:pPr>
              <w:pStyle w:val="Point0"/>
            </w:pPr>
            <w:r w:rsidRPr="00B11221">
              <w:rPr>
                <w:rFonts w:eastAsia="Calibri"/>
              </w:rPr>
              <w:t>2.</w:t>
            </w:r>
            <w:r w:rsidRPr="00B11221">
              <w:rPr>
                <w:rFonts w:eastAsia="Calibri"/>
              </w:rPr>
              <w:tab/>
              <w:t>Ако отговорът е да, посочете приложимите мерки:</w:t>
            </w:r>
            <w:r w:rsidR="0046491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…………………………………………………………………………………………….</w:t>
            </w:r>
          </w:p>
        </w:tc>
      </w:tr>
      <w:tr w:rsidR="00BB26C0" w:rsidRPr="00B11221" w14:paraId="69563E40" w14:textId="77777777" w:rsidTr="00813671">
        <w:trPr>
          <w:trHeight w:val="8449"/>
        </w:trPr>
        <w:tc>
          <w:tcPr>
            <w:tcW w:w="9855" w:type="dxa"/>
          </w:tcPr>
          <w:p w14:paraId="69F2405D" w14:textId="77777777" w:rsidR="00BB26C0" w:rsidRPr="00B11221" w:rsidRDefault="00BB26C0" w:rsidP="00BB3326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РАЗДЕЛ К: ВРЪЩАНЕ НА ОБЕЗПЕЧЕНО ИМУЩЕСТВО</w:t>
            </w:r>
          </w:p>
          <w:p w14:paraId="0D9C2CFE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1.</w:t>
            </w:r>
            <w:r w:rsidRPr="00B11221">
              <w:rPr>
                <w:rFonts w:eastAsia="Calibri"/>
              </w:rPr>
              <w:tab/>
              <w:t>Моля, посочете дали е било издадено решение за връщане на обезпечено имущество на пострадалия от престъпление:</w:t>
            </w:r>
          </w:p>
          <w:p w14:paraId="3B76D3C1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Да</w:t>
            </w:r>
          </w:p>
          <w:p w14:paraId="58A677E4" w14:textId="77777777" w:rsidR="00BB26C0" w:rsidRPr="00B11221" w:rsidRDefault="00BB26C0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</w:t>
            </w:r>
          </w:p>
          <w:p w14:paraId="05524B6F" w14:textId="77777777" w:rsidR="00BB26C0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Ако отговорът е да, моля посочете следната информация във връзка с решението за връщане на обезпечено имущество на пострадалия от престъпление:</w:t>
            </w:r>
          </w:p>
          <w:p w14:paraId="4124A07D" w14:textId="30331A1B" w:rsidR="00BB26C0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Орган, който е издал решението (официално наименование): ……………….………………………………………</w:t>
            </w:r>
            <w:r w:rsidR="00464912" w:rsidRPr="00B11221">
              <w:rPr>
                <w:rFonts w:eastAsia="Calibri"/>
              </w:rPr>
              <w:t>………………………………………………...</w:t>
            </w:r>
          </w:p>
          <w:p w14:paraId="352DB9F8" w14:textId="655A3D32" w:rsidR="00BB26C0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Дата на решението:.………………………….…………………………………………</w:t>
            </w:r>
            <w:r w:rsidR="00464912" w:rsidRPr="00B11221">
              <w:rPr>
                <w:rFonts w:eastAsia="Calibri"/>
              </w:rPr>
              <w:t>……………</w:t>
            </w:r>
          </w:p>
          <w:p w14:paraId="4A0AA330" w14:textId="1F346E8F" w:rsidR="00464912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Референтен номер на решението (ако има такъв):</w:t>
            </w:r>
            <w:r w:rsidR="00464912" w:rsidRPr="00B11221">
              <w:rPr>
                <w:rFonts w:eastAsia="Calibri"/>
              </w:rPr>
              <w:t xml:space="preserve"> ………………………………………………...</w:t>
            </w:r>
          </w:p>
          <w:p w14:paraId="364441C6" w14:textId="444507C6" w:rsidR="00BB26C0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Описание на имуществото, което трябва да бъде върнато:………..………………………</w:t>
            </w:r>
            <w:r w:rsidR="00464912" w:rsidRPr="00B11221">
              <w:rPr>
                <w:rFonts w:eastAsia="Calibri"/>
              </w:rPr>
              <w:t>………</w:t>
            </w:r>
          </w:p>
          <w:p w14:paraId="739C2B3C" w14:textId="75C53C98" w:rsidR="00BB26C0" w:rsidRPr="00B11221" w:rsidRDefault="00BB26C0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Име на пострадалия от престъпление: ……………………………….…………</w:t>
            </w:r>
            <w:r w:rsidR="00464912" w:rsidRPr="00B11221">
              <w:rPr>
                <w:rFonts w:eastAsia="Calibri"/>
              </w:rPr>
              <w:t>.</w:t>
            </w:r>
            <w:r w:rsidRPr="00B11221">
              <w:rPr>
                <w:rFonts w:eastAsia="Calibri"/>
              </w:rPr>
              <w:t>………</w:t>
            </w:r>
            <w:r w:rsidR="00464912" w:rsidRPr="00B11221">
              <w:rPr>
                <w:rFonts w:eastAsia="Calibri"/>
              </w:rPr>
              <w:t>…………</w:t>
            </w:r>
          </w:p>
          <w:p w14:paraId="0773321D" w14:textId="0F5F66EC" w:rsidR="00BB26C0" w:rsidRPr="00B11221" w:rsidRDefault="00BB26C0" w:rsidP="00BB3326">
            <w:r w:rsidRPr="00B11221">
              <w:rPr>
                <w:rFonts w:eastAsia="Calibri"/>
              </w:rPr>
              <w:t xml:space="preserve">Адрес на пострадалия от престъпление: </w:t>
            </w:r>
            <w:r w:rsidR="00464912" w:rsidRPr="00B11221">
              <w:rPr>
                <w:rFonts w:eastAsia="Calibri"/>
              </w:rPr>
              <w:t>.</w:t>
            </w:r>
            <w:r w:rsidRPr="00B11221">
              <w:rPr>
                <w:rFonts w:eastAsia="Calibri"/>
              </w:rPr>
              <w:t>…………………………………………………………..</w:t>
            </w:r>
          </w:p>
        </w:tc>
      </w:tr>
      <w:tr w:rsidR="005D4C62" w:rsidRPr="00B11221" w14:paraId="7F20DACA" w14:textId="77777777" w:rsidTr="00813671">
        <w:trPr>
          <w:trHeight w:val="8181"/>
        </w:trPr>
        <w:tc>
          <w:tcPr>
            <w:tcW w:w="9855" w:type="dxa"/>
          </w:tcPr>
          <w:p w14:paraId="215D7921" w14:textId="42C8D0F5" w:rsidR="005D4C62" w:rsidRPr="00B11221" w:rsidRDefault="005D4C62" w:rsidP="00BB3326">
            <w:pPr>
              <w:pageBreakBefore/>
              <w:tabs>
                <w:tab w:val="left" w:pos="567"/>
                <w:tab w:val="left" w:pos="1134"/>
                <w:tab w:val="left" w:pos="2268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Ако правото на собственост на пострадалия от престъпление върху имуществото се оспорва, представете повече информация (лицата, които оспорват правото на собственост, основания и т.н.):</w:t>
            </w:r>
            <w:r w:rsidR="0046491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</w:t>
            </w:r>
            <w:r w:rsidR="00464912" w:rsidRPr="00B11221">
              <w:rPr>
                <w:rFonts w:eastAsia="Calibri"/>
              </w:rPr>
              <w:t>……………</w:t>
            </w:r>
          </w:p>
          <w:p w14:paraId="19FC9B4A" w14:textId="403DA837" w:rsidR="005D4C62" w:rsidRPr="00B11221" w:rsidRDefault="005D4C62" w:rsidP="00BB332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ind w:left="1701" w:hanging="1701"/>
              <w:rPr>
                <w:rFonts w:eastAsia="Calibri"/>
              </w:rPr>
            </w:pPr>
            <w:r w:rsidRPr="00B11221">
              <w:rPr>
                <w:rFonts w:eastAsia="Calibri"/>
              </w:rPr>
              <w:t>……………………………………………………………………………………………</w:t>
            </w:r>
            <w:r w:rsidR="00464912" w:rsidRPr="00B11221">
              <w:rPr>
                <w:rFonts w:eastAsia="Calibri"/>
              </w:rPr>
              <w:t>……………</w:t>
            </w:r>
          </w:p>
          <w:p w14:paraId="0A033C1C" w14:textId="59CD449D" w:rsidR="005D4C62" w:rsidRPr="00B11221" w:rsidRDefault="005D4C62" w:rsidP="00BB3326">
            <w:pPr>
              <w:tabs>
                <w:tab w:val="left" w:pos="567"/>
                <w:tab w:val="left" w:pos="1134"/>
                <w:tab w:val="left" w:pos="2268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Ако правата на засегнатите лица биха могли да бъдат засегнати вследствие на връщането, представете повече информация (засегнати лица, права, които могат да бъдат засегнати, основания и т.н.):</w:t>
            </w:r>
            <w:r w:rsidR="00464912" w:rsidRPr="00B11221">
              <w:rPr>
                <w:rFonts w:eastAsia="Calibri"/>
              </w:rPr>
              <w:br/>
            </w:r>
            <w:r w:rsidRPr="00B11221">
              <w:rPr>
                <w:rFonts w:eastAsia="Calibri"/>
              </w:rPr>
              <w:t>……………………………………………………………………………………………</w:t>
            </w:r>
            <w:r w:rsidR="00464912" w:rsidRPr="00B11221">
              <w:rPr>
                <w:rFonts w:eastAsia="Calibri"/>
              </w:rPr>
              <w:t>……………</w:t>
            </w:r>
          </w:p>
          <w:p w14:paraId="3925AA28" w14:textId="29E2216E" w:rsidR="005D4C62" w:rsidRPr="00B11221" w:rsidRDefault="005D4C62" w:rsidP="00BB3326">
            <w:pPr>
              <w:tabs>
                <w:tab w:val="left" w:pos="567"/>
                <w:tab w:val="left" w:pos="1134"/>
                <w:tab w:val="left" w:pos="2268"/>
                <w:tab w:val="right" w:leader="dot" w:pos="9639"/>
              </w:tabs>
              <w:ind w:left="567" w:hanging="567"/>
              <w:rPr>
                <w:rFonts w:eastAsia="Calibri"/>
              </w:rPr>
            </w:pPr>
            <w:r w:rsidRPr="00B11221">
              <w:rPr>
                <w:rFonts w:eastAsia="Calibri"/>
              </w:rPr>
              <w:t>……………………………………………………………………………………………</w:t>
            </w:r>
            <w:r w:rsidR="00464912" w:rsidRPr="00B11221">
              <w:rPr>
                <w:rFonts w:eastAsia="Calibri"/>
              </w:rPr>
              <w:t>……………</w:t>
            </w:r>
          </w:p>
          <w:p w14:paraId="74FD8BE8" w14:textId="77777777" w:rsidR="005D4C62" w:rsidRPr="00B11221" w:rsidRDefault="005D4C62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2.</w:t>
            </w:r>
            <w:r w:rsidRPr="00B11221">
              <w:rPr>
                <w:rFonts w:eastAsia="Calibri"/>
              </w:rPr>
              <w:tab/>
              <w:t>Има ли подадено искане за връщане на обезпечено имущество на пострадалия от престъпление в издаващата държава?</w:t>
            </w:r>
          </w:p>
          <w:p w14:paraId="3DED3925" w14:textId="77777777" w:rsidR="005D4C62" w:rsidRPr="00B11221" w:rsidRDefault="005D4C62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Не</w:t>
            </w:r>
          </w:p>
          <w:p w14:paraId="50B60FA4" w14:textId="77777777" w:rsidR="005D4C62" w:rsidRPr="00B11221" w:rsidRDefault="005D4C62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Да, резултатът ще бъде съобщен на издаващия орган</w:t>
            </w:r>
          </w:p>
          <w:p w14:paraId="6EDF1476" w14:textId="347B0214" w:rsidR="005D4C62" w:rsidRPr="00B11221" w:rsidRDefault="005D4C62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Издаващият орган се уведомява при пряко прехвърляне на пострадалия от престъпление.</w:t>
            </w:r>
          </w:p>
        </w:tc>
      </w:tr>
      <w:tr w:rsidR="0008238F" w:rsidRPr="00B11221" w14:paraId="55C13133" w14:textId="77777777" w:rsidTr="00813671">
        <w:trPr>
          <w:trHeight w:val="3670"/>
        </w:trPr>
        <w:tc>
          <w:tcPr>
            <w:tcW w:w="9855" w:type="dxa"/>
          </w:tcPr>
          <w:p w14:paraId="1BF4F93F" w14:textId="77777777" w:rsidR="0008238F" w:rsidRPr="00B11221" w:rsidRDefault="0008238F" w:rsidP="00BB3326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РАЗДЕЛ Л: Правни средства за защита</w:t>
            </w:r>
          </w:p>
          <w:p w14:paraId="200A9625" w14:textId="77777777" w:rsidR="0008238F" w:rsidRPr="00B11221" w:rsidRDefault="0008238F" w:rsidP="00BB3326">
            <w:pPr>
              <w:tabs>
                <w:tab w:val="left" w:pos="0"/>
                <w:tab w:val="left" w:pos="567"/>
                <w:tab w:val="left" w:pos="1134"/>
                <w:tab w:val="left" w:pos="2268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Орган в издаващата държава, който може да предостави повече информация за процедурите за прилагане на правни средства за защита в издаващата държава и възможностите за предоставяне на правна помощ, устен и писмен превод:</w:t>
            </w:r>
          </w:p>
          <w:p w14:paraId="512EBC04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Издаващият орган (вж. раздел М)</w:t>
            </w:r>
          </w:p>
          <w:p w14:paraId="08EFD699" w14:textId="77777777" w:rsidR="0008238F" w:rsidRPr="00B11221" w:rsidRDefault="0008238F" w:rsidP="00BB3326">
            <w:pPr>
              <w:pStyle w:val="Point0"/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  <w:t>Утвърждаващият орган (вж. раздел Н)</w:t>
            </w:r>
          </w:p>
          <w:p w14:paraId="7C7CAB36" w14:textId="50DB4226" w:rsidR="0008238F" w:rsidRPr="00B11221" w:rsidRDefault="00464912" w:rsidP="00BB3326">
            <w:pPr>
              <w:pStyle w:val="Point0"/>
            </w:pPr>
            <w:r w:rsidRPr="00B11221">
              <w:rPr>
                <w:rFonts w:eastAsia="Calibri"/>
              </w:rPr>
              <w:sym w:font="Symbol" w:char="F090"/>
            </w:r>
            <w:r w:rsidRPr="00B11221">
              <w:rPr>
                <w:rFonts w:eastAsia="Calibri"/>
              </w:rPr>
              <w:tab/>
            </w:r>
            <w:r w:rsidR="0008238F" w:rsidRPr="00B11221">
              <w:rPr>
                <w:rFonts w:eastAsia="Calibri"/>
              </w:rPr>
              <w:t>Друго:</w:t>
            </w:r>
            <w:r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br/>
            </w:r>
            <w:r w:rsidR="0008238F" w:rsidRPr="00B11221">
              <w:rPr>
                <w:rFonts w:eastAsia="Calibri"/>
              </w:rPr>
              <w:t>………………………………………………………………………………………</w:t>
            </w:r>
            <w:r w:rsidRPr="00B11221">
              <w:rPr>
                <w:rFonts w:eastAsia="Calibri"/>
                <w:lang w:val="en-GB"/>
              </w:rPr>
              <w:t>……….</w:t>
            </w:r>
          </w:p>
        </w:tc>
      </w:tr>
      <w:tr w:rsidR="0008238F" w:rsidRPr="00B11221" w14:paraId="4B28C51C" w14:textId="77777777" w:rsidTr="00813671">
        <w:trPr>
          <w:trHeight w:val="5199"/>
        </w:trPr>
        <w:tc>
          <w:tcPr>
            <w:tcW w:w="9855" w:type="dxa"/>
          </w:tcPr>
          <w:p w14:paraId="7439A3DA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M: Данни за издаващия орган</w:t>
            </w:r>
          </w:p>
          <w:p w14:paraId="624FD6DB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Вид на издаващия орган:</w:t>
            </w:r>
          </w:p>
          <w:p w14:paraId="2BF288B8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съдия, съд, прокурор</w:t>
            </w:r>
          </w:p>
          <w:p w14:paraId="1273C9AC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друг компетентен орган, посочен от издаващата държава</w:t>
            </w:r>
          </w:p>
          <w:p w14:paraId="7F0C8241" w14:textId="5ED5D001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Наименование на органа:</w:t>
            </w:r>
            <w:r w:rsidR="00464912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…………………………………………………………………………</w:t>
            </w:r>
            <w:r w:rsidR="00464912" w:rsidRPr="00B11221">
              <w:rPr>
                <w:rFonts w:eastAsia="Calibri"/>
              </w:rPr>
              <w:t>..</w:t>
            </w:r>
            <w:r w:rsidRPr="00B11221">
              <w:rPr>
                <w:rFonts w:eastAsia="Calibri"/>
              </w:rPr>
              <w:t>.</w:t>
            </w:r>
          </w:p>
          <w:p w14:paraId="1DEDEF5A" w14:textId="1860A324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color w:val="191919"/>
              </w:rPr>
            </w:pPr>
            <w:r w:rsidRPr="00B11221">
              <w:rPr>
                <w:rFonts w:eastAsia="Calibri"/>
                <w:color w:val="191919"/>
              </w:rPr>
              <w:t>Име на лицето за контакт:</w:t>
            </w:r>
            <w:r w:rsidR="00464912" w:rsidRPr="00B11221">
              <w:rPr>
                <w:rFonts w:eastAsia="Calibri"/>
                <w:color w:val="191919"/>
              </w:rPr>
              <w:t xml:space="preserve"> </w:t>
            </w:r>
            <w:r w:rsidRPr="00B11221">
              <w:rPr>
                <w:rFonts w:eastAsia="Calibri"/>
                <w:color w:val="191919"/>
              </w:rPr>
              <w:t>……………………………………………………………………</w:t>
            </w:r>
            <w:r w:rsidR="00464912" w:rsidRPr="00B11221">
              <w:rPr>
                <w:rFonts w:eastAsia="Calibri"/>
                <w:color w:val="191919"/>
              </w:rPr>
              <w:t>……..</w:t>
            </w:r>
          </w:p>
          <w:p w14:paraId="53EF7A08" w14:textId="2673DA4B" w:rsidR="00464912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color w:val="191919"/>
              </w:rPr>
            </w:pPr>
            <w:r w:rsidRPr="00B11221">
              <w:rPr>
                <w:rFonts w:eastAsia="Calibri"/>
              </w:rPr>
              <w:t>Заемана длъжност (звание/ранг):</w:t>
            </w:r>
            <w:r w:rsidR="00464912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  <w:color w:val="191919"/>
              </w:rPr>
              <w:t>……………………………………………………....................</w:t>
            </w:r>
            <w:r w:rsidR="00464912" w:rsidRPr="00B11221">
              <w:rPr>
                <w:rFonts w:eastAsia="Calibri"/>
                <w:color w:val="191919"/>
              </w:rPr>
              <w:t>..</w:t>
            </w:r>
          </w:p>
          <w:p w14:paraId="4B4903EF" w14:textId="6B34E703" w:rsidR="0008238F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</w:pPr>
            <w:r w:rsidRPr="00B11221">
              <w:rPr>
                <w:rFonts w:eastAsia="Calibri"/>
              </w:rPr>
              <w:t xml:space="preserve">Дело №: </w:t>
            </w:r>
            <w:r w:rsidR="0008238F" w:rsidRPr="00B11221">
              <w:rPr>
                <w:rFonts w:eastAsia="Calibri"/>
              </w:rPr>
              <w:t>…………………………………………………………………………………</w:t>
            </w:r>
            <w:r w:rsidRPr="00B11221">
              <w:rPr>
                <w:rFonts w:eastAsia="Calibri"/>
              </w:rPr>
              <w:t>…………….</w:t>
            </w:r>
          </w:p>
        </w:tc>
      </w:tr>
      <w:tr w:rsidR="00464912" w:rsidRPr="00B11221" w14:paraId="5758EDC4" w14:textId="77777777" w:rsidTr="00813671">
        <w:trPr>
          <w:trHeight w:val="8538"/>
        </w:trPr>
        <w:tc>
          <w:tcPr>
            <w:tcW w:w="9855" w:type="dxa"/>
          </w:tcPr>
          <w:p w14:paraId="589F6773" w14:textId="664E5525" w:rsidR="00464912" w:rsidRPr="00B11221" w:rsidRDefault="00464912" w:rsidP="00BB3326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Адрес: …………………………………………………………………………………………………</w:t>
            </w:r>
          </w:p>
          <w:p w14:paraId="76509525" w14:textId="1AB7802B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Тел.: (код на държавата) (код на областта/града): …………………………………………………</w:t>
            </w:r>
          </w:p>
          <w:p w14:paraId="0C769BA3" w14:textId="599BB0BB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Факс: (код на държавата) (код на областта/града): ………………………………………………..</w:t>
            </w:r>
          </w:p>
          <w:p w14:paraId="3D3D84F9" w14:textId="1B9E1B61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Електронен адрес: ……………………………………………………………………………………</w:t>
            </w:r>
          </w:p>
          <w:p w14:paraId="7C23063E" w14:textId="7049300D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Езици, на които е възможно да се осъществи връзка с издаващия орган: ……………………….</w:t>
            </w:r>
          </w:p>
          <w:p w14:paraId="66B364CB" w14:textId="77777777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Ако са различни от горепосочените — координати на лицето(ата), което(ито) да бъде(ат) търсено(и) за допълнителна информация или за уточняване на практическите подробности по изпълнение на акта:</w:t>
            </w:r>
          </w:p>
          <w:p w14:paraId="0B2EABB9" w14:textId="731E6426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Име/Длъжност/Организация:…………………………………..........................................................</w:t>
            </w:r>
          </w:p>
          <w:p w14:paraId="187E81DF" w14:textId="0CF418AF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Адрес:</w:t>
            </w:r>
            <w:r w:rsidR="00CA3473" w:rsidRPr="00B11221">
              <w:rPr>
                <w:rFonts w:eastAsia="Calibri"/>
              </w:rPr>
              <w:t xml:space="preserve"> …..</w:t>
            </w:r>
            <w:r w:rsidRPr="00B11221">
              <w:rPr>
                <w:rFonts w:eastAsia="Calibri"/>
              </w:rPr>
              <w:t>…………………………………………………………………………………………….</w:t>
            </w:r>
          </w:p>
          <w:p w14:paraId="4848FB30" w14:textId="46F71082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Електронен адрес/Тел.:……………………………………………………........................................</w:t>
            </w:r>
          </w:p>
          <w:p w14:paraId="0F411602" w14:textId="3FE9E86B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t>_________________</w:t>
            </w:r>
          </w:p>
          <w:p w14:paraId="2DEF7B46" w14:textId="50710BA9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Подпис на издаващия орган и/или неговия представител, с който съдържанието на удостоверението за обезпечаване се заверява като вярно и точно: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…………………………………….…………………………………………………</w:t>
            </w:r>
            <w:r w:rsidR="00CA3473" w:rsidRPr="00B11221">
              <w:rPr>
                <w:rFonts w:eastAsia="Calibri"/>
              </w:rPr>
              <w:t>………………...</w:t>
            </w:r>
          </w:p>
        </w:tc>
      </w:tr>
      <w:tr w:rsidR="00464912" w:rsidRPr="00B11221" w14:paraId="157D0055" w14:textId="77777777" w:rsidTr="00813671">
        <w:trPr>
          <w:trHeight w:val="2599"/>
        </w:trPr>
        <w:tc>
          <w:tcPr>
            <w:tcW w:w="9855" w:type="dxa"/>
          </w:tcPr>
          <w:p w14:paraId="34E7EDF8" w14:textId="472D6FB6" w:rsidR="00464912" w:rsidRPr="00B11221" w:rsidRDefault="00464912" w:rsidP="00BB3326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Наименование: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………………………………………………………..</w:t>
            </w:r>
            <w:r w:rsidR="00CA3473" w:rsidRPr="00B11221">
              <w:rPr>
                <w:rFonts w:eastAsia="Calibri"/>
              </w:rPr>
              <w:t>...............................................</w:t>
            </w:r>
          </w:p>
          <w:p w14:paraId="40A11690" w14:textId="2E4ACB16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Заемана длъжност (звание/ранг):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</w:t>
            </w:r>
            <w:r w:rsidR="00CA3473" w:rsidRPr="00B11221">
              <w:rPr>
                <w:rFonts w:eastAsia="Calibri"/>
              </w:rPr>
              <w:t>……...............</w:t>
            </w:r>
          </w:p>
          <w:p w14:paraId="7EEB797C" w14:textId="14D44F23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Дата: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……………………………………………………………………………………………</w:t>
            </w:r>
            <w:r w:rsidR="00CA3473" w:rsidRPr="00B11221">
              <w:rPr>
                <w:rFonts w:eastAsia="Calibri"/>
              </w:rPr>
              <w:t>……..</w:t>
            </w:r>
          </w:p>
          <w:p w14:paraId="00A6AE65" w14:textId="38C67C76" w:rsidR="00464912" w:rsidRPr="00B11221" w:rsidRDefault="00464912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Официален печат (ако има такъв):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…………………………………………………...................</w:t>
            </w:r>
            <w:r w:rsidR="00CA3473" w:rsidRPr="00B11221">
              <w:rPr>
                <w:rFonts w:eastAsia="Calibri"/>
              </w:rPr>
              <w:t>......</w:t>
            </w:r>
          </w:p>
        </w:tc>
      </w:tr>
      <w:tr w:rsidR="0008238F" w:rsidRPr="00B11221" w14:paraId="4EF0567D" w14:textId="77777777" w:rsidTr="00813671">
        <w:trPr>
          <w:trHeight w:val="5709"/>
        </w:trPr>
        <w:tc>
          <w:tcPr>
            <w:tcW w:w="9855" w:type="dxa"/>
          </w:tcPr>
          <w:p w14:paraId="52FBFFDB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Н: Данни за органа, който е потвърдил акта за обезпечаване:</w:t>
            </w:r>
          </w:p>
          <w:p w14:paraId="28936806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Отбележете вида на органа, потвърдил акта за обезпечаване (ако е приложимо):</w:t>
            </w:r>
          </w:p>
          <w:p w14:paraId="3A0A847F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съдия или съд</w:t>
            </w:r>
          </w:p>
          <w:p w14:paraId="4089DF91" w14:textId="77777777" w:rsidR="0008238F" w:rsidRPr="00B11221" w:rsidRDefault="0008238F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прокурор</w:t>
            </w:r>
          </w:p>
          <w:p w14:paraId="045298F1" w14:textId="088FF215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Наименование на потвърждаващия орган: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</w:t>
            </w:r>
            <w:r w:rsidR="00CA3473" w:rsidRPr="00B11221">
              <w:rPr>
                <w:rFonts w:eastAsia="Calibri"/>
              </w:rPr>
              <w:t>…………………...</w:t>
            </w:r>
          </w:p>
          <w:p w14:paraId="6FC2122A" w14:textId="6D930D0D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Име на лицето за контакт: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……………………………………………………………………</w:t>
            </w:r>
            <w:r w:rsidR="00CA3473" w:rsidRPr="00B11221">
              <w:rPr>
                <w:rFonts w:eastAsia="Calibri"/>
              </w:rPr>
              <w:t>……..</w:t>
            </w:r>
          </w:p>
          <w:p w14:paraId="033FD371" w14:textId="08CA1950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Заемана длъжност (звание/ранг):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…………………………………………………....................</w:t>
            </w:r>
            <w:r w:rsidR="00CA3473" w:rsidRPr="00B11221">
              <w:rPr>
                <w:rFonts w:eastAsia="Calibri"/>
              </w:rPr>
              <w:t>.......</w:t>
            </w:r>
          </w:p>
          <w:p w14:paraId="429F4508" w14:textId="32BCCF7E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color w:val="191919"/>
              </w:rPr>
            </w:pPr>
            <w:r w:rsidRPr="00B11221">
              <w:rPr>
                <w:rFonts w:eastAsia="Calibri"/>
                <w:color w:val="191919"/>
              </w:rPr>
              <w:t>Дело №: …………………………………………………....</w:t>
            </w:r>
            <w:r w:rsidR="00CA3473" w:rsidRPr="00B11221">
              <w:rPr>
                <w:rFonts w:eastAsia="Calibri"/>
                <w:color w:val="191919"/>
              </w:rPr>
              <w:t>.................................................................</w:t>
            </w:r>
          </w:p>
          <w:p w14:paraId="385278C8" w14:textId="124E42AA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</w:pPr>
            <w:r w:rsidRPr="00B11221">
              <w:rPr>
                <w:rFonts w:eastAsia="Calibri"/>
              </w:rPr>
              <w:t>Адрес: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………………..………………………………………………………….....</w:t>
            </w:r>
            <w:r w:rsidR="00CA3473" w:rsidRPr="00B11221">
              <w:rPr>
                <w:rFonts w:eastAsia="Calibri"/>
              </w:rPr>
              <w:t>............................</w:t>
            </w:r>
          </w:p>
        </w:tc>
      </w:tr>
      <w:tr w:rsidR="00CA3473" w:rsidRPr="00B11221" w14:paraId="56818946" w14:textId="77777777" w:rsidTr="00813671">
        <w:trPr>
          <w:trHeight w:val="8895"/>
        </w:trPr>
        <w:tc>
          <w:tcPr>
            <w:tcW w:w="9855" w:type="dxa"/>
          </w:tcPr>
          <w:p w14:paraId="1092E836" w14:textId="77777777" w:rsidR="00CA3473" w:rsidRPr="00B11221" w:rsidRDefault="00CA3473" w:rsidP="00BB3326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Тел.: (код на държавата) (код на областта/града): …………………………………………………</w:t>
            </w:r>
          </w:p>
          <w:p w14:paraId="6EE31689" w14:textId="77777777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Факс: (код на държавата) (код на областта/града): ………………………………………………..</w:t>
            </w:r>
          </w:p>
          <w:p w14:paraId="18E48B72" w14:textId="77777777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Електронен адрес: ……………………………………………………………………………………</w:t>
            </w:r>
          </w:p>
          <w:p w14:paraId="12C649B1" w14:textId="22CA8A8B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Езици, на които е възможно да се осъществи връзка с потвърждаващия орган: …………….....</w:t>
            </w:r>
          </w:p>
          <w:p w14:paraId="5C05C465" w14:textId="77777777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Отбележете основната точка за контакт за изпълняващия орган:</w:t>
            </w:r>
          </w:p>
          <w:p w14:paraId="644C4043" w14:textId="77777777" w:rsidR="00CA3473" w:rsidRPr="00B11221" w:rsidRDefault="00CA3473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издаващият орган</w:t>
            </w:r>
          </w:p>
          <w:p w14:paraId="5C4A47EB" w14:textId="77777777" w:rsidR="00CA3473" w:rsidRPr="00B11221" w:rsidRDefault="00CA3473" w:rsidP="00BB3326">
            <w:pPr>
              <w:pStyle w:val="Point0"/>
              <w:rPr>
                <w:rFonts w:eastAsia="Calibri"/>
              </w:rPr>
            </w:pPr>
            <w:r w:rsidRPr="00B11221">
              <w:rPr>
                <w:rFonts w:eastAsia="Calibri"/>
              </w:rPr>
              <w:t>□</w:t>
            </w:r>
            <w:r w:rsidRPr="00B11221">
              <w:rPr>
                <w:rFonts w:eastAsia="Calibri"/>
              </w:rPr>
              <w:tab/>
              <w:t>потвърждаващият орган</w:t>
            </w:r>
          </w:p>
          <w:p w14:paraId="28B5ECB2" w14:textId="77777777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__________________</w:t>
            </w:r>
          </w:p>
          <w:p w14:paraId="2EFF5138" w14:textId="3E7611CC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B11221">
              <w:rPr>
                <w:rFonts w:eastAsia="Calibri"/>
                <w:color w:val="191919"/>
              </w:rPr>
              <w:t>Подпис и данни за потвърждаващия орган и/или неговия представител:</w:t>
            </w:r>
            <w:r w:rsidRPr="00B11221">
              <w:rPr>
                <w:rFonts w:eastAsia="Calibri"/>
                <w:color w:val="191919"/>
              </w:rPr>
              <w:br/>
            </w:r>
            <w:r w:rsidRPr="00B11221">
              <w:rPr>
                <w:rFonts w:eastAsia="Calibri"/>
                <w:noProof/>
                <w:color w:val="191919"/>
                <w:szCs w:val="24"/>
              </w:rPr>
              <w:t>................................................................................................................................................................</w:t>
            </w:r>
          </w:p>
          <w:p w14:paraId="13DBA544" w14:textId="1F306BDD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Име: ………………………………………………………...................................................................</w:t>
            </w:r>
          </w:p>
          <w:p w14:paraId="6C5FE5F6" w14:textId="51A4D732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Заемана длъжност (звание/ранг): …………………………………………………….......................</w:t>
            </w:r>
          </w:p>
          <w:p w14:paraId="3605FA6A" w14:textId="54E441B3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Дата: …………………………………………………………………………………………………..</w:t>
            </w:r>
          </w:p>
          <w:p w14:paraId="75A5036E" w14:textId="5EAB85B0" w:rsidR="00CA3473" w:rsidRPr="00B11221" w:rsidRDefault="00CA3473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Официален печат (ако има такъв): …………………………………………………........................</w:t>
            </w:r>
          </w:p>
        </w:tc>
      </w:tr>
      <w:tr w:rsidR="0008238F" w:rsidRPr="00B11221" w14:paraId="6DC30BA9" w14:textId="77777777" w:rsidTr="00813671">
        <w:trPr>
          <w:trHeight w:val="3670"/>
        </w:trPr>
        <w:tc>
          <w:tcPr>
            <w:tcW w:w="9855" w:type="dxa"/>
          </w:tcPr>
          <w:p w14:paraId="7617515C" w14:textId="77777777" w:rsidR="00CA3473" w:rsidRPr="00B11221" w:rsidRDefault="0008238F" w:rsidP="00BB3326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lastRenderedPageBreak/>
              <w:t>РАЗДЕЛ O: Централен орган</w:t>
            </w:r>
          </w:p>
          <w:p w14:paraId="0D1AEF1B" w14:textId="7C60E86A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Когато е определен централен орган за административно изпращане и приемане на удостоверения за обезпечаване в издаващата държава, отбележете:</w:t>
            </w:r>
          </w:p>
          <w:p w14:paraId="5D538C4A" w14:textId="57FE3D4C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Наименование на централния орган: …………………………………………………………</w:t>
            </w:r>
            <w:r w:rsidR="00CA3473" w:rsidRPr="00B11221">
              <w:rPr>
                <w:rFonts w:eastAsia="Calibri"/>
              </w:rPr>
              <w:t>……</w:t>
            </w:r>
            <w:r w:rsidRPr="00B11221">
              <w:rPr>
                <w:rFonts w:eastAsia="Calibri"/>
              </w:rPr>
              <w:t>.</w:t>
            </w:r>
          </w:p>
          <w:p w14:paraId="6939D689" w14:textId="0DCB1EAD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Име на лицето за контакт: ……………………………………</w:t>
            </w:r>
            <w:r w:rsidR="00CA3473" w:rsidRPr="00B11221">
              <w:rPr>
                <w:rFonts w:eastAsia="Calibri"/>
              </w:rPr>
              <w:t>……………………………………..</w:t>
            </w:r>
          </w:p>
          <w:p w14:paraId="6AE835EF" w14:textId="35D360A9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Заемана длъжност (звание/ранг): ……………………………………</w:t>
            </w:r>
            <w:r w:rsidR="00CA3473" w:rsidRPr="00B11221">
              <w:rPr>
                <w:rFonts w:eastAsia="Calibri"/>
              </w:rPr>
              <w:t>……………………………...</w:t>
            </w:r>
          </w:p>
          <w:p w14:paraId="696A0ECD" w14:textId="333AFBDB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Дело №: ……………………………………………………………………………</w:t>
            </w:r>
            <w:r w:rsidR="00CA3473" w:rsidRPr="00B11221">
              <w:rPr>
                <w:rFonts w:eastAsia="Calibri"/>
              </w:rPr>
              <w:t>………………….</w:t>
            </w:r>
          </w:p>
          <w:p w14:paraId="24C6CDC7" w14:textId="30F881BD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Адрес:</w:t>
            </w:r>
            <w:r w:rsidR="00CA3473" w:rsidRPr="00B11221">
              <w:rPr>
                <w:rFonts w:eastAsia="Calibri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………………………………………………………………………………………</w:t>
            </w:r>
            <w:r w:rsidR="00CA3473" w:rsidRPr="00B11221">
              <w:rPr>
                <w:rFonts w:eastAsia="Calibri"/>
              </w:rPr>
              <w:t>…………</w:t>
            </w:r>
          </w:p>
          <w:p w14:paraId="79D11611" w14:textId="0222D661" w:rsidR="0008238F" w:rsidRPr="00B11221" w:rsidRDefault="0008238F" w:rsidP="00BB3326">
            <w:pPr>
              <w:rPr>
                <w:rFonts w:eastAsia="Calibri"/>
              </w:rPr>
            </w:pPr>
            <w:r w:rsidRPr="00B11221">
              <w:rPr>
                <w:rFonts w:eastAsia="Calibri"/>
              </w:rPr>
              <w:t>Тел. (код на страната) (код на областта/града): ……………………………………………</w:t>
            </w:r>
            <w:r w:rsidR="00CA3473" w:rsidRPr="00B11221">
              <w:rPr>
                <w:rFonts w:eastAsia="Calibri"/>
              </w:rPr>
              <w:t>…….</w:t>
            </w:r>
            <w:r w:rsidR="00BB3326">
              <w:rPr>
                <w:rFonts w:eastAsia="Calibri"/>
              </w:rPr>
              <w:t>.</w:t>
            </w:r>
            <w:r w:rsidR="00CA3473" w:rsidRPr="00B11221">
              <w:rPr>
                <w:rFonts w:eastAsia="Calibri"/>
              </w:rPr>
              <w:t>.</w:t>
            </w:r>
          </w:p>
          <w:p w14:paraId="65489504" w14:textId="6E2D3FC3" w:rsidR="0008238F" w:rsidRPr="00B11221" w:rsidRDefault="0008238F" w:rsidP="00BB3326">
            <w:pPr>
              <w:rPr>
                <w:rFonts w:eastAsia="Calibri"/>
                <w:color w:val="191919"/>
              </w:rPr>
            </w:pPr>
            <w:r w:rsidRPr="00B11221">
              <w:rPr>
                <w:rFonts w:eastAsia="Calibri"/>
              </w:rPr>
              <w:t>Факс (код на страната) (код на областта/града): ……………………………………………</w:t>
            </w:r>
            <w:r w:rsidR="00CA3473" w:rsidRPr="00B11221">
              <w:rPr>
                <w:rFonts w:eastAsia="Calibri"/>
              </w:rPr>
              <w:t>……..</w:t>
            </w:r>
          </w:p>
          <w:p w14:paraId="6F38B6A0" w14:textId="182E6B44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</w:pPr>
            <w:r w:rsidRPr="00B11221">
              <w:rPr>
                <w:rFonts w:eastAsia="Calibri"/>
              </w:rPr>
              <w:t>Електронен адрес:</w:t>
            </w:r>
            <w:r w:rsidR="00CA3473" w:rsidRPr="00B11221">
              <w:rPr>
                <w:rFonts w:eastAsia="Calibri"/>
                <w:lang w:val="en-GB"/>
              </w:rPr>
              <w:t xml:space="preserve"> </w:t>
            </w:r>
            <w:r w:rsidRPr="00B11221">
              <w:rPr>
                <w:rFonts w:eastAsia="Calibri"/>
              </w:rPr>
              <w:t>……………………………………………………………………………………</w:t>
            </w:r>
          </w:p>
        </w:tc>
      </w:tr>
      <w:tr w:rsidR="0008238F" w:rsidRPr="00B11221" w14:paraId="2091875A" w14:textId="77777777" w:rsidTr="00813671">
        <w:trPr>
          <w:trHeight w:val="1456"/>
        </w:trPr>
        <w:tc>
          <w:tcPr>
            <w:tcW w:w="9855" w:type="dxa"/>
          </w:tcPr>
          <w:p w14:paraId="46705488" w14:textId="77777777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B11221">
              <w:rPr>
                <w:rFonts w:eastAsia="Calibri"/>
              </w:rPr>
              <w:t>РАЗДЕЛ П: Приложения</w:t>
            </w:r>
          </w:p>
          <w:p w14:paraId="1465CDB6" w14:textId="2CE52504" w:rsidR="0008238F" w:rsidRPr="00B11221" w:rsidRDefault="0008238F" w:rsidP="00BB3326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</w:pPr>
            <w:r w:rsidRPr="00B11221">
              <w:rPr>
                <w:rFonts w:eastAsia="Calibri"/>
              </w:rPr>
              <w:t>Посочете всички приложения към удостоверението:………………………………………...</w:t>
            </w:r>
            <w:r w:rsidR="00CA3473" w:rsidRPr="00B11221">
              <w:rPr>
                <w:rFonts w:eastAsia="Calibri"/>
              </w:rPr>
              <w:t>........</w:t>
            </w:r>
          </w:p>
        </w:tc>
      </w:tr>
    </w:tbl>
    <w:p w14:paraId="1D08384F" w14:textId="29C134CD" w:rsidR="00C80A30" w:rsidRPr="00813671" w:rsidRDefault="00C80A30" w:rsidP="00B45EEB">
      <w:pPr>
        <w:pStyle w:val="Annexetitre"/>
      </w:pPr>
      <w:bookmarkStart w:id="0" w:name="_GoBack"/>
      <w:bookmarkEnd w:id="0"/>
    </w:p>
    <w:sectPr w:rsidR="00C80A30" w:rsidRPr="00813671" w:rsidSect="00841276">
      <w:footerReference w:type="default" r:id="rId8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55FB9" w14:textId="77777777" w:rsidR="00BE2197" w:rsidRDefault="00BE2197" w:rsidP="000B2C34">
      <w:pPr>
        <w:spacing w:before="0" w:after="0" w:line="240" w:lineRule="auto"/>
      </w:pPr>
      <w:r>
        <w:separator/>
      </w:r>
    </w:p>
  </w:endnote>
  <w:endnote w:type="continuationSeparator" w:id="0">
    <w:p w14:paraId="472B09ED" w14:textId="77777777" w:rsidR="00BE2197" w:rsidRDefault="00BE2197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B45EEB" w:rsidRPr="00B45EEB" w14:paraId="4954FC5E" w14:textId="77777777" w:rsidTr="0039599D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4A841CE3" w14:textId="77777777" w:rsidR="00B45EEB" w:rsidRPr="00B45EEB" w:rsidRDefault="00B45EEB" w:rsidP="00B45EEB">
          <w:pPr>
            <w:pBdr>
              <w:top w:val="single" w:sz="4" w:space="1" w:color="auto"/>
            </w:pBdr>
            <w:spacing w:before="200" w:after="0" w:line="240" w:lineRule="auto"/>
            <w:rPr>
              <w:rFonts w:eastAsia="Times New Roman"/>
              <w:sz w:val="2"/>
              <w:szCs w:val="2"/>
            </w:rPr>
          </w:pPr>
        </w:p>
      </w:tc>
    </w:tr>
    <w:tr w:rsidR="00B45EEB" w:rsidRPr="00B45EEB" w14:paraId="695F2AB1" w14:textId="77777777" w:rsidTr="0039599D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14:paraId="5C627C10" w14:textId="77777777" w:rsidR="00B45EEB" w:rsidRPr="00B45EEB" w:rsidRDefault="00B45EEB" w:rsidP="00B45EEB">
          <w:pPr>
            <w:spacing w:before="0" w:after="0" w:line="240" w:lineRule="auto"/>
            <w:rPr>
              <w:rFonts w:eastAsia="Times New Roman"/>
              <w:szCs w:val="24"/>
            </w:rPr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493E4A74" w14:textId="77777777" w:rsidR="00B45EEB" w:rsidRPr="00B45EEB" w:rsidRDefault="00B45EEB" w:rsidP="00B45EEB">
          <w:pPr>
            <w:spacing w:before="0" w:after="0" w:line="240" w:lineRule="auto"/>
            <w:jc w:val="center"/>
            <w:rPr>
              <w:rFonts w:eastAsia="Times New Roman"/>
              <w:szCs w:val="24"/>
            </w:rPr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14:paraId="75BB1968" w14:textId="77777777" w:rsidR="00B45EEB" w:rsidRPr="00B45EEB" w:rsidRDefault="00B45EEB" w:rsidP="00B45EEB">
          <w:pPr>
            <w:spacing w:before="0" w:after="0" w:line="240" w:lineRule="auto"/>
            <w:jc w:val="center"/>
            <w:rPr>
              <w:rFonts w:eastAsia="Times New Roman"/>
              <w:szCs w:val="24"/>
            </w:rPr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25CA9FBF" w14:textId="535DAC89" w:rsidR="00B45EEB" w:rsidRPr="00B45EEB" w:rsidRDefault="00B45EEB" w:rsidP="00B45EEB">
          <w:pPr>
            <w:spacing w:before="0" w:after="0" w:line="240" w:lineRule="auto"/>
            <w:jc w:val="right"/>
            <w:rPr>
              <w:rFonts w:eastAsia="Times New Roman"/>
              <w:szCs w:val="24"/>
            </w:rPr>
          </w:pPr>
          <w:r w:rsidRPr="00B45EEB">
            <w:rPr>
              <w:rFonts w:eastAsia="Times New Roman"/>
              <w:szCs w:val="24"/>
            </w:rPr>
            <w:fldChar w:fldCharType="begin"/>
          </w:r>
          <w:r w:rsidRPr="00B45EEB">
            <w:rPr>
              <w:rFonts w:eastAsia="Times New Roman"/>
              <w:szCs w:val="24"/>
            </w:rPr>
            <w:instrText xml:space="preserve"> PAGE  \* MERGEFORMAT </w:instrText>
          </w:r>
          <w:r w:rsidRPr="00B45EEB">
            <w:rPr>
              <w:rFonts w:eastAsia="Times New Roman"/>
              <w:szCs w:val="24"/>
            </w:rPr>
            <w:fldChar w:fldCharType="separate"/>
          </w:r>
          <w:r>
            <w:rPr>
              <w:rFonts w:eastAsia="Times New Roman"/>
              <w:noProof/>
              <w:szCs w:val="24"/>
            </w:rPr>
            <w:t>1</w:t>
          </w:r>
          <w:r w:rsidRPr="00B45EEB">
            <w:rPr>
              <w:rFonts w:eastAsia="Times New Roman"/>
              <w:szCs w:val="24"/>
            </w:rPr>
            <w:fldChar w:fldCharType="end"/>
          </w:r>
        </w:p>
      </w:tc>
    </w:tr>
    <w:tr w:rsidR="00B45EEB" w:rsidRPr="00B45EEB" w14:paraId="5A269EE3" w14:textId="77777777" w:rsidTr="0039599D">
      <w:trPr>
        <w:jc w:val="center"/>
      </w:trPr>
      <w:tc>
        <w:tcPr>
          <w:tcW w:w="1774" w:type="pct"/>
          <w:shd w:val="clear" w:color="auto" w:fill="auto"/>
        </w:tcPr>
        <w:p w14:paraId="02F5AD02" w14:textId="77777777" w:rsidR="00B45EEB" w:rsidRPr="00B45EEB" w:rsidRDefault="00B45EEB" w:rsidP="00B45EEB">
          <w:pPr>
            <w:spacing w:before="40" w:after="0" w:line="240" w:lineRule="auto"/>
            <w:rPr>
              <w:rFonts w:eastAsia="Times New Roman"/>
              <w:szCs w:val="24"/>
            </w:rPr>
          </w:pPr>
          <w:r w:rsidRPr="00B45EEB">
            <w:rPr>
              <w:rFonts w:eastAsia="Times New Roman"/>
              <w:szCs w:val="24"/>
            </w:rPr>
            <w:t>ПРИЛОЖЕНИЕ I</w:t>
          </w:r>
        </w:p>
      </w:tc>
      <w:tc>
        <w:tcPr>
          <w:tcW w:w="1494" w:type="pct"/>
          <w:gridSpan w:val="3"/>
          <w:shd w:val="clear" w:color="auto" w:fill="auto"/>
        </w:tcPr>
        <w:p w14:paraId="25FADE00" w14:textId="77777777" w:rsidR="00B45EEB" w:rsidRPr="00B45EEB" w:rsidRDefault="00B45EEB" w:rsidP="00B45EEB">
          <w:pPr>
            <w:spacing w:before="40" w:after="0" w:line="240" w:lineRule="auto"/>
            <w:jc w:val="center"/>
            <w:rPr>
              <w:rFonts w:eastAsia="Times New Roman"/>
              <w:szCs w:val="24"/>
            </w:rPr>
          </w:pPr>
        </w:p>
      </w:tc>
      <w:tc>
        <w:tcPr>
          <w:tcW w:w="703" w:type="pct"/>
          <w:shd w:val="clear" w:color="auto" w:fill="auto"/>
        </w:tcPr>
        <w:p w14:paraId="2423694A" w14:textId="77777777" w:rsidR="00B45EEB" w:rsidRPr="00B45EEB" w:rsidRDefault="00B45EEB" w:rsidP="00B45EEB">
          <w:pPr>
            <w:spacing w:before="0" w:after="0" w:line="240" w:lineRule="auto"/>
            <w:jc w:val="center"/>
            <w:rPr>
              <w:rFonts w:eastAsia="Times New Roman"/>
              <w:b/>
              <w:position w:val="-4"/>
              <w:sz w:val="36"/>
              <w:szCs w:val="24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7D8B0AB4" w14:textId="77777777" w:rsidR="00B45EEB" w:rsidRPr="00B45EEB" w:rsidRDefault="00B45EEB" w:rsidP="00B45EEB">
          <w:pPr>
            <w:spacing w:before="0" w:after="0" w:line="240" w:lineRule="auto"/>
            <w:jc w:val="right"/>
            <w:rPr>
              <w:rFonts w:eastAsia="Times New Roman"/>
              <w:sz w:val="16"/>
              <w:szCs w:val="24"/>
            </w:rPr>
          </w:pPr>
          <w:r w:rsidRPr="00B45EEB">
            <w:rPr>
              <w:rFonts w:eastAsia="Times New Roman"/>
              <w:b/>
              <w:position w:val="-4"/>
              <w:sz w:val="36"/>
              <w:szCs w:val="24"/>
            </w:rPr>
            <w:t>BG</w:t>
          </w:r>
        </w:p>
      </w:tc>
    </w:tr>
  </w:tbl>
  <w:p w14:paraId="16AA6247" w14:textId="77777777" w:rsidR="00B45EEB" w:rsidRPr="00B45EEB" w:rsidRDefault="00B45EEB" w:rsidP="00B45EEB">
    <w:pPr>
      <w:spacing w:before="0" w:after="0" w:line="240" w:lineRule="auto"/>
      <w:rPr>
        <w:sz w:val="2"/>
      </w:rPr>
    </w:pPr>
  </w:p>
  <w:p w14:paraId="236C6F7E" w14:textId="77777777" w:rsidR="00813671" w:rsidRPr="00B45EEB" w:rsidRDefault="00813671" w:rsidP="00B45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DC32F" w14:textId="77777777" w:rsidR="00BE2197" w:rsidRDefault="00BE2197" w:rsidP="000B2C34">
      <w:pPr>
        <w:spacing w:before="0" w:after="0" w:line="240" w:lineRule="auto"/>
      </w:pPr>
      <w:r>
        <w:separator/>
      </w:r>
    </w:p>
  </w:footnote>
  <w:footnote w:type="continuationSeparator" w:id="0">
    <w:p w14:paraId="2FD5B7D1" w14:textId="77777777" w:rsidR="00BE2197" w:rsidRDefault="00BE2197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1D6163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4B3A70A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3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  <w:rPr>
        <w:rFonts w:cs="Times New Roman"/>
      </w:rPr>
    </w:lvl>
  </w:abstractNum>
  <w:abstractNum w:abstractNumId="4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5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6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7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8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0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14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15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16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17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20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79904CA0"/>
    <w:multiLevelType w:val="singleLevel"/>
    <w:tmpl w:val="54F47DCE"/>
    <w:name w:val="Bullet (4)"/>
    <w:lvl w:ilvl="0">
      <w:start w:val="1"/>
      <w:numFmt w:val="bullet"/>
      <w:lvlRestart w:val="0"/>
      <w:pStyle w:val="ListNumber1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22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23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13"/>
  </w:num>
  <w:num w:numId="2">
    <w:abstractNumId w:val="21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18"/>
  </w:num>
  <w:num w:numId="8">
    <w:abstractNumId w:val="17"/>
  </w:num>
  <w:num w:numId="9">
    <w:abstractNumId w:val="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7"/>
  </w:num>
  <w:num w:numId="13">
    <w:abstractNumId w:val="14"/>
  </w:num>
  <w:num w:numId="14">
    <w:abstractNumId w:val="16"/>
  </w:num>
  <w:num w:numId="15">
    <w:abstractNumId w:val="15"/>
  </w:num>
  <w:num w:numId="16">
    <w:abstractNumId w:val="22"/>
  </w:num>
  <w:num w:numId="17">
    <w:abstractNumId w:val="9"/>
  </w:num>
  <w:num w:numId="18">
    <w:abstractNumId w:val="2"/>
  </w:num>
  <w:num w:numId="19">
    <w:abstractNumId w:val="23"/>
  </w:num>
  <w:num w:numId="20">
    <w:abstractNumId w:val="12"/>
  </w:num>
  <w:num w:numId="21">
    <w:abstractNumId w:val="5"/>
  </w:num>
  <w:num w:numId="22">
    <w:abstractNumId w:val="4"/>
  </w:num>
  <w:num w:numId="23">
    <w:abstractNumId w:val="20"/>
  </w:num>
  <w:num w:numId="24">
    <w:abstractNumId w:val="19"/>
  </w:num>
  <w:num w:numId="25">
    <w:abstractNumId w:val="6"/>
  </w:num>
  <w:num w:numId="26">
    <w:abstractNumId w:val="7"/>
  </w:num>
  <w:num w:numId="27">
    <w:abstractNumId w:val="14"/>
  </w:num>
  <w:num w:numId="28">
    <w:abstractNumId w:val="16"/>
  </w:num>
  <w:num w:numId="29">
    <w:abstractNumId w:val="15"/>
  </w:num>
  <w:num w:numId="30">
    <w:abstractNumId w:val="22"/>
  </w:num>
  <w:num w:numId="31">
    <w:abstractNumId w:val="9"/>
  </w:num>
  <w:num w:numId="32">
    <w:abstractNumId w:val="2"/>
  </w:num>
  <w:num w:numId="33">
    <w:abstractNumId w:val="23"/>
  </w:num>
  <w:num w:numId="34">
    <w:abstractNumId w:val="12"/>
  </w:num>
  <w:num w:numId="35">
    <w:abstractNumId w:val="5"/>
  </w:num>
  <w:num w:numId="36">
    <w:abstractNumId w:val="4"/>
  </w:num>
  <w:num w:numId="37">
    <w:abstractNumId w:val="20"/>
  </w:num>
  <w:num w:numId="38">
    <w:abstractNumId w:val="19"/>
  </w:num>
  <w:num w:numId="39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5025873640090622489&quot;&gt;_x000d__x000a_  &lt;metadata key=&quot;md_DocumentLanguages&quot;&gt;_x000d__x000a_    &lt;basicdatatypelist&gt;_x000d__x000a_      &lt;language key=&quot;BG&quot; text=&quot;BG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&amp;#1047;&amp;#1040;&amp;#1050;&amp;#1054;&amp;#1053;&amp;#1054;&amp;#1044;&amp;#1040;&amp;#1058;&amp;#1045;&amp;#1051;&amp;#1053;&amp;#1048; &amp;#1040;&amp;#1050;&amp;#1058;&amp;#1054;&amp;#1042;&amp;#1045; &amp;#1048; &amp;#1044;&amp;#1056;&amp;#1059;&amp;#1043;&amp;#1048; &amp;#1055;&amp;#1056;&amp;#1040;&amp;#1042;&amp;#1053;&amp;#1048; &amp;#1048;&amp;#1053;&amp;#1057;&amp;#1058;&amp;#1056;&amp;#1059;&amp;#1052;&amp;#1045;&amp;#1053;&amp;#1058;&amp;#1048;&quot; /&gt;_x000d__x000a_    &lt;/basicdatatype&gt;_x000d__x000a_  &lt;/metadata&gt;_x000d__x000a_  &lt;metadata key=&quot;md_HeadingText&quot;&gt;_x000d__x000a_    &lt;headingtext text=&quot;&amp;#1047;&amp;#1040;&amp;#1050;&amp;#1054;&amp;#1053;&amp;#1054;&amp;#1044;&amp;#1040;&amp;#1058;&amp;#1045;&amp;#1051;&amp;#1053;&amp;#1048; &amp;#1040;&amp;#1050;&amp;#1058;&amp;#1054;&amp;#1042;&amp;#1045; &amp;#1048; &amp;#1044;&amp;#1056;&amp;#1059;&amp;#1043;&amp;#1048; &amp;#1055;&amp;#1056;&amp;#1040;&amp;#1042;&amp;#1053;&amp;#1048; &amp;#1048;&amp;#1053;&amp;#1057;&amp;#1058;&amp;#1056;&amp;#1059;&amp;#1052;&amp;#1045;&amp;#1053;&amp;#1058;&amp;#1048;&quot;&gt;_x000d__x000a_      &lt;formattedtext&gt;_x000d__x000a_        &lt;xaml text=&quot;&amp;#1047;&amp;#1040;&amp;#1050;&amp;#1054;&amp;#1053;&amp;#1054;&amp;#1044;&amp;#1040;&amp;#1058;&amp;#1045;&amp;#1051;&amp;#1053;&amp;#1048; &amp;#1040;&amp;#1050;&amp;#1058;&amp;#1054;&amp;#1042;&amp;#1045; &amp;#1048; &amp;#1044;&amp;#1056;&amp;#1059;&amp;#1043;&amp;#1048; &amp;#1055;&amp;#1056;&amp;#1040;&amp;#1042;&amp;#1053;&amp;#1048; &amp;#1048;&amp;#1053;&amp;#1057;&amp;#1058;&amp;#1056;&amp;#1059;&amp;#1052;&amp;#1045;&amp;#1053;&amp;#1058;&amp;#1048;&quot;&gt;&amp;lt;FlowDocument xmlns=&quot;http://schemas.microsoft.com/winfx/2006/xaml/presentation&quot;&amp;gt;&amp;lt;Paragraph&amp;gt;&amp;#1047;&amp;#1040;&amp;#1050;&amp;#1054;&amp;#1053;&amp;#1054;&amp;#1044;&amp;#1040;&amp;#1058;&amp;#1045;&amp;#1051;&amp;#1053;&amp;#1048; &amp;#1040;&amp;#1050;&amp;#1058;&amp;#1054;&amp;#1042;&amp;#1045; &amp;#1048; &amp;#1044;&amp;#1056;&amp;#1059;&amp;#1043;&amp;#1048; &amp;#1055;&amp;#1056;&amp;#1040;&amp;#1042;&amp;#1053;&amp;#1048; &amp;#1048;&amp;#1053;&amp;#1057;&amp;#1058;&amp;#1056;&amp;#1059;&amp;#1052;&amp;#1045;&amp;#1053;&amp;#1058;&amp;#1048;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&amp;#1045;&amp;#1042;&amp;#1056;&amp;#1054;&amp;#1055;&amp;#1045;&amp;#1049;&amp;#1057;&amp;#1050;&amp;#1048; &amp;#1057;&amp;#1066;&amp;#1070;&amp;#1047; &amp;#1045;&amp;#1042;&amp;#1056;&amp;#1054;&amp;#1055;&amp;#1045;&amp;#1049;&amp;#1057;&amp;#1050;&amp;#1048; &amp;#1055;&amp;#1040;&amp;#1056;&amp;#1051;&amp;#1040;&amp;#1052;&amp;#1045;&amp;#1053;&amp;#1058; &amp;#1057;&amp;#1066;&amp;#1042;&amp;#1045;&amp;#1058;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&amp;#1057;&amp;#1090;&amp;#1088;&amp;#1072;&amp;#1089;&amp;#1073;&amp;#1091;&amp;#1088;&amp;#1075;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&amp;#1056;&amp;#1045;&amp;#1043;&amp;#1051;&amp;#1040;&amp;#1052;&amp;#1045;&amp;#1053;&amp;#1058;  &amp;#1053;&amp;#1040; &amp;#1045;&amp;#1042;&amp;#1056;&amp;#1054;&amp;#1055;&amp;#1045;&amp;#1049;&amp;#1057;&amp;#1050;&amp;#1048;&amp;#1071; &amp;#1055;&amp;#1040;&amp;#1056;&amp;#1051;&amp;#1040;&amp;#1052;&amp;#1045;&amp;#1053;&amp;#1058; &amp;#1048; &amp;#1053;&amp;#1040; &amp;#1057;&amp;#1066;&amp;#1042;&amp;#1045;&amp;#1058;&amp;#1040;  &amp;#1054;&amp;#1058;&amp;#1053;&amp;#1054;&amp;#1057;&amp;#1053;&amp;#1054; &amp;#1042;&amp;#1047;&amp;#1040;&amp;#1048;&amp;#1052;&amp;#1053;&amp;#1054;&amp;#1058;&amp;#1054; &amp;#1055;&amp;#1056;&amp;#1048;&amp;#1047;&amp;#1053;&amp;#1040;&amp;#1042;&amp;#1040;&amp;#1053;&amp;#1045; &amp;#1053;&amp;#1040; &amp;#1040;&amp;#1050;&amp;#1058;&amp;#1054;&amp;#1042;&amp;#1045;  &amp;#1047;&amp;#1040; &amp;#1054;&amp;#1041;&amp;#1045;&amp;#1047;&amp;#1055;&amp;#1045;&amp;#1063;&amp;#1040;&amp;#1042;&amp;#1040;&amp;#1053;&amp;#1045; &amp;#1048; &amp;#1050;&amp;#1054;&amp;#1053;&amp;#1060;&amp;#1048;&amp;#1057;&amp;#1050;&amp;#1040;&amp;#1062;&amp;#1048;&amp;#1071;&quot;&gt;&amp;lt;FlowDocument FontFamily=&quot;Arial Unicode MS&quot; FontSize=&quot;12&quot; LineHeight=&quot;6&quot; PageWidth=&quot;329&quot; PagePadding=&quot;0,0,0,0&quot; AllowDrop=&quot;False&quot; xmlns=&quot;http://schemas.microsoft.com/winfx/2006/xaml/presentation&quot; xmlns:x=&quot;http://schemas.microsoft.com/winfx/2006/xaml&quot;&amp;gt;&amp;lt;Paragraph xml:space=&quot;preserve&quot;&amp;gt;&amp;#1056;&amp;#1045;&amp;#1043;&amp;#1051;&amp;#1040;&amp;#1052;&amp;#1045;&amp;#1053;&amp;#1058; &amp;lt;LineBreak /&amp;gt;&amp;#1053;&amp;#1040; &amp;#1045;&amp;#1042;&amp;#1056;&amp;#1054;&amp;#1055;&amp;#1045;&amp;#1049;&amp;#1057;&amp;#1050;&amp;#1048;&amp;#1071; &amp;#1055;&amp;#1040;&amp;#1056;&amp;#1051;&amp;#1040;&amp;#1052;&amp;#1045;&amp;#1053;&amp;#1058; &amp;#1048; &amp;#1053;&amp;#1040; &amp;#1057;&amp;#1066;&amp;#1042;&amp;#1045;&amp;#1058;&amp;#1040;&amp;lt;Run xml:lang=&quot;en-gb&quot;&amp;gt; &amp;lt;/Run&amp;gt;&amp;lt;LineBreak /&amp;gt;&amp;#1054;&amp;#1058;&amp;#1053;&amp;#1054;&amp;#1057;&amp;#1053;&amp;#1054; &amp;#1042;&amp;#1047;&amp;#1040;&amp;#1048;&amp;#1052;&amp;#1053;&amp;#1054;&amp;#1058;&amp;#1054; &amp;#1055;&amp;#1056;&amp;#1048;&amp;#1047;&amp;#1053;&amp;#1040;&amp;#1042;&amp;#1040;&amp;#1053;&amp;#1045; &amp;#1053;&amp;#1040; &amp;#1040;&amp;#1050;&amp;#1058;&amp;#1054;&amp;#1042;&amp;#1045; &amp;lt;/Paragraph&amp;gt;&amp;lt;Paragraph&amp;gt;&amp;#1047;&amp;#1040; &amp;#1054;&amp;#1041;&amp;#1045;&amp;#1047;&amp;#1055;&amp;#1045;&amp;#1063;&amp;#1040;&amp;#1042;&amp;#1040;&amp;#1053;&amp;#1045; &amp;#1048; &amp;#1050;&amp;#1054;&amp;#1053;&amp;#1060;&amp;#1048;&amp;#1057;&amp;#1050;&amp;#1040;&amp;#1062;&amp;#1048;&amp;#1071;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2018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C80A30"/>
    <w:rsid w:val="00001EAE"/>
    <w:rsid w:val="00007A10"/>
    <w:rsid w:val="00012E81"/>
    <w:rsid w:val="0001343A"/>
    <w:rsid w:val="00023EDF"/>
    <w:rsid w:val="00036B23"/>
    <w:rsid w:val="00036CED"/>
    <w:rsid w:val="0003712D"/>
    <w:rsid w:val="00047BEF"/>
    <w:rsid w:val="00067E53"/>
    <w:rsid w:val="0007040A"/>
    <w:rsid w:val="00072573"/>
    <w:rsid w:val="0008238F"/>
    <w:rsid w:val="000968DF"/>
    <w:rsid w:val="000A6493"/>
    <w:rsid w:val="000B2C34"/>
    <w:rsid w:val="000D061D"/>
    <w:rsid w:val="000D386D"/>
    <w:rsid w:val="000E4A09"/>
    <w:rsid w:val="00112EDF"/>
    <w:rsid w:val="00114271"/>
    <w:rsid w:val="00122558"/>
    <w:rsid w:val="001521E4"/>
    <w:rsid w:val="001652D8"/>
    <w:rsid w:val="00180BA9"/>
    <w:rsid w:val="00185117"/>
    <w:rsid w:val="0018706D"/>
    <w:rsid w:val="00196CD8"/>
    <w:rsid w:val="001B6359"/>
    <w:rsid w:val="001C041F"/>
    <w:rsid w:val="001C3A81"/>
    <w:rsid w:val="001D529D"/>
    <w:rsid w:val="001E77DF"/>
    <w:rsid w:val="001F0F86"/>
    <w:rsid w:val="001F34FE"/>
    <w:rsid w:val="00205FB1"/>
    <w:rsid w:val="002067F5"/>
    <w:rsid w:val="00212CB6"/>
    <w:rsid w:val="002136E9"/>
    <w:rsid w:val="00231C07"/>
    <w:rsid w:val="00231D82"/>
    <w:rsid w:val="002322B4"/>
    <w:rsid w:val="0024262B"/>
    <w:rsid w:val="002650D0"/>
    <w:rsid w:val="0027784E"/>
    <w:rsid w:val="002915BD"/>
    <w:rsid w:val="00297EAC"/>
    <w:rsid w:val="002A2785"/>
    <w:rsid w:val="002A59EB"/>
    <w:rsid w:val="002B5C7D"/>
    <w:rsid w:val="002C4292"/>
    <w:rsid w:val="002D5DA8"/>
    <w:rsid w:val="002E171C"/>
    <w:rsid w:val="002E71FA"/>
    <w:rsid w:val="002F029D"/>
    <w:rsid w:val="002F25C4"/>
    <w:rsid w:val="00331025"/>
    <w:rsid w:val="003449B5"/>
    <w:rsid w:val="003713F8"/>
    <w:rsid w:val="003844AE"/>
    <w:rsid w:val="00391E14"/>
    <w:rsid w:val="003A2950"/>
    <w:rsid w:val="003A4557"/>
    <w:rsid w:val="003B44F4"/>
    <w:rsid w:val="003B5E5E"/>
    <w:rsid w:val="003C1146"/>
    <w:rsid w:val="003C1AD5"/>
    <w:rsid w:val="003D09AE"/>
    <w:rsid w:val="003D2AC6"/>
    <w:rsid w:val="003D5D9B"/>
    <w:rsid w:val="003E630E"/>
    <w:rsid w:val="003E6343"/>
    <w:rsid w:val="0041475D"/>
    <w:rsid w:val="004204C0"/>
    <w:rsid w:val="00421099"/>
    <w:rsid w:val="00421F13"/>
    <w:rsid w:val="00425E7C"/>
    <w:rsid w:val="00431951"/>
    <w:rsid w:val="00442457"/>
    <w:rsid w:val="00452076"/>
    <w:rsid w:val="00464912"/>
    <w:rsid w:val="00476B85"/>
    <w:rsid w:val="00482881"/>
    <w:rsid w:val="004869E2"/>
    <w:rsid w:val="0049517E"/>
    <w:rsid w:val="004A0C0E"/>
    <w:rsid w:val="004A1A88"/>
    <w:rsid w:val="004C7D48"/>
    <w:rsid w:val="004D4A60"/>
    <w:rsid w:val="004D52CA"/>
    <w:rsid w:val="004D7DEE"/>
    <w:rsid w:val="004E1897"/>
    <w:rsid w:val="004F4DCE"/>
    <w:rsid w:val="004F69DF"/>
    <w:rsid w:val="00503954"/>
    <w:rsid w:val="00506BE4"/>
    <w:rsid w:val="00515576"/>
    <w:rsid w:val="00516B1B"/>
    <w:rsid w:val="00534302"/>
    <w:rsid w:val="00557CB4"/>
    <w:rsid w:val="005670C0"/>
    <w:rsid w:val="00581D36"/>
    <w:rsid w:val="00586684"/>
    <w:rsid w:val="005B33E6"/>
    <w:rsid w:val="005B6ECA"/>
    <w:rsid w:val="005C3411"/>
    <w:rsid w:val="005C5344"/>
    <w:rsid w:val="005D4C62"/>
    <w:rsid w:val="0061251E"/>
    <w:rsid w:val="006138B2"/>
    <w:rsid w:val="006316F2"/>
    <w:rsid w:val="00653CA8"/>
    <w:rsid w:val="00665E9E"/>
    <w:rsid w:val="00672F8C"/>
    <w:rsid w:val="00682678"/>
    <w:rsid w:val="00684287"/>
    <w:rsid w:val="00686325"/>
    <w:rsid w:val="006B2F31"/>
    <w:rsid w:val="006D7310"/>
    <w:rsid w:val="006E36F9"/>
    <w:rsid w:val="006F2E2A"/>
    <w:rsid w:val="006F7BCB"/>
    <w:rsid w:val="006F7E9D"/>
    <w:rsid w:val="00701005"/>
    <w:rsid w:val="007011D4"/>
    <w:rsid w:val="00710FB9"/>
    <w:rsid w:val="0071152B"/>
    <w:rsid w:val="00713526"/>
    <w:rsid w:val="00715840"/>
    <w:rsid w:val="00730C28"/>
    <w:rsid w:val="0073248E"/>
    <w:rsid w:val="007401EA"/>
    <w:rsid w:val="00740D8F"/>
    <w:rsid w:val="00743792"/>
    <w:rsid w:val="00744AE4"/>
    <w:rsid w:val="0077130C"/>
    <w:rsid w:val="00784FCD"/>
    <w:rsid w:val="007A7C75"/>
    <w:rsid w:val="007B2CB2"/>
    <w:rsid w:val="007B7DF1"/>
    <w:rsid w:val="007C0150"/>
    <w:rsid w:val="007D6B0C"/>
    <w:rsid w:val="007E3EAD"/>
    <w:rsid w:val="007F2C05"/>
    <w:rsid w:val="00807A73"/>
    <w:rsid w:val="00813671"/>
    <w:rsid w:val="008166D1"/>
    <w:rsid w:val="00823835"/>
    <w:rsid w:val="00824889"/>
    <w:rsid w:val="008257A2"/>
    <w:rsid w:val="00835213"/>
    <w:rsid w:val="00841276"/>
    <w:rsid w:val="00852915"/>
    <w:rsid w:val="00857ED0"/>
    <w:rsid w:val="00875722"/>
    <w:rsid w:val="00880994"/>
    <w:rsid w:val="008B645F"/>
    <w:rsid w:val="008C62BD"/>
    <w:rsid w:val="008D05E9"/>
    <w:rsid w:val="008E1203"/>
    <w:rsid w:val="008E5D60"/>
    <w:rsid w:val="00900706"/>
    <w:rsid w:val="00903E23"/>
    <w:rsid w:val="00931585"/>
    <w:rsid w:val="00940AD0"/>
    <w:rsid w:val="00942637"/>
    <w:rsid w:val="00945C1D"/>
    <w:rsid w:val="00965847"/>
    <w:rsid w:val="00972423"/>
    <w:rsid w:val="00987AF1"/>
    <w:rsid w:val="00995975"/>
    <w:rsid w:val="009C1814"/>
    <w:rsid w:val="009C3493"/>
    <w:rsid w:val="00A100C6"/>
    <w:rsid w:val="00A10E8F"/>
    <w:rsid w:val="00A15B81"/>
    <w:rsid w:val="00A27217"/>
    <w:rsid w:val="00A42891"/>
    <w:rsid w:val="00A44485"/>
    <w:rsid w:val="00A46030"/>
    <w:rsid w:val="00A56BBB"/>
    <w:rsid w:val="00A63FD6"/>
    <w:rsid w:val="00A67C23"/>
    <w:rsid w:val="00A850AE"/>
    <w:rsid w:val="00AA31C3"/>
    <w:rsid w:val="00AC27A0"/>
    <w:rsid w:val="00AD1B2A"/>
    <w:rsid w:val="00AF4AAE"/>
    <w:rsid w:val="00B11221"/>
    <w:rsid w:val="00B12FBF"/>
    <w:rsid w:val="00B13A3D"/>
    <w:rsid w:val="00B23189"/>
    <w:rsid w:val="00B31F7D"/>
    <w:rsid w:val="00B31FA7"/>
    <w:rsid w:val="00B4593B"/>
    <w:rsid w:val="00B45EEB"/>
    <w:rsid w:val="00B546D1"/>
    <w:rsid w:val="00B549A1"/>
    <w:rsid w:val="00B84F46"/>
    <w:rsid w:val="00B85BE4"/>
    <w:rsid w:val="00B90294"/>
    <w:rsid w:val="00BB26C0"/>
    <w:rsid w:val="00BB3326"/>
    <w:rsid w:val="00BB77E8"/>
    <w:rsid w:val="00BD3F47"/>
    <w:rsid w:val="00BE2197"/>
    <w:rsid w:val="00BE5956"/>
    <w:rsid w:val="00C11B8F"/>
    <w:rsid w:val="00C20636"/>
    <w:rsid w:val="00C33651"/>
    <w:rsid w:val="00C34626"/>
    <w:rsid w:val="00C4234E"/>
    <w:rsid w:val="00C47A34"/>
    <w:rsid w:val="00C5204E"/>
    <w:rsid w:val="00C6200D"/>
    <w:rsid w:val="00C64E93"/>
    <w:rsid w:val="00C6555C"/>
    <w:rsid w:val="00C661E6"/>
    <w:rsid w:val="00C7019B"/>
    <w:rsid w:val="00C80A30"/>
    <w:rsid w:val="00C8174C"/>
    <w:rsid w:val="00C85225"/>
    <w:rsid w:val="00C957CE"/>
    <w:rsid w:val="00C96ED2"/>
    <w:rsid w:val="00CA133C"/>
    <w:rsid w:val="00CA3473"/>
    <w:rsid w:val="00CB0D68"/>
    <w:rsid w:val="00CB27A0"/>
    <w:rsid w:val="00CB6245"/>
    <w:rsid w:val="00CB7C2C"/>
    <w:rsid w:val="00CC6AEC"/>
    <w:rsid w:val="00CD4DBC"/>
    <w:rsid w:val="00CE7CD6"/>
    <w:rsid w:val="00D25F00"/>
    <w:rsid w:val="00D530B4"/>
    <w:rsid w:val="00D840C8"/>
    <w:rsid w:val="00DA1EA2"/>
    <w:rsid w:val="00DF1713"/>
    <w:rsid w:val="00E05776"/>
    <w:rsid w:val="00E06E50"/>
    <w:rsid w:val="00E07F23"/>
    <w:rsid w:val="00E22F29"/>
    <w:rsid w:val="00E31FA3"/>
    <w:rsid w:val="00E370B7"/>
    <w:rsid w:val="00E417F7"/>
    <w:rsid w:val="00E52E6E"/>
    <w:rsid w:val="00E56F73"/>
    <w:rsid w:val="00E94EB2"/>
    <w:rsid w:val="00EC5372"/>
    <w:rsid w:val="00EE51E3"/>
    <w:rsid w:val="00EF2C15"/>
    <w:rsid w:val="00F02C58"/>
    <w:rsid w:val="00F24BD4"/>
    <w:rsid w:val="00F44631"/>
    <w:rsid w:val="00F4763C"/>
    <w:rsid w:val="00F55E78"/>
    <w:rsid w:val="00F71676"/>
    <w:rsid w:val="00F72B05"/>
    <w:rsid w:val="00F802C8"/>
    <w:rsid w:val="00F97CAD"/>
    <w:rsid w:val="00FB0E52"/>
    <w:rsid w:val="00FB11F2"/>
    <w:rsid w:val="00FB32D8"/>
    <w:rsid w:val="00FC475C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482D9"/>
  <w15:docId w15:val="{3C54FAAE-1C8C-4AE4-B060-5979DC7E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2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067E53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067E53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067E53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067E53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067E53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C80A30"/>
    <w:pPr>
      <w:spacing w:before="0" w:after="440"/>
    </w:pPr>
    <w:rPr>
      <w:sz w:val="2"/>
      <w:lang w:val="en-GB"/>
    </w:rPr>
  </w:style>
  <w:style w:type="character" w:customStyle="1" w:styleId="LignefinalChar">
    <w:name w:val="Ligne final Char"/>
    <w:basedOn w:val="DefaultParagraphFont"/>
    <w:rsid w:val="00C80A30"/>
    <w:rPr>
      <w:rFonts w:ascii="Times New Roman" w:hAnsi="Times New Roman" w:cs="Times New Roman"/>
      <w:b/>
      <w:sz w:val="24"/>
      <w:lang w:val="en-GB"/>
    </w:rPr>
  </w:style>
  <w:style w:type="character" w:customStyle="1" w:styleId="HeaderCouncilLargeChar">
    <w:name w:val="Header Council Large Char"/>
    <w:basedOn w:val="LignefinalChar"/>
    <w:link w:val="HeaderCouncilLarge"/>
    <w:rsid w:val="00C80A30"/>
    <w:rPr>
      <w:rFonts w:ascii="Times New Roman" w:hAnsi="Times New Roman" w:cs="Times New Roman"/>
      <w:b w:val="0"/>
      <w:sz w:val="2"/>
      <w:lang w:val="en-GB"/>
    </w:rPr>
  </w:style>
  <w:style w:type="paragraph" w:customStyle="1" w:styleId="FooterText">
    <w:name w:val="Footer Text"/>
    <w:basedOn w:val="Normal"/>
    <w:rsid w:val="00C80A30"/>
    <w:pPr>
      <w:spacing w:before="0" w:after="0" w:line="240" w:lineRule="auto"/>
    </w:pPr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rsid w:val="00C80A30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067E53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067E53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67E53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67E53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67E53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character" w:customStyle="1" w:styleId="HideTWBExt">
    <w:name w:val="HideTWBExt"/>
    <w:rsid w:val="00067E53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067E53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067E53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067E53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067E53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067E53"/>
    <w:rPr>
      <w:vanish/>
      <w:color w:val="808080"/>
    </w:rPr>
  </w:style>
  <w:style w:type="paragraph" w:customStyle="1" w:styleId="TableofEntries">
    <w:name w:val="Table of Entries"/>
    <w:basedOn w:val="Normal12"/>
    <w:rsid w:val="00067E53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067E53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067E53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067E53"/>
    <w:rPr>
      <w:b/>
    </w:rPr>
  </w:style>
  <w:style w:type="paragraph" w:customStyle="1" w:styleId="Normal12Hanging">
    <w:name w:val="Normal12Hanging"/>
    <w:basedOn w:val="Normal12"/>
    <w:rsid w:val="00067E53"/>
    <w:pPr>
      <w:ind w:left="567" w:hanging="567"/>
    </w:pPr>
  </w:style>
  <w:style w:type="paragraph" w:customStyle="1" w:styleId="CoverBold">
    <w:name w:val="CoverBold"/>
    <w:basedOn w:val="CoverNormal"/>
    <w:rsid w:val="00067E53"/>
    <w:rPr>
      <w:b/>
    </w:rPr>
  </w:style>
  <w:style w:type="paragraph" w:customStyle="1" w:styleId="Normal24">
    <w:name w:val="Normal24"/>
    <w:basedOn w:val="Normal"/>
    <w:rsid w:val="00067E53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067E53"/>
    <w:pPr>
      <w:ind w:left="1418"/>
    </w:pPr>
  </w:style>
  <w:style w:type="paragraph" w:customStyle="1" w:styleId="Cover24">
    <w:name w:val="Cover24"/>
    <w:basedOn w:val="Normal24"/>
    <w:rsid w:val="00067E53"/>
    <w:pPr>
      <w:ind w:left="1418"/>
    </w:pPr>
  </w:style>
  <w:style w:type="paragraph" w:customStyle="1" w:styleId="CoverNormal">
    <w:name w:val="CoverNormal"/>
    <w:basedOn w:val="Normal"/>
    <w:rsid w:val="00067E53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067E53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067E53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067E53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067E53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067E53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067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067E53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067E53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067E53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067E53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067E53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067E53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067E53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067E53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067E53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067E53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067E53"/>
  </w:style>
  <w:style w:type="paragraph" w:customStyle="1" w:styleId="EPName">
    <w:name w:val="EPName"/>
    <w:basedOn w:val="Normal"/>
    <w:rsid w:val="00067E53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067E53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067E53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067E5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NormalBoldChar">
    <w:name w:val="NormalBold Char"/>
    <w:link w:val="NormalBold"/>
    <w:rsid w:val="00067E53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067E53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067E53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067E53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067E53"/>
    <w:pPr>
      <w:jc w:val="center"/>
    </w:pPr>
  </w:style>
  <w:style w:type="paragraph" w:customStyle="1" w:styleId="Normal12Keep">
    <w:name w:val="Normal12Keep"/>
    <w:basedOn w:val="Normal12"/>
    <w:rsid w:val="00067E53"/>
    <w:pPr>
      <w:keepNext/>
    </w:pPr>
  </w:style>
  <w:style w:type="paragraph" w:customStyle="1" w:styleId="Normal12Tab">
    <w:name w:val="Normal12Tab"/>
    <w:basedOn w:val="Normal12"/>
    <w:rsid w:val="00067E53"/>
    <w:pPr>
      <w:tabs>
        <w:tab w:val="left" w:pos="567"/>
      </w:tabs>
    </w:pPr>
  </w:style>
  <w:style w:type="paragraph" w:customStyle="1" w:styleId="StarsAndIs">
    <w:name w:val="StarsAndIs"/>
    <w:basedOn w:val="Normal"/>
    <w:rsid w:val="00067E53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067E53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TypeDoc">
    <w:name w:val="TypeDoc"/>
    <w:basedOn w:val="Normal24"/>
    <w:rsid w:val="00067E53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067E53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067E53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067E53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067E53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067E53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titre">
    <w:name w:val="Légende titre"/>
    <w:basedOn w:val="Normal"/>
    <w:rsid w:val="00067E53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067E53"/>
    <w:pPr>
      <w:ind w:left="0" w:firstLine="0"/>
    </w:pPr>
  </w:style>
  <w:style w:type="paragraph" w:styleId="NoSpacing">
    <w:name w:val="No Spacing"/>
    <w:uiPriority w:val="1"/>
    <w:qFormat/>
    <w:rsid w:val="00067E53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CommitteeAM">
    <w:name w:val="CommitteeAM"/>
    <w:basedOn w:val="Normal"/>
    <w:rsid w:val="00067E53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067E53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067E53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067E5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Footer2Middle">
    <w:name w:val="Footer2Middle"/>
    <w:rsid w:val="00067E53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067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67E53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7E53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67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67E5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067E53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67E53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Hyperlink">
    <w:name w:val="Hyperlink"/>
    <w:uiPriority w:val="99"/>
    <w:rsid w:val="00067E53"/>
    <w:rPr>
      <w:color w:val="0563C1"/>
      <w:u w:val="single"/>
    </w:rPr>
  </w:style>
  <w:style w:type="character" w:customStyle="1" w:styleId="NormalBold12bChar">
    <w:name w:val="NormalBold12b Char"/>
    <w:link w:val="NormalBold12b"/>
    <w:rsid w:val="00067E53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067E53"/>
  </w:style>
  <w:style w:type="numbering" w:customStyle="1" w:styleId="NoList11">
    <w:name w:val="No List11"/>
    <w:next w:val="NoList"/>
    <w:uiPriority w:val="99"/>
    <w:semiHidden/>
    <w:unhideWhenUsed/>
    <w:rsid w:val="00067E53"/>
  </w:style>
  <w:style w:type="table" w:customStyle="1" w:styleId="TableGrid1">
    <w:name w:val="Table Grid1"/>
    <w:basedOn w:val="TableNormal"/>
    <w:next w:val="TableGrid"/>
    <w:rsid w:val="00067E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067E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PageHeadingNotTOC">
    <w:name w:val="PageHeadingNotTOC"/>
    <w:basedOn w:val="Normal"/>
    <w:rsid w:val="00067E53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067E53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  <w:lang w:val="en-US"/>
    </w:rPr>
  </w:style>
  <w:style w:type="paragraph" w:customStyle="1" w:styleId="ConclusionsPA">
    <w:name w:val="ConclusionsPA"/>
    <w:basedOn w:val="Normal12"/>
    <w:rsid w:val="00067E53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character" w:customStyle="1" w:styleId="Sup">
    <w:name w:val="Sup"/>
    <w:uiPriority w:val="99"/>
    <w:rsid w:val="00067E53"/>
    <w:rPr>
      <w:color w:val="000000"/>
      <w:vertAlign w:val="superscript"/>
    </w:rPr>
  </w:style>
  <w:style w:type="paragraph" w:customStyle="1" w:styleId="Center">
    <w:name w:val="Center"/>
    <w:rsid w:val="00067E53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NormalCentreKeep12b">
    <w:name w:val="NormalCentreKeep12b"/>
    <w:basedOn w:val="Normal12"/>
    <w:rsid w:val="00067E53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067E53"/>
    <w:pPr>
      <w:keepNext/>
      <w:widowControl w:val="0"/>
      <w:spacing w:before="0" w:after="0" w:line="240" w:lineRule="auto"/>
      <w:jc w:val="center"/>
    </w:pPr>
    <w:rPr>
      <w:rFonts w:eastAsia="Times New Roman"/>
      <w:noProof/>
      <w:szCs w:val="20"/>
      <w:lang w:eastAsia="en-GB"/>
    </w:rPr>
  </w:style>
  <w:style w:type="paragraph" w:customStyle="1" w:styleId="Normal24b12aBoldItalic">
    <w:name w:val="Normal24b12aBoldItalic"/>
    <w:basedOn w:val="Normal12a12b"/>
    <w:rsid w:val="00067E53"/>
    <w:pPr>
      <w:spacing w:before="480"/>
    </w:pPr>
    <w:rPr>
      <w:b/>
      <w:i/>
      <w:szCs w:val="24"/>
    </w:rPr>
  </w:style>
  <w:style w:type="paragraph" w:customStyle="1" w:styleId="Normal12a12bKeep">
    <w:name w:val="Normal12a12bKeep"/>
    <w:basedOn w:val="Normal"/>
    <w:rsid w:val="00067E53"/>
    <w:pPr>
      <w:keepNext/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NormalKeep">
    <w:name w:val="NormalKeep"/>
    <w:basedOn w:val="Normal"/>
    <w:rsid w:val="00067E53"/>
    <w:pPr>
      <w:keepNext/>
      <w:widowControl w:val="0"/>
      <w:spacing w:before="0" w:after="0" w:line="240" w:lineRule="auto"/>
    </w:pPr>
    <w:rPr>
      <w:rFonts w:eastAsia="Times New Roman"/>
      <w:szCs w:val="20"/>
      <w:lang w:eastAsia="en-GB"/>
    </w:rPr>
  </w:style>
  <w:style w:type="character" w:customStyle="1" w:styleId="added">
    <w:name w:val="added"/>
    <w:rsid w:val="00067E53"/>
    <w:rPr>
      <w:b/>
      <w:i/>
      <w:noProof w:val="0"/>
      <w:lang w:val="en-US"/>
    </w:rPr>
  </w:style>
  <w:style w:type="paragraph" w:customStyle="1" w:styleId="Justification">
    <w:name w:val="Justification"/>
    <w:basedOn w:val="Normal12"/>
    <w:rsid w:val="00067E53"/>
    <w:rPr>
      <w:i/>
    </w:rPr>
  </w:style>
  <w:style w:type="paragraph" w:customStyle="1" w:styleId="AMClosing">
    <w:name w:val="AMClosing"/>
    <w:basedOn w:val="Normal"/>
    <w:rsid w:val="00067E53"/>
    <w:pPr>
      <w:widowControl w:val="0"/>
      <w:spacing w:before="480" w:after="720" w:line="240" w:lineRule="auto"/>
    </w:pPr>
    <w:rPr>
      <w:rFonts w:eastAsia="Times New Roman"/>
      <w:szCs w:val="20"/>
      <w:lang w:eastAsia="en-GB"/>
    </w:rPr>
  </w:style>
  <w:style w:type="paragraph" w:customStyle="1" w:styleId="ConsHeading">
    <w:name w:val="ConsHeading"/>
    <w:basedOn w:val="Normal12Centre"/>
    <w:rsid w:val="00067E53"/>
    <w:pPr>
      <w:spacing w:before="720"/>
    </w:pPr>
    <w:rPr>
      <w:noProof/>
    </w:rPr>
  </w:style>
  <w:style w:type="paragraph" w:customStyle="1" w:styleId="NormalJustified">
    <w:name w:val="Normal Justified"/>
    <w:basedOn w:val="Normal"/>
    <w:rsid w:val="00067E53"/>
    <w:pPr>
      <w:autoSpaceDE w:val="0"/>
      <w:autoSpaceDN w:val="0"/>
      <w:adjustRightInd w:val="0"/>
      <w:spacing w:before="200"/>
      <w:jc w:val="both"/>
    </w:pPr>
    <w:rPr>
      <w:rFonts w:eastAsia="Times New Roman"/>
      <w:lang w:eastAsia="en-GB"/>
    </w:rPr>
  </w:style>
  <w:style w:type="paragraph" w:customStyle="1" w:styleId="FinalLine">
    <w:name w:val="Final Line"/>
    <w:basedOn w:val="Normal"/>
    <w:next w:val="Normal"/>
    <w:rsid w:val="00067E53"/>
    <w:pPr>
      <w:pBdr>
        <w:bottom w:val="single" w:sz="4" w:space="0" w:color="000000"/>
      </w:pBdr>
      <w:autoSpaceDE w:val="0"/>
      <w:autoSpaceDN w:val="0"/>
      <w:adjustRightInd w:val="0"/>
      <w:spacing w:before="360"/>
      <w:ind w:left="3400" w:right="3400"/>
      <w:jc w:val="center"/>
    </w:pPr>
    <w:rPr>
      <w:rFonts w:eastAsia="Times New Roman"/>
      <w:b/>
      <w:lang w:eastAsia="en-GB"/>
    </w:rPr>
  </w:style>
  <w:style w:type="paragraph" w:customStyle="1" w:styleId="FinalLineLandscape">
    <w:name w:val="Final Line (Landscape)"/>
    <w:basedOn w:val="Normal"/>
    <w:next w:val="Normal"/>
    <w:rsid w:val="00067E53"/>
    <w:pPr>
      <w:pBdr>
        <w:bottom w:val="single" w:sz="4" w:space="0" w:color="000000"/>
      </w:pBdr>
      <w:autoSpaceDE w:val="0"/>
      <w:autoSpaceDN w:val="0"/>
      <w:adjustRightInd w:val="0"/>
      <w:spacing w:before="360"/>
      <w:ind w:left="5868" w:right="5868"/>
      <w:jc w:val="center"/>
    </w:pPr>
    <w:rPr>
      <w:rFonts w:eastAsia="Times New Roman"/>
      <w:b/>
      <w:lang w:eastAsia="en-GB"/>
    </w:rPr>
  </w:style>
  <w:style w:type="paragraph" w:customStyle="1" w:styleId="Text5">
    <w:name w:val="Text 5"/>
    <w:basedOn w:val="Normal"/>
    <w:rsid w:val="00067E53"/>
    <w:pPr>
      <w:autoSpaceDE w:val="0"/>
      <w:autoSpaceDN w:val="0"/>
      <w:adjustRightInd w:val="0"/>
      <w:ind w:left="2835"/>
    </w:pPr>
    <w:rPr>
      <w:rFonts w:eastAsia="Times New Roman"/>
      <w:lang w:eastAsia="en-GB"/>
    </w:rPr>
  </w:style>
  <w:style w:type="paragraph" w:customStyle="1" w:styleId="Text6">
    <w:name w:val="Text 6"/>
    <w:basedOn w:val="Normal"/>
    <w:rsid w:val="00067E53"/>
    <w:pPr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PointManual">
    <w:name w:val="Point Manual"/>
    <w:basedOn w:val="Normal"/>
    <w:rsid w:val="00067E53"/>
    <w:pPr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PointManual1">
    <w:name w:val="Point Manual (1)"/>
    <w:basedOn w:val="Normal"/>
    <w:rsid w:val="00067E53"/>
    <w:pPr>
      <w:autoSpaceDE w:val="0"/>
      <w:autoSpaceDN w:val="0"/>
      <w:adjustRightInd w:val="0"/>
      <w:ind w:left="1134" w:hanging="567"/>
    </w:pPr>
    <w:rPr>
      <w:rFonts w:eastAsia="Times New Roman"/>
      <w:lang w:eastAsia="en-GB"/>
    </w:rPr>
  </w:style>
  <w:style w:type="paragraph" w:customStyle="1" w:styleId="PointManual2">
    <w:name w:val="Point Manual (2)"/>
    <w:basedOn w:val="Normal"/>
    <w:rsid w:val="00067E53"/>
    <w:pPr>
      <w:autoSpaceDE w:val="0"/>
      <w:autoSpaceDN w:val="0"/>
      <w:adjustRightInd w:val="0"/>
      <w:ind w:left="1701" w:hanging="567"/>
    </w:pPr>
    <w:rPr>
      <w:rFonts w:eastAsia="Times New Roman"/>
      <w:lang w:eastAsia="en-GB"/>
    </w:rPr>
  </w:style>
  <w:style w:type="paragraph" w:customStyle="1" w:styleId="PointManual3">
    <w:name w:val="Point Manual (3)"/>
    <w:basedOn w:val="Normal"/>
    <w:rsid w:val="00067E53"/>
    <w:pPr>
      <w:autoSpaceDE w:val="0"/>
      <w:autoSpaceDN w:val="0"/>
      <w:adjustRightInd w:val="0"/>
      <w:ind w:left="2268" w:hanging="567"/>
    </w:pPr>
    <w:rPr>
      <w:rFonts w:eastAsia="Times New Roman"/>
      <w:lang w:eastAsia="en-GB"/>
    </w:rPr>
  </w:style>
  <w:style w:type="paragraph" w:customStyle="1" w:styleId="PointManual4">
    <w:name w:val="Point Manual (4)"/>
    <w:basedOn w:val="Normal"/>
    <w:rsid w:val="00067E53"/>
    <w:pPr>
      <w:autoSpaceDE w:val="0"/>
      <w:autoSpaceDN w:val="0"/>
      <w:adjustRightInd w:val="0"/>
      <w:ind w:left="2835" w:hanging="567"/>
    </w:pPr>
    <w:rPr>
      <w:rFonts w:eastAsia="Times New Roman"/>
      <w:lang w:eastAsia="en-GB"/>
    </w:rPr>
  </w:style>
  <w:style w:type="paragraph" w:customStyle="1" w:styleId="PointDoubleManual">
    <w:name w:val="Point Double Manual"/>
    <w:basedOn w:val="Normal"/>
    <w:rsid w:val="00067E53"/>
    <w:pPr>
      <w:tabs>
        <w:tab w:val="left" w:pos="567"/>
      </w:tabs>
      <w:autoSpaceDE w:val="0"/>
      <w:autoSpaceDN w:val="0"/>
      <w:adjustRightInd w:val="0"/>
      <w:ind w:left="1134" w:hanging="1134"/>
    </w:pPr>
    <w:rPr>
      <w:rFonts w:eastAsia="Times New Roman"/>
      <w:lang w:eastAsia="en-GB"/>
    </w:rPr>
  </w:style>
  <w:style w:type="paragraph" w:customStyle="1" w:styleId="PointDoubleManual1">
    <w:name w:val="Point Double Manual (1)"/>
    <w:basedOn w:val="Normal"/>
    <w:rsid w:val="00067E53"/>
    <w:pPr>
      <w:tabs>
        <w:tab w:val="left" w:pos="1134"/>
      </w:tabs>
      <w:autoSpaceDE w:val="0"/>
      <w:autoSpaceDN w:val="0"/>
      <w:adjustRightInd w:val="0"/>
      <w:ind w:left="1701" w:hanging="1134"/>
    </w:pPr>
    <w:rPr>
      <w:rFonts w:eastAsia="Times New Roman"/>
      <w:lang w:eastAsia="en-GB"/>
    </w:rPr>
  </w:style>
  <w:style w:type="paragraph" w:customStyle="1" w:styleId="PointDoubleManual2">
    <w:name w:val="Point Double Manual (2)"/>
    <w:basedOn w:val="Normal"/>
    <w:rsid w:val="00067E53"/>
    <w:pPr>
      <w:tabs>
        <w:tab w:val="left" w:pos="1701"/>
      </w:tabs>
      <w:autoSpaceDE w:val="0"/>
      <w:autoSpaceDN w:val="0"/>
      <w:adjustRightInd w:val="0"/>
      <w:ind w:left="2268" w:hanging="1134"/>
    </w:pPr>
    <w:rPr>
      <w:rFonts w:eastAsia="Times New Roman"/>
      <w:lang w:eastAsia="en-GB"/>
    </w:rPr>
  </w:style>
  <w:style w:type="paragraph" w:customStyle="1" w:styleId="PointDoubleManual3">
    <w:name w:val="Point Double Manual (3)"/>
    <w:basedOn w:val="Normal"/>
    <w:rsid w:val="00067E53"/>
    <w:pPr>
      <w:tabs>
        <w:tab w:val="left" w:pos="2268"/>
      </w:tabs>
      <w:autoSpaceDE w:val="0"/>
      <w:autoSpaceDN w:val="0"/>
      <w:adjustRightInd w:val="0"/>
      <w:ind w:left="2835" w:hanging="1134"/>
    </w:pPr>
    <w:rPr>
      <w:rFonts w:eastAsia="Times New Roman"/>
      <w:lang w:eastAsia="en-GB"/>
    </w:rPr>
  </w:style>
  <w:style w:type="paragraph" w:customStyle="1" w:styleId="PointDoubleManual4">
    <w:name w:val="Point Double Manual (4)"/>
    <w:basedOn w:val="Normal"/>
    <w:rsid w:val="00067E53"/>
    <w:pPr>
      <w:tabs>
        <w:tab w:val="left" w:pos="2835"/>
      </w:tabs>
      <w:autoSpaceDE w:val="0"/>
      <w:autoSpaceDN w:val="0"/>
      <w:adjustRightInd w:val="0"/>
      <w:ind w:left="3402" w:hanging="1134"/>
    </w:pPr>
    <w:rPr>
      <w:rFonts w:eastAsia="Times New Roman"/>
      <w:lang w:eastAsia="en-GB"/>
    </w:rPr>
  </w:style>
  <w:style w:type="paragraph" w:customStyle="1" w:styleId="Pointabc">
    <w:name w:val="Point abc"/>
    <w:basedOn w:val="Normal"/>
    <w:rsid w:val="00067E53"/>
    <w:pPr>
      <w:numPr>
        <w:ilvl w:val="1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1">
    <w:name w:val="Point abc (1)"/>
    <w:basedOn w:val="Normal"/>
    <w:rsid w:val="00067E53"/>
    <w:pPr>
      <w:numPr>
        <w:ilvl w:val="3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2">
    <w:name w:val="Point abc (2)"/>
    <w:basedOn w:val="Normal"/>
    <w:rsid w:val="00067E53"/>
    <w:pPr>
      <w:numPr>
        <w:ilvl w:val="5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3">
    <w:name w:val="Point abc (3)"/>
    <w:basedOn w:val="Normal"/>
    <w:rsid w:val="00067E53"/>
    <w:pPr>
      <w:numPr>
        <w:ilvl w:val="7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4">
    <w:name w:val="Point abc (4)"/>
    <w:basedOn w:val="Normal"/>
    <w:rsid w:val="00067E53"/>
    <w:pPr>
      <w:numPr>
        <w:ilvl w:val="8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">
    <w:name w:val="Point 123"/>
    <w:basedOn w:val="Normal"/>
    <w:rsid w:val="00067E53"/>
    <w:pPr>
      <w:numPr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1">
    <w:name w:val="Point 123 (1)"/>
    <w:basedOn w:val="Normal"/>
    <w:rsid w:val="00067E53"/>
    <w:pPr>
      <w:numPr>
        <w:ilvl w:val="2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2">
    <w:name w:val="Point 123 (2)"/>
    <w:basedOn w:val="Normal"/>
    <w:rsid w:val="00067E53"/>
    <w:pPr>
      <w:numPr>
        <w:ilvl w:val="4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3">
    <w:name w:val="Point 123 (3)"/>
    <w:basedOn w:val="Normal"/>
    <w:rsid w:val="00067E53"/>
    <w:pPr>
      <w:numPr>
        <w:ilvl w:val="6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">
    <w:name w:val="Point ivx"/>
    <w:basedOn w:val="Normal"/>
    <w:rsid w:val="00067E53"/>
    <w:pPr>
      <w:numPr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1">
    <w:name w:val="Point ivx (1)"/>
    <w:basedOn w:val="Normal"/>
    <w:rsid w:val="00067E53"/>
    <w:pPr>
      <w:numPr>
        <w:ilvl w:val="1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2">
    <w:name w:val="Point ivx (2)"/>
    <w:basedOn w:val="Normal"/>
    <w:rsid w:val="00067E53"/>
    <w:pPr>
      <w:numPr>
        <w:ilvl w:val="2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3">
    <w:name w:val="Point ivx (3)"/>
    <w:basedOn w:val="Normal"/>
    <w:rsid w:val="00067E53"/>
    <w:pPr>
      <w:numPr>
        <w:ilvl w:val="3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4">
    <w:name w:val="Point ivx (4)"/>
    <w:basedOn w:val="Normal"/>
    <w:rsid w:val="00067E53"/>
    <w:pPr>
      <w:numPr>
        <w:ilvl w:val="4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Bullet">
    <w:name w:val="Bullet"/>
    <w:basedOn w:val="Normal"/>
    <w:rsid w:val="00067E53"/>
    <w:pPr>
      <w:tabs>
        <w:tab w:val="num" w:pos="567"/>
      </w:tabs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Dash">
    <w:name w:val="Dash"/>
    <w:basedOn w:val="Normal"/>
    <w:rsid w:val="00067E53"/>
    <w:pPr>
      <w:tabs>
        <w:tab w:val="num" w:pos="567"/>
      </w:tabs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Dash1">
    <w:name w:val="Dash 1"/>
    <w:basedOn w:val="Normal"/>
    <w:rsid w:val="00067E53"/>
    <w:pPr>
      <w:tabs>
        <w:tab w:val="num" w:pos="1134"/>
      </w:tabs>
      <w:autoSpaceDE w:val="0"/>
      <w:autoSpaceDN w:val="0"/>
      <w:adjustRightInd w:val="0"/>
      <w:ind w:left="1134" w:hanging="567"/>
    </w:pPr>
    <w:rPr>
      <w:rFonts w:eastAsia="Times New Roman"/>
      <w:lang w:eastAsia="en-GB"/>
    </w:rPr>
  </w:style>
  <w:style w:type="paragraph" w:customStyle="1" w:styleId="Dash2">
    <w:name w:val="Dash 2"/>
    <w:basedOn w:val="Normal"/>
    <w:rsid w:val="00067E53"/>
    <w:pPr>
      <w:tabs>
        <w:tab w:val="num" w:pos="1701"/>
      </w:tabs>
      <w:autoSpaceDE w:val="0"/>
      <w:autoSpaceDN w:val="0"/>
      <w:adjustRightInd w:val="0"/>
      <w:ind w:left="1701" w:hanging="567"/>
    </w:pPr>
    <w:rPr>
      <w:rFonts w:eastAsia="Times New Roman"/>
      <w:lang w:eastAsia="en-GB"/>
    </w:rPr>
  </w:style>
  <w:style w:type="paragraph" w:customStyle="1" w:styleId="Dash3">
    <w:name w:val="Dash 3"/>
    <w:basedOn w:val="Normal"/>
    <w:rsid w:val="00067E53"/>
    <w:pPr>
      <w:tabs>
        <w:tab w:val="num" w:pos="2268"/>
      </w:tabs>
      <w:autoSpaceDE w:val="0"/>
      <w:autoSpaceDN w:val="0"/>
      <w:adjustRightInd w:val="0"/>
      <w:ind w:left="2268" w:hanging="567"/>
    </w:pPr>
    <w:rPr>
      <w:rFonts w:eastAsia="Times New Roman"/>
      <w:lang w:eastAsia="en-GB"/>
    </w:rPr>
  </w:style>
  <w:style w:type="paragraph" w:customStyle="1" w:styleId="Dash4">
    <w:name w:val="Dash 4"/>
    <w:basedOn w:val="Normal"/>
    <w:rsid w:val="00067E53"/>
    <w:pPr>
      <w:tabs>
        <w:tab w:val="num" w:pos="2835"/>
      </w:tabs>
      <w:autoSpaceDE w:val="0"/>
      <w:autoSpaceDN w:val="0"/>
      <w:adjustRightInd w:val="0"/>
      <w:ind w:left="2835" w:hanging="567"/>
    </w:pPr>
    <w:rPr>
      <w:rFonts w:eastAsia="Times New Roman"/>
      <w:lang w:eastAsia="en-GB"/>
    </w:rPr>
  </w:style>
  <w:style w:type="paragraph" w:customStyle="1" w:styleId="DashEqual">
    <w:name w:val="Dash Equal"/>
    <w:basedOn w:val="Dash"/>
    <w:rsid w:val="00067E53"/>
    <w:pPr>
      <w:tabs>
        <w:tab w:val="num" w:pos="2835"/>
      </w:tabs>
      <w:ind w:left="2835"/>
    </w:pPr>
  </w:style>
  <w:style w:type="paragraph" w:customStyle="1" w:styleId="DashEqual1">
    <w:name w:val="Dash Equal 1"/>
    <w:basedOn w:val="Dash1"/>
    <w:rsid w:val="00067E53"/>
    <w:pPr>
      <w:tabs>
        <w:tab w:val="num" w:pos="567"/>
      </w:tabs>
      <w:ind w:left="567"/>
    </w:pPr>
  </w:style>
  <w:style w:type="paragraph" w:customStyle="1" w:styleId="DashEqual2">
    <w:name w:val="Dash Equal 2"/>
    <w:basedOn w:val="Dash2"/>
    <w:rsid w:val="00067E53"/>
    <w:pPr>
      <w:tabs>
        <w:tab w:val="num" w:pos="1134"/>
      </w:tabs>
      <w:ind w:left="1134"/>
    </w:pPr>
  </w:style>
  <w:style w:type="paragraph" w:customStyle="1" w:styleId="DashEqual3">
    <w:name w:val="Dash Equal 3"/>
    <w:basedOn w:val="Dash3"/>
    <w:rsid w:val="00067E53"/>
    <w:pPr>
      <w:tabs>
        <w:tab w:val="num" w:pos="1701"/>
      </w:tabs>
      <w:ind w:left="1701"/>
    </w:pPr>
  </w:style>
  <w:style w:type="paragraph" w:customStyle="1" w:styleId="DashEqual4">
    <w:name w:val="Dash Equal 4"/>
    <w:basedOn w:val="Dash4"/>
    <w:rsid w:val="00067E53"/>
    <w:pPr>
      <w:tabs>
        <w:tab w:val="num" w:pos="2268"/>
      </w:tabs>
      <w:ind w:left="2268"/>
    </w:pPr>
  </w:style>
  <w:style w:type="paragraph" w:customStyle="1" w:styleId="HeadingLeft">
    <w:name w:val="Heading Left"/>
    <w:basedOn w:val="Normal"/>
    <w:next w:val="Normal"/>
    <w:rsid w:val="00067E53"/>
    <w:pPr>
      <w:autoSpaceDE w:val="0"/>
      <w:autoSpaceDN w:val="0"/>
      <w:adjustRightInd w:val="0"/>
      <w:spacing w:before="360"/>
      <w:outlineLvl w:val="0"/>
    </w:pPr>
    <w:rPr>
      <w:rFonts w:eastAsia="Times New Roman"/>
      <w:b/>
      <w:caps/>
      <w:u w:val="single"/>
      <w:lang w:eastAsia="en-GB"/>
    </w:rPr>
  </w:style>
  <w:style w:type="paragraph" w:customStyle="1" w:styleId="HeadingIVX">
    <w:name w:val="Heading IVX"/>
    <w:basedOn w:val="HeadingLeft"/>
    <w:next w:val="Normal"/>
    <w:rsid w:val="00067E53"/>
    <w:pPr>
      <w:numPr>
        <w:numId w:val="7"/>
      </w:numPr>
    </w:pPr>
  </w:style>
  <w:style w:type="paragraph" w:customStyle="1" w:styleId="Heading123">
    <w:name w:val="Heading 123"/>
    <w:basedOn w:val="HeadingLeft"/>
    <w:next w:val="Normal"/>
    <w:rsid w:val="00067E53"/>
    <w:pPr>
      <w:numPr>
        <w:numId w:val="6"/>
      </w:numPr>
    </w:pPr>
  </w:style>
  <w:style w:type="paragraph" w:customStyle="1" w:styleId="HeadingABC">
    <w:name w:val="Heading ABC"/>
    <w:basedOn w:val="HeadingLeft"/>
    <w:next w:val="Normal"/>
    <w:rsid w:val="00067E53"/>
    <w:pPr>
      <w:numPr>
        <w:numId w:val="5"/>
      </w:numPr>
    </w:pPr>
  </w:style>
  <w:style w:type="paragraph" w:customStyle="1" w:styleId="HeadingCentered">
    <w:name w:val="Heading Centered"/>
    <w:basedOn w:val="HeadingLeft"/>
    <w:next w:val="Normal"/>
    <w:rsid w:val="00067E53"/>
    <w:pPr>
      <w:jc w:val="center"/>
    </w:pPr>
  </w:style>
  <w:style w:type="paragraph" w:customStyle="1" w:styleId="Jardin">
    <w:name w:val="Jardin"/>
    <w:basedOn w:val="Normal"/>
    <w:uiPriority w:val="99"/>
    <w:rsid w:val="00067E53"/>
    <w:pPr>
      <w:autoSpaceDE w:val="0"/>
      <w:autoSpaceDN w:val="0"/>
      <w:adjustRightInd w:val="0"/>
      <w:spacing w:before="200" w:after="0" w:line="240" w:lineRule="auto"/>
      <w:jc w:val="center"/>
    </w:pPr>
    <w:rPr>
      <w:rFonts w:eastAsia="Times New Roman"/>
      <w:lang w:eastAsia="en-GB"/>
    </w:rPr>
  </w:style>
  <w:style w:type="paragraph" w:customStyle="1" w:styleId="Amendment">
    <w:name w:val="Amendment"/>
    <w:basedOn w:val="Normal"/>
    <w:next w:val="Normal"/>
    <w:rsid w:val="00067E53"/>
    <w:pPr>
      <w:autoSpaceDE w:val="0"/>
      <w:autoSpaceDN w:val="0"/>
      <w:adjustRightInd w:val="0"/>
    </w:pPr>
    <w:rPr>
      <w:rFonts w:eastAsia="Times New Roman"/>
      <w:i/>
      <w:u w:val="single"/>
      <w:lang w:eastAsia="en-GB"/>
    </w:rPr>
  </w:style>
  <w:style w:type="paragraph" w:customStyle="1" w:styleId="AmendmentList">
    <w:name w:val="Amendment List"/>
    <w:basedOn w:val="Normal"/>
    <w:rsid w:val="00067E53"/>
    <w:pPr>
      <w:autoSpaceDE w:val="0"/>
      <w:autoSpaceDN w:val="0"/>
      <w:adjustRightInd w:val="0"/>
      <w:ind w:left="2268" w:hanging="2268"/>
    </w:pPr>
    <w:rPr>
      <w:rFonts w:eastAsia="Times New Roman"/>
      <w:lang w:eastAsia="en-GB"/>
    </w:rPr>
  </w:style>
  <w:style w:type="paragraph" w:customStyle="1" w:styleId="ReplyRE">
    <w:name w:val="Reply RE"/>
    <w:basedOn w:val="Normal"/>
    <w:next w:val="Normal"/>
    <w:rsid w:val="00067E53"/>
    <w:pPr>
      <w:autoSpaceDE w:val="0"/>
      <w:autoSpaceDN w:val="0"/>
      <w:adjustRightInd w:val="0"/>
      <w:spacing w:after="480" w:line="240" w:lineRule="auto"/>
      <w:contextualSpacing/>
    </w:pPr>
    <w:rPr>
      <w:rFonts w:eastAsia="Times New Roman"/>
      <w:lang w:eastAsia="en-GB"/>
    </w:rPr>
  </w:style>
  <w:style w:type="paragraph" w:customStyle="1" w:styleId="ReplyBold">
    <w:name w:val="Reply Bold"/>
    <w:basedOn w:val="ReplyRE"/>
    <w:next w:val="Normal"/>
    <w:rsid w:val="00067E53"/>
    <w:rPr>
      <w:b/>
    </w:rPr>
  </w:style>
  <w:style w:type="paragraph" w:customStyle="1" w:styleId="Annex">
    <w:name w:val="Annex"/>
    <w:basedOn w:val="Normal"/>
    <w:next w:val="Normal"/>
    <w:rsid w:val="00067E53"/>
    <w:pPr>
      <w:autoSpaceDE w:val="0"/>
      <w:autoSpaceDN w:val="0"/>
      <w:adjustRightInd w:val="0"/>
      <w:jc w:val="right"/>
    </w:pPr>
    <w:rPr>
      <w:rFonts w:eastAsia="Times New Roman"/>
      <w:b/>
      <w:u w:val="single"/>
      <w:lang w:eastAsia="en-GB"/>
    </w:rPr>
  </w:style>
  <w:style w:type="paragraph" w:customStyle="1" w:styleId="Sign">
    <w:name w:val="Sign"/>
    <w:basedOn w:val="Normal"/>
    <w:rsid w:val="00067E53"/>
    <w:pPr>
      <w:tabs>
        <w:tab w:val="center" w:pos="7087"/>
      </w:tabs>
      <w:autoSpaceDE w:val="0"/>
      <w:autoSpaceDN w:val="0"/>
      <w:adjustRightInd w:val="0"/>
      <w:contextualSpacing/>
    </w:pPr>
    <w:rPr>
      <w:rFonts w:eastAsia="Times New Roman"/>
      <w:lang w:eastAsia="en-GB"/>
    </w:rPr>
  </w:style>
  <w:style w:type="paragraph" w:customStyle="1" w:styleId="NotDeclassified">
    <w:name w:val="Not Declassified"/>
    <w:basedOn w:val="Normal"/>
    <w:next w:val="Normal"/>
    <w:rsid w:val="00067E53"/>
    <w:pPr>
      <w:autoSpaceDE w:val="0"/>
      <w:autoSpaceDN w:val="0"/>
      <w:adjustRightInd w:val="0"/>
    </w:pPr>
    <w:rPr>
      <w:rFonts w:eastAsia="Times New Roman"/>
      <w:b/>
      <w:shd w:val="clear" w:color="auto" w:fill="CCCCCC"/>
      <w:lang w:eastAsia="en-GB"/>
    </w:rPr>
  </w:style>
  <w:style w:type="character" w:customStyle="1" w:styleId="NotDeclassifiedCharacter">
    <w:name w:val="Not Declassified Character"/>
    <w:rsid w:val="00067E53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character" w:customStyle="1" w:styleId="TechnicalBlockChar">
    <w:name w:val="Technical Block Char"/>
    <w:rsid w:val="00067E53"/>
    <w:rPr>
      <w:rFonts w:ascii="Times New Roman" w:hAnsi="Times New Roman" w:cs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67E53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11">
    <w:name w:val="Table Grid11"/>
    <w:basedOn w:val="TableNormal"/>
    <w:next w:val="TableGrid"/>
    <w:uiPriority w:val="39"/>
    <w:rsid w:val="00067E53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67E53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nl-NL" w:eastAsia="en-GB"/>
    </w:rPr>
  </w:style>
  <w:style w:type="paragraph" w:customStyle="1" w:styleId="Rfrenceinterinstitutionnelle">
    <w:name w:val="Référence interinstitutionnelle"/>
    <w:basedOn w:val="Normal"/>
    <w:next w:val="Statut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067E53"/>
    <w:pPr>
      <w:numPr>
        <w:numId w:val="8"/>
      </w:numPr>
      <w:tabs>
        <w:tab w:val="num" w:pos="567"/>
      </w:tabs>
      <w:autoSpaceDE w:val="0"/>
      <w:autoSpaceDN w:val="0"/>
      <w:adjustRightInd w:val="0"/>
      <w:spacing w:before="240" w:line="276" w:lineRule="auto"/>
      <w:ind w:left="567" w:hanging="567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067E53"/>
    <w:rPr>
      <w:rFonts w:ascii="Times New Roman" w:hAnsi="Times New Roman"/>
      <w:b/>
      <w:sz w:val="24"/>
      <w:lang w:val="en-GB"/>
    </w:rPr>
  </w:style>
  <w:style w:type="paragraph" w:customStyle="1" w:styleId="CM1">
    <w:name w:val="CM1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italic">
    <w:name w:val="italic"/>
    <w:rsid w:val="00067E53"/>
    <w:rPr>
      <w:rFonts w:cs="Times New Roman"/>
    </w:rPr>
  </w:style>
  <w:style w:type="character" w:styleId="Emphasis">
    <w:name w:val="Emphasis"/>
    <w:uiPriority w:val="20"/>
    <w:qFormat/>
    <w:rsid w:val="00067E53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67E53"/>
    <w:rPr>
      <w:rFonts w:ascii="Consolas" w:eastAsia="Times New Roman" w:hAnsi="Consolas" w:cs="Times New Roman"/>
      <w:sz w:val="20"/>
      <w:szCs w:val="20"/>
      <w:lang w:val="en-GB" w:eastAsia="en-GB"/>
    </w:rPr>
  </w:style>
  <w:style w:type="paragraph" w:customStyle="1" w:styleId="Revision1">
    <w:name w:val="Revision1"/>
    <w:next w:val="Revision"/>
    <w:hidden/>
    <w:uiPriority w:val="99"/>
    <w:rsid w:val="00067E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customStyle="1" w:styleId="ListBullet1">
    <w:name w:val="List Bullet1"/>
    <w:basedOn w:val="Normal"/>
    <w:next w:val="ListBullet"/>
    <w:uiPriority w:val="99"/>
    <w:rsid w:val="00067E53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067E53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067E53"/>
    <w:pPr>
      <w:tabs>
        <w:tab w:val="num" w:pos="720"/>
      </w:tabs>
      <w:autoSpaceDE w:val="0"/>
      <w:autoSpaceDN w:val="0"/>
      <w:adjustRightInd w:val="0"/>
      <w:spacing w:line="240" w:lineRule="auto"/>
      <w:ind w:left="720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067E53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067E53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val="en-US" w:eastAsia="en-GB"/>
    </w:rPr>
  </w:style>
  <w:style w:type="character" w:customStyle="1" w:styleId="st1">
    <w:name w:val="st1"/>
    <w:rsid w:val="00067E53"/>
  </w:style>
  <w:style w:type="character" w:customStyle="1" w:styleId="Caractresdenotedebasdepage">
    <w:name w:val="Caractères de note de bas de page"/>
    <w:rsid w:val="00067E53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067E53"/>
  </w:style>
  <w:style w:type="paragraph" w:customStyle="1" w:styleId="Caption1">
    <w:name w:val="Caption1"/>
    <w:basedOn w:val="Normal"/>
    <w:next w:val="Normal"/>
    <w:uiPriority w:val="35"/>
    <w:qFormat/>
    <w:rsid w:val="00067E53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067E53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067E53"/>
    <w:pPr>
      <w:numPr>
        <w:numId w:val="2"/>
      </w:numPr>
      <w:tabs>
        <w:tab w:val="clear" w:pos="2835"/>
        <w:tab w:val="num" w:pos="567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067E53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067E53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Heading1">
    <w:name w:val="TOC Heading1"/>
    <w:basedOn w:val="Normal"/>
    <w:next w:val="Normal"/>
    <w:uiPriority w:val="39"/>
    <w:qFormat/>
    <w:rsid w:val="00067E53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eastAsia="en-GB"/>
    </w:rPr>
  </w:style>
  <w:style w:type="paragraph" w:customStyle="1" w:styleId="TOC11">
    <w:name w:val="TOC 1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21">
    <w:name w:val="TOC 2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31">
    <w:name w:val="TOC 3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rsid w:val="00067E53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067E53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067E53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067E53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067E53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067E53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067E53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067E53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0">
    <w:name w:val="Added"/>
    <w:rsid w:val="00067E53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067E53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067E53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067E53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067E53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067E53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067E53"/>
  </w:style>
  <w:style w:type="paragraph" w:customStyle="1" w:styleId="Sous-titreobjetPagedecouverture">
    <w:name w:val="Sous-titre objet (Page de couverture)"/>
    <w:basedOn w:val="Sous-titreobjet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067E53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067E53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067E53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067E53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067E53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067E53"/>
  </w:style>
  <w:style w:type="paragraph" w:customStyle="1" w:styleId="ObjetacteprincipalPagedecouverture">
    <w:name w:val="Objet acte principal (Page de couverture)"/>
    <w:basedOn w:val="Objetacteprincipal"/>
    <w:next w:val="Rfrencecroise"/>
    <w:rsid w:val="00067E53"/>
  </w:style>
  <w:style w:type="paragraph" w:customStyle="1" w:styleId="LanguesfaisantfoiPagedecouverture">
    <w:name w:val="Langues faisant foi (Page de couverture)"/>
    <w:basedOn w:val="Normal"/>
    <w:next w:val="Normal"/>
    <w:rsid w:val="00067E53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067E53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rsid w:val="00067E53"/>
  </w:style>
  <w:style w:type="character" w:customStyle="1" w:styleId="HeaderCouncilChar">
    <w:name w:val="Header Council Char"/>
    <w:rsid w:val="00067E53"/>
    <w:rPr>
      <w:rFonts w:ascii="Times New Roman" w:hAnsi="Times New Roman" w:cs="Times New Roman"/>
      <w:sz w:val="2"/>
      <w:lang w:val="en-GB"/>
    </w:rPr>
  </w:style>
  <w:style w:type="character" w:customStyle="1" w:styleId="FooterCouncilChar">
    <w:name w:val="Footer Council Char"/>
    <w:rsid w:val="00067E53"/>
    <w:rPr>
      <w:rFonts w:ascii="Times New Roman" w:hAnsi="Times New Roman" w:cs="Times New Roman"/>
      <w:sz w:val="2"/>
      <w:lang w:val="en-GB"/>
    </w:rPr>
  </w:style>
  <w:style w:type="paragraph" w:customStyle="1" w:styleId="DeltaViewTableHeading">
    <w:name w:val="DeltaView Table Heading"/>
    <w:basedOn w:val="Normal"/>
    <w:uiPriority w:val="99"/>
    <w:rsid w:val="00067E53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val="en-US" w:eastAsia="en-GB"/>
    </w:rPr>
  </w:style>
  <w:style w:type="paragraph" w:customStyle="1" w:styleId="DeltaViewTableBody">
    <w:name w:val="DeltaView Table Body"/>
    <w:basedOn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val="en-US" w:eastAsia="en-GB"/>
    </w:rPr>
  </w:style>
  <w:style w:type="paragraph" w:customStyle="1" w:styleId="DeltaViewAnnounce">
    <w:name w:val="DeltaView Announce"/>
    <w:uiPriority w:val="99"/>
    <w:rsid w:val="00067E53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BodyText1">
    <w:name w:val="Body Text1"/>
    <w:basedOn w:val="Normal"/>
    <w:next w:val="FootnoteText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val="en-US" w:eastAsia="en-GB"/>
    </w:rPr>
  </w:style>
  <w:style w:type="character" w:customStyle="1" w:styleId="BodyTextChar">
    <w:name w:val="Body Text Char"/>
    <w:link w:val="BodyText"/>
    <w:uiPriority w:val="99"/>
    <w:rsid w:val="00067E53"/>
    <w:rPr>
      <w:sz w:val="18"/>
      <w:szCs w:val="24"/>
    </w:rPr>
  </w:style>
  <w:style w:type="character" w:customStyle="1" w:styleId="DeltaViewInsertion">
    <w:name w:val="DeltaView Insertion"/>
    <w:uiPriority w:val="99"/>
    <w:rsid w:val="00067E53"/>
    <w:rPr>
      <w:b/>
      <w:i/>
      <w:color w:val="191919"/>
    </w:rPr>
  </w:style>
  <w:style w:type="character" w:customStyle="1" w:styleId="DeltaViewDeletion">
    <w:name w:val="DeltaView Deletion"/>
    <w:uiPriority w:val="99"/>
    <w:rsid w:val="00067E53"/>
    <w:rPr>
      <w:strike/>
      <w:color w:val="000000"/>
    </w:rPr>
  </w:style>
  <w:style w:type="character" w:customStyle="1" w:styleId="DeltaViewMoveSource">
    <w:name w:val="DeltaView Move Source"/>
    <w:uiPriority w:val="99"/>
    <w:rsid w:val="00067E53"/>
    <w:rPr>
      <w:strike/>
      <w:color w:val="000000"/>
    </w:rPr>
  </w:style>
  <w:style w:type="character" w:customStyle="1" w:styleId="DeltaViewMoveDestination">
    <w:name w:val="DeltaView Move Destination"/>
    <w:uiPriority w:val="99"/>
    <w:rsid w:val="00067E53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067E53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067E53"/>
  </w:style>
  <w:style w:type="paragraph" w:customStyle="1" w:styleId="DocumentMap1">
    <w:name w:val="Document Map1"/>
    <w:basedOn w:val="Normal"/>
    <w:next w:val="HeaderCouncil"/>
    <w:uiPriority w:val="99"/>
    <w:rsid w:val="00067E53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val="en-US" w:eastAsia="en-GB"/>
    </w:rPr>
  </w:style>
  <w:style w:type="character" w:customStyle="1" w:styleId="DocumentMapChar">
    <w:name w:val="Document Map Char"/>
    <w:link w:val="DocumentMap"/>
    <w:uiPriority w:val="99"/>
    <w:rsid w:val="00067E53"/>
    <w:rPr>
      <w:rFonts w:ascii="Tahoma" w:hAnsi="Tahoma"/>
      <w:sz w:val="24"/>
      <w:szCs w:val="24"/>
    </w:rPr>
  </w:style>
  <w:style w:type="character" w:customStyle="1" w:styleId="DeltaViewFormatChange">
    <w:name w:val="DeltaView Format Change"/>
    <w:uiPriority w:val="99"/>
    <w:rsid w:val="00067E53"/>
    <w:rPr>
      <w:color w:val="000000"/>
    </w:rPr>
  </w:style>
  <w:style w:type="character" w:customStyle="1" w:styleId="DeltaViewMovedDeletion">
    <w:name w:val="DeltaView Moved Deletion"/>
    <w:uiPriority w:val="99"/>
    <w:rsid w:val="00067E53"/>
    <w:rPr>
      <w:strike/>
      <w:color w:val="C08080"/>
    </w:rPr>
  </w:style>
  <w:style w:type="character" w:customStyle="1" w:styleId="DeltaViewComment">
    <w:name w:val="DeltaView Comment"/>
    <w:uiPriority w:val="99"/>
    <w:rsid w:val="00067E53"/>
    <w:rPr>
      <w:color w:val="000000"/>
    </w:rPr>
  </w:style>
  <w:style w:type="character" w:customStyle="1" w:styleId="DeltaViewStyleChangeText">
    <w:name w:val="DeltaView Style Change Text"/>
    <w:uiPriority w:val="99"/>
    <w:rsid w:val="00067E53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067E53"/>
    <w:rPr>
      <w:color w:val="000000"/>
    </w:rPr>
  </w:style>
  <w:style w:type="character" w:customStyle="1" w:styleId="DeltaViewInsertedComment">
    <w:name w:val="DeltaView Inserted Comment"/>
    <w:uiPriority w:val="99"/>
    <w:rsid w:val="00067E53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067E53"/>
    <w:rPr>
      <w:strike/>
      <w:color w:val="FF0000"/>
    </w:rPr>
  </w:style>
  <w:style w:type="character" w:styleId="LineNumber">
    <w:name w:val="line number"/>
    <w:uiPriority w:val="99"/>
    <w:unhideWhenUsed/>
    <w:rsid w:val="00067E53"/>
  </w:style>
  <w:style w:type="character" w:styleId="Strong">
    <w:name w:val="Strong"/>
    <w:uiPriority w:val="22"/>
    <w:qFormat/>
    <w:rsid w:val="00067E53"/>
    <w:rPr>
      <w:b/>
      <w:bCs/>
    </w:rPr>
  </w:style>
  <w:style w:type="character" w:customStyle="1" w:styleId="FollowedHyperlink1">
    <w:name w:val="FollowedHyperlink1"/>
    <w:uiPriority w:val="99"/>
    <w:semiHidden/>
    <w:unhideWhenUsed/>
    <w:rsid w:val="00067E53"/>
    <w:rPr>
      <w:color w:val="800080"/>
      <w:u w:val="single"/>
    </w:rPr>
  </w:style>
  <w:style w:type="paragraph" w:customStyle="1" w:styleId="title-doc-first2">
    <w:name w:val="title-doc-first2"/>
    <w:basedOn w:val="Normal"/>
    <w:rsid w:val="00067E53"/>
    <w:pPr>
      <w:spacing w:after="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styleId="ListBullet">
    <w:name w:val="List Bullet"/>
    <w:basedOn w:val="Normal"/>
    <w:rsid w:val="00067E53"/>
    <w:pPr>
      <w:widowControl w:val="0"/>
      <w:tabs>
        <w:tab w:val="num" w:pos="360"/>
      </w:tabs>
      <w:spacing w:before="0" w:after="0" w:line="240" w:lineRule="auto"/>
      <w:ind w:left="360" w:hanging="360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rsid w:val="00067E53"/>
    <w:pPr>
      <w:widowControl w:val="0"/>
      <w:tabs>
        <w:tab w:val="num" w:pos="720"/>
      </w:tabs>
      <w:spacing w:before="0" w:after="0" w:line="240" w:lineRule="auto"/>
      <w:ind w:left="720" w:hanging="360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rsid w:val="00067E53"/>
    <w:pPr>
      <w:widowControl w:val="0"/>
      <w:tabs>
        <w:tab w:val="num" w:pos="1080"/>
      </w:tabs>
      <w:spacing w:before="0" w:after="0" w:line="240" w:lineRule="auto"/>
      <w:ind w:left="1080" w:hanging="360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rsid w:val="00067E53"/>
    <w:pPr>
      <w:widowControl w:val="0"/>
      <w:tabs>
        <w:tab w:val="num" w:pos="360"/>
      </w:tabs>
      <w:spacing w:before="0" w:after="0" w:line="240" w:lineRule="auto"/>
      <w:ind w:left="360" w:hanging="360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rsid w:val="00067E53"/>
    <w:pPr>
      <w:widowControl w:val="0"/>
      <w:tabs>
        <w:tab w:val="num" w:pos="720"/>
      </w:tabs>
      <w:spacing w:before="0" w:after="0" w:line="240" w:lineRule="auto"/>
      <w:ind w:left="720" w:hanging="360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rsid w:val="00067E53"/>
    <w:pPr>
      <w:widowControl w:val="0"/>
      <w:tabs>
        <w:tab w:val="num" w:pos="1440"/>
      </w:tabs>
      <w:spacing w:before="0" w:after="0" w:line="240" w:lineRule="auto"/>
      <w:ind w:left="1440" w:hanging="360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067E53"/>
    <w:pPr>
      <w:widowControl w:val="0"/>
      <w:spacing w:before="0" w:line="240" w:lineRule="auto"/>
    </w:pPr>
    <w:rPr>
      <w:rFonts w:asciiTheme="minorHAnsi" w:hAnsiTheme="minorHAnsi" w:cstheme="minorBidi"/>
      <w:sz w:val="18"/>
      <w:szCs w:val="24"/>
      <w:lang w:val="en-US"/>
    </w:rPr>
  </w:style>
  <w:style w:type="character" w:customStyle="1" w:styleId="BodyTextChar1">
    <w:name w:val="Body Text Char1"/>
    <w:basedOn w:val="DefaultParagraphFont"/>
    <w:rsid w:val="00067E53"/>
    <w:rPr>
      <w:rFonts w:ascii="Times New Roman" w:hAnsi="Times New Roman" w:cs="Times New Roman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rsid w:val="00067E53"/>
    <w:pPr>
      <w:widowControl w:val="0"/>
      <w:spacing w:before="0" w:after="0" w:line="240" w:lineRule="auto"/>
    </w:pPr>
    <w:rPr>
      <w:rFonts w:ascii="Tahoma" w:hAnsi="Tahoma" w:cstheme="minorBidi"/>
      <w:szCs w:val="24"/>
      <w:lang w:val="en-US"/>
    </w:rPr>
  </w:style>
  <w:style w:type="character" w:customStyle="1" w:styleId="DocumentMapChar1">
    <w:name w:val="Document Map Char1"/>
    <w:basedOn w:val="DefaultParagraphFont"/>
    <w:rsid w:val="00067E53"/>
    <w:rPr>
      <w:rFonts w:ascii="Segoe UI" w:hAnsi="Segoe UI" w:cs="Segoe UI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rsid w:val="00067E53"/>
    <w:rPr>
      <w:color w:val="800080" w:themeColor="followedHyperlink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067E53"/>
  </w:style>
  <w:style w:type="table" w:customStyle="1" w:styleId="TableGrid2">
    <w:name w:val="Table Grid2"/>
    <w:basedOn w:val="TableNormal"/>
    <w:next w:val="TableGrid"/>
    <w:uiPriority w:val="39"/>
    <w:rsid w:val="00067E53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2">
    <w:name w:val="Caption2"/>
    <w:basedOn w:val="Normal"/>
    <w:next w:val="Normal"/>
    <w:uiPriority w:val="35"/>
    <w:qFormat/>
    <w:rsid w:val="00067E53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2">
    <w:name w:val="Table of Figures2"/>
    <w:basedOn w:val="Normal"/>
    <w:next w:val="Normal"/>
    <w:uiPriority w:val="99"/>
    <w:rsid w:val="00067E53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TOCHeading2">
    <w:name w:val="TOC Heading2"/>
    <w:basedOn w:val="Normal"/>
    <w:next w:val="Normal"/>
    <w:uiPriority w:val="39"/>
    <w:qFormat/>
    <w:rsid w:val="00067E53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eastAsia="en-GB"/>
    </w:rPr>
  </w:style>
  <w:style w:type="paragraph" w:customStyle="1" w:styleId="TOC12">
    <w:name w:val="TOC 1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22">
    <w:name w:val="TOC 2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32">
    <w:name w:val="TOC 3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42">
    <w:name w:val="TOC 4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2">
    <w:name w:val="TOC 5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2">
    <w:name w:val="TOC 6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2">
    <w:name w:val="TOC 7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2">
    <w:name w:val="TOC 8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2">
    <w:name w:val="TOC 9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paragraph" w:customStyle="1" w:styleId="TOitrear">
    <w:name w:val="TOitre ar"/>
    <w:basedOn w:val="Normal"/>
    <w:rsid w:val="00784FCD"/>
    <w:pPr>
      <w:jc w:val="center"/>
    </w:pPr>
    <w:rPr>
      <w:rFonts w:eastAsia="Calibri"/>
      <w:szCs w:val="24"/>
    </w:rPr>
  </w:style>
  <w:style w:type="paragraph" w:customStyle="1" w:styleId="Dfait">
    <w:name w:val="Dfait"/>
    <w:basedOn w:val="Normal"/>
    <w:rsid w:val="00516B1B"/>
    <w:rPr>
      <w:rFonts w:eastAsia="Calibri"/>
      <w:szCs w:val="24"/>
    </w:rPr>
  </w:style>
  <w:style w:type="paragraph" w:customStyle="1" w:styleId="Annextitre">
    <w:name w:val="Annex titre"/>
    <w:basedOn w:val="Normal"/>
    <w:rsid w:val="00823835"/>
    <w:pPr>
      <w:autoSpaceDE w:val="0"/>
      <w:autoSpaceDN w:val="0"/>
      <w:adjustRightInd w:val="0"/>
      <w:jc w:val="center"/>
    </w:pPr>
    <w:rPr>
      <w:szCs w:val="24"/>
    </w:rPr>
  </w:style>
  <w:style w:type="paragraph" w:styleId="ListBullet4">
    <w:name w:val="List Bullet 4"/>
    <w:basedOn w:val="Normal"/>
    <w:uiPriority w:val="99"/>
    <w:semiHidden/>
    <w:unhideWhenUsed/>
    <w:rsid w:val="00AC27A0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27A0"/>
    <w:pPr>
      <w:numPr>
        <w:numId w:val="10"/>
      </w:numPr>
      <w:contextualSpacing/>
    </w:pPr>
  </w:style>
  <w:style w:type="paragraph" w:customStyle="1" w:styleId="Type">
    <w:name w:val="Type"/>
    <w:basedOn w:val="Normal"/>
    <w:rsid w:val="00653CA8"/>
    <w:pPr>
      <w:spacing w:before="840"/>
      <w:jc w:val="center"/>
    </w:pPr>
  </w:style>
  <w:style w:type="paragraph" w:customStyle="1" w:styleId="FootnoteTextComplex12pt">
    <w:name w:val="Footnote Text + (Complex) 12 pt"/>
    <w:aliases w:val="Gray-90%"/>
    <w:basedOn w:val="FootnoteText"/>
    <w:rsid w:val="00EC5372"/>
    <w:rPr>
      <w:color w:val="191919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841276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276"/>
    <w:rPr>
      <w:rFonts w:ascii="Times New Roman" w:hAnsi="Times New Roman" w:cs="Times New Roman"/>
      <w:sz w:val="24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bdr w:val="none" w:sz="0" w:space="0" w:color="auto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bdr w:val="none" w:sz="0" w:space="0" w:color="auto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bdr w:val="none" w:sz="0" w:space="0" w:color="auto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bdr w:val="none" w:sz="0" w:space="0" w:color="auto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841276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4D52CA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6"/>
      </w:numPr>
    </w:pPr>
  </w:style>
  <w:style w:type="paragraph" w:customStyle="1" w:styleId="Tiret1">
    <w:name w:val="Tiret 1"/>
    <w:basedOn w:val="Normal"/>
    <w:rsid w:val="004D52CA"/>
    <w:pPr>
      <w:numPr>
        <w:numId w:val="27"/>
      </w:numPr>
    </w:pPr>
  </w:style>
  <w:style w:type="paragraph" w:customStyle="1" w:styleId="Tiret2">
    <w:name w:val="Tiret 2"/>
    <w:basedOn w:val="Normal"/>
    <w:rsid w:val="004D52CA"/>
    <w:pPr>
      <w:numPr>
        <w:numId w:val="28"/>
      </w:numPr>
    </w:pPr>
  </w:style>
  <w:style w:type="paragraph" w:customStyle="1" w:styleId="Tiret3">
    <w:name w:val="Tiret 3"/>
    <w:basedOn w:val="Normal"/>
    <w:rsid w:val="004D52CA"/>
    <w:pPr>
      <w:numPr>
        <w:numId w:val="29"/>
      </w:numPr>
    </w:pPr>
  </w:style>
  <w:style w:type="paragraph" w:customStyle="1" w:styleId="Tiret4">
    <w:name w:val="Tiret 4"/>
    <w:basedOn w:val="Normal"/>
    <w:rsid w:val="004D52CA"/>
    <w:pPr>
      <w:numPr>
        <w:numId w:val="30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3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3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3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3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3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3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3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3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3"/>
      </w:numPr>
    </w:pPr>
  </w:style>
  <w:style w:type="paragraph" w:customStyle="1" w:styleId="Bullet0">
    <w:name w:val="Bullet 0"/>
    <w:basedOn w:val="Normal"/>
    <w:rsid w:val="004D52CA"/>
    <w:pPr>
      <w:numPr>
        <w:numId w:val="34"/>
      </w:numPr>
    </w:pPr>
  </w:style>
  <w:style w:type="paragraph" w:customStyle="1" w:styleId="Bullet1">
    <w:name w:val="Bullet 1"/>
    <w:basedOn w:val="Normal"/>
    <w:rsid w:val="004D52CA"/>
    <w:pPr>
      <w:numPr>
        <w:numId w:val="35"/>
      </w:numPr>
    </w:pPr>
  </w:style>
  <w:style w:type="paragraph" w:customStyle="1" w:styleId="Bullet2">
    <w:name w:val="Bullet 2"/>
    <w:basedOn w:val="Normal"/>
    <w:rsid w:val="004D52CA"/>
    <w:pPr>
      <w:numPr>
        <w:numId w:val="36"/>
      </w:numPr>
    </w:pPr>
  </w:style>
  <w:style w:type="paragraph" w:customStyle="1" w:styleId="Bullet3">
    <w:name w:val="Bullet 3"/>
    <w:basedOn w:val="Normal"/>
    <w:rsid w:val="004D52CA"/>
    <w:pPr>
      <w:numPr>
        <w:numId w:val="37"/>
      </w:numPr>
    </w:pPr>
  </w:style>
  <w:style w:type="paragraph" w:customStyle="1" w:styleId="Bullet4">
    <w:name w:val="Bullet 4"/>
    <w:basedOn w:val="Normal"/>
    <w:rsid w:val="004D52CA"/>
    <w:pPr>
      <w:numPr>
        <w:numId w:val="38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39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DAA87-8A7D-4ED1-843E-E87FA852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1</TotalTime>
  <Pages>21</Pages>
  <Words>2736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 Fleur Ann</dc:creator>
  <cp:keywords/>
  <dc:description/>
  <cp:lastModifiedBy>Andrijauska, M.</cp:lastModifiedBy>
  <cp:revision>2</cp:revision>
  <dcterms:created xsi:type="dcterms:W3CDTF">2020-07-29T15:25:00Z</dcterms:created>
  <dcterms:modified xsi:type="dcterms:W3CDTF">2020-07-29T15:25:00Z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