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4C1" w:rsidRPr="00E96F7D" w:rsidRDefault="008064C1" w:rsidP="001003E5">
      <w:pPr>
        <w:rPr>
          <w:sz w:val="20"/>
        </w:rPr>
      </w:pPr>
    </w:p>
    <w:p w:rsidR="008064C1" w:rsidRPr="00E96F7D" w:rsidRDefault="008064C1" w:rsidP="009E78A7">
      <w:pPr>
        <w:jc w:val="right"/>
        <w:rPr>
          <w:b/>
          <w:u w:val="single"/>
        </w:rPr>
      </w:pPr>
    </w:p>
    <w:p w:rsidR="008064C1" w:rsidRPr="00E96F7D" w:rsidRDefault="008064C1" w:rsidP="009E78A7">
      <w:pPr>
        <w:jc w:val="center"/>
      </w:pPr>
      <w:r w:rsidRPr="00E96F7D">
        <w:t>ARRESTORDRE</w:t>
      </w:r>
      <w:r w:rsidRPr="00E96F7D">
        <w:rPr>
          <w:rStyle w:val="FootnoteReference"/>
        </w:rPr>
        <w:footnoteReference w:id="1"/>
      </w:r>
    </w:p>
    <w:p w:rsidR="008064C1" w:rsidRPr="00E96F7D" w:rsidRDefault="008064C1" w:rsidP="001003E5"/>
    <w:p w:rsidR="008064C1" w:rsidRPr="00E96F7D" w:rsidRDefault="008064C1" w:rsidP="001003E5">
      <w:r w:rsidRPr="00E96F7D">
        <w:t>Denne arrestordre er udstedt af en kompetent judiciel myndighed. Der anmodes om, at nedenstående person anholdes og overgives med henblik på strafforfølgning eller fuldbyrdelse af en frihedsstraf eller en anden frihedsberøvende foranstaltning</w:t>
      </w:r>
      <w:r w:rsidRPr="00E96F7D">
        <w:rPr>
          <w:rStyle w:val="FootnoteReference"/>
        </w:rPr>
        <w:footnoteReference w:id="2"/>
      </w:r>
      <w:r w:rsidRPr="00E96F7D">
        <w:t>.</w:t>
      </w:r>
    </w:p>
    <w:p w:rsidR="009E78A7" w:rsidRPr="00E96F7D" w:rsidRDefault="009E78A7" w:rsidP="009E78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pPr>
            <w:r w:rsidRPr="00E96F7D">
              <w:br w:type="page"/>
              <w:t>a)</w:t>
            </w:r>
            <w:r w:rsidRPr="00E96F7D">
              <w:tab/>
              <w:t>Oplysninger om den eftersøgtes identitet:</w:t>
            </w:r>
          </w:p>
          <w:p w:rsidR="009E78A7" w:rsidRPr="00E96F7D" w:rsidRDefault="009E78A7" w:rsidP="00223DF0">
            <w:pPr>
              <w:tabs>
                <w:tab w:val="left" w:pos="567"/>
                <w:tab w:val="right" w:leader="dot" w:pos="9356"/>
              </w:tabs>
              <w:spacing w:before="20" w:line="288" w:lineRule="auto"/>
              <w:ind w:left="567"/>
            </w:pPr>
            <w:r w:rsidRPr="00E96F7D">
              <w:t xml:space="preserve">Efternavn: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Fornavn(e):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(evt.) Pigenavn: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(evt.) Kaldenavn: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Køn: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Nationalitet: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Fødselsdato: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Fødested: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Bopæl og/eller kendt adresse: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Det eller de sprog, den eftersøgte forstår (hvis dette vides):</w:t>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Særlige kendetegn/ beskrivelse af den eftersøgte: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Foto og fingeraftryk af den eftersøgte, hvis sådanne foreligger og kan videregives, eller navn og adresse mv. på den person, der skal kontaktes for at fremskaffe foto og fingeraftryk eller en dna-profil (hvis disse data kan v</w:t>
            </w:r>
            <w:r w:rsidR="00F24FC6" w:rsidRPr="00E96F7D">
              <w:t>ideregives og ikke er vedlagt)</w:t>
            </w:r>
          </w:p>
          <w:p w:rsidR="009E78A7" w:rsidRPr="00E96F7D" w:rsidRDefault="009E78A7" w:rsidP="00223DF0">
            <w:pPr>
              <w:tabs>
                <w:tab w:val="left" w:pos="567"/>
                <w:tab w:val="right" w:leader="dot" w:pos="9639"/>
              </w:tabs>
              <w:spacing w:before="20" w:line="288" w:lineRule="auto"/>
            </w:pPr>
          </w:p>
        </w:tc>
      </w:tr>
    </w:tbl>
    <w:p w:rsidR="009E78A7" w:rsidRPr="00E96F7D" w:rsidRDefault="009E78A7" w:rsidP="009E78A7">
      <w:pPr>
        <w:spacing w:line="288" w:lineRule="auto"/>
      </w:pPr>
    </w:p>
    <w:p w:rsidR="009E78A7" w:rsidRPr="00E96F7D" w:rsidRDefault="009E78A7" w:rsidP="009E78A7">
      <w:pPr>
        <w:spacing w:line="288" w:lineRule="auto"/>
      </w:pPr>
      <w:r w:rsidRPr="00E96F7D">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639"/>
              </w:tabs>
              <w:spacing w:before="20" w:line="288" w:lineRule="auto"/>
            </w:pPr>
            <w:r w:rsidRPr="00E96F7D">
              <w:lastRenderedPageBreak/>
              <w:t>b)</w:t>
            </w:r>
            <w:r w:rsidRPr="00E96F7D">
              <w:tab/>
              <w:t>Afgørelse, der danner grundlag for arrestordren</w:t>
            </w:r>
          </w:p>
          <w:p w:rsidR="009E78A7" w:rsidRPr="00E96F7D" w:rsidRDefault="009E78A7" w:rsidP="00223DF0">
            <w:pPr>
              <w:tabs>
                <w:tab w:val="left" w:pos="567"/>
                <w:tab w:val="right" w:leader="dot" w:pos="9356"/>
              </w:tabs>
              <w:spacing w:before="20" w:line="288" w:lineRule="auto"/>
            </w:pPr>
          </w:p>
          <w:p w:rsidR="009E78A7" w:rsidRPr="00E96F7D" w:rsidRDefault="009E78A7" w:rsidP="007B7897">
            <w:pPr>
              <w:tabs>
                <w:tab w:val="left" w:pos="567"/>
                <w:tab w:val="left" w:pos="1134"/>
                <w:tab w:val="right" w:leader="dot" w:pos="9356"/>
                <w:tab w:val="left" w:leader="dot" w:pos="9639"/>
              </w:tabs>
              <w:spacing w:before="20"/>
              <w:ind w:left="567"/>
            </w:pPr>
            <w:r w:rsidRPr="00E96F7D">
              <w:t>1.</w:t>
            </w:r>
            <w:r w:rsidRPr="00E96F7D">
              <w:tab/>
              <w:t xml:space="preserve">Arrestordre eller eksigibel afgørelse med samme retskraft: </w:t>
            </w:r>
            <w:r w:rsidRPr="00E96F7D">
              <w:tab/>
            </w:r>
          </w:p>
          <w:p w:rsidR="009E78A7" w:rsidRPr="00E96F7D" w:rsidRDefault="009E78A7" w:rsidP="007B7897">
            <w:pPr>
              <w:tabs>
                <w:tab w:val="left" w:pos="567"/>
                <w:tab w:val="right" w:leader="dot" w:pos="9356"/>
              </w:tabs>
              <w:spacing w:before="20" w:line="288" w:lineRule="auto"/>
              <w:ind w:left="567"/>
            </w:pPr>
          </w:p>
          <w:p w:rsidR="009E78A7" w:rsidRPr="00E96F7D" w:rsidRDefault="009E78A7" w:rsidP="007B7897">
            <w:pPr>
              <w:tabs>
                <w:tab w:val="left" w:pos="567"/>
                <w:tab w:val="left" w:pos="1134"/>
                <w:tab w:val="right" w:leader="dot" w:pos="9356"/>
                <w:tab w:val="left" w:leader="dot" w:pos="9639"/>
              </w:tabs>
              <w:spacing w:before="20"/>
              <w:ind w:left="1134"/>
            </w:pPr>
            <w:r w:rsidRPr="00E96F7D">
              <w:t>Art: .........................................................................................................................</w:t>
            </w:r>
            <w:r w:rsidR="007B7897">
              <w:tab/>
            </w:r>
          </w:p>
          <w:p w:rsidR="009E78A7" w:rsidRPr="00E96F7D" w:rsidRDefault="009E78A7" w:rsidP="007B7897">
            <w:pPr>
              <w:tabs>
                <w:tab w:val="left" w:pos="567"/>
                <w:tab w:val="right" w:leader="dot" w:pos="9356"/>
              </w:tabs>
              <w:spacing w:before="20" w:line="288" w:lineRule="auto"/>
              <w:ind w:left="567"/>
            </w:pPr>
          </w:p>
          <w:p w:rsidR="009E78A7" w:rsidRPr="00E96F7D" w:rsidRDefault="007B7897" w:rsidP="007B7897">
            <w:pPr>
              <w:tabs>
                <w:tab w:val="left" w:pos="567"/>
                <w:tab w:val="left" w:pos="1134"/>
                <w:tab w:val="right" w:leader="dot" w:pos="9356"/>
                <w:tab w:val="left" w:leader="dot" w:pos="9639"/>
              </w:tabs>
              <w:spacing w:before="20"/>
              <w:ind w:left="567"/>
            </w:pPr>
            <w:r>
              <w:t>2.</w:t>
            </w:r>
            <w:r>
              <w:tab/>
              <w:t xml:space="preserve">Eksigibel dom: </w:t>
            </w:r>
            <w:r>
              <w:tab/>
            </w:r>
          </w:p>
          <w:p w:rsidR="007B7897" w:rsidRDefault="007B7897" w:rsidP="007B7897">
            <w:pPr>
              <w:tabs>
                <w:tab w:val="left" w:pos="567"/>
                <w:tab w:val="left" w:pos="1134"/>
                <w:tab w:val="right" w:leader="dot" w:pos="9356"/>
                <w:tab w:val="left" w:leader="dot" w:pos="9639"/>
              </w:tabs>
              <w:spacing w:before="20"/>
              <w:ind w:left="567"/>
            </w:pPr>
            <w:r>
              <w:tab/>
              <w:t>..........................................................................................................................................</w:t>
            </w:r>
          </w:p>
          <w:p w:rsidR="009E78A7" w:rsidRPr="00E96F7D" w:rsidRDefault="009E78A7" w:rsidP="007B7897">
            <w:pPr>
              <w:tabs>
                <w:tab w:val="left" w:pos="567"/>
                <w:tab w:val="left" w:pos="1134"/>
                <w:tab w:val="right" w:leader="dot" w:pos="9356"/>
                <w:tab w:val="left" w:leader="dot" w:pos="9639"/>
              </w:tabs>
              <w:spacing w:before="20"/>
              <w:ind w:left="1134"/>
            </w:pPr>
            <w:r w:rsidRPr="00E96F7D">
              <w:t xml:space="preserve">Sagsnr.: </w:t>
            </w:r>
            <w:r w:rsidRPr="00E96F7D">
              <w:tab/>
            </w:r>
          </w:p>
          <w:p w:rsidR="009E78A7" w:rsidRPr="00E96F7D" w:rsidRDefault="009E78A7" w:rsidP="00223DF0">
            <w:pPr>
              <w:tabs>
                <w:tab w:val="left" w:pos="567"/>
                <w:tab w:val="right" w:leader="dot" w:pos="9356"/>
              </w:tabs>
              <w:spacing w:before="20" w:line="288" w:lineRule="auto"/>
            </w:pPr>
          </w:p>
          <w:p w:rsidR="009E78A7" w:rsidRPr="00E96F7D" w:rsidRDefault="009E78A7" w:rsidP="00223DF0">
            <w:pPr>
              <w:tabs>
                <w:tab w:val="left" w:pos="567"/>
                <w:tab w:val="right" w:leader="dot" w:pos="9639"/>
              </w:tabs>
              <w:spacing w:before="20" w:line="288" w:lineRule="auto"/>
            </w:pPr>
          </w:p>
        </w:tc>
      </w:tr>
    </w:tbl>
    <w:p w:rsidR="009E78A7" w:rsidRPr="00E96F7D" w:rsidRDefault="009E78A7" w:rsidP="009E78A7">
      <w:pPr>
        <w:spacing w:line="288"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pPr>
            <w:r w:rsidRPr="00E96F7D">
              <w:t>c)</w:t>
            </w:r>
            <w:r w:rsidRPr="00E96F7D">
              <w:tab/>
              <w:t>Straffens varighed</w:t>
            </w: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1134" w:hanging="567"/>
            </w:pPr>
            <w:r w:rsidRPr="00E96F7D">
              <w:t>1.</w:t>
            </w:r>
            <w:r w:rsidRPr="00E96F7D">
              <w:tab/>
              <w:t>Maksimal varighed af den frihedsstraf eller frihedsberøvende foranstaltning, der kan idømmes for lovovertrædelsen eller lovovertrædelserne:</w:t>
            </w:r>
          </w:p>
          <w:p w:rsidR="009E78A7" w:rsidRPr="00E96F7D" w:rsidRDefault="009E78A7" w:rsidP="00223DF0">
            <w:pPr>
              <w:tabs>
                <w:tab w:val="left" w:pos="567"/>
                <w:tab w:val="right" w:leader="dot" w:pos="9356"/>
              </w:tabs>
              <w:spacing w:before="20" w:line="288" w:lineRule="auto"/>
              <w:ind w:left="1134"/>
            </w:pPr>
            <w:r w:rsidRPr="00E96F7D">
              <w:tab/>
            </w:r>
          </w:p>
          <w:p w:rsidR="009E78A7" w:rsidRPr="00E96F7D" w:rsidRDefault="009E78A7" w:rsidP="00223DF0">
            <w:pPr>
              <w:tabs>
                <w:tab w:val="left" w:pos="567"/>
                <w:tab w:val="right" w:leader="dot" w:pos="9356"/>
              </w:tabs>
              <w:spacing w:before="20" w:line="288" w:lineRule="auto"/>
              <w:ind w:left="1134"/>
            </w:pPr>
            <w:r w:rsidRPr="00E96F7D">
              <w:tab/>
            </w:r>
          </w:p>
          <w:p w:rsidR="009E78A7" w:rsidRPr="00E96F7D" w:rsidRDefault="009E78A7" w:rsidP="00223DF0">
            <w:pPr>
              <w:tabs>
                <w:tab w:val="left" w:pos="567"/>
                <w:tab w:val="right" w:leader="dot" w:pos="9356"/>
              </w:tabs>
              <w:spacing w:before="20" w:line="288" w:lineRule="auto"/>
              <w:ind w:left="1134"/>
            </w:pPr>
          </w:p>
          <w:p w:rsidR="009E78A7" w:rsidRPr="00E96F7D" w:rsidRDefault="009E78A7" w:rsidP="00223DF0">
            <w:pPr>
              <w:tabs>
                <w:tab w:val="left" w:pos="567"/>
                <w:tab w:val="right" w:leader="dot" w:pos="9356"/>
              </w:tabs>
              <w:spacing w:before="20" w:line="288" w:lineRule="auto"/>
              <w:ind w:left="1134" w:hanging="567"/>
            </w:pPr>
            <w:r w:rsidRPr="00E96F7D">
              <w:t>2.</w:t>
            </w:r>
            <w:r w:rsidRPr="00E96F7D">
              <w:tab/>
              <w:t>Varighed af den faktisk idømte frihedsstraf eller frihedsberøvende foranstaltning:</w:t>
            </w:r>
          </w:p>
          <w:p w:rsidR="009E78A7" w:rsidRPr="00E96F7D" w:rsidRDefault="009E78A7" w:rsidP="00223DF0">
            <w:pPr>
              <w:tabs>
                <w:tab w:val="left" w:pos="567"/>
                <w:tab w:val="right" w:leader="dot" w:pos="9356"/>
              </w:tabs>
              <w:spacing w:before="20" w:line="288" w:lineRule="auto"/>
              <w:ind w:left="1134"/>
            </w:pPr>
            <w:r w:rsidRPr="00E96F7D">
              <w:tab/>
            </w: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1134"/>
            </w:pPr>
            <w:r w:rsidRPr="00E96F7D">
              <w:t xml:space="preserve">Resterende ikke udstået del af straffen: </w:t>
            </w:r>
            <w:r w:rsidRPr="00E96F7D">
              <w:tab/>
            </w:r>
          </w:p>
          <w:p w:rsidR="009E78A7" w:rsidRPr="00E96F7D" w:rsidRDefault="009E78A7" w:rsidP="00223DF0">
            <w:pPr>
              <w:tabs>
                <w:tab w:val="left" w:pos="567"/>
                <w:tab w:val="right" w:leader="dot" w:pos="9356"/>
              </w:tabs>
              <w:spacing w:before="20" w:line="288" w:lineRule="auto"/>
              <w:ind w:left="1134"/>
            </w:pPr>
            <w:r w:rsidRPr="00E96F7D">
              <w:tab/>
            </w:r>
          </w:p>
          <w:p w:rsidR="009E78A7" w:rsidRPr="00E96F7D" w:rsidRDefault="009E78A7" w:rsidP="00223DF0">
            <w:pPr>
              <w:tabs>
                <w:tab w:val="left" w:pos="567"/>
                <w:tab w:val="right" w:leader="dot" w:pos="9356"/>
              </w:tabs>
              <w:spacing w:before="20" w:line="288" w:lineRule="auto"/>
              <w:ind w:left="1134"/>
            </w:pPr>
            <w:r w:rsidRPr="00E96F7D">
              <w:tab/>
            </w:r>
          </w:p>
        </w:tc>
      </w:tr>
    </w:tbl>
    <w:p w:rsidR="009E78A7" w:rsidRPr="00E96F7D" w:rsidRDefault="009E78A7" w:rsidP="009E78A7">
      <w:pPr>
        <w:spacing w:line="288"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ind w:left="567" w:hanging="567"/>
            </w:pPr>
            <w:r w:rsidRPr="00E96F7D">
              <w:t>d)</w:t>
            </w:r>
            <w:r w:rsidRPr="00E96F7D">
              <w:tab/>
              <w:t>Afgørelsen er truffet in absentia, og</w:t>
            </w:r>
          </w:p>
          <w:p w:rsidR="009E78A7" w:rsidRPr="00E96F7D" w:rsidRDefault="009E78A7" w:rsidP="00223DF0">
            <w:pPr>
              <w:tabs>
                <w:tab w:val="left" w:pos="567"/>
                <w:tab w:val="right" w:leader="dot" w:pos="9356"/>
              </w:tabs>
              <w:spacing w:before="20" w:line="288" w:lineRule="auto"/>
            </w:pPr>
          </w:p>
          <w:p w:rsidR="009E78A7" w:rsidRPr="00E96F7D" w:rsidRDefault="009E78A7" w:rsidP="00223DF0">
            <w:pPr>
              <w:tabs>
                <w:tab w:val="left" w:pos="567"/>
                <w:tab w:val="right" w:leader="dot" w:pos="9356"/>
              </w:tabs>
              <w:spacing w:before="20" w:line="288" w:lineRule="auto"/>
              <w:ind w:left="1134" w:hanging="567"/>
            </w:pPr>
            <w:r w:rsidRPr="00E96F7D">
              <w:t>–</w:t>
            </w:r>
            <w:r w:rsidRPr="00E96F7D">
              <w:tab/>
              <w:t>Den berørte person er blevet indkaldt personligt eller på anden måde underrettet om tid og sted for det retsmøde, som førte til afgørelsen in absentia</w:t>
            </w:r>
          </w:p>
          <w:p w:rsidR="009E78A7" w:rsidRPr="00E96F7D" w:rsidRDefault="009E78A7" w:rsidP="00223DF0">
            <w:pPr>
              <w:tabs>
                <w:tab w:val="left" w:pos="567"/>
                <w:tab w:val="right" w:leader="dot" w:pos="9356"/>
              </w:tabs>
              <w:spacing w:before="20" w:line="288" w:lineRule="auto"/>
            </w:pPr>
          </w:p>
          <w:p w:rsidR="009E78A7" w:rsidRPr="00E96F7D" w:rsidRDefault="009E78A7" w:rsidP="00223DF0">
            <w:pPr>
              <w:tabs>
                <w:tab w:val="left" w:pos="567"/>
                <w:tab w:val="right" w:leader="dot" w:pos="9356"/>
              </w:tabs>
              <w:spacing w:before="20" w:line="288" w:lineRule="auto"/>
              <w:ind w:left="1134"/>
            </w:pPr>
            <w:r w:rsidRPr="00E96F7D">
              <w:t>eller</w:t>
            </w:r>
          </w:p>
          <w:p w:rsidR="009E78A7" w:rsidRPr="00E96F7D" w:rsidRDefault="009E78A7" w:rsidP="00223DF0">
            <w:pPr>
              <w:tabs>
                <w:tab w:val="left" w:pos="567"/>
                <w:tab w:val="right" w:leader="dot" w:pos="9356"/>
              </w:tabs>
              <w:spacing w:before="20" w:line="288" w:lineRule="auto"/>
            </w:pPr>
          </w:p>
          <w:p w:rsidR="009E78A7" w:rsidRPr="00E96F7D" w:rsidRDefault="009E78A7" w:rsidP="00223DF0">
            <w:pPr>
              <w:tabs>
                <w:tab w:val="left" w:pos="567"/>
                <w:tab w:val="right" w:leader="dot" w:pos="9356"/>
              </w:tabs>
              <w:spacing w:before="20" w:line="288" w:lineRule="auto"/>
              <w:ind w:left="1134" w:hanging="567"/>
            </w:pPr>
            <w:r w:rsidRPr="00E96F7D">
              <w:t>–</w:t>
            </w:r>
            <w:r w:rsidRPr="00E96F7D">
              <w:tab/>
              <w:t xml:space="preserve">Den berørte person er ikke blevet indkaldt personligt eller på anden måde underrettet om tid og sted for det retsmøde, som førte til afgørelsen in absentia, men har følgende </w:t>
            </w:r>
          </w:p>
          <w:p w:rsidR="009E78A7" w:rsidRPr="00E96F7D" w:rsidRDefault="009E78A7" w:rsidP="00223DF0">
            <w:pPr>
              <w:tabs>
                <w:tab w:val="left" w:pos="567"/>
                <w:tab w:val="right" w:leader="dot" w:pos="9356"/>
              </w:tabs>
              <w:spacing w:before="20" w:line="288" w:lineRule="auto"/>
            </w:pPr>
          </w:p>
        </w:tc>
      </w:tr>
    </w:tbl>
    <w:p w:rsidR="009E78A7" w:rsidRPr="00E96F7D" w:rsidRDefault="009E78A7" w:rsidP="009E78A7">
      <w:pPr>
        <w:spacing w:line="288" w:lineRule="auto"/>
      </w:pPr>
    </w:p>
    <w:p w:rsidR="009E78A7" w:rsidRPr="00E96F7D" w:rsidRDefault="009E78A7" w:rsidP="009E78A7">
      <w:pPr>
        <w:spacing w:line="288" w:lineRule="auto"/>
      </w:pPr>
      <w:r w:rsidRPr="00E96F7D">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9E78A7" w:rsidRPr="00E96F7D" w:rsidTr="003C605A">
        <w:trPr>
          <w:jc w:val="center"/>
        </w:trPr>
        <w:tc>
          <w:tcPr>
            <w:tcW w:w="9639" w:type="dxa"/>
            <w:shd w:val="clear" w:color="auto" w:fill="auto"/>
          </w:tcPr>
          <w:p w:rsidR="009E78A7" w:rsidRPr="00E96F7D" w:rsidRDefault="009E78A7" w:rsidP="003C605A">
            <w:pPr>
              <w:tabs>
                <w:tab w:val="left" w:pos="567"/>
                <w:tab w:val="right" w:leader="dot" w:pos="9356"/>
              </w:tabs>
              <w:spacing w:before="20" w:line="288" w:lineRule="auto"/>
              <w:ind w:left="1134" w:hanging="567"/>
            </w:pPr>
            <w:r w:rsidRPr="00E96F7D">
              <w:lastRenderedPageBreak/>
              <w:t xml:space="preserve">retlige garantier efter overgivelse (sådanne garantier kan gives på forhånd): </w:t>
            </w:r>
            <w:r w:rsidRPr="00E96F7D">
              <w:tab/>
            </w:r>
          </w:p>
          <w:p w:rsidR="009E78A7" w:rsidRPr="00E96F7D" w:rsidRDefault="009E78A7" w:rsidP="003C605A">
            <w:pPr>
              <w:tabs>
                <w:tab w:val="left" w:pos="567"/>
                <w:tab w:val="right" w:leader="dot" w:pos="9356"/>
              </w:tabs>
              <w:spacing w:before="20" w:line="288" w:lineRule="auto"/>
              <w:ind w:left="567"/>
            </w:pPr>
            <w:r w:rsidRPr="00E96F7D">
              <w:t>De retlige garantier præciseres:</w:t>
            </w:r>
            <w:r w:rsidRPr="00E96F7D">
              <w:tab/>
            </w:r>
          </w:p>
          <w:p w:rsidR="009E78A7" w:rsidRPr="00E96F7D" w:rsidRDefault="009E78A7" w:rsidP="003C605A">
            <w:pPr>
              <w:tabs>
                <w:tab w:val="left" w:pos="567"/>
                <w:tab w:val="right" w:leader="dot" w:pos="9356"/>
              </w:tabs>
              <w:spacing w:before="20" w:line="288" w:lineRule="auto"/>
              <w:ind w:left="567"/>
            </w:pPr>
            <w:r w:rsidRPr="00E96F7D">
              <w:tab/>
            </w:r>
          </w:p>
          <w:p w:rsidR="009E78A7" w:rsidRPr="00E96F7D" w:rsidRDefault="009E78A7" w:rsidP="003C605A">
            <w:pPr>
              <w:tabs>
                <w:tab w:val="left" w:pos="567"/>
                <w:tab w:val="right" w:leader="dot" w:pos="9356"/>
              </w:tabs>
              <w:spacing w:before="20" w:line="288" w:lineRule="auto"/>
              <w:ind w:left="567"/>
            </w:pPr>
            <w:r w:rsidRPr="00E96F7D">
              <w:tab/>
            </w:r>
          </w:p>
          <w:p w:rsidR="009E78A7" w:rsidRPr="00E96F7D" w:rsidRDefault="009E78A7" w:rsidP="003C605A">
            <w:pPr>
              <w:tabs>
                <w:tab w:val="left" w:pos="567"/>
                <w:tab w:val="right" w:leader="dot" w:pos="9356"/>
              </w:tabs>
              <w:spacing w:line="288" w:lineRule="auto"/>
            </w:pPr>
          </w:p>
        </w:tc>
      </w:tr>
    </w:tbl>
    <w:p w:rsidR="009E78A7" w:rsidRPr="00E96F7D" w:rsidRDefault="009E78A7" w:rsidP="009E78A7">
      <w:pPr>
        <w:spacing w:line="288" w:lineRule="auto"/>
      </w:pPr>
    </w:p>
    <w:tbl>
      <w:tblPr>
        <w:tblW w:w="0" w:type="auto"/>
        <w:jc w:val="center"/>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pStyle w:val="Point0"/>
              <w:tabs>
                <w:tab w:val="left" w:pos="567"/>
                <w:tab w:val="right" w:leader="dot" w:pos="9356"/>
              </w:tabs>
              <w:spacing w:before="20" w:after="0" w:line="288" w:lineRule="auto"/>
              <w:ind w:left="567" w:hanging="567"/>
              <w:jc w:val="left"/>
            </w:pPr>
            <w:r w:rsidRPr="00E96F7D">
              <w:br w:type="page"/>
              <w:t>e)</w:t>
            </w:r>
            <w:r w:rsidRPr="00E96F7D">
              <w:tab/>
              <w:t>Lovovertrædelser</w:t>
            </w:r>
          </w:p>
          <w:p w:rsidR="009E78A7" w:rsidRPr="00E96F7D" w:rsidRDefault="009E78A7" w:rsidP="00223DF0">
            <w:pPr>
              <w:pStyle w:val="Point0"/>
              <w:tabs>
                <w:tab w:val="left" w:pos="567"/>
                <w:tab w:val="right" w:leader="dot" w:pos="9356"/>
              </w:tabs>
              <w:spacing w:before="20" w:after="0" w:line="288" w:lineRule="auto"/>
              <w:ind w:left="567" w:hanging="567"/>
              <w:jc w:val="left"/>
            </w:pPr>
          </w:p>
          <w:p w:rsidR="009E78A7" w:rsidRPr="00E96F7D" w:rsidRDefault="009E78A7" w:rsidP="00223DF0">
            <w:pPr>
              <w:pStyle w:val="Point0"/>
              <w:tabs>
                <w:tab w:val="left" w:pos="567"/>
                <w:tab w:val="right" w:leader="dot" w:pos="9356"/>
              </w:tabs>
              <w:spacing w:before="20" w:after="0" w:line="288" w:lineRule="auto"/>
              <w:ind w:left="1134" w:hanging="567"/>
              <w:jc w:val="left"/>
            </w:pPr>
            <w:r w:rsidRPr="00E96F7D">
              <w:t>Denne arrestordre vedrører i alt ......... lovovertrædelser.</w:t>
            </w:r>
          </w:p>
          <w:p w:rsidR="009E78A7" w:rsidRPr="00E96F7D" w:rsidRDefault="009E78A7" w:rsidP="00223DF0">
            <w:pPr>
              <w:pStyle w:val="Point0"/>
              <w:tabs>
                <w:tab w:val="left" w:pos="567"/>
                <w:tab w:val="right" w:leader="dot" w:pos="9356"/>
              </w:tabs>
              <w:spacing w:before="20" w:after="0" w:line="288" w:lineRule="auto"/>
              <w:ind w:left="0" w:firstLine="0"/>
              <w:jc w:val="left"/>
            </w:pPr>
          </w:p>
          <w:p w:rsidR="009E78A7" w:rsidRPr="00E96F7D" w:rsidRDefault="009E78A7" w:rsidP="00223DF0">
            <w:pPr>
              <w:pStyle w:val="Point0"/>
              <w:tabs>
                <w:tab w:val="left" w:pos="567"/>
                <w:tab w:val="right" w:leader="dot" w:pos="9356"/>
              </w:tabs>
              <w:spacing w:before="20" w:after="0" w:line="288" w:lineRule="auto"/>
              <w:ind w:left="567" w:firstLine="0"/>
              <w:jc w:val="left"/>
            </w:pPr>
            <w:r w:rsidRPr="00E96F7D">
              <w:t>Beskrivelse af de omstændigheder, under hvilke lovovertrædelsen eller lovovertrædelserne er begået, herunder tidspunktet (dato og klokkeslæt), stedet og omfanget af den eftersøgtes deltagelse i lovovertrædelsen eller lovovertrædelserne</w:t>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left" w:pos="567"/>
                <w:tab w:val="right" w:leader="dot" w:pos="9356"/>
              </w:tabs>
              <w:spacing w:before="20" w:after="0" w:line="288" w:lineRule="auto"/>
              <w:ind w:left="567" w:firstLine="0"/>
              <w:jc w:val="left"/>
            </w:pPr>
            <w:r w:rsidRPr="00E96F7D">
              <w:t>Lovovertrædelsens eller lovovertrædelsernes karakter og retlige beskrivelse samt den relevante retsforskrift/lov:</w:t>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left" w:pos="567"/>
                <w:tab w:val="right" w:leader="dot" w:pos="9356"/>
              </w:tabs>
              <w:spacing w:before="20" w:after="0" w:line="288" w:lineRule="auto"/>
              <w:ind w:left="1134" w:hanging="567"/>
              <w:jc w:val="left"/>
            </w:pPr>
          </w:p>
          <w:p w:rsidR="009E78A7" w:rsidRPr="00E96F7D" w:rsidRDefault="009E78A7" w:rsidP="00223DF0">
            <w:pPr>
              <w:tabs>
                <w:tab w:val="left" w:pos="567"/>
                <w:tab w:val="right" w:leader="dot" w:pos="9356"/>
              </w:tabs>
              <w:spacing w:line="288" w:lineRule="auto"/>
              <w:ind w:left="567" w:hanging="567"/>
            </w:pPr>
            <w:r w:rsidRPr="00E96F7D">
              <w:t>I.</w:t>
            </w:r>
            <w:r w:rsidRPr="00E96F7D">
              <w:tab/>
              <w:t>Følgende anvendes kun, hvis både den udstedende og den fuldbyrdende stat har afgivet erklæringer i henhold til aftalens artikel 3, stk. 4: angiv med kryds, om det drejer sig om en eller flere af følgende lovovertrædelser, som i den udstedende stat straffes med en frihedsstraf af en maksimal varighed på mindst 3 år som defineret i den udstedende stats lovgivning:</w:t>
            </w:r>
          </w:p>
          <w:p w:rsidR="009E78A7" w:rsidRPr="00E96F7D" w:rsidRDefault="00234EF3" w:rsidP="00223DF0">
            <w:pPr>
              <w:tabs>
                <w:tab w:val="left" w:pos="567"/>
                <w:tab w:val="right" w:leader="dot" w:pos="9356"/>
              </w:tabs>
              <w:spacing w:line="288" w:lineRule="auto"/>
            </w:pPr>
            <w:sdt>
              <w:sdtPr>
                <w:id w:val="-1604339832"/>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deltagelse i en kriminel organisation</w:t>
            </w:r>
          </w:p>
          <w:p w:rsidR="009E78A7" w:rsidRPr="00E96F7D" w:rsidRDefault="00234EF3" w:rsidP="00223DF0">
            <w:pPr>
              <w:tabs>
                <w:tab w:val="left" w:pos="567"/>
                <w:tab w:val="right" w:leader="dot" w:pos="9356"/>
              </w:tabs>
              <w:spacing w:line="288" w:lineRule="auto"/>
            </w:pPr>
            <w:sdt>
              <w:sdtPr>
                <w:id w:val="1056043128"/>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terrorisme</w:t>
            </w:r>
          </w:p>
          <w:p w:rsidR="009E78A7" w:rsidRPr="00E96F7D" w:rsidRDefault="00234EF3" w:rsidP="00223DF0">
            <w:pPr>
              <w:tabs>
                <w:tab w:val="left" w:pos="567"/>
                <w:tab w:val="right" w:leader="dot" w:pos="9356"/>
              </w:tabs>
              <w:spacing w:line="288" w:lineRule="auto"/>
            </w:pPr>
            <w:sdt>
              <w:sdtPr>
                <w:id w:val="-201081859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menneskehandel</w:t>
            </w:r>
          </w:p>
          <w:p w:rsidR="009E78A7" w:rsidRPr="00E96F7D" w:rsidRDefault="00234EF3" w:rsidP="00223DF0">
            <w:pPr>
              <w:tabs>
                <w:tab w:val="left" w:pos="567"/>
                <w:tab w:val="right" w:leader="dot" w:pos="9356"/>
              </w:tabs>
              <w:spacing w:line="288" w:lineRule="auto"/>
            </w:pPr>
            <w:sdt>
              <w:sdtPr>
                <w:id w:val="1873644978"/>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seksuel udnyttelse af børn og børnepornografi</w:t>
            </w:r>
          </w:p>
          <w:p w:rsidR="009E78A7" w:rsidRPr="00E96F7D" w:rsidRDefault="00234EF3" w:rsidP="00223DF0">
            <w:pPr>
              <w:tabs>
                <w:tab w:val="left" w:pos="567"/>
                <w:tab w:val="right" w:leader="dot" w:pos="9356"/>
              </w:tabs>
              <w:spacing w:line="288" w:lineRule="auto"/>
            </w:pPr>
            <w:sdt>
              <w:sdtPr>
                <w:id w:val="850839425"/>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 xml:space="preserve">ulovlig handel med narkotika og </w:t>
            </w:r>
            <w:proofErr w:type="spellStart"/>
            <w:r w:rsidR="009E78A7" w:rsidRPr="00E96F7D">
              <w:t>psykotrope</w:t>
            </w:r>
            <w:proofErr w:type="spellEnd"/>
            <w:r w:rsidR="009E78A7" w:rsidRPr="00E96F7D">
              <w:t xml:space="preserve"> stoffer</w:t>
            </w:r>
          </w:p>
          <w:p w:rsidR="009E78A7" w:rsidRPr="00E96F7D" w:rsidRDefault="00234EF3" w:rsidP="00223DF0">
            <w:pPr>
              <w:tabs>
                <w:tab w:val="left" w:pos="567"/>
                <w:tab w:val="right" w:leader="dot" w:pos="9356"/>
              </w:tabs>
              <w:spacing w:line="288" w:lineRule="auto"/>
            </w:pPr>
            <w:sdt>
              <w:sdtPr>
                <w:id w:val="248251171"/>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ulovlig handel med våben, ammunition og eksplosive stoffer</w:t>
            </w:r>
          </w:p>
          <w:p w:rsidR="009E78A7" w:rsidRPr="00E96F7D" w:rsidRDefault="00234EF3" w:rsidP="00223DF0">
            <w:pPr>
              <w:tabs>
                <w:tab w:val="left" w:pos="567"/>
                <w:tab w:val="right" w:leader="dot" w:pos="9356"/>
              </w:tabs>
              <w:spacing w:line="288" w:lineRule="auto"/>
            </w:pPr>
            <w:sdt>
              <w:sdtPr>
                <w:id w:val="-1428888743"/>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bestikkelse</w:t>
            </w:r>
          </w:p>
          <w:p w:rsidR="009E78A7" w:rsidRPr="00E96F7D" w:rsidRDefault="00234EF3" w:rsidP="00223DF0">
            <w:pPr>
              <w:tabs>
                <w:tab w:val="left" w:pos="567"/>
                <w:tab w:val="right" w:leader="dot" w:pos="9356"/>
              </w:tabs>
              <w:spacing w:line="288" w:lineRule="auto"/>
              <w:ind w:left="567" w:hanging="567"/>
            </w:pPr>
            <w:sdt>
              <w:sdtPr>
                <w:id w:val="751934584"/>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svig, herunder svig, der skader De Europæiske Fællesskabers finansielle interesser i henhold til konventionen af 26. juli 1995 om beskyttelse af De Europæiske Fællesskabers finansielle interesser</w:t>
            </w:r>
          </w:p>
          <w:p w:rsidR="009E78A7" w:rsidRPr="00E96F7D" w:rsidRDefault="009E78A7" w:rsidP="00223DF0">
            <w:pPr>
              <w:tabs>
                <w:tab w:val="left" w:pos="567"/>
                <w:tab w:val="right" w:leader="dot" w:pos="9356"/>
              </w:tabs>
              <w:spacing w:line="288" w:lineRule="auto"/>
            </w:pPr>
          </w:p>
        </w:tc>
      </w:tr>
      <w:tr w:rsidR="009E78A7" w:rsidRPr="00E96F7D">
        <w:tblPrEx>
          <w:tblBorders>
            <w:bottom w:val="single" w:sz="4" w:space="0" w:color="auto"/>
            <w:insideH w:val="single" w:sz="4" w:space="0" w:color="auto"/>
            <w:insideV w:val="single" w:sz="4" w:space="0" w:color="auto"/>
          </w:tblBorders>
        </w:tblPrEx>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234EF3" w:rsidP="00223DF0">
            <w:pPr>
              <w:pageBreakBefore/>
              <w:tabs>
                <w:tab w:val="left" w:pos="567"/>
                <w:tab w:val="right" w:leader="dot" w:pos="9356"/>
              </w:tabs>
              <w:spacing w:line="288" w:lineRule="auto"/>
            </w:pPr>
            <w:sdt>
              <w:sdtPr>
                <w:id w:val="346217434"/>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hvidvaskning af udbyttet fra strafbart forhold</w:t>
            </w:r>
          </w:p>
          <w:p w:rsidR="009E78A7" w:rsidRPr="00E96F7D" w:rsidRDefault="00234EF3" w:rsidP="00223DF0">
            <w:pPr>
              <w:pageBreakBefore/>
              <w:tabs>
                <w:tab w:val="left" w:pos="567"/>
                <w:tab w:val="right" w:leader="dot" w:pos="9356"/>
              </w:tabs>
              <w:spacing w:line="288" w:lineRule="auto"/>
            </w:pPr>
            <w:sdt>
              <w:sdtPr>
                <w:id w:val="-153095298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falskmøntneri, herunder forfalskning af euroen</w:t>
            </w:r>
          </w:p>
          <w:p w:rsidR="009E78A7" w:rsidRPr="00E96F7D" w:rsidRDefault="00234EF3" w:rsidP="00223DF0">
            <w:pPr>
              <w:tabs>
                <w:tab w:val="left" w:pos="567"/>
                <w:tab w:val="right" w:leader="dot" w:pos="9356"/>
              </w:tabs>
              <w:spacing w:line="288" w:lineRule="auto"/>
            </w:pPr>
            <w:sdt>
              <w:sdtPr>
                <w:id w:val="-1441593707"/>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internetkriminalitet</w:t>
            </w:r>
          </w:p>
          <w:p w:rsidR="009E78A7" w:rsidRPr="00E96F7D" w:rsidRDefault="00234EF3" w:rsidP="00223DF0">
            <w:pPr>
              <w:tabs>
                <w:tab w:val="left" w:pos="567"/>
                <w:tab w:val="right" w:leader="dot" w:pos="9356"/>
              </w:tabs>
              <w:spacing w:line="288" w:lineRule="auto"/>
              <w:ind w:left="567" w:hanging="567"/>
            </w:pPr>
            <w:sdt>
              <w:sdtPr>
                <w:id w:val="-95871586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miljøkriminalitet, herunder ulovlig handel med truede dyrearter og ulovlig handel med</w:t>
            </w:r>
          </w:p>
          <w:p w:rsidR="009E78A7" w:rsidRPr="00E96F7D" w:rsidRDefault="009E78A7" w:rsidP="00223DF0">
            <w:pPr>
              <w:tabs>
                <w:tab w:val="left" w:pos="567"/>
                <w:tab w:val="right" w:leader="dot" w:pos="9356"/>
              </w:tabs>
              <w:spacing w:line="288" w:lineRule="auto"/>
              <w:ind w:left="1134" w:hanging="567"/>
            </w:pPr>
            <w:r w:rsidRPr="00E96F7D">
              <w:t>truede plantearter og træsorter</w:t>
            </w:r>
          </w:p>
          <w:p w:rsidR="009E78A7" w:rsidRPr="00E96F7D" w:rsidRDefault="00234EF3" w:rsidP="00223DF0">
            <w:pPr>
              <w:tabs>
                <w:tab w:val="left" w:pos="567"/>
                <w:tab w:val="right" w:leader="dot" w:pos="9356"/>
              </w:tabs>
              <w:spacing w:line="288" w:lineRule="auto"/>
            </w:pPr>
            <w:sdt>
              <w:sdtPr>
                <w:id w:val="318775496"/>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r>
            <w:r w:rsidR="006C54A1">
              <w:t>hjælp til ulovlig indrejse og ulovligt ophold</w:t>
            </w:r>
          </w:p>
          <w:p w:rsidR="009E78A7" w:rsidRPr="00E96F7D" w:rsidRDefault="00234EF3" w:rsidP="00223DF0">
            <w:pPr>
              <w:tabs>
                <w:tab w:val="left" w:pos="567"/>
                <w:tab w:val="right" w:leader="dot" w:pos="9356"/>
              </w:tabs>
              <w:spacing w:line="288" w:lineRule="auto"/>
            </w:pPr>
            <w:sdt>
              <w:sdtPr>
                <w:id w:val="-418950181"/>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forsætligt manddrab, grov legemsbeskadigelse</w:t>
            </w:r>
          </w:p>
          <w:p w:rsidR="009E78A7" w:rsidRPr="00E96F7D" w:rsidRDefault="00234EF3" w:rsidP="00223DF0">
            <w:pPr>
              <w:tabs>
                <w:tab w:val="left" w:pos="567"/>
                <w:tab w:val="right" w:leader="dot" w:pos="9356"/>
              </w:tabs>
              <w:spacing w:line="288" w:lineRule="auto"/>
            </w:pPr>
            <w:sdt>
              <w:sdtPr>
                <w:id w:val="136047950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ulovlig handel med menneskevæv og -organer</w:t>
            </w:r>
          </w:p>
          <w:p w:rsidR="009E78A7" w:rsidRPr="00E96F7D" w:rsidRDefault="00234EF3" w:rsidP="00223DF0">
            <w:pPr>
              <w:tabs>
                <w:tab w:val="left" w:pos="567"/>
                <w:tab w:val="right" w:leader="dot" w:pos="9356"/>
              </w:tabs>
              <w:spacing w:line="288" w:lineRule="auto"/>
            </w:pPr>
            <w:sdt>
              <w:sdtPr>
                <w:id w:val="-172405847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bortførelse, frihedsberøvelse og gidseltagning</w:t>
            </w:r>
          </w:p>
          <w:p w:rsidR="009E78A7" w:rsidRPr="00E96F7D" w:rsidRDefault="00234EF3" w:rsidP="00223DF0">
            <w:pPr>
              <w:tabs>
                <w:tab w:val="left" w:pos="567"/>
                <w:tab w:val="right" w:leader="dot" w:pos="9356"/>
              </w:tabs>
              <w:spacing w:line="288" w:lineRule="auto"/>
            </w:pPr>
            <w:sdt>
              <w:sdtPr>
                <w:id w:val="-835920562"/>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racisme og fremmedhad</w:t>
            </w:r>
          </w:p>
          <w:p w:rsidR="009E78A7" w:rsidRPr="00E96F7D" w:rsidRDefault="00234EF3" w:rsidP="00223DF0">
            <w:pPr>
              <w:tabs>
                <w:tab w:val="left" w:pos="567"/>
                <w:tab w:val="right" w:leader="dot" w:pos="9356"/>
              </w:tabs>
              <w:spacing w:line="288" w:lineRule="auto"/>
            </w:pPr>
            <w:sdt>
              <w:sdtPr>
                <w:id w:val="1827318925"/>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organiseret eller væbnet tyveri</w:t>
            </w:r>
          </w:p>
          <w:p w:rsidR="009E78A7" w:rsidRPr="00E96F7D" w:rsidRDefault="00234EF3" w:rsidP="00223DF0">
            <w:pPr>
              <w:tabs>
                <w:tab w:val="left" w:pos="567"/>
                <w:tab w:val="right" w:leader="dot" w:pos="9356"/>
              </w:tabs>
              <w:spacing w:line="288" w:lineRule="auto"/>
            </w:pPr>
            <w:sdt>
              <w:sdtPr>
                <w:id w:val="-171574857"/>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ulovlig handel med kulturgoder, herunder antikviteter og kunstgenstande</w:t>
            </w:r>
          </w:p>
          <w:p w:rsidR="009E78A7" w:rsidRPr="00E96F7D" w:rsidRDefault="00234EF3" w:rsidP="00223DF0">
            <w:pPr>
              <w:tabs>
                <w:tab w:val="left" w:pos="567"/>
                <w:tab w:val="right" w:leader="dot" w:pos="9356"/>
              </w:tabs>
              <w:spacing w:line="288" w:lineRule="auto"/>
            </w:pPr>
            <w:sdt>
              <w:sdtPr>
                <w:id w:val="161994860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bedrageri</w:t>
            </w:r>
          </w:p>
          <w:p w:rsidR="009E78A7" w:rsidRPr="00E96F7D" w:rsidRDefault="00234EF3" w:rsidP="00223DF0">
            <w:pPr>
              <w:tabs>
                <w:tab w:val="left" w:pos="567"/>
                <w:tab w:val="right" w:leader="dot" w:pos="9356"/>
              </w:tabs>
              <w:spacing w:line="288" w:lineRule="auto"/>
            </w:pPr>
            <w:sdt>
              <w:sdtPr>
                <w:id w:val="1293953687"/>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afkrævning af beskyttelsespenge og pengeafpresning</w:t>
            </w:r>
          </w:p>
          <w:p w:rsidR="009E78A7" w:rsidRPr="00E96F7D" w:rsidRDefault="00234EF3" w:rsidP="00223DF0">
            <w:pPr>
              <w:tabs>
                <w:tab w:val="left" w:pos="567"/>
                <w:tab w:val="right" w:leader="dot" w:pos="9356"/>
              </w:tabs>
              <w:spacing w:line="288" w:lineRule="auto"/>
            </w:pPr>
            <w:sdt>
              <w:sdtPr>
                <w:id w:val="604245514"/>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efterligninger og fremstilling af piratudgaver af produkter</w:t>
            </w:r>
          </w:p>
          <w:p w:rsidR="009E78A7" w:rsidRPr="00E96F7D" w:rsidRDefault="00234EF3" w:rsidP="00223DF0">
            <w:pPr>
              <w:tabs>
                <w:tab w:val="left" w:pos="567"/>
                <w:tab w:val="right" w:leader="dot" w:pos="9356"/>
              </w:tabs>
              <w:spacing w:line="288" w:lineRule="auto"/>
            </w:pPr>
            <w:sdt>
              <w:sdtPr>
                <w:id w:val="-702097152"/>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forfalskning af officielle dokumenter og ulovlig handel med falske dokumenter</w:t>
            </w:r>
          </w:p>
          <w:p w:rsidR="009E78A7" w:rsidRPr="00E96F7D" w:rsidRDefault="00234EF3" w:rsidP="00223DF0">
            <w:pPr>
              <w:tabs>
                <w:tab w:val="left" w:pos="567"/>
                <w:tab w:val="right" w:leader="dot" w:pos="9356"/>
              </w:tabs>
              <w:spacing w:line="288" w:lineRule="auto"/>
            </w:pPr>
            <w:sdt>
              <w:sdtPr>
                <w:id w:val="941419938"/>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forfalskning af betalingsmidler</w:t>
            </w:r>
          </w:p>
          <w:p w:rsidR="009E78A7" w:rsidRPr="00E96F7D" w:rsidRDefault="00234EF3" w:rsidP="00223DF0">
            <w:pPr>
              <w:tabs>
                <w:tab w:val="left" w:pos="567"/>
                <w:tab w:val="right" w:leader="dot" w:pos="9356"/>
              </w:tabs>
              <w:spacing w:line="288" w:lineRule="auto"/>
            </w:pPr>
            <w:sdt>
              <w:sdtPr>
                <w:id w:val="-963501289"/>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ulovlig handel med hormonpræparater og andre vækstfremmende stoffer</w:t>
            </w:r>
          </w:p>
          <w:p w:rsidR="009E78A7" w:rsidRPr="00E96F7D" w:rsidRDefault="00234EF3" w:rsidP="00223DF0">
            <w:pPr>
              <w:tabs>
                <w:tab w:val="left" w:pos="567"/>
                <w:tab w:val="right" w:leader="dot" w:pos="9356"/>
              </w:tabs>
              <w:spacing w:line="288" w:lineRule="auto"/>
            </w:pPr>
            <w:sdt>
              <w:sdtPr>
                <w:id w:val="1853607507"/>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ulovlig handel med nukleare og radioaktive materialer</w:t>
            </w:r>
          </w:p>
          <w:p w:rsidR="009E78A7" w:rsidRPr="00E96F7D" w:rsidRDefault="00234EF3" w:rsidP="00223DF0">
            <w:pPr>
              <w:tabs>
                <w:tab w:val="left" w:pos="567"/>
                <w:tab w:val="right" w:leader="dot" w:pos="9356"/>
              </w:tabs>
              <w:spacing w:line="288" w:lineRule="auto"/>
            </w:pPr>
            <w:sdt>
              <w:sdtPr>
                <w:id w:val="-1580360786"/>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handel med stjålne motorkøretøjer</w:t>
            </w:r>
          </w:p>
          <w:p w:rsidR="009E78A7" w:rsidRPr="00E96F7D" w:rsidRDefault="00234EF3" w:rsidP="00223DF0">
            <w:pPr>
              <w:tabs>
                <w:tab w:val="left" w:pos="567"/>
                <w:tab w:val="right" w:leader="dot" w:pos="9356"/>
              </w:tabs>
              <w:spacing w:line="288" w:lineRule="auto"/>
            </w:pPr>
            <w:sdt>
              <w:sdtPr>
                <w:id w:val="-745725458"/>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voldtægt</w:t>
            </w:r>
          </w:p>
          <w:p w:rsidR="009E78A7" w:rsidRPr="00E96F7D" w:rsidRDefault="00234EF3" w:rsidP="00223DF0">
            <w:pPr>
              <w:tabs>
                <w:tab w:val="left" w:pos="567"/>
                <w:tab w:val="right" w:leader="dot" w:pos="9356"/>
              </w:tabs>
              <w:spacing w:line="288" w:lineRule="auto"/>
            </w:pPr>
            <w:sdt>
              <w:sdtPr>
                <w:id w:val="-478150044"/>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forsætlig brandstiftelse</w:t>
            </w:r>
          </w:p>
          <w:p w:rsidR="009E78A7" w:rsidRPr="00E96F7D" w:rsidRDefault="00234EF3" w:rsidP="00223DF0">
            <w:pPr>
              <w:tabs>
                <w:tab w:val="left" w:pos="567"/>
                <w:tab w:val="right" w:leader="dot" w:pos="9356"/>
              </w:tabs>
              <w:spacing w:line="288" w:lineRule="auto"/>
            </w:pPr>
            <w:sdt>
              <w:sdtPr>
                <w:id w:val="133535968"/>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strafbare handlinger omfattet af Den Internationale Straffedomstols straffemyndighed</w:t>
            </w:r>
          </w:p>
          <w:p w:rsidR="009E78A7" w:rsidRPr="00E96F7D" w:rsidRDefault="00234EF3" w:rsidP="00223DF0">
            <w:pPr>
              <w:tabs>
                <w:tab w:val="left" w:pos="567"/>
                <w:tab w:val="right" w:leader="dot" w:pos="9356"/>
              </w:tabs>
              <w:spacing w:line="288" w:lineRule="auto"/>
            </w:pPr>
            <w:sdt>
              <w:sdtPr>
                <w:id w:val="417526884"/>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skibs- eller flykapring</w:t>
            </w:r>
          </w:p>
          <w:p w:rsidR="009E78A7" w:rsidRPr="00E96F7D" w:rsidRDefault="00234EF3" w:rsidP="00223DF0">
            <w:pPr>
              <w:tabs>
                <w:tab w:val="left" w:pos="567"/>
                <w:tab w:val="right" w:leader="dot" w:pos="9356"/>
              </w:tabs>
              <w:spacing w:before="20" w:line="288" w:lineRule="auto"/>
              <w:rPr>
                <w:color w:val="000000"/>
              </w:rPr>
            </w:pPr>
            <w:sdt>
              <w:sdtPr>
                <w:id w:val="145559980"/>
                <w14:checkbox>
                  <w14:checked w14:val="0"/>
                  <w14:checkedState w14:val="2612" w14:font="MS Gothic"/>
                  <w14:uncheckedState w14:val="2610" w14:font="MS Gothic"/>
                </w14:checkbox>
              </w:sdtPr>
              <w:sdtEndPr/>
              <w:sdtContent>
                <w:r w:rsidR="00594940">
                  <w:rPr>
                    <w:rFonts w:ascii="MS Gothic" w:eastAsia="MS Gothic" w:hAnsi="MS Gothic" w:hint="eastAsia"/>
                  </w:rPr>
                  <w:t>☐</w:t>
                </w:r>
              </w:sdtContent>
            </w:sdt>
            <w:r w:rsidR="009E78A7" w:rsidRPr="00E96F7D">
              <w:tab/>
              <w:t>sabotage.</w:t>
            </w:r>
          </w:p>
          <w:p w:rsidR="009E78A7" w:rsidRPr="00E96F7D" w:rsidRDefault="009E78A7" w:rsidP="00223DF0">
            <w:pPr>
              <w:tabs>
                <w:tab w:val="left" w:pos="567"/>
                <w:tab w:val="right" w:leader="dot" w:pos="9356"/>
              </w:tabs>
              <w:spacing w:before="20" w:line="288" w:lineRule="auto"/>
              <w:rPr>
                <w:color w:val="000000"/>
              </w:rPr>
            </w:pPr>
          </w:p>
          <w:p w:rsidR="009E78A7" w:rsidRPr="00E96F7D" w:rsidRDefault="009E78A7" w:rsidP="00223DF0">
            <w:pPr>
              <w:tabs>
                <w:tab w:val="left" w:pos="567"/>
                <w:tab w:val="right" w:leader="dot" w:pos="9356"/>
              </w:tabs>
              <w:spacing w:line="288" w:lineRule="auto"/>
              <w:ind w:left="567" w:hanging="567"/>
            </w:pPr>
            <w:r w:rsidRPr="00E96F7D">
              <w:t>II.</w:t>
            </w:r>
            <w:r w:rsidRPr="00E96F7D">
              <w:tab/>
              <w:t>Detaljeret beskrivelse af den eller de begåede lovovertrædelser, der ikke hører ind under lovovertrædelserne i punkt I:</w:t>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0" w:firstLine="0"/>
              <w:jc w:val="left"/>
            </w:pPr>
          </w:p>
        </w:tc>
      </w:tr>
    </w:tbl>
    <w:p w:rsidR="009E78A7" w:rsidRPr="00E96F7D" w:rsidRDefault="009E78A7" w:rsidP="009E78A7">
      <w:pPr>
        <w:spacing w:line="288" w:lineRule="auto"/>
      </w:pPr>
    </w:p>
    <w:p w:rsidR="009E78A7" w:rsidRPr="00E96F7D" w:rsidRDefault="009E78A7" w:rsidP="009E78A7">
      <w:pPr>
        <w:spacing w:line="288" w:lineRule="auto"/>
      </w:pPr>
      <w:r w:rsidRPr="00E96F7D">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spacing w:before="20" w:line="288" w:lineRule="auto"/>
            </w:pPr>
            <w:r w:rsidRPr="00E96F7D">
              <w:lastRenderedPageBreak/>
              <w:t>f)</w:t>
            </w:r>
            <w:r w:rsidRPr="00E96F7D">
              <w:tab/>
              <w:t>Andre forhold af relevans for sagen (fakultative oplysninger):</w:t>
            </w:r>
          </w:p>
          <w:p w:rsidR="009E78A7" w:rsidRPr="00E96F7D" w:rsidRDefault="009E78A7" w:rsidP="00223DF0">
            <w:pPr>
              <w:spacing w:before="20" w:line="288" w:lineRule="auto"/>
              <w:ind w:left="567"/>
            </w:pPr>
            <w:r w:rsidRPr="00E96F7D">
              <w:t>(Dette kunne f.eks. være bemærkninger om eksterritorialitet, afbrydelse af forældelsesfrister og andre konsekvenser af lovovertrædelsen)</w:t>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0" w:firstLine="0"/>
              <w:jc w:val="left"/>
            </w:pPr>
          </w:p>
        </w:tc>
      </w:tr>
    </w:tbl>
    <w:p w:rsidR="009E78A7" w:rsidRPr="00E96F7D" w:rsidRDefault="009E78A7" w:rsidP="009E78A7">
      <w:pPr>
        <w:spacing w:line="288"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s>
              <w:spacing w:before="20" w:line="288" w:lineRule="auto"/>
              <w:ind w:left="567" w:hanging="567"/>
            </w:pPr>
            <w:r w:rsidRPr="00E96F7D">
              <w:br w:type="page"/>
              <w:t>g)</w:t>
            </w:r>
            <w:r w:rsidRPr="00E96F7D">
              <w:tab/>
              <w:t>Denne arrestordre gælder også for beslaglæggelse og udlevering af genstande, som er påkrævet som bevismateriale:</w:t>
            </w:r>
          </w:p>
          <w:p w:rsidR="009E78A7" w:rsidRPr="00E96F7D" w:rsidRDefault="009E78A7" w:rsidP="00223DF0">
            <w:pPr>
              <w:tabs>
                <w:tab w:val="left" w:pos="567"/>
              </w:tabs>
              <w:spacing w:before="20" w:line="288" w:lineRule="auto"/>
              <w:ind w:left="567" w:hanging="567"/>
            </w:pPr>
          </w:p>
          <w:p w:rsidR="009E78A7" w:rsidRPr="00E96F7D" w:rsidRDefault="009E78A7" w:rsidP="00223DF0">
            <w:pPr>
              <w:tabs>
                <w:tab w:val="left" w:pos="567"/>
              </w:tabs>
              <w:spacing w:before="20" w:line="288" w:lineRule="auto"/>
              <w:ind w:left="567"/>
              <w:rPr>
                <w:u w:val="single"/>
              </w:rPr>
            </w:pPr>
            <w:r w:rsidRPr="00E96F7D">
              <w:t>Denne arrestordre gælder også for beslaglæggelse og udlevering af genstande, som den eftersøgte har erhvervet som resultat af lovovertrædelsen:</w:t>
            </w:r>
          </w:p>
          <w:p w:rsidR="009E78A7" w:rsidRPr="00E96F7D" w:rsidRDefault="009E78A7" w:rsidP="00223DF0">
            <w:pPr>
              <w:tabs>
                <w:tab w:val="left" w:pos="567"/>
              </w:tabs>
              <w:spacing w:before="20" w:line="288" w:lineRule="auto"/>
            </w:pPr>
          </w:p>
          <w:p w:rsidR="009E78A7" w:rsidRPr="00E96F7D" w:rsidRDefault="009E78A7" w:rsidP="00223DF0">
            <w:pPr>
              <w:tabs>
                <w:tab w:val="left" w:pos="567"/>
              </w:tabs>
              <w:spacing w:before="20" w:line="288" w:lineRule="auto"/>
              <w:ind w:left="567"/>
            </w:pPr>
            <w:r w:rsidRPr="00E96F7D">
              <w:t>Beskrivelse af genstandene og disses lokalisering (hvis kendt):</w:t>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r w:rsidRPr="00E96F7D">
              <w:tab/>
            </w:r>
          </w:p>
          <w:p w:rsidR="009E78A7" w:rsidRPr="00E96F7D" w:rsidRDefault="009E78A7" w:rsidP="00223DF0">
            <w:pPr>
              <w:pStyle w:val="Point0"/>
              <w:tabs>
                <w:tab w:val="right" w:leader="dot" w:pos="9356"/>
              </w:tabs>
              <w:spacing w:before="20" w:after="0" w:line="288" w:lineRule="auto"/>
              <w:ind w:left="567" w:firstLine="0"/>
              <w:jc w:val="left"/>
            </w:pPr>
          </w:p>
        </w:tc>
      </w:tr>
    </w:tbl>
    <w:p w:rsidR="009E78A7" w:rsidRPr="00E96F7D" w:rsidRDefault="009E78A7" w:rsidP="009E78A7">
      <w:pPr>
        <w:tabs>
          <w:tab w:val="left" w:pos="567"/>
        </w:tabs>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639"/>
              </w:tabs>
              <w:spacing w:before="20" w:line="288" w:lineRule="auto"/>
              <w:ind w:left="567" w:hanging="567"/>
            </w:pPr>
            <w:r w:rsidRPr="00E96F7D">
              <w:t>h)</w:t>
            </w:r>
            <w:r w:rsidRPr="00E96F7D">
              <w:tab/>
              <w:t>Den eller de lovovertrædelser, som ligger til grund for udstedelsen af denne arrestordre, kan straffes med eller har ført til livsvarig fængselsstraf eller en livsvarig sikkerhedsforanstaltning:</w:t>
            </w:r>
          </w:p>
          <w:p w:rsidR="009E78A7" w:rsidRPr="00E96F7D" w:rsidRDefault="009E78A7" w:rsidP="00223DF0"/>
          <w:p w:rsidR="009E78A7" w:rsidRPr="00E96F7D" w:rsidRDefault="009E78A7" w:rsidP="00223DF0">
            <w:r w:rsidRPr="00E96F7D">
              <w:t>den udstedende stat vil efter anmodning fra den fuldbyrdende stat give forsikring om, at den vil:</w:t>
            </w:r>
          </w:p>
          <w:p w:rsidR="009E78A7" w:rsidRPr="00E96F7D" w:rsidRDefault="009E78A7" w:rsidP="00223DF0"/>
          <w:p w:rsidR="009E78A7" w:rsidRPr="00E96F7D" w:rsidRDefault="009E78A7" w:rsidP="00223DF0">
            <w:r w:rsidRPr="00E96F7D">
              <w:t>–</w:t>
            </w:r>
            <w:r w:rsidRPr="00E96F7D">
              <w:tab/>
              <w:t>tage den idømte straf op til fornyet prøvelse – enten på anmodning eller senest efter 20 år</w:t>
            </w:r>
          </w:p>
          <w:p w:rsidR="009E78A7" w:rsidRPr="00E96F7D" w:rsidRDefault="009E78A7" w:rsidP="00223DF0"/>
          <w:p w:rsidR="009E78A7" w:rsidRPr="00E96F7D" w:rsidRDefault="009E78A7" w:rsidP="00223DF0">
            <w:r w:rsidRPr="00E96F7D">
              <w:t>og/eller</w:t>
            </w:r>
          </w:p>
          <w:p w:rsidR="009E78A7" w:rsidRPr="00E96F7D" w:rsidRDefault="009E78A7" w:rsidP="00223DF0"/>
          <w:p w:rsidR="009E78A7" w:rsidRPr="00E96F7D" w:rsidRDefault="009E78A7" w:rsidP="00223DF0">
            <w:pPr>
              <w:ind w:left="567" w:hanging="567"/>
            </w:pPr>
            <w:r w:rsidRPr="00E96F7D">
              <w:t>–</w:t>
            </w:r>
            <w:r w:rsidRPr="00E96F7D">
              <w:tab/>
              <w:t>tilskynde til anvendelse af lempeligere foranstaltninger, som den pågældende er berettiget til i henhold til den udstedende stats nationale lovgivning og praksis, med det formål ikke at fuldbyrde en sådan straf eller foranstaltning.</w:t>
            </w:r>
          </w:p>
          <w:p w:rsidR="009E78A7" w:rsidRPr="00E96F7D" w:rsidRDefault="009E78A7" w:rsidP="00223DF0">
            <w:pPr>
              <w:spacing w:line="288" w:lineRule="auto"/>
              <w:ind w:left="567" w:hanging="567"/>
            </w:pPr>
          </w:p>
        </w:tc>
      </w:tr>
    </w:tbl>
    <w:p w:rsidR="009E78A7" w:rsidRPr="00E96F7D" w:rsidRDefault="009E78A7" w:rsidP="009E78A7">
      <w:pPr>
        <w:spacing w:line="240" w:lineRule="auto"/>
      </w:pPr>
    </w:p>
    <w:p w:rsidR="009E78A7" w:rsidRPr="00E96F7D" w:rsidRDefault="009E78A7" w:rsidP="009E78A7">
      <w:pPr>
        <w:spacing w:line="240" w:lineRule="auto"/>
      </w:pPr>
      <w:r w:rsidRPr="00E96F7D">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pPr>
            <w:r w:rsidRPr="00E96F7D">
              <w:lastRenderedPageBreak/>
              <w:t>i)</w:t>
            </w:r>
            <w:r w:rsidRPr="00E96F7D">
              <w:tab/>
              <w:t>Den judicielle myndighed, der har udstedt arrestordren:</w:t>
            </w:r>
          </w:p>
          <w:p w:rsidR="009E78A7" w:rsidRPr="00E96F7D" w:rsidRDefault="009E78A7" w:rsidP="00223DF0">
            <w:pPr>
              <w:tabs>
                <w:tab w:val="left" w:pos="567"/>
                <w:tab w:val="right" w:leader="dot" w:pos="9356"/>
              </w:tabs>
              <w:spacing w:before="20" w:line="288" w:lineRule="auto"/>
              <w:ind w:left="567"/>
            </w:pPr>
            <w:r w:rsidRPr="00E96F7D">
              <w:t xml:space="preserve">Officiel betegnelse: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Navnet på den judicielle myndigheds repræsentant</w:t>
            </w:r>
            <w:r w:rsidRPr="00E96F7D">
              <w:rPr>
                <w:rStyle w:val="FootnoteReference"/>
              </w:rPr>
              <w:footnoteReference w:id="3"/>
            </w:r>
            <w:r w:rsidRPr="00E96F7D">
              <w:t xml:space="preserv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Funktion (titel/stilling):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Sagsnummer:</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Adresse: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Tlf. nr.: (landekode) (lokalt områdenummer) (...) </w:t>
            </w:r>
            <w:r w:rsidRPr="00E96F7D">
              <w:tab/>
            </w:r>
          </w:p>
          <w:p w:rsidR="009E78A7" w:rsidRPr="00E96F7D" w:rsidRDefault="009E78A7" w:rsidP="00223DF0">
            <w:pPr>
              <w:tabs>
                <w:tab w:val="left" w:pos="567"/>
                <w:tab w:val="right" w:leader="dot" w:pos="9356"/>
              </w:tabs>
              <w:spacing w:before="20" w:line="288" w:lineRule="auto"/>
              <w:ind w:left="567"/>
            </w:pPr>
            <w:proofErr w:type="spellStart"/>
            <w:r w:rsidRPr="00E96F7D">
              <w:t>Telefaxnr</w:t>
            </w:r>
            <w:proofErr w:type="spellEnd"/>
            <w:r w:rsidRPr="00E96F7D">
              <w:t xml:space="preserve">.: (landekode) (lokalt områdenummer) (...)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E-mail: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Navn og adresse mv. på den person, der skal kontaktes med henblik på den praktiske tilrettelæggelse af overgivelsen: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p>
        </w:tc>
      </w:tr>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pPr>
            <w:r w:rsidRPr="00E96F7D">
              <w:t>Såfremt der er udpeget en central myndighed til varetagelse af fremsendelsen og den administrative modtagelse af arrestordrer:</w:t>
            </w:r>
          </w:p>
          <w:p w:rsidR="009E78A7" w:rsidRPr="00E96F7D" w:rsidRDefault="009E78A7" w:rsidP="00223DF0">
            <w:pPr>
              <w:tabs>
                <w:tab w:val="left" w:pos="567"/>
                <w:tab w:val="right" w:leader="dot" w:pos="9356"/>
              </w:tabs>
              <w:spacing w:before="20" w:line="288" w:lineRule="auto"/>
            </w:pPr>
          </w:p>
          <w:p w:rsidR="009E78A7" w:rsidRPr="00E96F7D" w:rsidRDefault="009E78A7" w:rsidP="00223DF0">
            <w:pPr>
              <w:tabs>
                <w:tab w:val="left" w:pos="567"/>
                <w:tab w:val="right" w:leader="dot" w:pos="9356"/>
              </w:tabs>
              <w:spacing w:before="20" w:line="288" w:lineRule="auto"/>
              <w:ind w:left="567"/>
            </w:pPr>
            <w:r w:rsidRPr="00E96F7D">
              <w:t xml:space="preserve">Navnet på den centrale myndighed: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Kontaktperson, hvis en sådan findes (titel/stilling og navn):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Adresse: </w:t>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r w:rsidRPr="00E96F7D">
              <w:t xml:space="preserve">Tlf. nr.: (landekode) (lokalt områdenummer) (...) </w:t>
            </w:r>
            <w:r w:rsidRPr="00E96F7D">
              <w:tab/>
            </w:r>
          </w:p>
          <w:p w:rsidR="009E78A7" w:rsidRPr="00E96F7D" w:rsidRDefault="009E78A7" w:rsidP="00223DF0">
            <w:pPr>
              <w:tabs>
                <w:tab w:val="left" w:pos="567"/>
                <w:tab w:val="right" w:leader="dot" w:pos="9356"/>
              </w:tabs>
              <w:spacing w:before="20" w:line="288" w:lineRule="auto"/>
              <w:ind w:left="567"/>
            </w:pPr>
            <w:proofErr w:type="spellStart"/>
            <w:r w:rsidRPr="00E96F7D">
              <w:t>Telefaxnr</w:t>
            </w:r>
            <w:proofErr w:type="spellEnd"/>
            <w:r w:rsidRPr="00E96F7D">
              <w:t xml:space="preserve">.: (landekode) (lokalt områdenummer) (...)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E-mail: </w:t>
            </w:r>
            <w:r w:rsidRPr="00E96F7D">
              <w:tab/>
            </w:r>
          </w:p>
        </w:tc>
      </w:tr>
    </w:tbl>
    <w:p w:rsidR="009E78A7" w:rsidRPr="00E96F7D" w:rsidRDefault="009E78A7" w:rsidP="009E78A7">
      <w:pPr>
        <w:spacing w:line="240" w:lineRule="auto"/>
      </w:pPr>
    </w:p>
    <w:p w:rsidR="009E78A7" w:rsidRPr="00E96F7D" w:rsidRDefault="009E78A7" w:rsidP="009E78A7">
      <w:pPr>
        <w:tabs>
          <w:tab w:val="left" w:pos="567"/>
          <w:tab w:val="left" w:pos="1134"/>
        </w:tabs>
        <w:spacing w:line="240" w:lineRule="auto"/>
      </w:pPr>
      <w:r w:rsidRPr="00E96F7D">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9E78A7" w:rsidRPr="00E96F7D">
        <w:trPr>
          <w:jc w:val="center"/>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E78A7" w:rsidRPr="00E96F7D" w:rsidRDefault="009E78A7" w:rsidP="00223DF0">
            <w:pPr>
              <w:tabs>
                <w:tab w:val="left" w:pos="567"/>
                <w:tab w:val="right" w:leader="dot" w:pos="9356"/>
              </w:tabs>
              <w:spacing w:before="20" w:line="288" w:lineRule="auto"/>
              <w:ind w:left="567"/>
            </w:pPr>
            <w:r w:rsidRPr="00E96F7D">
              <w:lastRenderedPageBreak/>
              <w:t xml:space="preserve">Den udstedende judicielle myndigheds og/eller dennes repræsentants underskrift: </w:t>
            </w:r>
            <w:r w:rsidRPr="00E96F7D">
              <w:tab/>
            </w:r>
            <w:r w:rsidRPr="00E96F7D">
              <w:tab/>
            </w:r>
          </w:p>
          <w:p w:rsidR="009E78A7" w:rsidRPr="00E96F7D" w:rsidRDefault="009E78A7" w:rsidP="00223DF0">
            <w:pPr>
              <w:tabs>
                <w:tab w:val="left" w:pos="567"/>
                <w:tab w:val="right" w:leader="dot" w:pos="9356"/>
              </w:tabs>
              <w:spacing w:before="20" w:line="288" w:lineRule="auto"/>
              <w:ind w:left="567"/>
            </w:pPr>
            <w:r w:rsidRPr="00E96F7D">
              <w:tab/>
            </w: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r w:rsidRPr="00E96F7D">
              <w:t xml:space="preserve">Navn: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Funktion (titel/stilling): </w:t>
            </w:r>
            <w:r w:rsidRPr="00E96F7D">
              <w:tab/>
            </w:r>
          </w:p>
          <w:p w:rsidR="009E78A7" w:rsidRPr="00E96F7D" w:rsidRDefault="009E78A7" w:rsidP="00223DF0">
            <w:pPr>
              <w:tabs>
                <w:tab w:val="left" w:pos="567"/>
                <w:tab w:val="right" w:leader="dot" w:pos="9356"/>
              </w:tabs>
              <w:spacing w:before="20" w:line="288" w:lineRule="auto"/>
              <w:ind w:left="567"/>
            </w:pPr>
            <w:r w:rsidRPr="00E96F7D">
              <w:t xml:space="preserve">Dato: </w:t>
            </w:r>
            <w:r w:rsidRPr="00E96F7D">
              <w:tab/>
            </w: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r w:rsidRPr="00E96F7D">
              <w:t>Officielt stempel (hvis et sådant findes)</w:t>
            </w: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p>
          <w:p w:rsidR="009E78A7" w:rsidRPr="00E96F7D" w:rsidRDefault="009E78A7" w:rsidP="00223DF0">
            <w:pPr>
              <w:tabs>
                <w:tab w:val="left" w:pos="567"/>
                <w:tab w:val="right" w:leader="dot" w:pos="9356"/>
              </w:tabs>
              <w:spacing w:before="20" w:line="288" w:lineRule="auto"/>
              <w:ind w:left="567"/>
            </w:pPr>
          </w:p>
        </w:tc>
      </w:tr>
    </w:tbl>
    <w:p w:rsidR="009E78A7" w:rsidRPr="00E96F7D" w:rsidRDefault="009E78A7" w:rsidP="009E78A7">
      <w:pPr>
        <w:tabs>
          <w:tab w:val="left" w:pos="567"/>
          <w:tab w:val="left" w:pos="1134"/>
        </w:tabs>
      </w:pPr>
    </w:p>
    <w:p w:rsidR="009E78A7" w:rsidRPr="00E96F7D" w:rsidRDefault="009E78A7" w:rsidP="009E78A7">
      <w:pPr>
        <w:tabs>
          <w:tab w:val="left" w:pos="567"/>
          <w:tab w:val="left" w:pos="1134"/>
        </w:tabs>
      </w:pPr>
      <w:bookmarkStart w:id="0" w:name="_GoBack"/>
      <w:bookmarkEnd w:id="0"/>
    </w:p>
    <w:sectPr w:rsidR="009E78A7" w:rsidRPr="00E96F7D" w:rsidSect="00536DF1">
      <w:footerReference w:type="default" r:id="rId7"/>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EF3" w:rsidRDefault="00234EF3">
      <w:r>
        <w:separator/>
      </w:r>
    </w:p>
  </w:endnote>
  <w:endnote w:type="continuationSeparator" w:id="0">
    <w:p w:rsidR="00234EF3" w:rsidRDefault="00234EF3">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5" w:rsidRDefault="00466705" w:rsidP="00536DF1">
    <w:pPr>
      <w:pStyle w:val="Footer"/>
    </w:pPr>
  </w:p>
  <w:p w:rsidR="00466705" w:rsidRPr="00536DF1" w:rsidRDefault="00466705" w:rsidP="00536DF1">
    <w:pPr>
      <w:pStyle w:val="Footer"/>
      <w:jc w:val="center"/>
    </w:pPr>
    <w:r>
      <w:t xml:space="preserve">EU/IS/NO/PV/da </w:t>
    </w:r>
    <w:r>
      <w:fldChar w:fldCharType="begin"/>
    </w:r>
    <w:r>
      <w:instrText xml:space="preserve"> PAGE  \* MERGEFORMAT </w:instrText>
    </w:r>
    <w:r>
      <w:fldChar w:fldCharType="separate"/>
    </w:r>
    <w:r w:rsidR="00A403EC">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EF3" w:rsidRDefault="00234EF3">
      <w:pPr>
        <w:pStyle w:val="FootnoteText"/>
      </w:pPr>
      <w:r>
        <w:separator/>
      </w:r>
    </w:p>
  </w:footnote>
  <w:footnote w:type="continuationSeparator" w:id="0">
    <w:p w:rsidR="00234EF3" w:rsidRDefault="00234EF3">
      <w:pPr>
        <w:pStyle w:val="FootnoteText"/>
      </w:pPr>
      <w:r>
        <w:separator/>
      </w:r>
    </w:p>
  </w:footnote>
  <w:footnote w:id="1">
    <w:p w:rsidR="009E78A7" w:rsidRPr="00E96F7D" w:rsidRDefault="00811035" w:rsidP="009E78A7">
      <w:pPr>
        <w:pStyle w:val="FootnoteText"/>
      </w:pPr>
      <w:r w:rsidRPr="00E96F7D">
        <w:rPr>
          <w:rStyle w:val="FootnoteReference"/>
        </w:rPr>
        <w:footnoteRef/>
      </w:r>
      <w:r w:rsidRPr="00E96F7D">
        <w:t xml:space="preserve"> </w:t>
      </w:r>
      <w:r w:rsidRPr="00E96F7D">
        <w:tab/>
        <w:t>Denne arrestordre skal anvendes i henhold til aftalen af</w:t>
      </w:r>
      <w:r w:rsidR="006C54A1">
        <w:t> </w:t>
      </w:r>
      <w:r w:rsidR="00C40D98">
        <w:t xml:space="preserve">28/06/2006 </w:t>
      </w:r>
      <w:r w:rsidRPr="00E96F7D">
        <w:t>mellem Den Europæiske Union og Republikken Island og Kongeriget Norge om procedurerne for overgivelse mellem medlemsstaterne i Den Europæiske Union og Island og Norge. Hvis en judiciel myndighed i en af Den Europæiske Unions medlemsstater i henhold til aftalens artikel 12, stk. 2, og 3 ønsker at indberette en person til Schengen-informationssystemet, anses formularen til den europæiske arrestordre, som findes i bilaget til rammeafgørelse (2002/584/RIA) af 13. juni 2002 om den europæiske arrestordre og om procedurerne for overgivelse mellem medlemsstaterne, dog i forbindelse med denne aftale for at svare til dette format.</w:t>
      </w:r>
    </w:p>
  </w:footnote>
  <w:footnote w:id="2">
    <w:p w:rsidR="009E78A7" w:rsidRPr="00E96F7D" w:rsidRDefault="00811035" w:rsidP="009E78A7">
      <w:pPr>
        <w:pStyle w:val="FootnoteText"/>
      </w:pPr>
      <w:r w:rsidRPr="00E96F7D">
        <w:rPr>
          <w:rStyle w:val="FootnoteReference"/>
        </w:rPr>
        <w:footnoteRef/>
      </w:r>
      <w:r w:rsidRPr="00E96F7D">
        <w:t xml:space="preserve"> </w:t>
      </w:r>
      <w:r w:rsidRPr="00E96F7D">
        <w:tab/>
        <w:t>Denne arrestordre udfærdiges på eller oversættes til et af den fuldbyrdende stats officielle sprog, når denne stat kendes, eller til et andet sprog, som denne stat accepterer.</w:t>
      </w:r>
    </w:p>
  </w:footnote>
  <w:footnote w:id="3">
    <w:p w:rsidR="009E78A7" w:rsidRPr="00E96F7D" w:rsidRDefault="009E78A7" w:rsidP="009E78A7">
      <w:pPr>
        <w:pStyle w:val="FootnoteText"/>
      </w:pPr>
      <w:r w:rsidRPr="00E96F7D">
        <w:rPr>
          <w:rStyle w:val="FootnoteReference"/>
        </w:rPr>
        <w:footnoteRef/>
      </w:r>
      <w:r w:rsidRPr="00E96F7D">
        <w:tab/>
        <w:t>I de forskellige sprogudgaver indsættes en henvisning til "indehaveren" af den judicielle myndighed.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4"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5"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6"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7"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8"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9"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0"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4"/>
  </w:num>
  <w:num w:numId="2">
    <w:abstractNumId w:val="6"/>
  </w:num>
  <w:num w:numId="3">
    <w:abstractNumId w:val="10"/>
  </w:num>
  <w:num w:numId="4">
    <w:abstractNumId w:val="1"/>
  </w:num>
  <w:num w:numId="5">
    <w:abstractNumId w:val="8"/>
  </w:num>
  <w:num w:numId="6">
    <w:abstractNumId w:val="5"/>
  </w:num>
  <w:num w:numId="7">
    <w:abstractNumId w:val="7"/>
  </w:num>
  <w:num w:numId="8">
    <w:abstractNumId w:val="9"/>
  </w:num>
  <w:num w:numId="9">
    <w:abstractNumId w:val="3"/>
  </w:num>
  <w:num w:numId="10">
    <w:abstractNumId w:val="0"/>
  </w:num>
  <w:num w:numId="11">
    <w:abstractNumId w:val="2"/>
  </w:num>
  <w:num w:numId="12">
    <w:abstractNumId w:val="2"/>
  </w:num>
  <w:num w:numId="13">
    <w:abstractNumId w:val="2"/>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da-DK"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DA"/>
  </w:docVars>
  <w:rsids>
    <w:rsidRoot w:val="00966DEB"/>
    <w:rsid w:val="0001555A"/>
    <w:rsid w:val="00064CB0"/>
    <w:rsid w:val="00094CC1"/>
    <w:rsid w:val="00095686"/>
    <w:rsid w:val="000D38DB"/>
    <w:rsid w:val="000F4BF8"/>
    <w:rsid w:val="001003E5"/>
    <w:rsid w:val="001209EF"/>
    <w:rsid w:val="00180AC8"/>
    <w:rsid w:val="00184FE5"/>
    <w:rsid w:val="00223DF0"/>
    <w:rsid w:val="00234EF3"/>
    <w:rsid w:val="00356336"/>
    <w:rsid w:val="003658A5"/>
    <w:rsid w:val="003C605A"/>
    <w:rsid w:val="00466705"/>
    <w:rsid w:val="004A3629"/>
    <w:rsid w:val="004B1A1B"/>
    <w:rsid w:val="00536DF1"/>
    <w:rsid w:val="00544F80"/>
    <w:rsid w:val="00564810"/>
    <w:rsid w:val="00582255"/>
    <w:rsid w:val="00594940"/>
    <w:rsid w:val="005A6D3D"/>
    <w:rsid w:val="00637855"/>
    <w:rsid w:val="006C54A1"/>
    <w:rsid w:val="0077669B"/>
    <w:rsid w:val="007B7897"/>
    <w:rsid w:val="007E7FD9"/>
    <w:rsid w:val="008064C1"/>
    <w:rsid w:val="00811035"/>
    <w:rsid w:val="0081189F"/>
    <w:rsid w:val="00922A67"/>
    <w:rsid w:val="00935146"/>
    <w:rsid w:val="00966DEB"/>
    <w:rsid w:val="0099191A"/>
    <w:rsid w:val="009E78A7"/>
    <w:rsid w:val="00A14F20"/>
    <w:rsid w:val="00A403EC"/>
    <w:rsid w:val="00AC25C4"/>
    <w:rsid w:val="00B12C02"/>
    <w:rsid w:val="00B31C82"/>
    <w:rsid w:val="00B44E55"/>
    <w:rsid w:val="00BA139D"/>
    <w:rsid w:val="00BC56A1"/>
    <w:rsid w:val="00C0521C"/>
    <w:rsid w:val="00C1395E"/>
    <w:rsid w:val="00C40D98"/>
    <w:rsid w:val="00C5634B"/>
    <w:rsid w:val="00C85C1D"/>
    <w:rsid w:val="00CE6F11"/>
    <w:rsid w:val="00D37609"/>
    <w:rsid w:val="00D66D23"/>
    <w:rsid w:val="00E0186B"/>
    <w:rsid w:val="00E83E62"/>
    <w:rsid w:val="00E96F7D"/>
    <w:rsid w:val="00EB220C"/>
    <w:rsid w:val="00F24FC6"/>
    <w:rsid w:val="00F55E26"/>
    <w:rsid w:val="00FD59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5DFB5E97-1A46-42B8-93CE-442B98B4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uto"/>
    </w:pPr>
    <w:rPr>
      <w:sz w:val="24"/>
      <w:lang w:val="da-DK" w:eastAsia="fr-BE"/>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character" w:styleId="Hyperlink">
    <w:name w:val="Hyperlink"/>
    <w:rPr>
      <w:color w:val="0000FF"/>
      <w:u w:val="single"/>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character" w:customStyle="1" w:styleId="DontTranslate">
    <w:name w:val="DontTranslate"/>
    <w:basedOn w:val="DefaultParagraphFont"/>
  </w:style>
  <w:style w:type="paragraph" w:customStyle="1" w:styleId="AddReference">
    <w:name w:val="Add Reference"/>
    <w:basedOn w:val="Normal"/>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C85C1D"/>
    <w:pPr>
      <w:shd w:val="clear" w:color="auto" w:fill="000080"/>
    </w:pPr>
    <w:rPr>
      <w:rFonts w:ascii="Tahoma" w:hAnsi="Tahoma" w:cs="Tahoma"/>
    </w:rPr>
  </w:style>
  <w:style w:type="character" w:customStyle="1" w:styleId="term">
    <w:name w:val="term"/>
    <w:basedOn w:val="DefaultParagraphFont"/>
    <w:rsid w:val="008064C1"/>
  </w:style>
  <w:style w:type="paragraph" w:customStyle="1" w:styleId="Point0">
    <w:name w:val="Point 0"/>
    <w:basedOn w:val="Normal"/>
    <w:rsid w:val="008064C1"/>
    <w:pPr>
      <w:widowControl/>
      <w:spacing w:before="120" w:after="120" w:line="240" w:lineRule="auto"/>
      <w:ind w:left="851" w:hanging="851"/>
      <w:jc w:val="both"/>
    </w:pPr>
  </w:style>
  <w:style w:type="table" w:styleId="TableGrid">
    <w:name w:val="Table Grid"/>
    <w:basedOn w:val="TableNormal"/>
    <w:rsid w:val="008064C1"/>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8064C1"/>
    <w:rPr>
      <w:color w:val="800080"/>
      <w:u w:val="single"/>
    </w:rPr>
  </w:style>
  <w:style w:type="paragraph" w:customStyle="1" w:styleId="DAAutoText">
    <w:name w:val="DA_AutoText"/>
    <w:basedOn w:val="Normal"/>
    <w:rsid w:val="008064C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_GenDa.dot</Template>
  <TotalTime>1</TotalTime>
  <Pages>1</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Ina MANN</dc:creator>
  <cp:keywords/>
  <cp:lastModifiedBy>Dyankova, D.</cp:lastModifiedBy>
  <cp:revision>5</cp:revision>
  <cp:lastPrinted>2006-06-16T13:27:00Z</cp:lastPrinted>
  <dcterms:created xsi:type="dcterms:W3CDTF">2019-11-08T12:26:00Z</dcterms:created>
  <dcterms:modified xsi:type="dcterms:W3CDTF">2019-11-12T16:59:00Z</dcterms:modified>
</cp:coreProperties>
</file>