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82B3" w14:textId="6C75967E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 Formulier 2</w:t>
      </w:r>
    </w:p>
    <w:p w14:paraId="1D1CD470" w14:textId="6F7FD5EF" w:rsidR="004E001B" w:rsidRPr="002520B5" w:rsidRDefault="00785101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Informatie over volledige erkenning van de beslissing betreffende een geldelijke sanctie</w:t>
      </w:r>
    </w:p>
    <w:p w14:paraId="760E8422" w14:textId="163F2332" w:rsidR="004E001B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Kaderbesluit 2005/214/JBZ</w:t>
      </w:r>
      <w:r>
        <w:rPr>
          <w:rStyle w:val="Voetnootmarkering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E5FBCC3" w14:textId="70578AC1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 Informatie van de tenuitvoerleggingsstaat voor de beslissingsstaat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8BB5088" w14:textId="77777777" w:rsidTr="00560EE2">
        <w:tc>
          <w:tcPr>
            <w:tcW w:w="9062" w:type="dxa"/>
          </w:tcPr>
          <w:p w14:paraId="25EFF614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179F89E7" w14:textId="07F99A44" w:rsidR="00C74E85" w:rsidRPr="00EA42E8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Autoriteit tenuitvoerleggingsstaat (afzender)</w:t>
            </w:r>
          </w:p>
          <w:p w14:paraId="4204070A" w14:textId="0D9FDAAE" w:rsidR="004E001B" w:rsidRPr="002520B5" w:rsidRDefault="00C74E85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Officiële </w:t>
            </w:r>
            <w:bookmarkStart w:id="0" w:name="_GoBack"/>
            <w:bookmarkEnd w:id="0"/>
            <w:r w:rsidR="000E2787">
              <w:rPr>
                <w:rFonts w:ascii="Arial" w:hAnsi="Arial"/>
                <w:sz w:val="22"/>
              </w:rPr>
              <w:t>naam</w:t>
            </w:r>
            <w:r>
              <w:rPr>
                <w:rFonts w:ascii="Arial" w:hAnsi="Arial"/>
                <w:sz w:val="22"/>
              </w:rPr>
              <w:t>:………………………………………………………………………………………</w:t>
            </w:r>
          </w:p>
          <w:p w14:paraId="2F8ED770" w14:textId="0AEA1379" w:rsidR="004E001B" w:rsidRPr="002520B5" w:rsidRDefault="00560EE2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Contactgegevens:……………………………………………………………………………….</w:t>
            </w:r>
          </w:p>
          <w:p w14:paraId="5B344EDD" w14:textId="4894EC9F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Autoriteit beslissingsstaat (</w:t>
            </w:r>
            <w:r>
              <w:rPr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2"/>
                <w:u w:val="single"/>
              </w:rPr>
              <w:t>geadresseerde)</w:t>
            </w:r>
          </w:p>
          <w:p w14:paraId="0E90C434" w14:textId="14467E6F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Officiële </w:t>
            </w:r>
            <w:r w:rsidR="000E2787">
              <w:rPr>
                <w:rFonts w:ascii="Arial" w:hAnsi="Arial"/>
                <w:sz w:val="22"/>
              </w:rPr>
              <w:t>naam</w:t>
            </w:r>
            <w:r>
              <w:rPr>
                <w:rFonts w:ascii="Arial" w:hAnsi="Arial"/>
                <w:sz w:val="22"/>
              </w:rPr>
              <w:t>:……………………….…………………………………………………………..</w:t>
            </w:r>
          </w:p>
          <w:p w14:paraId="62C3B31D" w14:textId="3A4FBC86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Contactgegevens:……………………………………………………………………………</w:t>
            </w:r>
          </w:p>
        </w:tc>
      </w:tr>
      <w:tr w:rsidR="00560EE2" w:rsidRPr="00147CF4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451A3F6E" w14:textId="6F6D26A9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Dossiernr. tenuitvoerleggingsstaat:……………………………….……..……...</w:t>
            </w:r>
          </w:p>
          <w:p w14:paraId="1B0044B7" w14:textId="49712664" w:rsidR="00560EE2" w:rsidRPr="00560EE2" w:rsidRDefault="00560EE2" w:rsidP="000E278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Dossiernr. beslissingsstaat:……………………………………………………………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847A4C">
              <w:rPr>
                <w:rFonts w:ascii="Arial" w:hAnsi="Arial" w:cs="Arial"/>
                <w:b/>
                <w:sz w:val="22"/>
                <w:szCs w:val="22"/>
              </w:rPr>
            </w:r>
            <w:r w:rsidR="00847A4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847A4C">
              <w:rPr>
                <w:rFonts w:ascii="Arial" w:hAnsi="Arial" w:cs="Arial"/>
                <w:b/>
                <w:sz w:val="22"/>
                <w:szCs w:val="22"/>
              </w:rPr>
            </w:r>
            <w:r w:rsidR="00847A4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560EE2" w:rsidRPr="002520B5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6470200" w14:textId="14DAB40E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Naam betrokken</w:t>
            </w:r>
            <w:r w:rsidR="000E2787">
              <w:rPr>
                <w:rFonts w:ascii="Arial" w:hAnsi="Arial"/>
                <w:b/>
                <w:sz w:val="22"/>
              </w:rPr>
              <w:t xml:space="preserve"> natuurlijke</w:t>
            </w:r>
            <w:r>
              <w:rPr>
                <w:rFonts w:ascii="Arial" w:hAnsi="Arial"/>
                <w:b/>
                <w:sz w:val="22"/>
              </w:rPr>
              <w:t xml:space="preserve"> persoon: ……………………………….……..……………………….</w:t>
            </w:r>
          </w:p>
          <w:p w14:paraId="0D24745F" w14:textId="1236D6AE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Geboortedatum en -plaats: ……………………………….……..…………………………………</w:t>
            </w:r>
          </w:p>
          <w:p w14:paraId="4A912718" w14:textId="62CD1254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Woonplaats: ……………………………….……..………………………………………</w:t>
            </w:r>
          </w:p>
          <w:p w14:paraId="3D95A19B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OF</w:t>
            </w:r>
          </w:p>
          <w:p w14:paraId="306581A4" w14:textId="253A3BE1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Naam betrokken rechtspersoon: ……………………………….……..………………..</w:t>
            </w:r>
          </w:p>
          <w:p w14:paraId="412B2B3F" w14:textId="132A8229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Statutaire zetel: ……………………………….……..………………………………………….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847A4C">
              <w:rPr>
                <w:rFonts w:ascii="Arial" w:hAnsi="Arial" w:cs="Arial"/>
                <w:b/>
                <w:sz w:val="22"/>
                <w:szCs w:val="22"/>
              </w:rPr>
            </w:r>
            <w:r w:rsidR="00847A4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1474C4E3" w14:textId="663271AA" w:rsidR="004E001B" w:rsidRPr="00BD452E" w:rsidRDefault="004E001B" w:rsidP="00007D8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125398D5" w14:textId="77777777" w:rsidTr="008303D0">
        <w:tc>
          <w:tcPr>
            <w:tcW w:w="9062" w:type="dxa"/>
          </w:tcPr>
          <w:p w14:paraId="5EB1F17C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Erkenning</w:t>
            </w:r>
          </w:p>
          <w:p w14:paraId="6B8A04A6" w14:textId="4F7CE65B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84_934791674"/>
            <w:bookmarkStart w:id="2" w:name="Kontrollkästchen1"/>
            <w:bookmarkEnd w:id="1"/>
            <w:r w:rsidR="00847A4C">
              <w:rPr>
                <w:rFonts w:ascii="Arial" w:hAnsi="Arial" w:cs="Arial"/>
                <w:sz w:val="22"/>
                <w:szCs w:val="22"/>
              </w:rPr>
            </w:r>
            <w:r w:rsidR="00847A4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volledige erkenning van de beslissing betreffende de geldelijke sanctie (datum):……….…..………………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847A4C">
              <w:rPr>
                <w:rFonts w:ascii="Arial" w:hAnsi="Arial" w:cs="Arial"/>
                <w:sz w:val="22"/>
                <w:szCs w:val="22"/>
              </w:rPr>
            </w:r>
            <w:r w:rsidR="00847A4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" w:name="__Fieldmark__120_934791674"/>
            <w:bookmarkStart w:id="4" w:name="Text2915"/>
            <w:bookmarkEnd w:id="3"/>
            <w:bookmarkEnd w:id="4"/>
            <w:r>
              <w:fldChar w:fldCharType="end"/>
            </w:r>
          </w:p>
          <w:p w14:paraId="7AA12E3C" w14:textId="11F42481" w:rsidR="00A60C45" w:rsidRPr="00D7529E" w:rsidRDefault="00A60C45" w:rsidP="00A60C45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-  de beslissing is erkend voor het bedrag in euro: ..…….</w:t>
            </w:r>
          </w:p>
          <w:p w14:paraId="1477A52B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indien van toepassing, in andere nationale valuta van de tenuitvoerleggingsstaat: ………            </w:t>
            </w:r>
          </w:p>
          <w:p w14:paraId="4D080F5A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BGN/HRK/CZK/GBP/HUF/PLN/RON/SEK</w:t>
            </w:r>
          </w:p>
          <w:p w14:paraId="7EA506A0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666_934791674"/>
            <w:bookmarkStart w:id="6" w:name="Kontrollkästchen13"/>
            <w:bookmarkEnd w:id="5"/>
            <w:r w:rsidR="00847A4C">
              <w:rPr>
                <w:rFonts w:ascii="Arial" w:hAnsi="Arial" w:cs="Arial"/>
                <w:sz w:val="22"/>
                <w:szCs w:val="22"/>
              </w:rPr>
            </w:r>
            <w:r w:rsidR="00847A4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indien van toepassing, betaling in termijnen:</w:t>
            </w:r>
          </w:p>
          <w:p w14:paraId="1BFC2016" w14:textId="7E8E3BCB" w:rsidR="004E001B" w:rsidRPr="002520B5" w:rsidRDefault="004E001B" w:rsidP="00073423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datum van de beslissing betreffende de goedkeuring van betaling in termijnen:……………………..</w:t>
            </w:r>
          </w:p>
          <w:p w14:paraId="51DD09FF" w14:textId="1D57736E" w:rsidR="004E001B" w:rsidRDefault="004E001B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— betalings</w:t>
            </w:r>
            <w:r w:rsidR="002A61CC">
              <w:rPr>
                <w:rFonts w:ascii="Arial" w:hAnsi="Arial"/>
                <w:sz w:val="22"/>
              </w:rPr>
              <w:t>regeling</w:t>
            </w:r>
            <w:r>
              <w:rPr>
                <w:rFonts w:ascii="Arial" w:hAnsi="Arial"/>
                <w:sz w:val="22"/>
              </w:rPr>
              <w:t xml:space="preserve"> (details over dat</w:t>
            </w:r>
            <w:r w:rsidR="004C1121">
              <w:rPr>
                <w:rFonts w:ascii="Arial" w:hAnsi="Arial"/>
                <w:sz w:val="22"/>
              </w:rPr>
              <w:t>a</w:t>
            </w:r>
            <w:r>
              <w:rPr>
                <w:rFonts w:ascii="Arial" w:hAnsi="Arial"/>
                <w:sz w:val="22"/>
              </w:rPr>
              <w:t xml:space="preserve"> en bedragen):  ……………….………………</w:t>
            </w:r>
          </w:p>
          <w:p w14:paraId="03C31F5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5F4D7B2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61A52517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792A143C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51039AB9" w14:textId="427E0F9F" w:rsidR="00706388" w:rsidRPr="002520B5" w:rsidRDefault="00706388" w:rsidP="00A60C45">
            <w:pPr>
              <w:spacing w:line="360" w:lineRule="auto"/>
              <w:ind w:firstLine="705"/>
              <w:rPr>
                <w:rFonts w:ascii="Arial" w:hAnsi="Arial" w:cs="Arial"/>
              </w:rPr>
            </w:pPr>
          </w:p>
        </w:tc>
      </w:tr>
      <w:tr w:rsidR="008303D0" w:rsidRPr="00147CF4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0C1F0EE8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Handtekening van de autoriteit van de tenuitvoerleggingsstaat en/of de vertegenwoordiger daarvan</w:t>
            </w:r>
          </w:p>
          <w:p w14:paraId="5B22D3DA" w14:textId="77777777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Naam: ………………………………………………………………………………………………...</w:t>
            </w:r>
          </w:p>
          <w:p w14:paraId="6226479B" w14:textId="5BA696E3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Functie (titel/graad): …………………………………………………………………………….</w:t>
            </w:r>
          </w:p>
          <w:p w14:paraId="213EFCB5" w14:textId="592F5015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Datum: ………………………………………………………………………………………………….</w:t>
            </w:r>
          </w:p>
          <w:p w14:paraId="134C628A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6DECCB" w14:textId="3B53A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Officieel stempel (indien beschikbaar)</w:t>
            </w:r>
          </w:p>
        </w:tc>
      </w:tr>
    </w:tbl>
    <w:p w14:paraId="1D3877BD" w14:textId="2CD33961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E001B" w:rsidRPr="00AE3830" w:rsidSect="00687183">
      <w:footerReference w:type="default" r:id="rId8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9A18A" w14:textId="77777777" w:rsidR="00813D8E" w:rsidRDefault="00813D8E" w:rsidP="00C417FF">
      <w:r>
        <w:separator/>
      </w:r>
    </w:p>
  </w:endnote>
  <w:endnote w:type="continuationSeparator" w:id="0">
    <w:p w14:paraId="624AB0F8" w14:textId="77777777" w:rsidR="00813D8E" w:rsidRDefault="00813D8E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5A1BB526" w:rsidR="00A8140A" w:rsidRDefault="00A8140A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A4C">
          <w:rPr>
            <w:noProof/>
          </w:rPr>
          <w:t>1</w:t>
        </w:r>
        <w:r>
          <w:fldChar w:fldCharType="end"/>
        </w:r>
      </w:p>
    </w:sdtContent>
  </w:sdt>
  <w:p w14:paraId="775462B6" w14:textId="77777777" w:rsidR="004E001B" w:rsidRDefault="004E001B" w:rsidP="002B734E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72256" w14:textId="77777777" w:rsidR="00813D8E" w:rsidRDefault="00813D8E" w:rsidP="00C417FF">
      <w:r>
        <w:separator/>
      </w:r>
    </w:p>
  </w:footnote>
  <w:footnote w:type="continuationSeparator" w:id="0">
    <w:p w14:paraId="2C4DB5CB" w14:textId="77777777" w:rsidR="00813D8E" w:rsidRDefault="00813D8E" w:rsidP="00C417FF">
      <w:r>
        <w:continuationSeparator/>
      </w:r>
    </w:p>
  </w:footnote>
  <w:footnote w:id="1">
    <w:p w14:paraId="7B00301D" w14:textId="77777777" w:rsidR="004E001B" w:rsidRPr="00847A4C" w:rsidRDefault="004E001B" w:rsidP="001C5AF4">
      <w:pPr>
        <w:pStyle w:val="Voetnoottekst"/>
        <w:jc w:val="both"/>
      </w:pPr>
      <w:r>
        <w:rPr>
          <w:rStyle w:val="Voetnootmarkering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Kaderbesluit 2005/214/JBZ van de Raad van 24 februari 2005 inzake de toepassing van het beginsel van wederzijdse erkenning op geldelijke sancties (PB L 76 van 22.3.2005, blz. 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3423"/>
    <w:rsid w:val="000A328F"/>
    <w:rsid w:val="000E2787"/>
    <w:rsid w:val="00100B6E"/>
    <w:rsid w:val="00147CF4"/>
    <w:rsid w:val="001A5F6B"/>
    <w:rsid w:val="001C5AF4"/>
    <w:rsid w:val="00246F26"/>
    <w:rsid w:val="002520B5"/>
    <w:rsid w:val="00292CCE"/>
    <w:rsid w:val="002A61CC"/>
    <w:rsid w:val="002B734E"/>
    <w:rsid w:val="002C4F6A"/>
    <w:rsid w:val="002F2EC7"/>
    <w:rsid w:val="00371FB3"/>
    <w:rsid w:val="003B2DC6"/>
    <w:rsid w:val="004C1121"/>
    <w:rsid w:val="004D1CE7"/>
    <w:rsid w:val="004E001B"/>
    <w:rsid w:val="00560EE2"/>
    <w:rsid w:val="005A7B48"/>
    <w:rsid w:val="005F7953"/>
    <w:rsid w:val="00687183"/>
    <w:rsid w:val="00706388"/>
    <w:rsid w:val="00716742"/>
    <w:rsid w:val="0075661E"/>
    <w:rsid w:val="00785101"/>
    <w:rsid w:val="007B55D0"/>
    <w:rsid w:val="007D0B14"/>
    <w:rsid w:val="007F1431"/>
    <w:rsid w:val="00813D8E"/>
    <w:rsid w:val="00826096"/>
    <w:rsid w:val="008303D0"/>
    <w:rsid w:val="00847A4C"/>
    <w:rsid w:val="00881618"/>
    <w:rsid w:val="00882840"/>
    <w:rsid w:val="008B3EB4"/>
    <w:rsid w:val="0094291D"/>
    <w:rsid w:val="009A3CE2"/>
    <w:rsid w:val="00A60C45"/>
    <w:rsid w:val="00A8140A"/>
    <w:rsid w:val="00A83F3A"/>
    <w:rsid w:val="00A849C3"/>
    <w:rsid w:val="00A87866"/>
    <w:rsid w:val="00AC3294"/>
    <w:rsid w:val="00AC53E1"/>
    <w:rsid w:val="00AE3830"/>
    <w:rsid w:val="00B04455"/>
    <w:rsid w:val="00B45FD6"/>
    <w:rsid w:val="00BB15A7"/>
    <w:rsid w:val="00BB4C03"/>
    <w:rsid w:val="00BD452E"/>
    <w:rsid w:val="00C01022"/>
    <w:rsid w:val="00C04428"/>
    <w:rsid w:val="00C417FF"/>
    <w:rsid w:val="00C56F00"/>
    <w:rsid w:val="00C74E85"/>
    <w:rsid w:val="00C868F0"/>
    <w:rsid w:val="00CC4B3F"/>
    <w:rsid w:val="00D0542D"/>
    <w:rsid w:val="00D22D23"/>
    <w:rsid w:val="00D47518"/>
    <w:rsid w:val="00D67DCD"/>
    <w:rsid w:val="00D853D2"/>
    <w:rsid w:val="00DB4189"/>
    <w:rsid w:val="00E021C5"/>
    <w:rsid w:val="00F305FE"/>
    <w:rsid w:val="00F34207"/>
    <w:rsid w:val="00F8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4692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nl-NL" w:eastAsia="nl-NL" w:bidi="nl-N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007D85"/>
    <w:rPr>
      <w:rFonts w:ascii="Tahoma" w:hAnsi="Tahoma" w:cs="Tahoma"/>
      <w:sz w:val="16"/>
      <w:szCs w:val="16"/>
      <w:lang w:val="nl-NL" w:eastAsia="nl-NL"/>
    </w:rPr>
  </w:style>
  <w:style w:type="paragraph" w:styleId="Voetnoottekst">
    <w:name w:val="footnote text"/>
    <w:basedOn w:val="Standaard"/>
    <w:link w:val="VoetnoottekstChar"/>
    <w:uiPriority w:val="99"/>
    <w:semiHidden/>
    <w:rsid w:val="00C417FF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nl-NL" w:eastAsia="nl-NL"/>
    </w:rPr>
  </w:style>
  <w:style w:type="character" w:styleId="Voetnootmarkering">
    <w:name w:val="footnote reference"/>
    <w:basedOn w:val="Standaardalinea-lettertype"/>
    <w:uiPriority w:val="99"/>
    <w:semiHidden/>
    <w:rsid w:val="00C417FF"/>
    <w:rPr>
      <w:rFonts w:cs="Times New Roman"/>
      <w:vertAlign w:val="superscript"/>
    </w:rPr>
  </w:style>
  <w:style w:type="paragraph" w:styleId="Koptekst">
    <w:name w:val="header"/>
    <w:basedOn w:val="Standaard"/>
    <w:link w:val="Koptekst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locked/>
    <w:rsid w:val="002B734E"/>
    <w:rPr>
      <w:rFonts w:ascii="Times New Roman" w:hAnsi="Times New Roman" w:cs="Times New Roman"/>
      <w:sz w:val="24"/>
      <w:szCs w:val="24"/>
      <w:lang w:val="nl-NL" w:eastAsia="nl-NL"/>
    </w:rPr>
  </w:style>
  <w:style w:type="paragraph" w:styleId="Voettekst">
    <w:name w:val="footer"/>
    <w:basedOn w:val="Standaard"/>
    <w:link w:val="Voettekst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2B734E"/>
    <w:rPr>
      <w:rFonts w:ascii="Times New Roman" w:hAnsi="Times New Roman" w:cs="Times New Roman"/>
      <w:sz w:val="24"/>
      <w:szCs w:val="24"/>
      <w:lang w:val="nl-NL" w:eastAsia="nl-NL"/>
    </w:rPr>
  </w:style>
  <w:style w:type="table" w:styleId="Tabelraster">
    <w:name w:val="Table Grid"/>
    <w:basedOn w:val="Standaardtabe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rsid w:val="005A7B48"/>
    <w:rPr>
      <w:rFonts w:cs="Times New Roman"/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rsid w:val="005A7B48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5A7B4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nl-NL" w:eastAsia="nl-NL"/>
    </w:rPr>
  </w:style>
  <w:style w:type="paragraph" w:styleId="Revisie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nl-NL" w:eastAsia="nl-NL" w:bidi="nl-N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007D85"/>
    <w:rPr>
      <w:rFonts w:ascii="Tahoma" w:hAnsi="Tahoma" w:cs="Tahoma"/>
      <w:sz w:val="16"/>
      <w:szCs w:val="16"/>
      <w:lang w:val="nl-NL" w:eastAsia="nl-NL"/>
    </w:rPr>
  </w:style>
  <w:style w:type="paragraph" w:styleId="Voetnoottekst">
    <w:name w:val="footnote text"/>
    <w:basedOn w:val="Standaard"/>
    <w:link w:val="VoetnoottekstChar"/>
    <w:uiPriority w:val="99"/>
    <w:semiHidden/>
    <w:rsid w:val="00C417FF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nl-NL" w:eastAsia="nl-NL"/>
    </w:rPr>
  </w:style>
  <w:style w:type="character" w:styleId="Voetnootmarkering">
    <w:name w:val="footnote reference"/>
    <w:basedOn w:val="Standaardalinea-lettertype"/>
    <w:uiPriority w:val="99"/>
    <w:semiHidden/>
    <w:rsid w:val="00C417FF"/>
    <w:rPr>
      <w:rFonts w:cs="Times New Roman"/>
      <w:vertAlign w:val="superscript"/>
    </w:rPr>
  </w:style>
  <w:style w:type="paragraph" w:styleId="Koptekst">
    <w:name w:val="header"/>
    <w:basedOn w:val="Standaard"/>
    <w:link w:val="Koptekst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locked/>
    <w:rsid w:val="002B734E"/>
    <w:rPr>
      <w:rFonts w:ascii="Times New Roman" w:hAnsi="Times New Roman" w:cs="Times New Roman"/>
      <w:sz w:val="24"/>
      <w:szCs w:val="24"/>
      <w:lang w:val="nl-NL" w:eastAsia="nl-NL"/>
    </w:rPr>
  </w:style>
  <w:style w:type="paragraph" w:styleId="Voettekst">
    <w:name w:val="footer"/>
    <w:basedOn w:val="Standaard"/>
    <w:link w:val="Voettekst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2B734E"/>
    <w:rPr>
      <w:rFonts w:ascii="Times New Roman" w:hAnsi="Times New Roman" w:cs="Times New Roman"/>
      <w:sz w:val="24"/>
      <w:szCs w:val="24"/>
      <w:lang w:val="nl-NL" w:eastAsia="nl-NL"/>
    </w:rPr>
  </w:style>
  <w:style w:type="table" w:styleId="Tabelraster">
    <w:name w:val="Table Grid"/>
    <w:basedOn w:val="Standaardtabe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rsid w:val="005A7B48"/>
    <w:rPr>
      <w:rFonts w:cs="Times New Roman"/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rsid w:val="005A7B48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5A7B4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nl-NL" w:eastAsia="nl-NL"/>
    </w:rPr>
  </w:style>
  <w:style w:type="paragraph" w:styleId="Revisie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ECD9B-21DB-495E-A29B-75954782B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491C1DA9.dotm</Template>
  <TotalTime>0</TotalTime>
  <Pages>2</Pages>
  <Words>146</Words>
  <Characters>1678</Characters>
  <Application>Microsoft Office Word</Application>
  <DocSecurity>0</DocSecurity>
  <Lines>13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1</vt:lpstr>
      <vt:lpstr>Draft Form 1</vt:lpstr>
      <vt:lpstr>Draft Form 1</vt:lpstr>
    </vt:vector>
  </TitlesOfParts>
  <Company>European Commission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Boer, J. de (Janne Lise)</cp:lastModifiedBy>
  <cp:revision>2</cp:revision>
  <cp:lastPrinted>2017-05-18T10:59:00Z</cp:lastPrinted>
  <dcterms:created xsi:type="dcterms:W3CDTF">2017-09-11T13:19:00Z</dcterms:created>
  <dcterms:modified xsi:type="dcterms:W3CDTF">2017-09-11T13:19:00Z</dcterms:modified>
</cp:coreProperties>
</file>