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E87" w:rsidRDefault="00207E87" w:rsidP="00207E87">
      <w:pPr>
        <w:jc w:val="center"/>
        <w:rPr>
          <w:rFonts w:ascii="Times New Roman" w:hAnsi="Times New Roman"/>
          <w:b/>
          <w:szCs w:val="24"/>
        </w:rPr>
      </w:pPr>
    </w:p>
    <w:p w:rsidR="00207E87" w:rsidRPr="002A23C1" w:rsidRDefault="00752D1F" w:rsidP="00207E87">
      <w:pPr>
        <w:jc w:val="center"/>
        <w:rPr>
          <w:rFonts w:ascii="Times New Roman" w:hAnsi="Times New Roman"/>
          <w:b/>
          <w:szCs w:val="24"/>
        </w:rPr>
      </w:pPr>
      <w:r w:rsidRPr="00752D1F">
        <w:rPr>
          <w:rFonts w:ascii="Times New Roman" w:hAnsi="Times New Roman"/>
          <w:b/>
          <w:szCs w:val="24"/>
        </w:rPr>
        <w:t>FORMBLATT</w:t>
      </w:r>
    </w:p>
    <w:p w:rsidR="00207E87" w:rsidRDefault="00207E87" w:rsidP="00207E87">
      <w:pPr>
        <w:jc w:val="center"/>
        <w:rPr>
          <w:rFonts w:ascii="Times New Roman" w:hAnsi="Times New Roman"/>
          <w:b/>
          <w:szCs w:val="24"/>
        </w:rPr>
      </w:pPr>
    </w:p>
    <w:p w:rsidR="00752D1F" w:rsidRPr="00752D1F" w:rsidRDefault="00752D1F" w:rsidP="00752D1F">
      <w:pPr>
        <w:jc w:val="center"/>
        <w:rPr>
          <w:rFonts w:ascii="Times New Roman" w:hAnsi="Times New Roman"/>
          <w:b/>
          <w:szCs w:val="24"/>
        </w:rPr>
      </w:pPr>
      <w:r w:rsidRPr="00752D1F">
        <w:rPr>
          <w:rFonts w:ascii="Times New Roman" w:hAnsi="Times New Roman"/>
          <w:b/>
          <w:szCs w:val="24"/>
        </w:rPr>
        <w:t>nach Artikel 19 des Rahmenbeschlusses 2009/829/JI des Rates vom 23. Oktober 2009 über die Anwendung — zwischen</w:t>
      </w:r>
      <w:r>
        <w:rPr>
          <w:rFonts w:ascii="Times New Roman" w:hAnsi="Times New Roman"/>
          <w:b/>
          <w:szCs w:val="24"/>
        </w:rPr>
        <w:t xml:space="preserve"> </w:t>
      </w:r>
      <w:r w:rsidRPr="00752D1F">
        <w:rPr>
          <w:rFonts w:ascii="Times New Roman" w:hAnsi="Times New Roman"/>
          <w:b/>
          <w:szCs w:val="24"/>
        </w:rPr>
        <w:t>den Mitgliedstaaten der Europäischen Union — des Grundsatzes der gegenseitigen Anerkennung auf Entscheidungen über</w:t>
      </w:r>
    </w:p>
    <w:p w:rsidR="00752D1F" w:rsidRDefault="00752D1F" w:rsidP="00752D1F">
      <w:pPr>
        <w:jc w:val="center"/>
        <w:rPr>
          <w:rFonts w:ascii="Times New Roman" w:hAnsi="Times New Roman"/>
          <w:b/>
          <w:szCs w:val="24"/>
        </w:rPr>
      </w:pPr>
      <w:r w:rsidRPr="00752D1F">
        <w:rPr>
          <w:rFonts w:ascii="Times New Roman" w:hAnsi="Times New Roman"/>
          <w:b/>
          <w:szCs w:val="24"/>
        </w:rPr>
        <w:t>Überwachungsmaßnahmen als Alternative zur Untersuchungshaft</w:t>
      </w:r>
    </w:p>
    <w:p w:rsidR="00B43C45" w:rsidRDefault="00B43C45" w:rsidP="00752D1F">
      <w:pPr>
        <w:jc w:val="center"/>
        <w:rPr>
          <w:rFonts w:ascii="Times New Roman" w:hAnsi="Times New Roman"/>
          <w:szCs w:val="24"/>
        </w:rPr>
      </w:pPr>
    </w:p>
    <w:p w:rsidR="00752D1F" w:rsidRPr="001368BE" w:rsidRDefault="00752D1F" w:rsidP="00752D1F">
      <w:pPr>
        <w:jc w:val="center"/>
        <w:rPr>
          <w:rFonts w:ascii="Times New Roman" w:hAnsi="Times New Roman"/>
          <w:b/>
          <w:szCs w:val="24"/>
        </w:rPr>
      </w:pPr>
      <w:r w:rsidRPr="00752D1F">
        <w:rPr>
          <w:rFonts w:ascii="Times New Roman" w:hAnsi="Times New Roman"/>
          <w:b/>
          <w:szCs w:val="24"/>
        </w:rPr>
        <w:t>MELDUNG EINES VERSTOSSES GEGEN EINE ÜBERWACHUNGSMASSNAHME UND/ODER SONSTIGER</w:t>
      </w:r>
      <w:r>
        <w:rPr>
          <w:rFonts w:ascii="Times New Roman" w:hAnsi="Times New Roman"/>
          <w:b/>
          <w:szCs w:val="24"/>
        </w:rPr>
        <w:t xml:space="preserve"> </w:t>
      </w:r>
      <w:r w:rsidRPr="00752D1F">
        <w:rPr>
          <w:rFonts w:ascii="Times New Roman" w:hAnsi="Times New Roman"/>
          <w:b/>
          <w:szCs w:val="24"/>
        </w:rPr>
        <w:t>ERKENNTNISSE, DIE EINE WEITERE ENTSCHEIDUNG NACH SICH ZIEHEN KÖNNTEN</w:t>
      </w:r>
    </w:p>
    <w:p w:rsidR="00207E87" w:rsidRPr="002A23C1" w:rsidRDefault="00207E87" w:rsidP="00207E87">
      <w:pPr>
        <w:rPr>
          <w:rFonts w:ascii="Times New Roman" w:hAnsi="Times New Roman"/>
          <w:b/>
          <w:sz w:val="16"/>
          <w:szCs w:val="16"/>
        </w:rPr>
      </w:pP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9001"/>
      </w:tblGrid>
      <w:tr w:rsidR="00207E87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bottom w:val="nil"/>
            </w:tcBorders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2A23C1" w:rsidRDefault="00752D1F" w:rsidP="00E11A91">
            <w:pPr>
              <w:keepNext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</w:t>
            </w:r>
            <w:r w:rsidR="00207E87" w:rsidRPr="002A23C1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001" w:type="dxa"/>
            <w:tcBorders>
              <w:bottom w:val="nil"/>
            </w:tcBorders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BD7CA3" w:rsidRDefault="00752D1F" w:rsidP="00802223">
            <w:pPr>
              <w:keepNext/>
              <w:rPr>
                <w:rFonts w:ascii="Times New Roman" w:hAnsi="Times New Roman"/>
                <w:szCs w:val="24"/>
              </w:rPr>
            </w:pPr>
            <w:r w:rsidRPr="00752D1F">
              <w:rPr>
                <w:rFonts w:ascii="Times New Roman" w:hAnsi="Times New Roman"/>
                <w:szCs w:val="24"/>
              </w:rPr>
              <w:t>Angaben zur Identität der der Überwachung unterliegenden Person:</w:t>
            </w:r>
          </w:p>
        </w:tc>
      </w:tr>
      <w:tr w:rsidR="00752D1F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52D1F" w:rsidRPr="002A23C1" w:rsidRDefault="00752D1F" w:rsidP="009125F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752D1F" w:rsidRPr="00360D67" w:rsidRDefault="00752D1F" w:rsidP="00752D1F">
            <w:pPr>
              <w:rPr>
                <w:rFonts w:ascii="Times New Roman" w:hAnsi="Times New Roman"/>
                <w:szCs w:val="24"/>
              </w:rPr>
            </w:pPr>
            <w:r w:rsidRPr="00CD7B19">
              <w:rPr>
                <w:rFonts w:ascii="Times New Roman" w:hAnsi="Times New Roman"/>
                <w:szCs w:val="24"/>
              </w:rPr>
              <w:t>Familienname:</w:t>
            </w:r>
            <w:r w:rsidRPr="002A23C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0" w:name="Text97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bookmarkStart w:id="1" w:name="_GoBack"/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bookmarkEnd w:id="1"/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0"/>
          </w:p>
        </w:tc>
      </w:tr>
      <w:tr w:rsidR="00752D1F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52D1F" w:rsidRPr="002A23C1" w:rsidRDefault="00752D1F" w:rsidP="009125F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752D1F" w:rsidRPr="00360D67" w:rsidRDefault="00752D1F" w:rsidP="00752D1F">
            <w:pPr>
              <w:rPr>
                <w:rFonts w:ascii="Times New Roman" w:hAnsi="Times New Roman"/>
                <w:szCs w:val="24"/>
              </w:rPr>
            </w:pPr>
            <w:r w:rsidRPr="0084356F">
              <w:rPr>
                <w:rFonts w:ascii="Times New Roman" w:hAnsi="Times New Roman"/>
                <w:szCs w:val="24"/>
              </w:rPr>
              <w:t>Vorname(n):</w:t>
            </w:r>
            <w:r w:rsidRPr="002A23C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2" w:name="Text98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2"/>
          </w:p>
        </w:tc>
      </w:tr>
      <w:tr w:rsidR="00752D1F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52D1F" w:rsidRPr="002A23C1" w:rsidRDefault="00752D1F" w:rsidP="009125F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752D1F" w:rsidRPr="00360D67" w:rsidRDefault="00752D1F" w:rsidP="00752D1F">
            <w:pPr>
              <w:rPr>
                <w:rFonts w:ascii="Times New Roman" w:hAnsi="Times New Roman"/>
                <w:szCs w:val="24"/>
              </w:rPr>
            </w:pPr>
            <w:r w:rsidRPr="00CD7B19">
              <w:rPr>
                <w:rFonts w:ascii="Times New Roman" w:hAnsi="Times New Roman"/>
                <w:szCs w:val="24"/>
              </w:rPr>
              <w:t>Ggf. Geburtsname:</w:t>
            </w:r>
            <w:r w:rsidRPr="002A23C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3" w:name="Text99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"/>
          </w:p>
        </w:tc>
      </w:tr>
      <w:tr w:rsidR="00752D1F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52D1F" w:rsidRPr="002A23C1" w:rsidRDefault="00752D1F" w:rsidP="009125F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752D1F" w:rsidRPr="002A23C1" w:rsidRDefault="00752D1F" w:rsidP="00752D1F">
            <w:pPr>
              <w:rPr>
                <w:rFonts w:ascii="Times New Roman" w:hAnsi="Times New Roman"/>
                <w:szCs w:val="24"/>
              </w:rPr>
            </w:pPr>
            <w:r w:rsidRPr="00CD7B19">
              <w:rPr>
                <w:rFonts w:ascii="Times New Roman" w:hAnsi="Times New Roman"/>
                <w:szCs w:val="24"/>
              </w:rPr>
              <w:t>Ggf. Aliasname(n)</w:t>
            </w:r>
            <w:r>
              <w:rPr>
                <w:rFonts w:ascii="Times New Roman" w:hAnsi="Times New Roman"/>
                <w:szCs w:val="24"/>
              </w:rPr>
              <w:t xml:space="preserve">: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bookmarkStart w:id="4" w:name="Text100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4"/>
          </w:p>
        </w:tc>
      </w:tr>
      <w:tr w:rsidR="00752D1F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52D1F" w:rsidRPr="002A23C1" w:rsidRDefault="00752D1F" w:rsidP="009125F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752D1F" w:rsidRPr="002A23C1" w:rsidRDefault="00752D1F" w:rsidP="00752D1F">
            <w:pPr>
              <w:rPr>
                <w:rFonts w:ascii="Times New Roman" w:hAnsi="Times New Roman"/>
                <w:szCs w:val="24"/>
              </w:rPr>
            </w:pPr>
            <w:r w:rsidRPr="0084356F">
              <w:rPr>
                <w:rFonts w:ascii="Times New Roman" w:hAnsi="Times New Roman"/>
                <w:szCs w:val="24"/>
              </w:rPr>
              <w:t>Geschlecht: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5" w:name="Text101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5"/>
          </w:p>
        </w:tc>
      </w:tr>
      <w:tr w:rsidR="00752D1F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52D1F" w:rsidRPr="002A23C1" w:rsidRDefault="00752D1F" w:rsidP="009125F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752D1F" w:rsidRPr="002A23C1" w:rsidRDefault="00752D1F" w:rsidP="00752D1F">
            <w:pPr>
              <w:rPr>
                <w:rFonts w:ascii="Times New Roman" w:hAnsi="Times New Roman"/>
                <w:szCs w:val="24"/>
              </w:rPr>
            </w:pPr>
            <w:r w:rsidRPr="0084356F">
              <w:rPr>
                <w:rFonts w:ascii="Times New Roman" w:hAnsi="Times New Roman"/>
                <w:szCs w:val="24"/>
              </w:rPr>
              <w:t>Staatsangehörigkeit:</w:t>
            </w:r>
            <w:r w:rsidRPr="002A23C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6" w:name="Text102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6"/>
          </w:p>
        </w:tc>
      </w:tr>
      <w:tr w:rsidR="00752D1F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52D1F" w:rsidRPr="002A23C1" w:rsidRDefault="00752D1F" w:rsidP="009125F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752D1F" w:rsidRPr="0084356F" w:rsidRDefault="00752D1F" w:rsidP="00752D1F">
            <w:pPr>
              <w:rPr>
                <w:rFonts w:ascii="Times New Roman" w:hAnsi="Times New Roman"/>
                <w:szCs w:val="24"/>
              </w:rPr>
            </w:pPr>
            <w:r w:rsidRPr="0084356F">
              <w:rPr>
                <w:rFonts w:ascii="Times New Roman" w:hAnsi="Times New Roman"/>
                <w:szCs w:val="24"/>
              </w:rPr>
              <w:t>Kennnummer oder Sozialversicherungsnummer (sofern vorhanden):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bookmarkStart w:id="7" w:name="Text103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7"/>
          </w:p>
        </w:tc>
      </w:tr>
      <w:tr w:rsidR="00752D1F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52D1F" w:rsidRPr="002A23C1" w:rsidRDefault="00752D1F" w:rsidP="009125F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752D1F" w:rsidRPr="00422CF8" w:rsidRDefault="00752D1F" w:rsidP="00752D1F">
            <w:pPr>
              <w:rPr>
                <w:rFonts w:ascii="Times New Roman" w:hAnsi="Times New Roman"/>
                <w:szCs w:val="24"/>
              </w:rPr>
            </w:pPr>
            <w:r w:rsidRPr="00422CF8">
              <w:rPr>
                <w:rFonts w:ascii="Times New Roman" w:hAnsi="Times New Roman"/>
                <w:szCs w:val="24"/>
              </w:rPr>
              <w:t>Geburtsdatum: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8" w:name="Text104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8"/>
          </w:p>
        </w:tc>
      </w:tr>
      <w:tr w:rsidR="00752D1F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52D1F" w:rsidRPr="002A23C1" w:rsidRDefault="00752D1F" w:rsidP="009125F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752D1F" w:rsidRPr="00422CF8" w:rsidRDefault="00752D1F" w:rsidP="00752D1F">
            <w:pPr>
              <w:rPr>
                <w:rFonts w:ascii="Times New Roman" w:hAnsi="Times New Roman"/>
                <w:szCs w:val="24"/>
              </w:rPr>
            </w:pPr>
            <w:r w:rsidRPr="00422CF8">
              <w:rPr>
                <w:rFonts w:ascii="Times New Roman" w:hAnsi="Times New Roman"/>
                <w:szCs w:val="24"/>
              </w:rPr>
              <w:t>Geburtsort: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9" w:name="Text105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9"/>
          </w:p>
        </w:tc>
      </w:tr>
      <w:tr w:rsidR="00752D1F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52D1F" w:rsidRPr="002A23C1" w:rsidRDefault="00752D1F" w:rsidP="009125F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752D1F" w:rsidRPr="00422CF8" w:rsidRDefault="00752D1F" w:rsidP="00752D1F">
            <w:pPr>
              <w:rPr>
                <w:rFonts w:ascii="Times New Roman" w:hAnsi="Times New Roman"/>
                <w:szCs w:val="24"/>
              </w:rPr>
            </w:pPr>
            <w:r w:rsidRPr="00752D1F">
              <w:rPr>
                <w:rFonts w:ascii="Times New Roman" w:hAnsi="Times New Roman"/>
                <w:szCs w:val="24"/>
              </w:rPr>
              <w:t>Anschrift: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10" w:name="Text106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0"/>
            <w:r w:rsidRPr="00422CF8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752D1F" w:rsidRPr="002A23C1" w:rsidTr="00752D1F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single" w:sz="4" w:space="0" w:color="auto"/>
            </w:tcBorders>
          </w:tcPr>
          <w:p w:rsidR="00752D1F" w:rsidRPr="002A23C1" w:rsidRDefault="00752D1F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single" w:sz="4" w:space="0" w:color="auto"/>
            </w:tcBorders>
          </w:tcPr>
          <w:p w:rsidR="00752D1F" w:rsidRPr="007D1D25" w:rsidRDefault="00752D1F" w:rsidP="001746E4">
            <w:pPr>
              <w:rPr>
                <w:rFonts w:ascii="Times New Roman" w:hAnsi="Times New Roman"/>
              </w:rPr>
            </w:pPr>
            <w:r w:rsidRPr="00752D1F">
              <w:rPr>
                <w:rFonts w:ascii="Times New Roman" w:hAnsi="Times New Roman"/>
              </w:rPr>
              <w:t>Sprache oder Sprachen, die die betroffene Person versteht (sofern bekannt):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11" w:name="Text107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11"/>
          </w:p>
        </w:tc>
      </w:tr>
    </w:tbl>
    <w:p w:rsidR="00207E87" w:rsidRDefault="00207E87" w:rsidP="00207E87">
      <w:pPr>
        <w:rPr>
          <w:rFonts w:ascii="Times New Roman" w:hAnsi="Times New Roman"/>
          <w:sz w:val="16"/>
          <w:szCs w:val="16"/>
        </w:rPr>
      </w:pP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9001"/>
      </w:tblGrid>
      <w:tr w:rsidR="00207E87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bottom w:val="nil"/>
            </w:tcBorders>
          </w:tcPr>
          <w:p w:rsidR="004B0D15" w:rsidRDefault="004B0D15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2A23C1" w:rsidRDefault="00752D1F" w:rsidP="00E11A91">
            <w:pPr>
              <w:keepNext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</w:t>
            </w:r>
            <w:r w:rsidR="00207E87" w:rsidRPr="002A23C1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001" w:type="dxa"/>
            <w:tcBorders>
              <w:bottom w:val="nil"/>
            </w:tcBorders>
          </w:tcPr>
          <w:p w:rsidR="004B0D15" w:rsidRDefault="004B0D15" w:rsidP="00D30A2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BD7CA3" w:rsidRDefault="00752D1F" w:rsidP="00F41EA5">
            <w:pPr>
              <w:keepNext/>
              <w:rPr>
                <w:rFonts w:ascii="Times New Roman" w:hAnsi="Times New Roman"/>
                <w:szCs w:val="24"/>
              </w:rPr>
            </w:pPr>
            <w:r w:rsidRPr="00752D1F">
              <w:rPr>
                <w:rFonts w:ascii="Times New Roman" w:hAnsi="Times New Roman"/>
                <w:szCs w:val="24"/>
              </w:rPr>
              <w:t>Angaben zur Entscheidung über die Überwachungsmaßnahme(n):</w:t>
            </w:r>
          </w:p>
        </w:tc>
      </w:tr>
      <w:tr w:rsidR="00752D1F" w:rsidRPr="002A23C1" w:rsidTr="009125FB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bottom w:val="nil"/>
            </w:tcBorders>
          </w:tcPr>
          <w:p w:rsidR="00752D1F" w:rsidRPr="002A23C1" w:rsidRDefault="00752D1F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1" w:type="dxa"/>
            <w:tcBorders>
              <w:bottom w:val="nil"/>
            </w:tcBorders>
          </w:tcPr>
          <w:p w:rsidR="00752D1F" w:rsidRPr="007D1D25" w:rsidRDefault="00752D1F" w:rsidP="00B846E3">
            <w:pPr>
              <w:rPr>
                <w:rFonts w:ascii="Times New Roman" w:hAnsi="Times New Roman"/>
                <w:szCs w:val="24"/>
              </w:rPr>
            </w:pPr>
            <w:r w:rsidRPr="00752D1F">
              <w:rPr>
                <w:rFonts w:ascii="Times New Roman" w:hAnsi="Times New Roman"/>
                <w:szCs w:val="24"/>
              </w:rPr>
              <w:t>Die Entscheidung wurde erlassen am: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12" w:name="Text108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2"/>
          </w:p>
        </w:tc>
      </w:tr>
      <w:tr w:rsidR="00B43C45" w:rsidRPr="002A23C1" w:rsidTr="009125FB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bottom w:val="nil"/>
            </w:tcBorders>
          </w:tcPr>
          <w:p w:rsidR="00B43C45" w:rsidRPr="002A23C1" w:rsidRDefault="00B43C45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1" w:type="dxa"/>
            <w:tcBorders>
              <w:bottom w:val="nil"/>
            </w:tcBorders>
          </w:tcPr>
          <w:p w:rsidR="00B43C45" w:rsidRPr="007D1D25" w:rsidRDefault="00B43C45" w:rsidP="00B846E3">
            <w:pPr>
              <w:rPr>
                <w:rFonts w:ascii="Times New Roman" w:hAnsi="Times New Roman"/>
                <w:szCs w:val="24"/>
              </w:rPr>
            </w:pPr>
            <w:r w:rsidRPr="00B43C45">
              <w:rPr>
                <w:rFonts w:ascii="Times New Roman" w:hAnsi="Times New Roman"/>
                <w:szCs w:val="24"/>
              </w:rPr>
              <w:t>Aktenzeichen (sofern vorhanden):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13" w:name="Text109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3"/>
          </w:p>
        </w:tc>
      </w:tr>
      <w:tr w:rsidR="00B43C45" w:rsidRPr="002A23C1" w:rsidTr="009125FB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bottom w:val="nil"/>
            </w:tcBorders>
          </w:tcPr>
          <w:p w:rsidR="00B43C45" w:rsidRPr="002A23C1" w:rsidRDefault="00B43C45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1" w:type="dxa"/>
            <w:tcBorders>
              <w:bottom w:val="nil"/>
            </w:tcBorders>
          </w:tcPr>
          <w:p w:rsidR="00B43C45" w:rsidRPr="007D1D25" w:rsidRDefault="00B43C45" w:rsidP="00377903">
            <w:pPr>
              <w:rPr>
                <w:rFonts w:ascii="Times New Roman" w:hAnsi="Times New Roman"/>
                <w:szCs w:val="24"/>
              </w:rPr>
            </w:pPr>
            <w:r w:rsidRPr="00B43C45">
              <w:rPr>
                <w:rFonts w:ascii="Times New Roman" w:hAnsi="Times New Roman"/>
                <w:szCs w:val="24"/>
              </w:rPr>
              <w:t>Behörde, die die Entscheidung erlassen hat</w:t>
            </w:r>
          </w:p>
        </w:tc>
      </w:tr>
      <w:tr w:rsidR="00923F86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923F86" w:rsidRPr="002A23C1" w:rsidRDefault="00923F86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923F86" w:rsidRPr="00D30A21" w:rsidRDefault="00B43C45" w:rsidP="002B487C">
            <w:pPr>
              <w:rPr>
                <w:rFonts w:ascii="Times New Roman" w:hAnsi="Times New Roman"/>
                <w:szCs w:val="24"/>
              </w:rPr>
            </w:pPr>
            <w:r w:rsidRPr="00B43C45">
              <w:rPr>
                <w:rFonts w:ascii="Times New Roman" w:hAnsi="Times New Roman"/>
                <w:szCs w:val="24"/>
              </w:rPr>
              <w:t>Offizielle Bezeichnung: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14" w:name="Text111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4"/>
          </w:p>
        </w:tc>
      </w:tr>
      <w:tr w:rsidR="002B487C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2B487C" w:rsidRPr="00562D71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2B487C" w:rsidRPr="002B487C" w:rsidRDefault="002B487C" w:rsidP="001746E4">
            <w:pPr>
              <w:rPr>
                <w:rFonts w:ascii="Times New Roman" w:hAnsi="Times New Roman"/>
              </w:rPr>
            </w:pPr>
            <w:r w:rsidRPr="002B487C">
              <w:rPr>
                <w:rFonts w:ascii="Times New Roman" w:hAnsi="Times New Roman"/>
              </w:rPr>
              <w:t>Anschrift:</w:t>
            </w:r>
            <w:r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5" w:name="Text18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15"/>
          </w:p>
        </w:tc>
      </w:tr>
      <w:tr w:rsidR="002B487C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2B487C" w:rsidRPr="00562D71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2B487C" w:rsidRPr="002B487C" w:rsidRDefault="00B43C45" w:rsidP="001746E4">
            <w:pPr>
              <w:rPr>
                <w:rFonts w:ascii="Times New Roman" w:hAnsi="Times New Roman"/>
              </w:rPr>
            </w:pPr>
            <w:r w:rsidRPr="00B43C45">
              <w:rPr>
                <w:rFonts w:ascii="Times New Roman" w:hAnsi="Times New Roman"/>
              </w:rPr>
              <w:t>Die Bescheinigung wurde ausgestellt am: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16" w:name="Text112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16"/>
          </w:p>
        </w:tc>
      </w:tr>
      <w:tr w:rsidR="002B487C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2B487C" w:rsidRPr="00562D71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nil"/>
            </w:tcBorders>
          </w:tcPr>
          <w:p w:rsidR="002B487C" w:rsidRPr="002B487C" w:rsidRDefault="00B43C45" w:rsidP="001746E4">
            <w:pPr>
              <w:rPr>
                <w:rFonts w:ascii="Times New Roman" w:hAnsi="Times New Roman"/>
              </w:rPr>
            </w:pPr>
            <w:r w:rsidRPr="00B43C45">
              <w:rPr>
                <w:rFonts w:ascii="Times New Roman" w:hAnsi="Times New Roman"/>
              </w:rPr>
              <w:t>Behörde, die die Bescheinigung ausgestellt hat: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bookmarkStart w:id="17" w:name="Text113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17"/>
          </w:p>
        </w:tc>
      </w:tr>
      <w:tr w:rsidR="002B487C" w:rsidRPr="002A23C1" w:rsidTr="00B43C45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single" w:sz="4" w:space="0" w:color="auto"/>
            </w:tcBorders>
          </w:tcPr>
          <w:p w:rsidR="002B487C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tcBorders>
              <w:top w:val="nil"/>
              <w:bottom w:val="single" w:sz="4" w:space="0" w:color="auto"/>
            </w:tcBorders>
          </w:tcPr>
          <w:p w:rsidR="002B487C" w:rsidRPr="002B487C" w:rsidRDefault="00B43C45" w:rsidP="00B846E3">
            <w:pPr>
              <w:rPr>
                <w:rFonts w:ascii="Times New Roman" w:hAnsi="Times New Roman"/>
              </w:rPr>
            </w:pPr>
            <w:r w:rsidRPr="00B43C45">
              <w:rPr>
                <w:rFonts w:ascii="Times New Roman" w:hAnsi="Times New Roman"/>
              </w:rPr>
              <w:t>Aktenzeichen (sofern vorhanden):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18" w:name="Text114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18"/>
          </w:p>
        </w:tc>
      </w:tr>
    </w:tbl>
    <w:p w:rsidR="002B487C" w:rsidRDefault="002B487C" w:rsidP="00207E87">
      <w:pPr>
        <w:tabs>
          <w:tab w:val="left" w:pos="2835"/>
          <w:tab w:val="left" w:pos="5670"/>
          <w:tab w:val="left" w:pos="7938"/>
        </w:tabs>
        <w:rPr>
          <w:rFonts w:ascii="Times New Roman" w:hAnsi="Times New Roman"/>
          <w:sz w:val="16"/>
          <w:szCs w:val="16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9010"/>
      </w:tblGrid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</w:tcPr>
          <w:p w:rsidR="004B0D15" w:rsidRDefault="004B0D15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2A23C1" w:rsidRDefault="00B43C45" w:rsidP="00E11A91">
            <w:pPr>
              <w:keepNext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</w:t>
            </w:r>
            <w:r w:rsidR="00207E87" w:rsidRPr="002A23C1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010" w:type="dxa"/>
          </w:tcPr>
          <w:p w:rsidR="004B0D15" w:rsidRDefault="004B0D15" w:rsidP="00CD7B19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84356F" w:rsidRDefault="00B43C45" w:rsidP="00F41EA5">
            <w:pPr>
              <w:keepNext/>
              <w:rPr>
                <w:rFonts w:ascii="Times New Roman" w:hAnsi="Times New Roman"/>
                <w:szCs w:val="24"/>
              </w:rPr>
            </w:pPr>
            <w:r w:rsidRPr="00B43C45">
              <w:rPr>
                <w:rFonts w:ascii="Times New Roman" w:hAnsi="Times New Roman"/>
                <w:szCs w:val="24"/>
              </w:rPr>
              <w:t>Angaben zu der Behörde, die für die Überwachung der Überwachungsmaßnahme(n) zuständig ist:</w:t>
            </w:r>
          </w:p>
        </w:tc>
      </w:tr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tcBorders>
              <w:bottom w:val="nil"/>
            </w:tcBorders>
          </w:tcPr>
          <w:p w:rsidR="00207E87" w:rsidRPr="00360D67" w:rsidRDefault="00B43C45" w:rsidP="00B43C45">
            <w:pPr>
              <w:rPr>
                <w:rFonts w:ascii="Times New Roman" w:hAnsi="Times New Roman"/>
                <w:szCs w:val="24"/>
              </w:rPr>
            </w:pPr>
            <w:r w:rsidRPr="00B43C45">
              <w:rPr>
                <w:rFonts w:ascii="Times New Roman" w:hAnsi="Times New Roman"/>
                <w:szCs w:val="24"/>
              </w:rPr>
              <w:t>Offizielle Bezeichnung der Behörde:</w:t>
            </w:r>
            <w:r w:rsidR="00207E87" w:rsidRPr="002A23C1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9" w:name="Text40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19"/>
          </w:p>
        </w:tc>
      </w:tr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tcBorders>
              <w:top w:val="nil"/>
              <w:bottom w:val="nil"/>
            </w:tcBorders>
          </w:tcPr>
          <w:p w:rsidR="00207E87" w:rsidRPr="00360D67" w:rsidRDefault="00B43C45" w:rsidP="001746E4">
            <w:pPr>
              <w:rPr>
                <w:rFonts w:ascii="Times New Roman" w:hAnsi="Times New Roman"/>
                <w:szCs w:val="24"/>
              </w:rPr>
            </w:pPr>
            <w:r w:rsidRPr="00B43C45">
              <w:rPr>
                <w:rFonts w:ascii="Times New Roman" w:hAnsi="Times New Roman"/>
                <w:szCs w:val="24"/>
              </w:rPr>
              <w:t>Name der Kontaktperson: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0" w:name="Text41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20"/>
          </w:p>
        </w:tc>
      </w:tr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tcBorders>
              <w:top w:val="nil"/>
              <w:bottom w:val="nil"/>
            </w:tcBorders>
          </w:tcPr>
          <w:p w:rsidR="00207E87" w:rsidRPr="00360D67" w:rsidRDefault="00B43C45" w:rsidP="001746E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Funktion (Titel/Dienstrang)</w:t>
            </w:r>
            <w:r w:rsidR="00CD7B19" w:rsidRPr="00CD7B19">
              <w:rPr>
                <w:rFonts w:ascii="Times New Roman" w:hAnsi="Times New Roman"/>
                <w:szCs w:val="24"/>
              </w:rPr>
              <w:t>:</w:t>
            </w:r>
            <w:r w:rsidR="00207E87" w:rsidRPr="002A23C1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1" w:name="Text42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21"/>
          </w:p>
        </w:tc>
      </w:tr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tcBorders>
              <w:top w:val="nil"/>
              <w:bottom w:val="nil"/>
            </w:tcBorders>
          </w:tcPr>
          <w:p w:rsidR="00207E87" w:rsidRPr="002A23C1" w:rsidRDefault="00B43C45" w:rsidP="00B43C45">
            <w:pPr>
              <w:rPr>
                <w:rFonts w:ascii="Times New Roman" w:hAnsi="Times New Roman"/>
                <w:szCs w:val="24"/>
              </w:rPr>
            </w:pPr>
            <w:r w:rsidRPr="00B43C45">
              <w:rPr>
                <w:rFonts w:ascii="Times New Roman" w:hAnsi="Times New Roman"/>
                <w:szCs w:val="24"/>
              </w:rPr>
              <w:t>Anschrift:</w:t>
            </w:r>
            <w:r w:rsidR="00CD7B19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2" w:name="Text43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22"/>
          </w:p>
        </w:tc>
      </w:tr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tcBorders>
              <w:top w:val="nil"/>
              <w:bottom w:val="nil"/>
            </w:tcBorders>
          </w:tcPr>
          <w:p w:rsidR="00207E87" w:rsidRPr="002A23C1" w:rsidRDefault="00B43C45" w:rsidP="00B43C45">
            <w:pPr>
              <w:rPr>
                <w:rFonts w:ascii="Times New Roman" w:hAnsi="Times New Roman"/>
                <w:szCs w:val="24"/>
              </w:rPr>
            </w:pPr>
            <w:r w:rsidRPr="00B43C45">
              <w:rPr>
                <w:rFonts w:ascii="Times New Roman" w:hAnsi="Times New Roman"/>
                <w:szCs w:val="24"/>
              </w:rPr>
              <w:t>Tel. (Ländervorwahl) (Ortsnetzkennzahl):</w:t>
            </w:r>
            <w:r w:rsidR="0084356F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3" w:name="Text44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</w:p>
        </w:tc>
      </w:tr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tcBorders>
              <w:top w:val="nil"/>
              <w:bottom w:val="nil"/>
            </w:tcBorders>
          </w:tcPr>
          <w:p w:rsidR="00207E87" w:rsidRPr="002A23C1" w:rsidRDefault="00B43C45" w:rsidP="00B43C45">
            <w:pPr>
              <w:rPr>
                <w:rFonts w:ascii="Times New Roman" w:hAnsi="Times New Roman"/>
                <w:szCs w:val="24"/>
              </w:rPr>
            </w:pPr>
            <w:r w:rsidRPr="00B43C45">
              <w:rPr>
                <w:rFonts w:ascii="Times New Roman" w:hAnsi="Times New Roman"/>
                <w:szCs w:val="24"/>
              </w:rPr>
              <w:t>Telefax (Ländervorwahl) (Ortsnetzkennzahl):</w:t>
            </w:r>
            <w:r w:rsidR="00207E87" w:rsidRPr="002A23C1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4" w:name="Text45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24"/>
          </w:p>
        </w:tc>
      </w:tr>
      <w:tr w:rsidR="0084356F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84356F" w:rsidRPr="002A23C1" w:rsidRDefault="0084356F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tcBorders>
              <w:top w:val="nil"/>
              <w:bottom w:val="nil"/>
            </w:tcBorders>
          </w:tcPr>
          <w:p w:rsidR="0084356F" w:rsidRPr="0084356F" w:rsidRDefault="00B43C45" w:rsidP="00B43C45">
            <w:pPr>
              <w:rPr>
                <w:rFonts w:ascii="Times New Roman" w:hAnsi="Times New Roman"/>
                <w:szCs w:val="24"/>
              </w:rPr>
            </w:pPr>
            <w:r w:rsidRPr="00B43C45">
              <w:rPr>
                <w:rFonts w:ascii="Times New Roman" w:hAnsi="Times New Roman"/>
                <w:szCs w:val="24"/>
              </w:rPr>
              <w:t>E-Mail:</w:t>
            </w:r>
            <w:r w:rsidR="0084356F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5" w:name="Text46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25"/>
          </w:p>
        </w:tc>
      </w:tr>
      <w:tr w:rsidR="0084356F" w:rsidRPr="002A23C1" w:rsidTr="00B43C45">
        <w:tblPrEx>
          <w:tblCellMar>
            <w:top w:w="0" w:type="dxa"/>
          </w:tblCellMar>
        </w:tblPrEx>
        <w:trPr>
          <w:cantSplit/>
          <w:trHeight w:val="288"/>
        </w:trPr>
        <w:tc>
          <w:tcPr>
            <w:tcW w:w="482" w:type="dxa"/>
            <w:tcBorders>
              <w:top w:val="nil"/>
              <w:bottom w:val="single" w:sz="4" w:space="0" w:color="auto"/>
            </w:tcBorders>
          </w:tcPr>
          <w:p w:rsidR="0084356F" w:rsidRPr="002A23C1" w:rsidRDefault="0084356F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tcBorders>
              <w:top w:val="nil"/>
              <w:bottom w:val="single" w:sz="4" w:space="0" w:color="auto"/>
            </w:tcBorders>
          </w:tcPr>
          <w:p w:rsidR="0084356F" w:rsidRPr="00422CF8" w:rsidRDefault="00B43C45" w:rsidP="00B43C45">
            <w:pPr>
              <w:rPr>
                <w:rFonts w:ascii="Times New Roman" w:hAnsi="Times New Roman"/>
                <w:szCs w:val="24"/>
              </w:rPr>
            </w:pPr>
            <w:r w:rsidRPr="00B43C45">
              <w:rPr>
                <w:rFonts w:ascii="Times New Roman" w:hAnsi="Times New Roman"/>
                <w:szCs w:val="24"/>
              </w:rPr>
              <w:t>Sprachen, in denen verkehrt werden kann:</w:t>
            </w:r>
            <w:r w:rsidR="00422CF8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6" w:name="Text47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26"/>
          </w:p>
        </w:tc>
      </w:tr>
    </w:tbl>
    <w:p w:rsidR="00207E87" w:rsidRPr="002A23C1" w:rsidRDefault="00207E87" w:rsidP="00207E87">
      <w:pPr>
        <w:tabs>
          <w:tab w:val="left" w:pos="2835"/>
          <w:tab w:val="left" w:pos="5670"/>
          <w:tab w:val="left" w:pos="7938"/>
        </w:tabs>
        <w:rPr>
          <w:rFonts w:ascii="Times New Roman" w:hAnsi="Times New Roman"/>
          <w:sz w:val="16"/>
          <w:szCs w:val="16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7"/>
        <w:gridCol w:w="509"/>
        <w:gridCol w:w="8008"/>
      </w:tblGrid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</w:tcPr>
          <w:p w:rsidR="004B0D15" w:rsidRDefault="004B0D15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2A23C1" w:rsidRDefault="00B43C45" w:rsidP="00E11A91">
            <w:pPr>
              <w:keepNext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</w:t>
            </w:r>
            <w:r w:rsidR="00207E87" w:rsidRPr="002A23C1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004" w:type="dxa"/>
            <w:gridSpan w:val="3"/>
          </w:tcPr>
          <w:p w:rsidR="004B0D15" w:rsidRDefault="004B0D15" w:rsidP="00AD09D9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177FB2" w:rsidRDefault="00B43C45" w:rsidP="00B43C45">
            <w:pPr>
              <w:keepNext/>
              <w:rPr>
                <w:rFonts w:ascii="Times New Roman" w:hAnsi="Times New Roman"/>
                <w:szCs w:val="24"/>
              </w:rPr>
            </w:pPr>
            <w:r w:rsidRPr="00B43C45">
              <w:rPr>
                <w:rFonts w:ascii="Times New Roman" w:hAnsi="Times New Roman"/>
                <w:szCs w:val="24"/>
              </w:rPr>
              <w:t>Verstoß gegen eine Überwachungsmaßnahme/Überwachungsmaßnahmen und/oder sonstige Erkenntnisse, die eine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3C45">
              <w:rPr>
                <w:rFonts w:ascii="Times New Roman" w:hAnsi="Times New Roman"/>
                <w:szCs w:val="24"/>
              </w:rPr>
              <w:t>weitere Entscheidung nach sich ziehen könnten:</w:t>
            </w:r>
          </w:p>
        </w:tc>
      </w:tr>
      <w:tr w:rsidR="00B43C45" w:rsidRPr="00B36550" w:rsidTr="009125FB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3C45" w:rsidRPr="005D464C" w:rsidRDefault="00B43C45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4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B43C45" w:rsidRPr="00BC53BC" w:rsidRDefault="00B43C45" w:rsidP="00BC53BC">
            <w:pPr>
              <w:keepNext/>
              <w:rPr>
                <w:rFonts w:ascii="Times New Roman" w:hAnsi="Times New Roman"/>
                <w:szCs w:val="24"/>
              </w:rPr>
            </w:pPr>
            <w:r w:rsidRPr="00B43C45">
              <w:rPr>
                <w:rFonts w:ascii="Times New Roman" w:hAnsi="Times New Roman"/>
                <w:szCs w:val="24"/>
              </w:rPr>
              <w:t>Die unter Buchstabe a genannte Person hat gegen folgende Überwachungsmaßnahme(n) verstoßen:</w:t>
            </w:r>
          </w:p>
        </w:tc>
      </w:tr>
      <w:tr w:rsidR="00AD09D9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AD09D9" w:rsidRPr="00DF4518" w:rsidRDefault="00AD09D9" w:rsidP="00DE19C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AD09D9" w:rsidRPr="00177FB2" w:rsidRDefault="00AD09D9" w:rsidP="00DE19C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AD09D9" w:rsidRPr="00177FB2" w:rsidRDefault="006E050B" w:rsidP="00DE19C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58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27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09D9" w:rsidRPr="00177FB2" w:rsidRDefault="00B40EEA" w:rsidP="00B40EEA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 der Person, der zuständigen Behörde im Vollstreckungsstaat jeden Wohnsitzwechsel mitzuteilen,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0EEA">
              <w:rPr>
                <w:rFonts w:ascii="Times New Roman" w:hAnsi="Times New Roman"/>
                <w:szCs w:val="24"/>
              </w:rPr>
              <w:t>und zwar insbesondere für die Entgegennahme von Ladungen zu einer Vernehmung oder Gerichtsverhandlung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0EEA">
              <w:rPr>
                <w:rFonts w:ascii="Times New Roman" w:hAnsi="Times New Roman"/>
                <w:szCs w:val="24"/>
              </w:rPr>
              <w:t>im Rahmen eines Strafverfahrens;</w:t>
            </w:r>
          </w:p>
        </w:tc>
      </w:tr>
      <w:tr w:rsidR="00AD09D9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AD09D9" w:rsidRPr="00DF4518" w:rsidRDefault="00AD09D9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AD09D9" w:rsidRPr="00177FB2" w:rsidRDefault="00AD09D9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AD09D9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78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28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09D9" w:rsidRPr="00177FB2" w:rsidRDefault="00B40EEA" w:rsidP="00B40EEA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bestimmte Orte, Plätze oder festgelegte Gebiete im Anordnungs- oder Vollstreckungsstaat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0EEA">
              <w:rPr>
                <w:rFonts w:ascii="Times New Roman" w:hAnsi="Times New Roman"/>
                <w:szCs w:val="24"/>
              </w:rPr>
              <w:t>nicht zu betreten;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79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29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177FB2" w:rsidRDefault="00B40EEA" w:rsidP="00AD09D9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sich gegebenenfalls zu bestimmten Zeiten an einem bestimmten Ort aufzuhalten;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80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0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177FB2" w:rsidRDefault="00B40EEA" w:rsidP="00AD09D9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mit der das Verlassen des Hoheitsgebiets des Vollstreckungsstaats eingeschränkt wird;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81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1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177FB2" w:rsidRDefault="00B40EEA" w:rsidP="00AD09D9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sich zu bestimmten Zeiten bei einer bestimmten Behörde zu melden;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82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2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177FB2" w:rsidRDefault="00B40EEA" w:rsidP="00B40EEA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den Kontakt mit bestimmten Personen, die mit der/den zur Last gelegte(n) Straftat(en) in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0EEA">
              <w:rPr>
                <w:rFonts w:ascii="Times New Roman" w:hAnsi="Times New Roman"/>
                <w:szCs w:val="24"/>
              </w:rPr>
              <w:t>Zusammenhang stehen, zu meiden;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83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3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177FB2" w:rsidRDefault="00000DA9" w:rsidP="00000DA9">
            <w:pPr>
              <w:rPr>
                <w:rFonts w:ascii="Times New Roman" w:hAnsi="Times New Roman"/>
                <w:szCs w:val="24"/>
              </w:rPr>
            </w:pPr>
            <w:r w:rsidRPr="00000DA9">
              <w:rPr>
                <w:rFonts w:ascii="Times New Roman" w:hAnsi="Times New Roman"/>
                <w:szCs w:val="24"/>
              </w:rPr>
              <w:t>sonstige Maßnahmen (bitte im Einzelnen angeben):</w:t>
            </w:r>
            <w:r w:rsidR="00B40EEA">
              <w:rPr>
                <w:rFonts w:ascii="Times New Roman" w:hAnsi="Times New Roman"/>
                <w:szCs w:val="24"/>
              </w:rPr>
              <w:t xml:space="preserve"> </w:t>
            </w:r>
            <w:r w:rsidR="00B40EEA">
              <w:rPr>
                <w:rFonts w:ascii="Times New Roman" w:hAnsi="Times New Roman"/>
                <w:szCs w:val="24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34" w:name="Text94"/>
            <w:r w:rsidR="00B40EEA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B40EEA">
              <w:rPr>
                <w:rFonts w:ascii="Times New Roman" w:hAnsi="Times New Roman"/>
                <w:szCs w:val="24"/>
              </w:rPr>
            </w:r>
            <w:r w:rsidR="00B40EEA">
              <w:rPr>
                <w:rFonts w:ascii="Times New Roman" w:hAnsi="Times New Roman"/>
                <w:szCs w:val="24"/>
              </w:rPr>
              <w:fldChar w:fldCharType="separate"/>
            </w:r>
            <w:r w:rsidR="00B40EEA">
              <w:rPr>
                <w:rFonts w:ascii="Times New Roman" w:hAnsi="Times New Roman"/>
                <w:noProof/>
                <w:szCs w:val="24"/>
              </w:rPr>
              <w:t> </w:t>
            </w:r>
            <w:r w:rsidR="00B40EEA">
              <w:rPr>
                <w:rFonts w:ascii="Times New Roman" w:hAnsi="Times New Roman"/>
                <w:noProof/>
                <w:szCs w:val="24"/>
              </w:rPr>
              <w:t> </w:t>
            </w:r>
            <w:r w:rsidR="00B40EEA">
              <w:rPr>
                <w:rFonts w:ascii="Times New Roman" w:hAnsi="Times New Roman"/>
                <w:noProof/>
                <w:szCs w:val="24"/>
              </w:rPr>
              <w:t> </w:t>
            </w:r>
            <w:r w:rsidR="00B40EEA">
              <w:rPr>
                <w:rFonts w:ascii="Times New Roman" w:hAnsi="Times New Roman"/>
                <w:noProof/>
                <w:szCs w:val="24"/>
              </w:rPr>
              <w:t> </w:t>
            </w:r>
            <w:r w:rsidR="00B40EEA">
              <w:rPr>
                <w:rFonts w:ascii="Times New Roman" w:hAnsi="Times New Roman"/>
                <w:noProof/>
                <w:szCs w:val="24"/>
              </w:rPr>
              <w:t> </w:t>
            </w:r>
            <w:r w:rsidR="00B40EEA">
              <w:rPr>
                <w:rFonts w:ascii="Times New Roman" w:hAnsi="Times New Roman"/>
                <w:szCs w:val="24"/>
              </w:rPr>
              <w:fldChar w:fldCharType="end"/>
            </w:r>
            <w:bookmarkEnd w:id="34"/>
          </w:p>
        </w:tc>
      </w:tr>
      <w:tr w:rsidR="00B40EEA" w:rsidRPr="00DF4518" w:rsidTr="0025358E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B40EEA" w:rsidRDefault="00000DA9" w:rsidP="00B40EEA">
            <w:pPr>
              <w:rPr>
                <w:rFonts w:ascii="Times New Roman" w:hAnsi="Times New Roman"/>
                <w:szCs w:val="24"/>
              </w:rPr>
            </w:pPr>
            <w:r w:rsidRPr="00000DA9">
              <w:rPr>
                <w:rFonts w:ascii="Times New Roman" w:hAnsi="Times New Roman"/>
                <w:szCs w:val="24"/>
              </w:rPr>
              <w:t>Beschreibung des Verstoßes/der Verstöße (Ort, Datum und nähere Umstände):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35" w:name="Text115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5"/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Default="00000DA9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―</w:t>
            </w:r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B40EEA" w:rsidRDefault="00000DA9" w:rsidP="00B40EEA">
            <w:pPr>
              <w:rPr>
                <w:rFonts w:ascii="Times New Roman" w:hAnsi="Times New Roman"/>
                <w:szCs w:val="24"/>
              </w:rPr>
            </w:pPr>
            <w:r w:rsidRPr="00000DA9">
              <w:rPr>
                <w:rFonts w:ascii="Times New Roman" w:hAnsi="Times New Roman"/>
                <w:szCs w:val="24"/>
              </w:rPr>
              <w:t>sonstige Erkenntnisse, die eine weitere Entscheidung nach sich ziehen könnten: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36" w:name="Text117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6"/>
          </w:p>
        </w:tc>
      </w:tr>
      <w:tr w:rsidR="00000DA9" w:rsidRPr="00DF4518" w:rsidTr="00000DA9">
        <w:tblPrEx>
          <w:tblCellMar>
            <w:top w:w="0" w:type="dxa"/>
          </w:tblCellMar>
        </w:tblPrEx>
        <w:trPr>
          <w:cantSplit/>
          <w:trHeight w:val="275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DA9" w:rsidRPr="00DF4518" w:rsidRDefault="00000DA9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single" w:sz="4" w:space="0" w:color="auto"/>
              <w:right w:val="nil"/>
            </w:tcBorders>
          </w:tcPr>
          <w:p w:rsidR="00000DA9" w:rsidRPr="00177FB2" w:rsidRDefault="00000DA9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DA9" w:rsidRPr="00B40EEA" w:rsidRDefault="00000DA9" w:rsidP="00B40EEA">
            <w:pPr>
              <w:rPr>
                <w:rFonts w:ascii="Times New Roman" w:hAnsi="Times New Roman"/>
                <w:szCs w:val="24"/>
              </w:rPr>
            </w:pPr>
            <w:r w:rsidRPr="00000DA9">
              <w:rPr>
                <w:rFonts w:ascii="Times New Roman" w:hAnsi="Times New Roman"/>
                <w:szCs w:val="24"/>
              </w:rPr>
              <w:t>Beschreibung dieser Erkenntnisse: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37" w:name="Text116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7"/>
          </w:p>
        </w:tc>
      </w:tr>
    </w:tbl>
    <w:p w:rsidR="00BD07BF" w:rsidRPr="002A23C1" w:rsidRDefault="00BD07BF" w:rsidP="00207E87">
      <w:pPr>
        <w:rPr>
          <w:rFonts w:ascii="Times New Roman" w:hAnsi="Times New Roman"/>
          <w:sz w:val="16"/>
          <w:szCs w:val="16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9003"/>
      </w:tblGrid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2A23C1" w:rsidRDefault="004F0AB7" w:rsidP="00E11A91">
            <w:pPr>
              <w:keepNext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</w:t>
            </w:r>
            <w:r w:rsidR="00207E87" w:rsidRPr="002A23C1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003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6115A2" w:rsidRDefault="00000DA9" w:rsidP="00000DA9">
            <w:pPr>
              <w:keepNext/>
              <w:rPr>
                <w:rFonts w:ascii="Times New Roman" w:hAnsi="Times New Roman"/>
                <w:szCs w:val="24"/>
              </w:rPr>
            </w:pPr>
            <w:r w:rsidRPr="00000DA9">
              <w:rPr>
                <w:rFonts w:ascii="Times New Roman" w:hAnsi="Times New Roman"/>
                <w:szCs w:val="24"/>
              </w:rPr>
              <w:t>Nähere Angaben zu der zu kontaktierenden Person, falls zusätzliche Informationen zu dem Verstoß eingeholt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00DA9">
              <w:rPr>
                <w:rFonts w:ascii="Times New Roman" w:hAnsi="Times New Roman"/>
                <w:szCs w:val="24"/>
              </w:rPr>
              <w:t>werden sollen:</w:t>
            </w:r>
          </w:p>
        </w:tc>
      </w:tr>
      <w:tr w:rsidR="00000DA9" w:rsidRPr="006115A2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000DA9" w:rsidRPr="006115A2" w:rsidRDefault="00000DA9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000DA9" w:rsidRPr="00000DA9" w:rsidRDefault="00000DA9" w:rsidP="009125FB">
            <w:pPr>
              <w:pStyle w:val="CM4"/>
              <w:spacing w:before="60" w:after="60"/>
              <w:rPr>
                <w:rFonts w:ascii="Times New Roman" w:hAnsi="Times New Roman"/>
                <w:color w:val="000000"/>
              </w:rPr>
            </w:pPr>
            <w:r w:rsidRPr="00000DA9">
              <w:rPr>
                <w:rFonts w:ascii="Times New Roman" w:hAnsi="Times New Roman"/>
                <w:color w:val="000000"/>
              </w:rPr>
              <w:t xml:space="preserve">Familienname: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38" w:name="Text118"/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bookmarkEnd w:id="38"/>
          </w:p>
        </w:tc>
      </w:tr>
      <w:tr w:rsidR="00000DA9" w:rsidRPr="006115A2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000DA9" w:rsidRPr="006115A2" w:rsidRDefault="00000DA9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000DA9" w:rsidRPr="00000DA9" w:rsidRDefault="00000DA9" w:rsidP="009125FB">
            <w:pPr>
              <w:pStyle w:val="CM4"/>
              <w:spacing w:before="60" w:after="60"/>
              <w:rPr>
                <w:rFonts w:ascii="Times New Roman" w:hAnsi="Times New Roman"/>
                <w:color w:val="000000"/>
              </w:rPr>
            </w:pPr>
            <w:r w:rsidRPr="00000DA9">
              <w:rPr>
                <w:rFonts w:ascii="Times New Roman" w:hAnsi="Times New Roman"/>
                <w:color w:val="000000"/>
              </w:rPr>
              <w:t xml:space="preserve">Vorname(n):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bookmarkStart w:id="39" w:name="Text119"/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bookmarkEnd w:id="39"/>
          </w:p>
        </w:tc>
      </w:tr>
      <w:tr w:rsidR="00000DA9" w:rsidRPr="006115A2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000DA9" w:rsidRPr="006115A2" w:rsidRDefault="00000DA9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000DA9" w:rsidRPr="00000DA9" w:rsidRDefault="00000DA9" w:rsidP="009125FB">
            <w:pPr>
              <w:pStyle w:val="CM4"/>
              <w:spacing w:before="60" w:after="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Anschrift: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bookmarkStart w:id="40" w:name="Text120"/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bookmarkEnd w:id="40"/>
            <w:r w:rsidRPr="00000DA9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000DA9" w:rsidRPr="006115A2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000DA9" w:rsidRPr="006115A2" w:rsidRDefault="00000DA9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000DA9" w:rsidRPr="00000DA9" w:rsidRDefault="00000DA9" w:rsidP="009125FB">
            <w:pPr>
              <w:pStyle w:val="CM4"/>
              <w:spacing w:before="60" w:after="60"/>
              <w:rPr>
                <w:rFonts w:ascii="Times New Roman" w:hAnsi="Times New Roman"/>
                <w:color w:val="000000"/>
              </w:rPr>
            </w:pPr>
            <w:r w:rsidRPr="00000DA9">
              <w:rPr>
                <w:rFonts w:ascii="Times New Roman" w:hAnsi="Times New Roman"/>
                <w:color w:val="000000"/>
              </w:rPr>
              <w:t xml:space="preserve">Tel. (Ländervorwahl) (Ortsnetzkennzahl):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bookmarkStart w:id="41" w:name="Text121"/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bookmarkEnd w:id="41"/>
          </w:p>
        </w:tc>
      </w:tr>
      <w:tr w:rsidR="00000DA9" w:rsidRPr="006115A2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000DA9" w:rsidRPr="006115A2" w:rsidRDefault="00000DA9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000DA9" w:rsidRPr="00000DA9" w:rsidRDefault="00000DA9" w:rsidP="009125FB">
            <w:pPr>
              <w:pStyle w:val="CM4"/>
              <w:spacing w:before="60" w:after="60"/>
              <w:rPr>
                <w:rFonts w:ascii="Times New Roman" w:hAnsi="Times New Roman"/>
                <w:color w:val="000000"/>
              </w:rPr>
            </w:pPr>
            <w:r w:rsidRPr="00000DA9">
              <w:rPr>
                <w:rFonts w:ascii="Times New Roman" w:hAnsi="Times New Roman"/>
                <w:color w:val="000000"/>
              </w:rPr>
              <w:t xml:space="preserve">Fax (Ländervorwahl) (Ortsnetzkennzahl):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42" w:name="Text122"/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bookmarkEnd w:id="42"/>
          </w:p>
        </w:tc>
      </w:tr>
      <w:tr w:rsidR="00000DA9" w:rsidRPr="006115A2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000DA9" w:rsidRPr="006115A2" w:rsidRDefault="00000DA9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000DA9" w:rsidRPr="00000DA9" w:rsidRDefault="00000DA9" w:rsidP="009125FB">
            <w:pPr>
              <w:pStyle w:val="CM4"/>
              <w:spacing w:before="60" w:after="60"/>
              <w:rPr>
                <w:rFonts w:ascii="Times New Roman" w:hAnsi="Times New Roman"/>
                <w:color w:val="000000"/>
              </w:rPr>
            </w:pPr>
            <w:r w:rsidRPr="00000DA9">
              <w:rPr>
                <w:rFonts w:ascii="Times New Roman" w:hAnsi="Times New Roman"/>
                <w:color w:val="000000"/>
              </w:rPr>
              <w:t xml:space="preserve">E-Mail: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43" w:name="Text123"/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bookmarkEnd w:id="43"/>
          </w:p>
        </w:tc>
      </w:tr>
      <w:tr w:rsidR="00000DA9" w:rsidRPr="006115A2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000DA9" w:rsidRPr="006115A2" w:rsidRDefault="00000DA9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000DA9" w:rsidRPr="00000DA9" w:rsidRDefault="00000DA9" w:rsidP="009125FB">
            <w:pPr>
              <w:rPr>
                <w:rFonts w:ascii="Times New Roman" w:hAnsi="Times New Roman"/>
                <w:szCs w:val="24"/>
              </w:rPr>
            </w:pPr>
            <w:r w:rsidRPr="00000DA9">
              <w:rPr>
                <w:rFonts w:ascii="Times New Roman" w:hAnsi="Times New Roman"/>
                <w:color w:val="000000"/>
                <w:szCs w:val="24"/>
              </w:rPr>
              <w:t xml:space="preserve">Sprachen, in denen verkehrt werden kann: </w:t>
            </w:r>
            <w:r>
              <w:rPr>
                <w:rFonts w:ascii="Times New Roman" w:hAnsi="Times New Roman"/>
                <w:color w:val="000000"/>
                <w:szCs w:val="24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bookmarkStart w:id="44" w:name="Text124"/>
            <w:r>
              <w:rPr>
                <w:rFonts w:ascii="Times New Roman" w:hAnsi="Times New Roman"/>
                <w:color w:val="000000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Cs w:val="24"/>
              </w:rPr>
            </w:r>
            <w:r>
              <w:rPr>
                <w:rFonts w:ascii="Times New Roman" w:hAnsi="Times New Roman"/>
                <w:color w:val="000000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Cs w:val="24"/>
              </w:rPr>
              <w:t> </w:t>
            </w:r>
            <w:r>
              <w:rPr>
                <w:rFonts w:ascii="Times New Roman" w:hAnsi="Times New Roman"/>
                <w:color w:val="000000"/>
                <w:szCs w:val="24"/>
              </w:rPr>
              <w:fldChar w:fldCharType="end"/>
            </w:r>
            <w:bookmarkEnd w:id="44"/>
          </w:p>
        </w:tc>
      </w:tr>
      <w:tr w:rsidR="00000DA9" w:rsidRPr="006115A2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000DA9" w:rsidRPr="006115A2" w:rsidRDefault="00000DA9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000DA9" w:rsidRPr="006115A2" w:rsidRDefault="00000DA9" w:rsidP="003862A5">
            <w:pPr>
              <w:keepNext/>
              <w:rPr>
                <w:rFonts w:ascii="Times New Roman" w:hAnsi="Times New Roman"/>
                <w:szCs w:val="24"/>
              </w:rPr>
            </w:pPr>
          </w:p>
        </w:tc>
      </w:tr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207E87" w:rsidRPr="002A23C1" w:rsidRDefault="00000DA9" w:rsidP="00000DA9">
            <w:pPr>
              <w:keepNext/>
              <w:rPr>
                <w:rFonts w:ascii="Times New Roman" w:hAnsi="Times New Roman"/>
                <w:szCs w:val="24"/>
              </w:rPr>
            </w:pPr>
            <w:r w:rsidRPr="00000DA9">
              <w:rPr>
                <w:rFonts w:ascii="Times New Roman" w:hAnsi="Times New Roman"/>
                <w:szCs w:val="24"/>
              </w:rPr>
              <w:t>Unterschrift der das Formblatt ausstellenden Behörde und/oder ihres Vertreters zur Bestätigung der Richtigkeit des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00DA9">
              <w:rPr>
                <w:rFonts w:ascii="Times New Roman" w:hAnsi="Times New Roman"/>
                <w:szCs w:val="24"/>
              </w:rPr>
              <w:t>Inhalts des Formblatts:</w:t>
            </w:r>
          </w:p>
          <w:p w:rsidR="00207E87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  <w:p w:rsidR="004F0AB7" w:rsidRPr="002A23C1" w:rsidRDefault="004F0AB7" w:rsidP="00E11A91">
            <w:pPr>
              <w:keepNext/>
              <w:rPr>
                <w:rFonts w:ascii="Times New Roman" w:hAnsi="Times New Roman"/>
                <w:szCs w:val="24"/>
              </w:rPr>
            </w:pP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  <w:r w:rsidRPr="002A23C1">
              <w:rPr>
                <w:rFonts w:ascii="Times New Roman" w:hAnsi="Times New Roman"/>
                <w:szCs w:val="24"/>
              </w:rPr>
              <w:t>. . . . . . . . . . . . . . . . . . . . . . . . . . . . . . . . . . . . . . . . . . . . . . . . . . . . . . . . . . . . . . . . . . . . . . . . . .</w:t>
            </w:r>
          </w:p>
        </w:tc>
      </w:tr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207E87" w:rsidRPr="002A23C1" w:rsidRDefault="00207E87" w:rsidP="001746E4">
            <w:pPr>
              <w:keepNext/>
              <w:rPr>
                <w:rFonts w:ascii="Times New Roman" w:hAnsi="Times New Roman"/>
                <w:szCs w:val="24"/>
              </w:rPr>
            </w:pPr>
            <w:r w:rsidRPr="002A23C1">
              <w:rPr>
                <w:rFonts w:ascii="Times New Roman" w:hAnsi="Times New Roman"/>
                <w:szCs w:val="24"/>
              </w:rPr>
              <w:t xml:space="preserve">Name: </w:t>
            </w:r>
            <w:r w:rsidR="00A3396C">
              <w:rPr>
                <w:rFonts w:ascii="Times New Roman" w:hAnsi="Times New Roman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45" w:name="Text82"/>
            <w:r w:rsidR="00A3396C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A3396C">
              <w:rPr>
                <w:rFonts w:ascii="Times New Roman" w:hAnsi="Times New Roman"/>
                <w:szCs w:val="24"/>
              </w:rPr>
            </w:r>
            <w:r w:rsidR="00A3396C">
              <w:rPr>
                <w:rFonts w:ascii="Times New Roman" w:hAnsi="Times New Roman"/>
                <w:szCs w:val="24"/>
              </w:rPr>
              <w:fldChar w:fldCharType="separate"/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szCs w:val="24"/>
              </w:rPr>
              <w:fldChar w:fldCharType="end"/>
            </w:r>
            <w:bookmarkEnd w:id="45"/>
          </w:p>
        </w:tc>
      </w:tr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207E87" w:rsidRPr="002A23C1" w:rsidRDefault="00207E87" w:rsidP="001746E4">
            <w:pPr>
              <w:keepNext/>
              <w:rPr>
                <w:rFonts w:ascii="Times New Roman" w:hAnsi="Times New Roman"/>
                <w:szCs w:val="24"/>
              </w:rPr>
            </w:pPr>
            <w:r w:rsidRPr="002A23C1">
              <w:rPr>
                <w:rFonts w:ascii="Times New Roman" w:hAnsi="Times New Roman"/>
                <w:szCs w:val="24"/>
              </w:rPr>
              <w:t xml:space="preserve">Funktion (Titel/Dienstrang): </w:t>
            </w:r>
            <w:r w:rsidR="00A3396C">
              <w:rPr>
                <w:rFonts w:ascii="Times New Roman" w:hAnsi="Times New Roman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46" w:name="Text83"/>
            <w:r w:rsidR="00A3396C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A3396C">
              <w:rPr>
                <w:rFonts w:ascii="Times New Roman" w:hAnsi="Times New Roman"/>
                <w:szCs w:val="24"/>
              </w:rPr>
            </w:r>
            <w:r w:rsidR="00A3396C">
              <w:rPr>
                <w:rFonts w:ascii="Times New Roman" w:hAnsi="Times New Roman"/>
                <w:szCs w:val="24"/>
              </w:rPr>
              <w:fldChar w:fldCharType="separate"/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szCs w:val="24"/>
              </w:rPr>
              <w:fldChar w:fldCharType="end"/>
            </w:r>
            <w:bookmarkEnd w:id="46"/>
          </w:p>
        </w:tc>
      </w:tr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207E87" w:rsidRPr="002A23C1" w:rsidRDefault="00207E87" w:rsidP="001746E4">
            <w:pPr>
              <w:keepNext/>
              <w:rPr>
                <w:rFonts w:ascii="Times New Roman" w:hAnsi="Times New Roman"/>
                <w:szCs w:val="24"/>
              </w:rPr>
            </w:pPr>
            <w:r w:rsidRPr="002A23C1">
              <w:rPr>
                <w:rFonts w:ascii="Times New Roman" w:hAnsi="Times New Roman"/>
                <w:szCs w:val="24"/>
              </w:rPr>
              <w:t xml:space="preserve">Datum: </w:t>
            </w:r>
            <w:r w:rsidR="00A3396C">
              <w:rPr>
                <w:rFonts w:ascii="Times New Roman" w:hAnsi="Times New Roman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47" w:name="Text84"/>
            <w:r w:rsidR="00A3396C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A3396C">
              <w:rPr>
                <w:rFonts w:ascii="Times New Roman" w:hAnsi="Times New Roman"/>
                <w:szCs w:val="24"/>
              </w:rPr>
            </w:r>
            <w:r w:rsidR="00A3396C">
              <w:rPr>
                <w:rFonts w:ascii="Times New Roman" w:hAnsi="Times New Roman"/>
                <w:szCs w:val="24"/>
              </w:rPr>
              <w:fldChar w:fldCharType="separate"/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szCs w:val="24"/>
              </w:rPr>
              <w:fldChar w:fldCharType="end"/>
            </w:r>
            <w:bookmarkEnd w:id="47"/>
          </w:p>
        </w:tc>
      </w:tr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  <w:r w:rsidRPr="002A23C1">
              <w:rPr>
                <w:rFonts w:ascii="Times New Roman" w:hAnsi="Times New Roman"/>
                <w:szCs w:val="24"/>
              </w:rPr>
              <w:t>(Gegebenenfalls) Amtlicher Stempel</w:t>
            </w:r>
            <w:r w:rsidR="003862A5">
              <w:rPr>
                <w:rFonts w:ascii="Times New Roman" w:hAnsi="Times New Roman"/>
                <w:szCs w:val="24"/>
              </w:rPr>
              <w:t>:</w:t>
            </w: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</w:tr>
    </w:tbl>
    <w:p w:rsidR="00207E87" w:rsidRPr="0093668F" w:rsidRDefault="00207E87" w:rsidP="00207E87">
      <w:pPr>
        <w:spacing w:line="360" w:lineRule="auto"/>
        <w:rPr>
          <w:rFonts w:ascii="Times New Roman" w:hAnsi="Times New Roman"/>
          <w:sz w:val="16"/>
          <w:szCs w:val="16"/>
        </w:rPr>
      </w:pPr>
    </w:p>
    <w:sectPr w:rsidR="00207E87" w:rsidRPr="0093668F" w:rsidSect="00E11A91">
      <w:footerReference w:type="default" r:id="rId8"/>
      <w:footerReference w:type="first" r:id="rId9"/>
      <w:footnotePr>
        <w:numRestart w:val="eachPage"/>
      </w:footnotePr>
      <w:pgSz w:w="11899" w:h="16838" w:code="9"/>
      <w:pgMar w:top="1134" w:right="113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308" w:rsidRDefault="00251308">
      <w:r>
        <w:separator/>
      </w:r>
    </w:p>
  </w:endnote>
  <w:endnote w:type="continuationSeparator" w:id="0">
    <w:p w:rsidR="00251308" w:rsidRDefault="0025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636" w:rsidRDefault="00040636" w:rsidP="00E11A9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4A68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636" w:rsidRPr="00745EBA" w:rsidRDefault="00040636" w:rsidP="00E11A91">
    <w:pPr>
      <w:pStyle w:val="Footer"/>
      <w:jc w:val="right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308" w:rsidRDefault="00251308">
      <w:r>
        <w:separator/>
      </w:r>
    </w:p>
  </w:footnote>
  <w:footnote w:type="continuationSeparator" w:id="0">
    <w:p w:rsidR="00251308" w:rsidRDefault="0025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D70499"/>
    <w:multiLevelType w:val="singleLevel"/>
    <w:tmpl w:val="B6F69BC0"/>
    <w:lvl w:ilvl="0">
      <w:start w:val="1"/>
      <w:numFmt w:val="decimal"/>
      <w:pStyle w:val="Nummerieru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A153566"/>
    <w:multiLevelType w:val="singleLevel"/>
    <w:tmpl w:val="7A6B2FF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VORLAGE-BESCHEINIGUNGART10"/>
  </w:docVars>
  <w:rsids>
    <w:rsidRoot w:val="00814A68"/>
    <w:rsid w:val="00000DA9"/>
    <w:rsid w:val="00040636"/>
    <w:rsid w:val="00060BB5"/>
    <w:rsid w:val="000723D8"/>
    <w:rsid w:val="00075994"/>
    <w:rsid w:val="0008222A"/>
    <w:rsid w:val="00096F89"/>
    <w:rsid w:val="000A0E32"/>
    <w:rsid w:val="000A24C1"/>
    <w:rsid w:val="000A3368"/>
    <w:rsid w:val="000A667E"/>
    <w:rsid w:val="000B1616"/>
    <w:rsid w:val="00102D20"/>
    <w:rsid w:val="001038C7"/>
    <w:rsid w:val="00104DDE"/>
    <w:rsid w:val="001247E1"/>
    <w:rsid w:val="00125CD7"/>
    <w:rsid w:val="001368BE"/>
    <w:rsid w:val="001746E4"/>
    <w:rsid w:val="00177FB2"/>
    <w:rsid w:val="001B5B31"/>
    <w:rsid w:val="001C7EE2"/>
    <w:rsid w:val="001D6D05"/>
    <w:rsid w:val="001E26E4"/>
    <w:rsid w:val="001E6897"/>
    <w:rsid w:val="001E7922"/>
    <w:rsid w:val="001F17AB"/>
    <w:rsid w:val="001F2D5A"/>
    <w:rsid w:val="00207E87"/>
    <w:rsid w:val="0022448E"/>
    <w:rsid w:val="002300E6"/>
    <w:rsid w:val="0024446F"/>
    <w:rsid w:val="00251308"/>
    <w:rsid w:val="0025358E"/>
    <w:rsid w:val="00263BD3"/>
    <w:rsid w:val="002B487C"/>
    <w:rsid w:val="002B4FC4"/>
    <w:rsid w:val="00311154"/>
    <w:rsid w:val="00377903"/>
    <w:rsid w:val="00380338"/>
    <w:rsid w:val="003862A5"/>
    <w:rsid w:val="003C4FBE"/>
    <w:rsid w:val="003D047D"/>
    <w:rsid w:val="00407179"/>
    <w:rsid w:val="00422CF8"/>
    <w:rsid w:val="00433280"/>
    <w:rsid w:val="004613E9"/>
    <w:rsid w:val="00461674"/>
    <w:rsid w:val="00481C99"/>
    <w:rsid w:val="004A2A19"/>
    <w:rsid w:val="004B0D15"/>
    <w:rsid w:val="004C26C2"/>
    <w:rsid w:val="004E0E98"/>
    <w:rsid w:val="004E1AF3"/>
    <w:rsid w:val="004E3BD2"/>
    <w:rsid w:val="004F0AB7"/>
    <w:rsid w:val="0051122A"/>
    <w:rsid w:val="00524866"/>
    <w:rsid w:val="00540EA0"/>
    <w:rsid w:val="00551BB2"/>
    <w:rsid w:val="00561C49"/>
    <w:rsid w:val="00562D71"/>
    <w:rsid w:val="00572911"/>
    <w:rsid w:val="00576844"/>
    <w:rsid w:val="00591AC0"/>
    <w:rsid w:val="005B45D0"/>
    <w:rsid w:val="005C7C28"/>
    <w:rsid w:val="005F14B3"/>
    <w:rsid w:val="006115A2"/>
    <w:rsid w:val="006147FA"/>
    <w:rsid w:val="00665E87"/>
    <w:rsid w:val="006731C7"/>
    <w:rsid w:val="00680258"/>
    <w:rsid w:val="006828A4"/>
    <w:rsid w:val="006B3FC3"/>
    <w:rsid w:val="006E050B"/>
    <w:rsid w:val="0070108D"/>
    <w:rsid w:val="0070305C"/>
    <w:rsid w:val="00705CAA"/>
    <w:rsid w:val="0073685E"/>
    <w:rsid w:val="00741CDD"/>
    <w:rsid w:val="00752D1F"/>
    <w:rsid w:val="007722CC"/>
    <w:rsid w:val="00797EA3"/>
    <w:rsid w:val="007C73E2"/>
    <w:rsid w:val="007D1D25"/>
    <w:rsid w:val="007E52B9"/>
    <w:rsid w:val="007E55D6"/>
    <w:rsid w:val="00802223"/>
    <w:rsid w:val="008045B4"/>
    <w:rsid w:val="00814A68"/>
    <w:rsid w:val="00834B4E"/>
    <w:rsid w:val="00834EAD"/>
    <w:rsid w:val="0084356F"/>
    <w:rsid w:val="00853AC4"/>
    <w:rsid w:val="00874663"/>
    <w:rsid w:val="008A62DA"/>
    <w:rsid w:val="008B37BD"/>
    <w:rsid w:val="008C01E3"/>
    <w:rsid w:val="008C5639"/>
    <w:rsid w:val="008C615F"/>
    <w:rsid w:val="008C77D6"/>
    <w:rsid w:val="008F1F4A"/>
    <w:rsid w:val="009125FB"/>
    <w:rsid w:val="00923F86"/>
    <w:rsid w:val="00960560"/>
    <w:rsid w:val="00963BB7"/>
    <w:rsid w:val="0096637F"/>
    <w:rsid w:val="00967425"/>
    <w:rsid w:val="009A12B7"/>
    <w:rsid w:val="009B66F3"/>
    <w:rsid w:val="009D0AB3"/>
    <w:rsid w:val="009D39B9"/>
    <w:rsid w:val="00A14A1F"/>
    <w:rsid w:val="00A3396C"/>
    <w:rsid w:val="00A33C20"/>
    <w:rsid w:val="00A409DB"/>
    <w:rsid w:val="00A44B10"/>
    <w:rsid w:val="00A56229"/>
    <w:rsid w:val="00A80489"/>
    <w:rsid w:val="00A82D1A"/>
    <w:rsid w:val="00A9532B"/>
    <w:rsid w:val="00AA28A8"/>
    <w:rsid w:val="00AB1FA7"/>
    <w:rsid w:val="00AD09D9"/>
    <w:rsid w:val="00AE7C1A"/>
    <w:rsid w:val="00B40EEA"/>
    <w:rsid w:val="00B43C45"/>
    <w:rsid w:val="00B46CBE"/>
    <w:rsid w:val="00B5203D"/>
    <w:rsid w:val="00B81E1A"/>
    <w:rsid w:val="00B82828"/>
    <w:rsid w:val="00B846E3"/>
    <w:rsid w:val="00BC39AC"/>
    <w:rsid w:val="00BC53BC"/>
    <w:rsid w:val="00BD07BF"/>
    <w:rsid w:val="00BE10EB"/>
    <w:rsid w:val="00C22613"/>
    <w:rsid w:val="00C635B8"/>
    <w:rsid w:val="00C811DE"/>
    <w:rsid w:val="00C8149B"/>
    <w:rsid w:val="00C949FD"/>
    <w:rsid w:val="00CB5FAC"/>
    <w:rsid w:val="00CD7B19"/>
    <w:rsid w:val="00CE34F5"/>
    <w:rsid w:val="00D21F16"/>
    <w:rsid w:val="00D225E1"/>
    <w:rsid w:val="00D30A21"/>
    <w:rsid w:val="00D87A01"/>
    <w:rsid w:val="00DA6E05"/>
    <w:rsid w:val="00DB22AB"/>
    <w:rsid w:val="00DB5A4C"/>
    <w:rsid w:val="00DE19CF"/>
    <w:rsid w:val="00E0576E"/>
    <w:rsid w:val="00E11A91"/>
    <w:rsid w:val="00E152B6"/>
    <w:rsid w:val="00E17BF2"/>
    <w:rsid w:val="00E319C4"/>
    <w:rsid w:val="00ED502C"/>
    <w:rsid w:val="00EF221C"/>
    <w:rsid w:val="00F26735"/>
    <w:rsid w:val="00F3670B"/>
    <w:rsid w:val="00F41EA5"/>
    <w:rsid w:val="00F442D7"/>
    <w:rsid w:val="00F536C6"/>
    <w:rsid w:val="00F70867"/>
    <w:rsid w:val="00FA7CC1"/>
    <w:rsid w:val="00FB27E7"/>
    <w:rsid w:val="00FD4876"/>
    <w:rsid w:val="00FF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758DE-C4E7-488E-8E9A-00C9FA36E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E87"/>
    <w:rPr>
      <w:rFonts w:ascii="Arial" w:hAnsi="Arial"/>
      <w:sz w:val="24"/>
      <w:lang w:val="de-DE" w:eastAsia="de-D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ummerierung">
    <w:name w:val="Nummerierung"/>
    <w:basedOn w:val="Normal"/>
    <w:next w:val="BodyText"/>
    <w:autoRedefine/>
    <w:rsid w:val="00207E87"/>
    <w:pPr>
      <w:numPr>
        <w:numId w:val="1"/>
      </w:numPr>
      <w:spacing w:after="120"/>
    </w:pPr>
    <w:rPr>
      <w:b/>
    </w:rPr>
  </w:style>
  <w:style w:type="paragraph" w:styleId="BodyText">
    <w:name w:val="Body Text"/>
    <w:basedOn w:val="Normal"/>
    <w:rsid w:val="00207E87"/>
    <w:pPr>
      <w:spacing w:after="120" w:line="360" w:lineRule="auto"/>
    </w:pPr>
  </w:style>
  <w:style w:type="paragraph" w:customStyle="1" w:styleId="Verfgung">
    <w:name w:val="Verfügung"/>
    <w:basedOn w:val="Normal"/>
    <w:next w:val="Nummerierung"/>
    <w:rsid w:val="00207E87"/>
    <w:pPr>
      <w:tabs>
        <w:tab w:val="left" w:pos="5670"/>
      </w:tabs>
      <w:spacing w:after="240"/>
    </w:pPr>
    <w:rPr>
      <w:b/>
    </w:rPr>
  </w:style>
  <w:style w:type="paragraph" w:customStyle="1" w:styleId="Style3">
    <w:name w:val="Style 3"/>
    <w:basedOn w:val="Normal"/>
    <w:rsid w:val="00207E87"/>
    <w:pPr>
      <w:widowControl w:val="0"/>
      <w:tabs>
        <w:tab w:val="left" w:leader="dot" w:pos="7524"/>
      </w:tabs>
      <w:spacing w:before="180"/>
      <w:ind w:left="288"/>
    </w:pPr>
    <w:rPr>
      <w:rFonts w:ascii="Times New Roman" w:hAnsi="Times New Roman"/>
      <w:noProof/>
      <w:color w:val="000000"/>
      <w:sz w:val="20"/>
    </w:rPr>
  </w:style>
  <w:style w:type="paragraph" w:styleId="Header">
    <w:name w:val="header"/>
    <w:basedOn w:val="Normal"/>
    <w:rsid w:val="00207E8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07E87"/>
    <w:pPr>
      <w:tabs>
        <w:tab w:val="center" w:pos="4536"/>
        <w:tab w:val="right" w:pos="9072"/>
      </w:tabs>
    </w:pPr>
  </w:style>
  <w:style w:type="paragraph" w:customStyle="1" w:styleId="Style1">
    <w:name w:val="Style 1"/>
    <w:basedOn w:val="Normal"/>
    <w:rsid w:val="00207E87"/>
    <w:pPr>
      <w:widowControl w:val="0"/>
      <w:jc w:val="both"/>
    </w:pPr>
    <w:rPr>
      <w:rFonts w:ascii="Times New Roman" w:hAnsi="Times New Roman"/>
      <w:noProof/>
      <w:color w:val="000000"/>
      <w:sz w:val="20"/>
    </w:rPr>
  </w:style>
  <w:style w:type="paragraph" w:customStyle="1" w:styleId="Style4">
    <w:name w:val="Style 4"/>
    <w:basedOn w:val="Normal"/>
    <w:rsid w:val="00207E87"/>
    <w:pPr>
      <w:widowControl w:val="0"/>
      <w:tabs>
        <w:tab w:val="left" w:pos="324"/>
      </w:tabs>
      <w:ind w:left="324" w:hanging="288"/>
    </w:pPr>
    <w:rPr>
      <w:rFonts w:ascii="Times New Roman" w:hAnsi="Times New Roman"/>
      <w:noProof/>
      <w:color w:val="000000"/>
      <w:sz w:val="20"/>
    </w:rPr>
  </w:style>
  <w:style w:type="paragraph" w:styleId="FootnoteText">
    <w:name w:val="footnote text"/>
    <w:basedOn w:val="Normal"/>
    <w:semiHidden/>
    <w:rsid w:val="00207E87"/>
    <w:rPr>
      <w:sz w:val="20"/>
    </w:rPr>
  </w:style>
  <w:style w:type="character" w:styleId="FootnoteReference">
    <w:name w:val="footnote reference"/>
    <w:semiHidden/>
    <w:rsid w:val="00207E87"/>
    <w:rPr>
      <w:vertAlign w:val="superscript"/>
    </w:rPr>
  </w:style>
  <w:style w:type="character" w:styleId="PageNumber">
    <w:name w:val="page number"/>
    <w:basedOn w:val="DefaultParagraphFont"/>
    <w:rsid w:val="00207E87"/>
  </w:style>
  <w:style w:type="paragraph" w:styleId="BalloonText">
    <w:name w:val="Balloon Text"/>
    <w:basedOn w:val="Normal"/>
    <w:semiHidden/>
    <w:rsid w:val="00DE19CF"/>
    <w:rPr>
      <w:rFonts w:ascii="Tahoma" w:hAnsi="Tahoma" w:cs="Tahoma"/>
      <w:sz w:val="16"/>
      <w:szCs w:val="16"/>
    </w:rPr>
  </w:style>
  <w:style w:type="paragraph" w:customStyle="1" w:styleId="CM4">
    <w:name w:val="CM4"/>
    <w:basedOn w:val="Normal"/>
    <w:next w:val="Normal"/>
    <w:uiPriority w:val="99"/>
    <w:rsid w:val="00000DA9"/>
    <w:pPr>
      <w:autoSpaceDE w:val="0"/>
      <w:autoSpaceDN w:val="0"/>
      <w:adjustRightInd w:val="0"/>
    </w:pPr>
    <w:rPr>
      <w:rFonts w:ascii="EUAlbertina" w:hAnsi="EUAlberti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omez\Downloads\&#220;berwachungsanordnung-FormblattArt19-DE-Deutsc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930E9-8F6A-4A18-A7BB-3E694B790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Überwachungsanordnung-FormblattArt19-DE-Deutsch.dot</Template>
  <TotalTime>0</TotalTime>
  <Pages>3</Pages>
  <Words>680</Words>
  <Characters>3746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Überwachungsanordnung - Fromblatt nach Artikel 19 - Deutsch - DE</vt:lpstr>
      <vt:lpstr>Überwachungsanordnung - Fromblatt nach Artikel 19 - Deutsch - DE</vt:lpstr>
    </vt:vector>
  </TitlesOfParts>
  <Company>Niedersächsisches Justizministerium</Company>
  <LinksUpToDate>false</LinksUpToDate>
  <CharactersWithSpaces>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Überwachungsanordnung - Fromblatt nach Artikel 19 - Deutsch - DE</dc:title>
  <dc:subject>RB 2008/829/JI</dc:subject>
  <dc:creator>Gracia Gómez Cortazar Romero</dc:creator>
  <cp:keywords>Formblatt;RB Überwachungsanordnung;2008/829/JI</cp:keywords>
  <cp:lastModifiedBy>Gracia Gómez Cortazar Romero</cp:lastModifiedBy>
  <cp:revision>1</cp:revision>
  <cp:lastPrinted>2015-07-31T08:09:00Z</cp:lastPrinted>
  <dcterms:created xsi:type="dcterms:W3CDTF">2015-10-19T08:39:00Z</dcterms:created>
  <dcterms:modified xsi:type="dcterms:W3CDTF">2015-10-19T08:39:00Z</dcterms:modified>
</cp:coreProperties>
</file>