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636" w:top="620" w:bottom="820" w:left="1000" w:right="1020"/>
        </w:sectPr>
      </w:pPr>
    </w:p>
    <w:p>
      <w:pPr>
        <w:pStyle w:val="Heading1"/>
        <w:spacing w:line="242" w:lineRule="auto" w:before="69"/>
        <w:ind w:left="2259" w:right="0" w:firstLine="254"/>
        <w:jc w:val="left"/>
        <w:rPr>
          <w:b w:val="0"/>
          <w:bCs w:val="0"/>
        </w:rPr>
      </w:pPr>
      <w:r>
        <w:rPr>
          <w:spacing w:val="0"/>
          <w:w w:val="100"/>
        </w:rPr>
        <w:t>EUROPEISKA</w:t>
      </w:r>
      <w:r>
        <w:rPr>
          <w:rFonts w:ascii="Times New Roman" w:hAnsi="Times New Roman" w:cs="Times New Roman" w:eastAsia="Times New Roman"/>
          <w:spacing w:val="0"/>
          <w:w w:val="100"/>
        </w:rPr>
        <w:t> </w:t>
      </w:r>
      <w:r>
        <w:rPr>
          <w:spacing w:val="-1"/>
          <w:w w:val="100"/>
        </w:rPr>
        <w:t>UNIONEN</w:t>
      </w:r>
      <w:r>
        <w:rPr>
          <w:spacing w:val="0"/>
          <w:w w:val="100"/>
        </w:rPr>
        <w:t>S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RÅD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8" w:right="10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Brysse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jul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820" w:left="1000" w:right="1020"/>
          <w:cols w:num="2" w:equalWidth="0">
            <w:col w:w="4104" w:space="40"/>
            <w:col w:w="5736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66" w:val="left" w:leader="none"/>
        </w:tabs>
        <w:spacing w:before="69"/>
        <w:ind w:left="13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NOT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2119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-2"/>
          <w:w w:val="100"/>
        </w:rPr>
        <w:t>från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Generalsekretariatet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19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-2"/>
          <w:w w:val="100"/>
        </w:rPr>
        <w:t>till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egat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onerna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19" w:val="left" w:leader="none"/>
        </w:tabs>
        <w:spacing w:line="313" w:lineRule="exact" w:before="12"/>
        <w:ind w:left="132" w:right="0"/>
        <w:jc w:val="left"/>
      </w:pPr>
      <w:r>
        <w:rPr/>
        <w:pict>
          <v:group style="position:absolute;margin-left:56.639999pt;margin-top:.883126pt;width:481.680008pt;height:.1pt;mso-position-horizontal-relative:page;mso-position-vertical-relative:paragraph;z-index:-573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  <w:position w:val="-3"/>
        </w:rPr>
        <w:t>Ärende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Rådet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rambeslu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2009/299/RI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februar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2120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ändrin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rambe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lute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2002/584/RIF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2005/214/RIF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2006/783/RIF,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2120" w:right="0"/>
        <w:jc w:val="left"/>
      </w:pPr>
      <w:r>
        <w:rPr>
          <w:b w:val="0"/>
          <w:bCs w:val="0"/>
          <w:spacing w:val="-1"/>
          <w:w w:val="100"/>
        </w:rPr>
        <w:t>2008/909/RI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2008/947/RI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stärkand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medborgarnas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2120" w:right="630"/>
        <w:jc w:val="left"/>
      </w:pPr>
      <w:r>
        <w:rPr>
          <w:b w:val="0"/>
          <w:bCs w:val="0"/>
          <w:spacing w:val="-1"/>
          <w:w w:val="100"/>
        </w:rPr>
        <w:t>processuell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rättighete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främjand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illämpninge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principe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ö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sesidig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erkännand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avgörand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nä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berörd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personlige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närvarand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förhandlingen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19" w:val="left" w:leader="none"/>
          <w:tab w:pos="9775" w:val="left" w:leader="none"/>
        </w:tabs>
        <w:spacing w:before="40"/>
        <w:ind w:left="118" w:right="0"/>
        <w:jc w:val="left"/>
        <w:rPr>
          <w:rFonts w:ascii="Times New Roman" w:hAnsi="Times New Roman" w:cs="Times New Roman" w:eastAsia="Times New Roman"/>
        </w:rPr>
      </w:pPr>
      <w:r>
        <w:rPr>
          <w:rFonts w:ascii="Symbol" w:hAnsi="Symbol" w:cs="Symbol" w:eastAsia="Symbol"/>
          <w:b w:val="0"/>
          <w:bCs w:val="0"/>
        </w:rPr>
      </w:r>
      <w:r>
        <w:rPr>
          <w:rFonts w:ascii="Symbol" w:hAnsi="Symbol" w:cs="Symbol" w:eastAsia="Symbol"/>
          <w:b w:val="0"/>
          <w:bCs w:val="0"/>
          <w:u w:val="single" w:color="000000"/>
        </w:rPr>
        <w:t>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rFonts w:ascii="Symbol" w:hAnsi="Symbol" w:cs="Symbol" w:eastAsia="Symbol"/>
          <w:b w:val="0"/>
          <w:bCs w:val="0"/>
          <w:spacing w:val="0"/>
          <w:w w:val="100"/>
          <w:u w:val="single" w:color="000000"/>
        </w:rPr>
        <w:t></w:t>
      </w:r>
      <w:r>
        <w:rPr>
          <w:rFonts w:ascii="Symbol" w:hAnsi="Symbol" w:cs="Symbol" w:eastAsia="Symbol"/>
          <w:b w:val="0"/>
          <w:bCs w:val="0"/>
          <w:spacing w:val="0"/>
          <w:w w:val="100"/>
          <w:u w:val="single" w:color="000000"/>
        </w:rPr>
        <w:t></w:t>
      </w:r>
      <w:r>
        <w:rPr>
          <w:rFonts w:ascii="Symbol" w:hAnsi="Symbol" w:cs="Symbol" w:eastAsia="Symbol"/>
          <w:b w:val="0"/>
          <w:bCs w:val="0"/>
          <w:spacing w:val="15"/>
          <w:w w:val="100"/>
          <w:u w:val="single" w:color="000000"/>
        </w:rPr>
        <w:t></w:t>
      </w:r>
      <w:r>
        <w:rPr>
          <w:rFonts w:ascii="Times New Roman" w:hAnsi="Times New Roman" w:cs="Times New Roman" w:eastAsia="Times New Roman"/>
          <w:b w:val="0"/>
          <w:bCs w:val="0"/>
          <w:spacing w:val="15"/>
          <w:w w:val="100"/>
          <w:u w:val="single" w:color="000000"/>
        </w:rPr>
      </w:r>
      <w:r>
        <w:rPr>
          <w:b w:val="0"/>
          <w:bCs w:val="0"/>
          <w:spacing w:val="-6"/>
          <w:w w:val="100"/>
          <w:u w:val="single" w:color="000000"/>
        </w:rPr>
        <w:t>K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nsoliderad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formuläret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europeiska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arresteringsordern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9" w:lineRule="auto" w:before="69"/>
        <w:ind w:left="132" w:right="1169"/>
        <w:jc w:val="left"/>
      </w:pPr>
      <w:r>
        <w:rPr/>
        <w:pict>
          <v:group style="position:absolute;margin-left:264.480011pt;margin-top:99.80513pt;width:66.000006pt;height:.1pt;mso-position-horizontal-relative:page;mso-position-vertical-relative:paragraph;z-index:-572" coordorigin="5290,1996" coordsize="1320,2">
            <v:shape style="position:absolute;left:5290;top:1996;width:1320;height:2" coordorigin="5290,1996" coordsize="1320,0" path="m5290,1996l6610,199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delega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nern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bifoga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konsoliderad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versio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formuläre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europeiska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arresteringsordern.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6972" w:val="left" w:leader="none"/>
          <w:tab w:pos="9771" w:val="right" w:leader="none"/>
        </w:tabs>
        <w:spacing w:before="69"/>
        <w:ind w:left="132" w:right="0"/>
        <w:jc w:val="left"/>
      </w:pPr>
      <w:r>
        <w:rPr/>
        <w:pict>
          <v:group style="position:absolute;margin-left:55.200001pt;margin-top:.613123pt;width:485.040009pt;height:.1pt;mso-position-horizontal-relative:page;mso-position-vertical-relative:paragraph;z-index:-574" coordorigin="1104,12" coordsize="9701,2">
            <v:shape style="position:absolute;left:1104;top:12;width:9701;height:2" coordorigin="1104,12" coordsize="9701,0" path="m1104,12l10805,12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13297</w:t>
      </w:r>
      <w:r>
        <w:rPr>
          <w:b w:val="0"/>
          <w:bCs w:val="0"/>
          <w:spacing w:val="0"/>
          <w:w w:val="100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2"/>
          <w:w w:val="100"/>
        </w:rPr>
        <w:t>/a</w:t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7"/>
          <w:w w:val="100"/>
        </w:rPr>
        <w:t>,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</w:t>
      </w:r>
    </w:p>
    <w:p>
      <w:pPr>
        <w:spacing w:after="0"/>
        <w:jc w:val="left"/>
        <w:sectPr>
          <w:type w:val="continuous"/>
          <w:pgSz w:w="11900" w:h="16820"/>
          <w:pgMar w:top="620" w:bottom="820" w:left="1000" w:right="1020"/>
        </w:sectPr>
      </w:pPr>
    </w:p>
    <w:p>
      <w:pPr>
        <w:pStyle w:val="BodyText"/>
        <w:spacing w:before="71"/>
        <w:ind w:left="0" w:right="143"/>
        <w:jc w:val="righ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BILAGA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Heading1"/>
        <w:spacing w:before="797"/>
        <w:ind w:left="2812" w:right="0"/>
        <w:jc w:val="left"/>
        <w:rPr>
          <w:b w:val="0"/>
          <w:bCs w:val="0"/>
          <w:sz w:val="16"/>
          <w:szCs w:val="16"/>
        </w:rPr>
      </w:pPr>
      <w:r>
        <w:rPr>
          <w:spacing w:val="-1"/>
          <w:w w:val="100"/>
        </w:rPr>
        <w:t>EUR</w:t>
      </w:r>
      <w:r>
        <w:rPr>
          <w:spacing w:val="0"/>
          <w:w w:val="100"/>
        </w:rPr>
        <w:t>O</w:t>
      </w:r>
      <w:r>
        <w:rPr>
          <w:spacing w:val="-1"/>
          <w:w w:val="100"/>
        </w:rPr>
        <w:t>PEIS</w:t>
      </w:r>
      <w:r>
        <w:rPr>
          <w:spacing w:val="0"/>
          <w:w w:val="100"/>
        </w:rPr>
        <w:t>K</w:t>
      </w:r>
      <w:r>
        <w:rPr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pacing w:val="-6"/>
          <w:w w:val="100"/>
        </w:rPr>
      </w:r>
      <w:r>
        <w:rPr>
          <w:spacing w:val="-1"/>
          <w:w w:val="100"/>
        </w:rPr>
        <w:t>ARRESTERINGSORDE</w:t>
      </w:r>
      <w:r>
        <w:rPr>
          <w:spacing w:val="4"/>
          <w:w w:val="100"/>
        </w:rPr>
        <w:t>R</w:t>
      </w:r>
      <w:r>
        <w:rPr>
          <w:spacing w:val="0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line="359" w:lineRule="auto" w:before="549"/>
        <w:ind w:right="291"/>
        <w:jc w:val="left"/>
      </w:pPr>
      <w:r>
        <w:rPr>
          <w:b w:val="0"/>
          <w:bCs w:val="0"/>
          <w:spacing w:val="-1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utfärdat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behöri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rättsli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myndighet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begä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nämnd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3"/>
          <w:w w:val="100"/>
        </w:rPr>
        <w:t>gr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överlämna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lagförin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verkställighe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fängelsestraf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annan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0"/>
          <w:w w:val="100"/>
        </w:rPr>
        <w:t>ihetsberövande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0"/>
          <w:w w:val="100"/>
        </w:rPr>
        <w:t>åtgärd.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719" w:val="left" w:leader="none"/>
        </w:tabs>
        <w:spacing w:line="241" w:lineRule="auto"/>
        <w:ind w:left="719" w:right="636" w:hanging="567"/>
        <w:jc w:val="left"/>
      </w:pPr>
      <w:r>
        <w:rPr/>
        <w:pict>
          <v:group style="position:absolute;margin-left:56.639999pt;margin-top:-3.471253pt;width:144.240006pt;height:.1pt;mso-position-horizontal-relative:page;mso-position-vertical-relative:paragraph;z-index:-571" coordorigin="1133,-69" coordsize="2885,2">
            <v:shape style="position:absolute;left:1133;top:-69;width:2885;height:2" coordorigin="1133,-69" coordsize="2885,0" path="m1133,-69l4018,-6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Denn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orde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måst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skriva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å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elle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översätta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til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et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verkställand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medlemsstatens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språk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nä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denn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ä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-2"/>
          <w:w w:val="100"/>
          <w:position w:val="0"/>
        </w:rPr>
        <w:t>ä</w:t>
      </w:r>
      <w:r>
        <w:rPr>
          <w:b w:val="0"/>
          <w:bCs w:val="0"/>
          <w:spacing w:val="-1"/>
          <w:w w:val="100"/>
          <w:position w:val="0"/>
        </w:rPr>
        <w:t>nd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elle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å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någo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anna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språ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so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denn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godtar.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footerReference w:type="default" r:id="rId7"/>
          <w:pgSz w:w="11900" w:h="16820"/>
          <w:pgMar w:footer="971" w:header="0" w:top="104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eftersökte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ternamn: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Förnamn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Flicknamn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förek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fall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Alias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förekommand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fall</w:t>
      </w:r>
      <w:r>
        <w:rPr>
          <w:b w:val="0"/>
          <w:bCs w:val="0"/>
          <w:spacing w:val="18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ö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1"/>
          <w:w w:val="100"/>
        </w:rPr>
        <w:t>Nat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tet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Föde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sedatu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Föde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seort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Bostadsor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och/elle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kän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adress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uppgif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finns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språ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tersökte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förstår: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2"/>
          <w:w w:val="100"/>
        </w:rPr>
        <w:t>Ut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ärkand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drag/beskrivnin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eftersökte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302"/>
        <w:jc w:val="left"/>
      </w:pPr>
      <w:r>
        <w:rPr/>
        <w:pict>
          <v:group style="position:absolute;margin-left:50.470001pt;margin-top:111.473099pt;width:494.500026pt;height:176.020012pt;mso-position-horizontal-relative:page;mso-position-vertical-relative:paragraph;z-index:-569" coordorigin="1009,2229" coordsize="9890,3520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499" coordorigin="1025,2240" coordsize="2,3499">
              <v:shape style="position:absolute;left:1025;top:2240;width:2;height:3499" coordorigin="1025,2240" coordsize="0,3499" path="m1025,2240l1025,5739e" filled="f" stroked="t" strokeweight=".82pt" strokecolor="#000000">
                <v:path arrowok="t"/>
              </v:shape>
            </v:group>
            <v:group style="position:absolute;left:1018;top:5742;width:9874;height:2" coordorigin="1018,5742" coordsize="9874,2">
              <v:shape style="position:absolute;left:1018;top:5742;width:9874;height:2" coordorigin="1018,5742" coordsize="9874,0" path="m1018,5742l10891,5742e" filled="f" stroked="t" strokeweight=".82pt" strokecolor="#000000">
                <v:path arrowok="t"/>
              </v:shape>
            </v:group>
            <v:group style="position:absolute;left:10884;top:2240;width:2;height:3499" coordorigin="10884,2240" coordsize="2,3499">
              <v:shape style="position:absolute;left:10884;top:2240;width:2;height:3499" coordorigin="10884,2240" coordsize="0,3499" path="m10884,2240l10884,573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fingeravtryc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eftersökte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illgänglig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överlämnas,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kontaktadres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tillhandahåll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informa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informa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finn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illgängli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överförin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bifogats)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8.116913pt;width:494.500026pt;height:374.260033pt;mso-position-horizontal-relative:page;mso-position-vertical-relative:paragraph;z-index:-570" coordorigin="1009,-7762" coordsize="9890,7485">
            <v:group style="position:absolute;left:1018;top:-7754;width:9874;height:2" coordorigin="1018,-7754" coordsize="9874,2">
              <v:shape style="position:absolute;left:1018;top:-7754;width:9874;height:2" coordorigin="1018,-7754" coordsize="9874,0" path="m1018,-7754l10891,-7754e" filled="f" stroked="t" strokeweight=".82pt" strokecolor="#000000">
                <v:path arrowok="t"/>
              </v:shape>
            </v:group>
            <v:group style="position:absolute;left:1025;top:-7752;width:2;height:7464" coordorigin="1025,-7752" coordsize="2,7464">
              <v:shape style="position:absolute;left:1025;top:-7752;width:2;height:7464" coordorigin="1025,-7752" coordsize="0,7464" path="m1025,-775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752;width:2;height:7464" coordorigin="10884,-7752" coordsize="2,7464">
              <v:shape style="position:absolute;left:10884;top:-7752;width:2;height:7464" coordorigin="10884,-7752" coordsize="0,7464" path="m10884,-775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Beslu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vilke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arresteringsorder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grundas: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Arresteringsorde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verkställbar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rättslig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beslu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samm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verkan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4"/>
          <w:w w:val="100"/>
        </w:rPr>
      </w:r>
      <w:r>
        <w:rPr>
          <w:b w:val="0"/>
          <w:bCs w:val="0"/>
          <w:spacing w:val="2"/>
          <w:w w:val="100"/>
        </w:rPr>
        <w:t>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145"/>
        <w:jc w:val="left"/>
      </w:pPr>
      <w:r>
        <w:rPr>
          <w:b w:val="0"/>
          <w:bCs w:val="0"/>
          <w:spacing w:val="7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p: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Verkställba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285" w:right="145"/>
        <w:jc w:val="left"/>
      </w:pP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1285" w:right="145"/>
        <w:jc w:val="left"/>
      </w:pPr>
      <w:r>
        <w:rPr>
          <w:b w:val="0"/>
          <w:bCs w:val="0"/>
          <w:spacing w:val="-1"/>
          <w:w w:val="100"/>
        </w:rPr>
        <w:t>Beteckning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Uppgifte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straffet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längd: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357" w:hanging="567"/>
        <w:jc w:val="left"/>
      </w:pPr>
      <w:r>
        <w:rPr>
          <w:b w:val="0"/>
          <w:bCs w:val="0"/>
          <w:spacing w:val="-1"/>
          <w:w w:val="100"/>
        </w:rPr>
        <w:t>Maxima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läng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fängelsestraf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frihetsberövand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åtgär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dömas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brotte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brotten: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Läng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fängelsestraf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frihetsberövand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åtgär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dömt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145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6"/>
          <w:w w:val="100"/>
        </w:rPr>
        <w:t>å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erstå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avtjäna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091pt;width:490.659999pt;height:368.500008pt;mso-position-horizontal-relative:page;mso-position-vertical-relative:paragraph;z-index:-567" coordorigin="1009,1079" coordsize="9813,7370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7349" coordorigin="1025,1090" coordsize="2,7349">
              <v:shape style="position:absolute;left:1025;top:1090;width:2;height:7349" coordorigin="1025,1090" coordsize="0,7349" path="m1025,1090l1025,8439e" filled="f" stroked="t" strokeweight=".82pt" strokecolor="#000000">
                <v:path arrowok="t"/>
              </v:shape>
            </v:group>
            <v:group style="position:absolute;left:10807;top:1090;width:2;height:7349" coordorigin="10807,1090" coordsize="2,7349">
              <v:shape style="position:absolute;left:10807;top:1090;width:2;height:7349" coordorigin="10807,1090" coordsize="0,7349" path="m10807,1090l10807,8439e" filled="f" stroked="t" strokeweight=".82pt" strokecolor="#000000">
                <v:path arrowok="t"/>
              </v:shape>
            </v:group>
            <v:group style="position:absolute;left:1018;top:8441;width:9797;height:2" coordorigin="1018,8441" coordsize="9797,2">
              <v:shape style="position:absolute;left:1018;top:8441;width:9797;height:2" coordorigin="1018,8441" coordsize="9797,0" path="m1018,8441l10814,844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before="69"/>
        <w:ind w:left="314" w:right="0" w:hanging="200"/>
        <w:jc w:val="left"/>
      </w:pPr>
      <w:r>
        <w:rPr/>
        <w:pict>
          <v:group style="position:absolute;margin-left:50.470001pt;margin-top:-266.676849pt;width:494.500026pt;height:231.219963pt;mso-position-horizontal-relative:page;mso-position-vertical-relative:paragraph;z-index:-568" coordorigin="1009,-5334" coordsize="9890,4624">
            <v:group style="position:absolute;left:1018;top:-5325;width:9874;height:2" coordorigin="1018,-5325" coordsize="9874,2">
              <v:shape style="position:absolute;left:1018;top:-5325;width:9874;height:2" coordorigin="1018,-5325" coordsize="9874,0" path="m1018,-5325l10891,-5325e" filled="f" stroked="t" strokeweight=".82pt" strokecolor="#000000">
                <v:path arrowok="t"/>
              </v:shape>
            </v:group>
            <v:group style="position:absolute;left:1025;top:-5323;width:2;height:4603" coordorigin="1025,-5323" coordsize="2,4603">
              <v:shape style="position:absolute;left:1025;top:-5323;width:2;height:4603" coordorigin="1025,-5323" coordsize="0,4603" path="m1025,-532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23;width:2;height:4603" coordorigin="10884,-5323" coordsize="2,4603">
              <v:shape style="position:absolute;left:10884;top:-5323;width:2;height:4603" coordorigin="10884,-5323" coordsize="0,4603" path="m10884,-532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  <w:u w:val="single" w:color="000000"/>
        </w:rPr>
        <w:t>Ange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närvarande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ledde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till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beslutet: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närvarande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ledde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ill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beslutet.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993" w:hanging="850"/>
        <w:jc w:val="left"/>
      </w:pPr>
      <w:r>
        <w:rPr>
          <w:b w:val="0"/>
          <w:bCs w:val="0"/>
          <w:spacing w:val="1"/>
          <w:w w:val="100"/>
          <w:u w:val="single" w:color="000000"/>
        </w:rPr>
        <w:t>Ne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</w:t>
      </w:r>
      <w:r>
        <w:rPr>
          <w:b w:val="0"/>
          <w:bCs w:val="0"/>
          <w:spacing w:val="-3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onligen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närvarande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ledde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till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9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beslutet.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540" w:hanging="850"/>
        <w:jc w:val="left"/>
      </w:pPr>
      <w:r>
        <w:rPr>
          <w:b w:val="0"/>
          <w:bCs w:val="0"/>
          <w:spacing w:val="4"/>
          <w:w w:val="100"/>
          <w:u w:val="single" w:color="000000"/>
        </w:rPr>
        <w:t>Om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kryssat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rutan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ovan,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vänlig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bekräfta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något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följande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8"/>
          <w:w w:val="100"/>
          <w:u w:val="single" w:color="000000"/>
        </w:rPr>
        <w:t>fö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religger: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6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kallades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(dag/månad/år),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underrättades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där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gen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plats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ledde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till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underrättades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kunde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meddelas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även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närvarande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förhandlingen,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36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kallades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på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annat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sätt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</w:t>
      </w:r>
      <w:r>
        <w:rPr>
          <w:b w:val="0"/>
          <w:bCs w:val="0"/>
          <w:spacing w:val="-3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iskt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underrättades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officiellt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plats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för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förhandling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som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ledde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ill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beslutet,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på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ett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sådant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sätt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otvetydigt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slå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fast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känned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planerade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förhandlingen,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underrättades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kunde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medd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las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även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närvarande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2"/>
        <w:ind w:left="2096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8"/>
          <w:w w:val="100"/>
          <w:u w:val="single" w:color="000000"/>
        </w:rPr>
        <w:t>fö</w:t>
      </w:r>
      <w:r>
        <w:rPr>
          <w:b w:val="0"/>
          <w:bCs w:val="0"/>
          <w:spacing w:val="-1"/>
          <w:w w:val="100"/>
          <w:u w:val="single" w:color="000000"/>
        </w:rPr>
        <w:t>rhandlingen,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  <w:tab w:pos="2096" w:val="left" w:leader="none"/>
        </w:tabs>
        <w:spacing w:line="240" w:lineRule="auto" w:before="69"/>
        <w:ind w:left="2096" w:right="19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3.2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personen,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vetskap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planerade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förhandlingen,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uppdrag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åt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jur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diskt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ombud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som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antingen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utsetts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berörda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8"/>
          <w:w w:val="100"/>
          <w:u w:val="single" w:color="000000"/>
        </w:rPr>
        <w:t>fö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rsvara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m/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henne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vid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förhandlingen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försvarades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fak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iskt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ombudet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förhandlin</w:t>
      </w:r>
      <w:r>
        <w:rPr>
          <w:b w:val="0"/>
          <w:bCs w:val="0"/>
          <w:spacing w:val="-1"/>
          <w:w w:val="100"/>
          <w:u w:val="single" w:color="000000"/>
        </w:rPr>
        <w:t>gen,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  <w:tab w:pos="2096" w:val="left" w:leader="none"/>
        </w:tabs>
        <w:spacing w:line="239" w:lineRule="auto" w:before="69"/>
        <w:ind w:left="2096" w:right="20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3.3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delgavs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beslutet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(dag/månad/år)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underrättades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uttryckligen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rätten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till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förnyad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prövning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överklagande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rätten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få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få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själva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sakfrågan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prövad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på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nytt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även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bakgrund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nytt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bevis</w:t>
      </w:r>
      <w:r>
        <w:rPr>
          <w:b w:val="0"/>
          <w:bCs w:val="0"/>
          <w:spacing w:val="-6"/>
          <w:w w:val="100"/>
          <w:u w:val="single" w:color="000000"/>
        </w:rPr>
        <w:t>m</w:t>
      </w:r>
      <w:r>
        <w:rPr>
          <w:b w:val="0"/>
          <w:bCs w:val="0"/>
          <w:spacing w:val="2"/>
          <w:w w:val="100"/>
          <w:u w:val="single" w:color="000000"/>
        </w:rPr>
        <w:t>ater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al,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vilket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till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ursprungliga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upphävs,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förklarade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uttryckligen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bestred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1"/>
          <w:w w:val="95"/>
          <w:u w:val="single" w:color="000000"/>
        </w:rPr>
        <w:t>E</w:t>
      </w:r>
      <w:r>
        <w:rPr>
          <w:b w:val="0"/>
          <w:bCs w:val="0"/>
          <w:spacing w:val="-3"/>
          <w:w w:val="95"/>
          <w:u w:val="single" w:color="000000"/>
        </w:rPr>
        <w:t>L</w:t>
      </w:r>
      <w:r>
        <w:rPr>
          <w:b w:val="0"/>
          <w:bCs w:val="0"/>
          <w:spacing w:val="-1"/>
          <w:w w:val="95"/>
          <w:u w:val="single" w:color="000000"/>
        </w:rPr>
        <w:t>LER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649" w:val="left" w:leader="none"/>
        </w:tabs>
        <w:spacing w:line="274" w:lineRule="exact" w:before="74"/>
        <w:ind w:left="649" w:right="1031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personen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begärde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inte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förnyad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prövning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eller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överklagande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in</w:t>
      </w:r>
      <w:r>
        <w:rPr>
          <w:b w:val="0"/>
          <w:bCs w:val="0"/>
          <w:spacing w:val="8"/>
          <w:w w:val="99"/>
          <w:u w:val="single" w:color="000000"/>
        </w:rPr>
        <w:t>o</w:t>
      </w:r>
      <w:r>
        <w:rPr>
          <w:b w:val="0"/>
          <w:bCs w:val="0"/>
          <w:spacing w:val="0"/>
          <w:w w:val="99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3"/>
          <w:w w:val="99"/>
          <w:u w:val="single" w:color="000000"/>
        </w:rPr>
        <w:t>den</w:t>
      </w:r>
      <w:r>
        <w:rPr>
          <w:b w:val="0"/>
          <w:bCs w:val="0"/>
          <w:spacing w:val="-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u w:val="none"/>
        </w:rPr>
        <w:t> 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tillämpliga</w:t>
      </w:r>
      <w:r>
        <w:rPr>
          <w:b w:val="0"/>
          <w:bCs w:val="0"/>
          <w:spacing w:val="-1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tidsramen,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820" w:left="980" w:right="980"/>
          <w:cols w:num="2" w:equalWidth="0">
            <w:col w:w="1590" w:space="40"/>
            <w:col w:w="8310"/>
          </w:cols>
        </w:sectPr>
      </w:pPr>
    </w:p>
    <w:p>
      <w:pPr>
        <w:spacing w:line="100" w:lineRule="exact" w:before="8"/>
        <w:rPr>
          <w:sz w:val="10"/>
          <w:szCs w:val="10"/>
        </w:rPr>
      </w:pPr>
      <w:r>
        <w:rPr/>
        <w:pict>
          <v:group style="position:absolute;margin-left:50.470001pt;margin-top:55.910023pt;width:490.659999pt;height:588.819985pt;mso-position-horizontal-relative:page;mso-position-vertical-relative:page;z-index:-566" coordorigin="1009,1118" coordsize="9813,11776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1755" coordorigin="1025,1129" coordsize="2,11755">
              <v:shape style="position:absolute;left:1025;top:1129;width:2;height:11755" coordorigin="1025,1129" coordsize="0,11755" path="m1025,1129l1025,12884e" filled="f" stroked="t" strokeweight=".82pt" strokecolor="#000000">
                <v:path arrowok="t"/>
              </v:shape>
            </v:group>
            <v:group style="position:absolute;left:1018;top:12886;width:9797;height:2" coordorigin="1018,12886" coordsize="9797,2">
              <v:shape style="position:absolute;left:1018;top:12886;width:9797;height:2" coordorigin="1018,12886" coordsize="9797,0" path="m1018,12886l10814,12886e" filled="f" stroked="t" strokeweight=".82pt" strokecolor="#000000">
                <v:path arrowok="t"/>
              </v:shape>
            </v:group>
            <v:group style="position:absolute;left:10807;top:1129;width:2;height:11755" coordorigin="10807,1129" coordsize="2,11755">
              <v:shape style="position:absolute;left:10807;top:1129;width:2;height:11755" coordorigin="10807,1129" coordsize="0,11755" path="m10807,1129l10807,1288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  <w:tab w:pos="2096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3.4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personen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delget</w:t>
      </w:r>
      <w:r>
        <w:rPr>
          <w:b w:val="0"/>
          <w:bCs w:val="0"/>
          <w:spacing w:val="4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beslutet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men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88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kommer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personligen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utan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dröjsmål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delges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efter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över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ämnandet,</w:t>
      </w:r>
      <w:r>
        <w:rPr>
          <w:b w:val="0"/>
          <w:bCs w:val="0"/>
          <w:spacing w:val="-2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och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before="69"/>
        <w:ind w:left="2663" w:right="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kommer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delgivandet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uttryckligen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rätten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till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/>
        <w:ind w:left="2663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8"/>
          <w:w w:val="100"/>
          <w:u w:val="single" w:color="000000"/>
        </w:rPr>
        <w:t>fö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rnyad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prövning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överklagande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rätten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få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delta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och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få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 w:before="7"/>
        <w:ind w:left="2663" w:right="238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själva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sakfrågan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prövad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på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nytt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även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bakgrund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nytt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bevismaterial,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vilket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leda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ill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ursprungliga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beslutet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upphävs,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och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354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kommer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att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underrättas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tidsram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vilken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eller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måste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begära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förnyad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övning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överklagande,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dvs.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……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dagar.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584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Var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vänlig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ange,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ruta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kryssat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för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under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eller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hur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villkoren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fråga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har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uppfyll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3"/>
          <w:w w:val="100"/>
          <w:u w:val="single" w:color="000000"/>
        </w:rPr>
        <w:t>s: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82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70.659981pt;mso-position-horizontal-relative:page;mso-position-vertical-relative:page;z-index:-565" coordorigin="1009,1449" coordsize="9890,13413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392" coordorigin="1025,1460" coordsize="2,13392">
              <v:shape style="position:absolute;left:1025;top:1460;width:2;height:13392" coordorigin="1025,1460" coordsize="0,13392" path="m1025,1460l1025,14852e" filled="f" stroked="t" strokeweight=".82pt" strokecolor="#000000">
                <v:path arrowok="t"/>
              </v:shape>
            </v:group>
            <v:group style="position:absolute;left:1018;top:14854;width:9874;height:2" coordorigin="1018,14854" coordsize="9874,2">
              <v:shape style="position:absolute;left:1018;top:14854;width:9874;height:2" coordorigin="1018,14854" coordsize="9874,0" path="m1018,14854l10891,14854e" filled="f" stroked="t" strokeweight=".82pt" strokecolor="#000000">
                <v:path arrowok="t"/>
              </v:shape>
            </v:group>
            <v:group style="position:absolute;left:10884;top:1460;width:2;height:13392" coordorigin="10884,1460" coordsize="2,13392">
              <v:shape style="position:absolute;left:10884;top:1460;width:2;height:13392" coordorigin="10884,1460" coordsize="0,13392" path="m10884,1460l10884,1485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Brott: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berö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total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brott.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257"/>
        <w:jc w:val="left"/>
      </w:pPr>
      <w:r>
        <w:rPr>
          <w:b w:val="0"/>
          <w:bCs w:val="0"/>
          <w:spacing w:val="-1"/>
          <w:w w:val="100"/>
        </w:rPr>
        <w:t>Beskrivnin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omständighete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vilk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brotte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brotte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begicks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inklusiv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tidpunkt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(datu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och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ocks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ag)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eftersökte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gra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delaktighe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brotte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brotten: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Brottet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brotten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beskaffenhe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6"/>
          <w:w w:val="100"/>
        </w:rPr>
        <w:t>b</w:t>
      </w:r>
      <w:r>
        <w:rPr>
          <w:b w:val="0"/>
          <w:bCs w:val="0"/>
          <w:spacing w:val="-1"/>
          <w:w w:val="100"/>
        </w:rPr>
        <w:t>rottsrubricerin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sam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tillämpli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lagbestämmelse: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85" w:lineRule="auto"/>
        <w:ind w:left="719" w:right="489" w:hanging="567"/>
        <w:jc w:val="left"/>
      </w:pPr>
      <w:r>
        <w:rPr>
          <w:b w:val="0"/>
          <w:bCs w:val="0"/>
          <w:spacing w:val="-2"/>
          <w:w w:val="100"/>
        </w:rPr>
        <w:t>Marker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förekommand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fal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rö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si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fler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2"/>
          <w:w w:val="100"/>
        </w:rPr>
        <w:t>ljand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brott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den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2"/>
          <w:w w:val="100"/>
        </w:rPr>
        <w:t>ut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-1"/>
          <w:w w:val="100"/>
        </w:rPr>
        <w:t>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medlemsstate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fängels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anna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frihetsberövand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åtgärd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minst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3"/>
          <w:w w:val="100"/>
        </w:rPr>
        <w:t>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å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enlig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utfärdand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medlemsstaten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lags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8"/>
          <w:w w:val="100"/>
        </w:rPr>
        <w:t>if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ning: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8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tagand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kriminel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organisa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tabs>
          <w:tab w:pos="719" w:val="left" w:leader="none"/>
        </w:tabs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Människohandel.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Sexuellt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utn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5"/>
          <w:w w:val="100"/>
        </w:rPr>
        <w:t>tt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bar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sam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barnpornografi.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narkotik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psykotrop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ämnen.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vapen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ammuni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sprängämnen.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0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rrupt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on.</w:t>
      </w:r>
    </w:p>
    <w:p>
      <w:pPr>
        <w:pStyle w:val="BodyText"/>
        <w:tabs>
          <w:tab w:pos="719" w:val="left" w:leader="none"/>
        </w:tabs>
        <w:spacing w:line="288" w:lineRule="auto" w:before="55"/>
        <w:ind w:left="719" w:right="402" w:hanging="567"/>
        <w:jc w:val="both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Bedrägeri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inbegripe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bedräger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ik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Europeisk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gemenskaperna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ekonomiska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resse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enlig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konven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jul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skyd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Europeisk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gemenskapernas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finansiel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intressen.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Penningtvätt.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Penningförfalskning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inklusiv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förfalsknin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euron.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brottslighet.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Milj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0"/>
          <w:w w:val="100"/>
        </w:rPr>
        <w:t>brott,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nbegr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pe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hotad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djurarte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hotad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växtarte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växtsorter.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185.619988pt;mso-position-horizontal-relative:page;mso-position-vertical-relative:page;z-index:-564" coordorigin="1009,1118" coordsize="9890,3712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3691" coordorigin="1025,1129" coordsize="2,3691">
              <v:shape style="position:absolute;left:1025;top:1129;width:2;height:3691" coordorigin="1025,1129" coordsize="0,3691" path="m1025,1129l1025,4820e" filled="f" stroked="t" strokeweight=".82pt" strokecolor="#000000">
                <v:path arrowok="t"/>
              </v:shape>
            </v:group>
            <v:group style="position:absolute;left:1018;top:4822;width:9874;height:2" coordorigin="1018,4822" coordsize="9874,2">
              <v:shape style="position:absolute;left:1018;top:4822;width:9874;height:2" coordorigin="1018,4822" coordsize="9874,0" path="m1018,4822l10891,4822e" filled="f" stroked="t" strokeweight=".82pt" strokecolor="#000000">
                <v:path arrowok="t"/>
              </v:shape>
            </v:group>
            <v:group style="position:absolute;left:10884;top:1129;width:2;height:3691" coordorigin="10884,1129" coordsize="2,3691">
              <v:shape style="position:absolute;left:10884;top:1129;width:2;height:3691" coordorigin="10884,1129" coordsize="0,3691" path="m10884,1129l10884,48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H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äl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5"/>
          <w:w w:val="100"/>
        </w:rPr>
        <w:t>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5"/>
          <w:w w:val="100"/>
        </w:rPr>
        <w:t>in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olagli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vistelse.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Mord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misshandel.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mänsklig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vävnader.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Människorov,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frihetsberövand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tagand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gisslan.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Rasis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främlingsfientlighet.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Organisera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stöl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väpna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rån.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kulturföremål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inbegripe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kv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teter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och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konstverk.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Svindleri.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Beskyddarverksamhe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utpressning.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Förfalsknin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piratkopiering.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Förfalsknin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dokumen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sådan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förfalskningar.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Förfalsknin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betalningsmedel.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onsubstanse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andr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tillväxtsubstanser.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agli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nukleär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radioaktiv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ämnen.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stuln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fordon.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Vå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dtäkt.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Mordbrand.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Brot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omfatta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interna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brottmålsdomstolen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behörighet.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Kapnin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flygpla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g.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Sabotage.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3" w:val="left" w:leader="none"/>
        </w:tabs>
        <w:ind w:left="724" w:right="0" w:hanging="572"/>
        <w:jc w:val="left"/>
      </w:pPr>
      <w:r>
        <w:rPr>
          <w:b w:val="0"/>
          <w:bCs w:val="0"/>
          <w:spacing w:val="-1"/>
          <w:w w:val="100"/>
        </w:rPr>
        <w:t>Fullständi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beskrivnin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brot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omfatta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falle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punk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ovan.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556915pt;width:494.500026pt;height:273.700035pt;mso-position-horizontal-relative:page;mso-position-vertical-relative:paragraph;z-index:-563" coordorigin="1009,-5751" coordsize="9890,5474">
            <v:group style="position:absolute;left:1018;top:-5743;width:9874;height:2" coordorigin="1018,-5743" coordsize="9874,2">
              <v:shape style="position:absolute;left:1018;top:-5743;width:9874;height:2" coordorigin="1018,-5743" coordsize="9874,0" path="m1018,-5743l10891,-5743e" filled="f" stroked="t" strokeweight=".82pt" strokecolor="#000000">
                <v:path arrowok="t"/>
              </v:shape>
            </v:group>
            <v:group style="position:absolute;left:1025;top:-5741;width:2;height:5453" coordorigin="1025,-5741" coordsize="2,5453">
              <v:shape style="position:absolute;left:1025;top:-5741;width:2;height:5453" coordorigin="1025,-5741" coordsize="0,5453" path="m1025,-574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5741;width:2;height:5453" coordorigin="10884,-5741" coordsize="2,5453">
              <v:shape style="position:absolute;left:10884;top:-5741;width:2;height:5453" coordorigin="10884,-5741" coordsize="0,5453" path="m10884,-574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Andr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omständighete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falle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(frivilli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informa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69"/>
        <w:ind w:left="152" w:right="164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(Observer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ett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ka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omfatt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kommentare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extraterritorialitet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avbrytand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av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tidsbegränsninga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andr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följde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brottet)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59.460015pt;mso-position-horizontal-relative:page;mso-position-vertical-relative:paragraph;z-index:-561" coordorigin="1009,729" coordsize="9890,3189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168" coordorigin="1025,740" coordsize="2,3168">
              <v:shape style="position:absolute;left:1025;top:740;width:2;height:3168" coordorigin="1025,740" coordsize="0,3168" path="m1025,740l1025,3908e" filled="f" stroked="t" strokeweight=".82pt" strokecolor="#000000">
                <v:path arrowok="t"/>
              </v:shape>
            </v:group>
            <v:group style="position:absolute;left:1018;top:3910;width:9874;height:2" coordorigin="1018,3910" coordsize="9874,2">
              <v:shape style="position:absolute;left:1018;top:3910;width:9874;height:2" coordorigin="1018,3910" coordsize="9874,0" path="m1018,3910l10891,3910e" filled="f" stroked="t" strokeweight=".82pt" strokecolor="#000000">
                <v:path arrowok="t"/>
              </v:shape>
            </v:group>
            <v:group style="position:absolute;left:10884;top:740;width:2;height:3168" coordorigin="10884,740" coordsize="2,3168">
              <v:shape style="position:absolute;left:10884;top:740;width:2;height:3168" coordorigin="10884,740" coordsize="0,3168" path="m10884,740l10884,390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100.356895pt;width:494.500026pt;height:86.500023pt;mso-position-horizontal-relative:page;mso-position-vertical-relative:paragraph;z-index:-562" coordorigin="1009,-2007" coordsize="9890,1730">
            <v:group style="position:absolute;left:1018;top:-1999;width:9874;height:2" coordorigin="1018,-1999" coordsize="9874,2">
              <v:shape style="position:absolute;left:1018;top:-1999;width:9874;height:2" coordorigin="1018,-1999" coordsize="9874,0" path="m1018,-1999l10891,-1999e" filled="f" stroked="t" strokeweight=".82pt" strokecolor="#000000">
                <v:path arrowok="t"/>
              </v:shape>
            </v:group>
            <v:group style="position:absolute;left:1025;top:-1997;width:2;height:1709" coordorigin="1025,-1997" coordsize="2,1709">
              <v:shape style="position:absolute;left:1025;top:-1997;width:2;height:1709" coordorigin="1025,-1997" coordsize="0,1709" path="m1025,-1997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97;width:2;height:1709" coordorigin="10884,-1997" coordsize="2,1709">
              <v:shape style="position:absolute;left:10884;top:-1997;width:2;height:1709" coordorigin="10884,-1997" coordsize="0,1709" path="m10884,-1997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ocks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besla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överlämnand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föremå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utg</w:t>
      </w:r>
      <w:r>
        <w:rPr>
          <w:b w:val="0"/>
          <w:bCs w:val="0"/>
          <w:spacing w:val="-1"/>
          <w:w w:val="100"/>
        </w:rPr>
        <w:t>ör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bevis: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4" w:lineRule="exact"/>
        <w:ind w:left="719" w:right="145"/>
        <w:jc w:val="left"/>
      </w:pPr>
      <w:r>
        <w:rPr>
          <w:b w:val="0"/>
          <w:bCs w:val="0"/>
          <w:spacing w:val="-1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ocks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besla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överlämnand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föremå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eftersökt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förvärvat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gen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brottet: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uppgif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finns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beskrivnin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plat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föremål: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724" w:hanging="567"/>
        <w:jc w:val="left"/>
      </w:pP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brot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utfärda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ä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-1"/>
          <w:w w:val="100"/>
        </w:rPr>
        <w:t>raffbart/straffbar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med/har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medför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fängels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anna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frihetsberövand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åtgär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livs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6"/>
          <w:w w:val="100"/>
        </w:rPr>
        <w:t>id: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2" w:lineRule="auto"/>
        <w:ind w:left="719" w:right="237" w:hanging="567"/>
        <w:jc w:val="left"/>
      </w:pPr>
      <w:r>
        <w:rPr>
          <w:b w:val="0"/>
          <w:bCs w:val="0"/>
          <w:spacing w:val="1"/>
          <w:w w:val="100"/>
        </w:rPr>
        <w:t>rättss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2"/>
          <w:w w:val="100"/>
        </w:rPr>
        <w:t>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utfärdand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medlemsstate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medge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omprövnin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straffe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begära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eller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åtminston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å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syft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sådan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såda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åtgär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verkställas,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och/eller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597" w:hanging="567"/>
        <w:jc w:val="left"/>
      </w:pPr>
      <w:r>
        <w:rPr/>
        <w:pict>
          <v:group style="position:absolute;margin-left:50.470001pt;margin-top:105.473129pt;width:494.500026pt;height:294.580025pt;mso-position-horizontal-relative:page;mso-position-vertical-relative:paragraph;z-index:-559" coordorigin="1009,2109" coordsize="9890,5892">
            <v:group style="position:absolute;left:1018;top:2118;width:9874;height:2" coordorigin="1018,2118" coordsize="9874,2">
              <v:shape style="position:absolute;left:1018;top:2118;width:9874;height:2" coordorigin="1018,2118" coordsize="9874,0" path="m1018,2118l10891,2118e" filled="f" stroked="t" strokeweight=".82pt" strokecolor="#000000">
                <v:path arrowok="t"/>
              </v:shape>
            </v:group>
            <v:group style="position:absolute;left:1025;top:2120;width:2;height:5870" coordorigin="1025,2120" coordsize="2,5870">
              <v:shape style="position:absolute;left:1025;top:2120;width:2;height:5870" coordorigin="1025,2120" coordsize="0,5870" path="m1025,2120l1025,7990e" filled="f" stroked="t" strokeweight=".82pt" strokecolor="#000000">
                <v:path arrowok="t"/>
              </v:shape>
            </v:group>
            <v:group style="position:absolute;left:1018;top:7993;width:9874;height:2" coordorigin="1018,7993" coordsize="9874,2">
              <v:shape style="position:absolute;left:1018;top:7993;width:9874;height:2" coordorigin="1018,7993" coordsize="9874,0" path="m1018,7993l10891,7993e" filled="f" stroked="t" strokeweight=".82pt" strokecolor="#000000">
                <v:path arrowok="t"/>
              </v:shape>
            </v:group>
            <v:group style="position:absolute;left:10884;top:2120;width:2;height:5870" coordorigin="10884,2120" coordsize="2,5870">
              <v:shape style="position:absolute;left:10884;top:2120;width:2;height:5870" coordorigin="10884,2120" coordsize="0,5870" path="m10884,2120l10884,799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rättss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2"/>
          <w:w w:val="100"/>
        </w:rPr>
        <w:t>ste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utfärdand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medlemsstate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medge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tillämpnin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sådana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benådningsåtgärde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persone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ä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berättiga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enlig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utfärdand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medlemsstatens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3"/>
          <w:w w:val="100"/>
        </w:rPr>
        <w:t>na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lags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8"/>
          <w:w w:val="100"/>
        </w:rPr>
        <w:t>if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praxis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syft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sådan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såda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åtgär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ska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verkställas.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0.596832pt;width:494.500026pt;height:188.739983pt;mso-position-horizontal-relative:page;mso-position-vertical-relative:paragraph;z-index:-560" coordorigin="1009,-4412" coordsize="9890,3775">
            <v:group style="position:absolute;left:1018;top:-4404;width:9874;height:2" coordorigin="1018,-4404" coordsize="9874,2">
              <v:shape style="position:absolute;left:1018;top:-4404;width:9874;height:2" coordorigin="1018,-4404" coordsize="9874,0" path="m1018,-4404l10891,-4404e" filled="f" stroked="t" strokeweight=".82pt" strokecolor="#000000">
                <v:path arrowok="t"/>
              </v:shape>
            </v:group>
            <v:group style="position:absolute;left:1025;top:-4401;width:2;height:3754" coordorigin="1025,-4401" coordsize="2,3754">
              <v:shape style="position:absolute;left:1025;top:-4401;width:2;height:3754" coordorigin="1025,-4401" coordsize="0,3754" path="m1025,-4401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401;width:2;height:3754" coordorigin="10884,-4401" coordsize="2,3754">
              <v:shape style="position:absolute;left:10884;top:-4401;width:2;height:3754" coordorigin="10884,-4401" coordsize="0,3754" path="m10884,-4401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ättslig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myndighe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utfärda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ordern: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Officiell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namn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Företrädaren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namn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Befattnin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(titel/grad)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Ärendebeteckning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Adress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Tfn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(landsnummer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(riktnummer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(landsnummer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(riktnummer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post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9" w:lineRule="auto" w:before="7"/>
        <w:ind w:left="719" w:right="0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7"/>
          <w:w w:val="100"/>
        </w:rPr>
        <w:t>f</w:t>
      </w:r>
      <w:r>
        <w:rPr>
          <w:b w:val="0"/>
          <w:bCs w:val="0"/>
          <w:spacing w:val="4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5"/>
          <w:w w:val="100"/>
        </w:rPr>
        <w:t>k</w:t>
      </w:r>
      <w:r>
        <w:rPr>
          <w:b w:val="0"/>
          <w:bCs w:val="0"/>
          <w:spacing w:val="0"/>
          <w:w w:val="100"/>
        </w:rPr>
        <w:t>ontakt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kontakta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nödvändig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arrangeman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för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över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ämnandet: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1414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58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olik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språkversi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nern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komme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hänvisnin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til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"utövaren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rättsliga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myndighete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ingå.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1351"/>
        <w:jc w:val="left"/>
      </w:pPr>
      <w:r>
        <w:rPr>
          <w:b w:val="0"/>
          <w:bCs w:val="0"/>
          <w:spacing w:val="0"/>
          <w:w w:val="100"/>
        </w:rPr>
        <w:t>Central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myndighe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överföringe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administrativ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mottagande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europeisk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arresteringsorder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förekommand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fall: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Nam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å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myndigheten</w:t>
      </w:r>
      <w:r>
        <w:rPr>
          <w:b w:val="0"/>
          <w:bCs w:val="0"/>
          <w:spacing w:val="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aktperson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förekommand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(titel/gra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namn)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Adress:.............................................................................................................................</w:t>
      </w:r>
    </w:p>
    <w:p>
      <w:pPr>
        <w:pStyle w:val="BodyText"/>
        <w:spacing w:line="300" w:lineRule="auto" w:before="69"/>
        <w:ind w:left="719" w:right="160"/>
        <w:jc w:val="left"/>
      </w:pPr>
      <w:r>
        <w:rPr>
          <w:b w:val="0"/>
          <w:bCs w:val="0"/>
        </w:rPr>
        <w:t>......................................................</w:t>
      </w:r>
      <w:r>
        <w:rPr>
          <w:b w:val="0"/>
          <w:bCs w:val="0"/>
          <w:spacing w:val="2"/>
        </w:rPr>
        <w:t>.</w:t>
      </w:r>
      <w:r>
        <w:rPr>
          <w:b w:val="0"/>
          <w:bCs w:val="0"/>
          <w:spacing w:val="0"/>
        </w:rPr>
        <w:t>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</w:rPr>
        <w:t> </w:t>
      </w:r>
      <w:r>
        <w:rPr>
          <w:b w:val="0"/>
          <w:bCs w:val="0"/>
          <w:spacing w:val="-1"/>
          <w:w w:val="99"/>
        </w:rPr>
        <w:t>Tfn</w:t>
      </w:r>
      <w:r>
        <w:rPr>
          <w:b w:val="0"/>
          <w:bCs w:val="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99"/>
        </w:rPr>
        <w:t>(landsnummer</w:t>
      </w:r>
      <w:r>
        <w:rPr>
          <w:b w:val="0"/>
          <w:bCs w:val="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99"/>
        </w:rPr>
        <w:t>(riktnummer</w:t>
      </w:r>
      <w:r>
        <w:rPr>
          <w:b w:val="0"/>
          <w:bCs w:val="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  <w:t> 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(landsnummer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(riktnummer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2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/>
        <w:pict>
          <v:group style="position:absolute;margin-left:50.470001pt;margin-top:54.443123pt;width:494.500026pt;height:176.980004pt;mso-position-horizontal-relative:page;mso-position-vertical-relative:paragraph;z-index:-556" coordorigin="1009,1089" coordsize="9890,3540">
            <v:group style="position:absolute;left:1018;top:1097;width:9874;height:2" coordorigin="1018,1097" coordsize="9874,2">
              <v:shape style="position:absolute;left:1018;top:1097;width:9874;height:2" coordorigin="1018,1097" coordsize="9874,0" path="m1018,1097l10891,1097e" filled="f" stroked="t" strokeweight=".82pt" strokecolor="#000000">
                <v:path arrowok="t"/>
              </v:shape>
            </v:group>
            <v:group style="position:absolute;left:1025;top:1099;width:2;height:3518" coordorigin="1025,1099" coordsize="2,3518">
              <v:shape style="position:absolute;left:1025;top:1099;width:2;height:3518" coordorigin="1025,1099" coordsize="0,3518" path="m1025,1099l1025,4618e" filled="f" stroked="t" strokeweight=".82pt" strokecolor="#000000">
                <v:path arrowok="t"/>
              </v:shape>
            </v:group>
            <v:group style="position:absolute;left:1018;top:4620;width:9874;height:2" coordorigin="1018,4620" coordsize="9874,2">
              <v:shape style="position:absolute;left:1018;top:4620;width:9874;height:2" coordorigin="1018,4620" coordsize="9874,0" path="m1018,4620l10891,4620e" filled="f" stroked="t" strokeweight=".82pt" strokecolor="#000000">
                <v:path arrowok="t"/>
              </v:shape>
            </v:group>
            <v:group style="position:absolute;left:10884;top:1099;width:2;height:3518" coordorigin="10884,1099" coordsize="2,3518">
              <v:shape style="position:absolute;left:10884;top:1099;width:2;height:3518" coordorigin="10884,1099" coordsize="0,3518" path="m10884,1099l10884,461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post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5.076904pt;width:494.500026pt;height:243.460015pt;mso-position-horizontal-relative:page;mso-position-vertical-relative:paragraph;z-index:-557" coordorigin="1009,-5502" coordsize="9890,4869">
            <v:group style="position:absolute;left:1018;top:-5493;width:9874;height:2" coordorigin="1018,-5493" coordsize="9874,2">
              <v:shape style="position:absolute;left:1018;top:-5493;width:9874;height:2" coordorigin="1018,-5493" coordsize="9874,0" path="m1018,-5493l10891,-5493e" filled="f" stroked="t" strokeweight=".82pt" strokecolor="#000000">
                <v:path arrowok="t"/>
              </v:shape>
            </v:group>
            <v:group style="position:absolute;left:1025;top:-5491;width:2;height:4848" coordorigin="1025,-5491" coordsize="2,4848">
              <v:shape style="position:absolute;left:1025;top:-5491;width:2;height:4848" coordorigin="1025,-5491" coordsize="0,4848" path="m1025,-5491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91;width:2;height:4848" coordorigin="10884,-5491" coordsize="2,4848">
              <v:shape style="position:absolute;left:10884;top:-5491;width:2;height:4848" coordorigin="10884,-5491" coordsize="0,4848" path="m10884,-5491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Underskrif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utfärdand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rättslig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myndighete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och/elle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f</w:t>
      </w:r>
      <w:r>
        <w:rPr>
          <w:b w:val="0"/>
          <w:bCs w:val="0"/>
          <w:spacing w:val="4"/>
          <w:w w:val="100"/>
        </w:rPr>
        <w:t>ö</w:t>
      </w:r>
      <w:r>
        <w:rPr>
          <w:b w:val="0"/>
          <w:bCs w:val="0"/>
          <w:spacing w:val="0"/>
          <w:w w:val="100"/>
        </w:rPr>
        <w:t>reträdare: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205" w:right="145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ternamn:</w:t>
      </w:r>
      <w:r>
        <w:rPr>
          <w:b w:val="0"/>
          <w:bCs w:val="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-1"/>
          <w:w w:val="100"/>
        </w:rPr>
        <w:t>Befattnin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(titel/grad)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Datu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25.600006pt;margin-top:64.435127pt;width:144.000014pt;height:.1pt;mso-position-horizontal-relative:page;mso-position-vertical-relative:paragraph;z-index:-555" coordorigin="4512,1289" coordsize="2880,2">
            <v:shape style="position:absolute;left:4512;top:1289;width:2880;height:2" coordorigin="4512,1289" coordsize="2880,0" path="m4512,1289l7392,1289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Officiel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stämpe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förekommand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fall)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4.76001pt;margin-top:796.715881pt;width:25.147768pt;height:20pt;mso-position-horizontal-relative:page;mso-position-vertical-relative:page;z-index:-574" type="#_x0000_t202" filled="f" stroked="f">
          <v:textbox inset="0,0,0,0">
            <w:txbxContent>
              <w:p>
                <w:pPr>
                  <w:spacing w:line="388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w w:val="100"/>
                    <w:sz w:val="36"/>
                    <w:szCs w:val="36"/>
                  </w:rPr>
                  <w:t>SV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2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86018pt;height:28.4pt;mso-position-horizontal-relative:page;mso-position-vertical-relative:page;z-index:-57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1329711</w:t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BILA</w:t>
                </w:r>
                <w:r>
                  <w:rPr>
                    <w:b w:val="0"/>
                    <w:bCs w:val="0"/>
                    <w:spacing w:val="4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</w:t>
                </w:r>
              </w:p>
            </w:txbxContent>
          </v:textbox>
          <w10:wrap type="none"/>
        </v:shape>
      </w:pict>
    </w:r>
    <w:r>
      <w:rPr/>
      <w:pict>
        <v:shape style="position:absolute;margin-left:397.640015pt;margin-top:785.223938pt;width:55.282325pt;height:14pt;mso-position-horizontal-relative:page;mso-position-vertical-relative:page;z-index:-57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U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2"/>
                    <w:w w:val="100"/>
                  </w:rPr>
                  <w:t>/a</w:t>
                </w:r>
                <w:r>
                  <w:rPr>
                    <w:b w:val="0"/>
                    <w:bCs w:val="0"/>
                    <w:spacing w:val="-6"/>
                    <w:w w:val="100"/>
                  </w:rPr>
                  <w:t>b</w:t>
                </w:r>
                <w:r>
                  <w:rPr>
                    <w:b w:val="0"/>
                    <w:bCs w:val="0"/>
                    <w:spacing w:val="7"/>
                    <w:w w:val="100"/>
                  </w:rPr>
                  <w:t>,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m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ce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76001pt;margin-top:785.223938pt;width:25.799988pt;height:31.491957pt;mso-position-horizontal-relative:page;mso-position-vertical-relative:page;z-index:-569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36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"/>
                    <w:w w:val="100"/>
                    <w:sz w:val="36"/>
                    <w:szCs w:val="36"/>
                  </w:rPr>
                  <w:t>SV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8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MAGNUAM</dc:creator>
  <dc:title>GEN</dc:title>
  <dcterms:created xsi:type="dcterms:W3CDTF">2014-11-19T09:24:32Z</dcterms:created>
  <dcterms:modified xsi:type="dcterms:W3CDTF">2014-11-19T09:24:32Z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2012-09-15T00:00:00Z</vt:filetime>
  </property>
  <property fmtid="{D5CDD505-2E9C-101B-9397-08002B2CF9AE}" pid="3" name="LastSaved">
    <vt:filetime>2014-11-19T00:00:00Z</vt:filetime>
  </property>
</Properties>
</file>