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2024" w:right="0" w:firstLine="1406"/>
        <w:jc w:val="left"/>
        <w:rPr>
          <w:b w:val="0"/>
          <w:bCs w:val="0"/>
        </w:rPr>
      </w:pPr>
      <w:r>
        <w:rPr>
          <w:spacing w:val="-1"/>
          <w:w w:val="100"/>
        </w:rPr>
        <w:t>RADA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EURÓPSKE</w:t>
      </w:r>
      <w:r>
        <w:rPr>
          <w:spacing w:val="0"/>
          <w:w w:val="100"/>
        </w:rPr>
        <w:t>J</w:t>
      </w:r>
      <w:r>
        <w:rPr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pacing w:val="-13"/>
          <w:w w:val="100"/>
        </w:rPr>
      </w:r>
      <w:r>
        <w:rPr>
          <w:spacing w:val="-1"/>
          <w:w w:val="100"/>
        </w:rPr>
        <w:t>ÚNIE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7" w:right="102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Brusel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júl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(14.04)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4" w:space="40"/>
            <w:col w:w="5776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POZNÁMKA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Od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Generáln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sekretariát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/>
        <w:pict>
          <v:group style="position:absolute;margin-left:56.639999pt;margin-top:16.73312pt;width:481.680008pt;height:.1pt;mso-position-horizontal-relative:page;mso-position-vertical-relative:paragraph;z-index:-559" coordorigin="1133,335" coordsize="9634,2">
            <v:shape style="position:absolute;left:1133;top:335;width:9634;height:2" coordorigin="1133,335" coordsize="9634,0" path="m1133,335l10766,335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mu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egácie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line="232" w:lineRule="auto" w:before="19"/>
        <w:ind w:left="1852" w:right="297" w:hanging="1700"/>
        <w:jc w:val="left"/>
      </w:pPr>
      <w:r>
        <w:rPr>
          <w:b w:val="0"/>
          <w:bCs w:val="0"/>
          <w:spacing w:val="1"/>
          <w:w w:val="100"/>
          <w:position w:val="-3"/>
        </w:rPr>
        <w:t>Pred</w:t>
      </w:r>
      <w:r>
        <w:rPr>
          <w:b w:val="0"/>
          <w:bCs w:val="0"/>
          <w:spacing w:val="-10"/>
          <w:w w:val="100"/>
          <w:position w:val="-3"/>
        </w:rPr>
        <w:t>m</w:t>
      </w:r>
      <w:r>
        <w:rPr>
          <w:b w:val="0"/>
          <w:bCs w:val="0"/>
          <w:spacing w:val="2"/>
          <w:w w:val="100"/>
          <w:position w:val="-3"/>
        </w:rPr>
        <w:t>et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Rámcov</w:t>
      </w:r>
      <w:r>
        <w:rPr>
          <w:b w:val="0"/>
          <w:bCs w:val="0"/>
          <w:spacing w:val="0"/>
          <w:w w:val="100"/>
          <w:position w:val="0"/>
        </w:rPr>
        <w:t>é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rozhodnuti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Rad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2009/299/SV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26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február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</w:t>
      </w:r>
      <w:r>
        <w:rPr>
          <w:b w:val="0"/>
          <w:bCs w:val="0"/>
          <w:spacing w:val="0"/>
          <w:w w:val="100"/>
          <w:position w:val="0"/>
        </w:rPr>
        <w:t>9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zmen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doplnen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rám</w:t>
      </w:r>
      <w:r>
        <w:rPr>
          <w:b w:val="0"/>
          <w:bCs w:val="0"/>
          <w:spacing w:val="-2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ových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rozhodnu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2002/584/SVV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2005/214/SV</w:t>
      </w:r>
      <w:r>
        <w:rPr>
          <w:b w:val="0"/>
          <w:bCs w:val="0"/>
          <w:spacing w:val="0"/>
          <w:w w:val="100"/>
          <w:position w:val="0"/>
        </w:rPr>
        <w:t>V,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2006/783/SVV,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2008/909/SV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2008/947/SV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posilnen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procesnýc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prá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osôb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podpore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up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atňovania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zásady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vzá</w:t>
      </w:r>
      <w:r>
        <w:rPr>
          <w:b w:val="0"/>
          <w:bCs w:val="0"/>
          <w:spacing w:val="-11"/>
          <w:w w:val="100"/>
          <w:position w:val="0"/>
        </w:rPr>
        <w:t>j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6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néh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uznávania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pokia</w:t>
      </w:r>
      <w:r>
        <w:rPr>
          <w:b w:val="0"/>
          <w:bCs w:val="0"/>
          <w:spacing w:val="0"/>
          <w:w w:val="100"/>
          <w:position w:val="0"/>
        </w:rPr>
        <w:t>ľ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rozhodnuti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vydan</w:t>
      </w:r>
      <w:r>
        <w:rPr>
          <w:b w:val="0"/>
          <w:bCs w:val="0"/>
          <w:spacing w:val="0"/>
          <w:w w:val="100"/>
          <w:position w:val="0"/>
        </w:rPr>
        <w:t>é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neprítomnos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dotknute</w:t>
      </w:r>
      <w:r>
        <w:rPr>
          <w:b w:val="0"/>
          <w:bCs w:val="0"/>
          <w:spacing w:val="0"/>
          <w:w w:val="100"/>
          <w:position w:val="0"/>
        </w:rPr>
        <w:t>j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osob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konaní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1851" w:val="left" w:leader="none"/>
          <w:tab w:pos="9795" w:val="left" w:leader="none"/>
        </w:tabs>
        <w:spacing w:line="275" w:lineRule="exact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K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nso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lidované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znenie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tlačiva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európskeho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zatykača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255.600006pt;margin-top:79.165131pt;width:84.000008pt;height:.1pt;mso-position-horizontal-relative:page;mso-position-vertical-relative:paragraph;z-index:-558" coordorigin="5112,1583" coordsize="1680,2">
            <v:shape style="position:absolute;left:5112;top:1583;width:1680;height:2" coordorigin="5112,1583" coordsize="1680,0" path="m5112,1583l6792,1583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egáciá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3"/>
          <w:w w:val="100"/>
        </w:rPr>
        <w:t>príl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zasielam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kons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lidovan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zneni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ačiva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európskeho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zat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kača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3604" w:right="0"/>
        <w:jc w:val="left"/>
        <w:rPr>
          <w:rFonts w:ascii="Times New Roman" w:hAnsi="Times New Roman" w:cs="Times New Roman" w:eastAsia="Times New Roman"/>
          <w:b w:val="0"/>
          <w:bCs w:val="0"/>
          <w:sz w:val="16"/>
          <w:szCs w:val="16"/>
        </w:rPr>
      </w:pPr>
      <w:r>
        <w:rPr>
          <w:spacing w:val="-1"/>
          <w:w w:val="100"/>
        </w:rPr>
        <w:t>EURÓPSK</w:t>
      </w:r>
      <w:r>
        <w:rPr>
          <w:spacing w:val="0"/>
          <w:w w:val="100"/>
        </w:rPr>
        <w:t>Y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ZATYKA</w:t>
      </w:r>
      <w:r>
        <w:rPr>
          <w:spacing w:val="0"/>
          <w:w w:val="100"/>
        </w:rPr>
        <w:t>Č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before="68"/>
        <w:ind w:left="23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PRÍLOHA</w:t>
      </w:r>
      <w:r>
        <w:rPr>
          <w:rFonts w:ascii="Times New Roman" w:hAnsi="Times New Roman" w:cs="Times New Roman" w:eastAsia="Times New Roman"/>
          <w:b/>
          <w:bCs/>
          <w:spacing w:val="-1"/>
          <w:w w:val="99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00" w:h="16820"/>
          <w:pgMar w:footer="971" w:header="0" w:top="1580" w:bottom="1160" w:left="980" w:right="980"/>
          <w:pgNumType w:start="2"/>
          <w:cols w:num="2" w:equalWidth="0">
            <w:col w:w="6338" w:space="40"/>
            <w:col w:w="3562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60" w:lineRule="auto" w:before="69"/>
        <w:ind w:right="392"/>
        <w:jc w:val="left"/>
      </w:pPr>
      <w:r>
        <w:rPr>
          <w:b w:val="0"/>
          <w:bCs w:val="0"/>
          <w:spacing w:val="0"/>
          <w:w w:val="100"/>
        </w:rPr>
        <w:t>Tento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zat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vyda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príslušn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súdn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orgán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Požadujem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nižši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uveden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zatknut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odovzdan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účel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trestnéh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-1"/>
          <w:w w:val="100"/>
        </w:rPr>
        <w:t>hani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výkon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odňati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sl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1"/>
          <w:w w:val="100"/>
        </w:rPr>
        <w:t>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alebo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ochranného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opatren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a.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603" w:hanging="567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57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Tento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zat</w:t>
      </w:r>
      <w:r>
        <w:rPr>
          <w:b w:val="0"/>
          <w:bCs w:val="0"/>
          <w:spacing w:val="-11"/>
          <w:w w:val="100"/>
          <w:position w:val="0"/>
        </w:rPr>
        <w:t>y</w:t>
      </w:r>
      <w:r>
        <w:rPr>
          <w:b w:val="0"/>
          <w:bCs w:val="0"/>
          <w:spacing w:val="1"/>
          <w:w w:val="100"/>
          <w:position w:val="0"/>
        </w:rPr>
        <w:t>ka</w:t>
      </w:r>
      <w:r>
        <w:rPr>
          <w:b w:val="0"/>
          <w:bCs w:val="0"/>
          <w:spacing w:val="0"/>
          <w:w w:val="100"/>
          <w:position w:val="0"/>
        </w:rPr>
        <w:t>č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position w:val="0"/>
        </w:rPr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3"/>
          <w:w w:val="100"/>
          <w:position w:val="0"/>
        </w:rPr>
        <w:t>us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ma</w:t>
      </w:r>
      <w:r>
        <w:rPr>
          <w:b w:val="0"/>
          <w:bCs w:val="0"/>
          <w:spacing w:val="0"/>
          <w:w w:val="100"/>
          <w:position w:val="0"/>
        </w:rPr>
        <w:t>ť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pís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mn</w:t>
      </w:r>
      <w:r>
        <w:rPr>
          <w:b w:val="0"/>
          <w:bCs w:val="0"/>
          <w:spacing w:val="0"/>
          <w:w w:val="100"/>
          <w:position w:val="0"/>
        </w:rPr>
        <w:t>ú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form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aleb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mus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by</w:t>
      </w:r>
      <w:r>
        <w:rPr>
          <w:b w:val="0"/>
          <w:bCs w:val="0"/>
          <w:spacing w:val="0"/>
          <w:w w:val="100"/>
          <w:position w:val="0"/>
        </w:rPr>
        <w:t>ť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preložen</w:t>
      </w:r>
      <w:r>
        <w:rPr>
          <w:b w:val="0"/>
          <w:bCs w:val="0"/>
          <w:spacing w:val="0"/>
          <w:w w:val="100"/>
          <w:position w:val="0"/>
        </w:rPr>
        <w:t>ý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jednéh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úradných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jazyko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vykonávajúceh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členskéh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štátu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6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5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ent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štá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známy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aleb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inéh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jazyka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akceptovanéh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týmt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štátom.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7"/>
        <w:ind w:left="964" w:right="0" w:hanging="812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áci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ýkajúc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totožnost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vy</w:t>
      </w:r>
      <w:r>
        <w:rPr>
          <w:b w:val="0"/>
          <w:bCs w:val="0"/>
          <w:spacing w:val="8"/>
          <w:w w:val="100"/>
        </w:rPr>
        <w:t>ž</w:t>
      </w:r>
      <w:r>
        <w:rPr>
          <w:b w:val="0"/>
          <w:bCs w:val="0"/>
          <w:spacing w:val="-1"/>
          <w:w w:val="100"/>
        </w:rPr>
        <w:t>iadane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osoby: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0"/>
          <w:w w:val="100"/>
        </w:rPr>
        <w:t>Priezvisko:</w:t>
      </w:r>
      <w:r>
        <w:rPr>
          <w:b w:val="0"/>
          <w:bCs w:val="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Meno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á)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Rodné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ezvisko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používa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Prezývk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používajú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Poh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avie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Štátn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príslušnosť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0"/>
          <w:w w:val="100"/>
        </w:rPr>
        <w:t>Dátum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narodenia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Miest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narodenia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Trval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poby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a/aleb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znám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adresa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Jazyk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ktoré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ým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vyžiadan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rozumi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známe):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Zvláštn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znamenia/opi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vyžiadane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osoby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333"/>
        <w:jc w:val="left"/>
      </w:pPr>
      <w:r>
        <w:rPr/>
        <w:pict>
          <v:group style="position:absolute;margin-left:50.470001pt;margin-top:111.473129pt;width:494.500026pt;height:176.980004pt;mso-position-horizontal-relative:page;mso-position-vertical-relative:paragraph;z-index:-555" coordorigin="1009,2229" coordsize="9890,3540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518" coordorigin="1025,2240" coordsize="2,3518">
              <v:shape style="position:absolute;left:1025;top:2240;width:2;height:3518" coordorigin="1025,2240" coordsize="0,3518" path="m1025,2240l1025,5758e" filled="f" stroked="t" strokeweight=".82pt" strokecolor="#000000">
                <v:path arrowok="t"/>
              </v:shape>
            </v:group>
            <v:group style="position:absolute;left:1018;top:5761;width:9874;height:2" coordorigin="1018,5761" coordsize="9874,2">
              <v:shape style="position:absolute;left:1018;top:5761;width:9874;height:2" coordorigin="1018,5761" coordsize="9874,0" path="m1018,5761l10891,5761e" filled="f" stroked="t" strokeweight=".82pt" strokecolor="#000000">
                <v:path arrowok="t"/>
              </v:shape>
            </v:group>
            <v:group style="position:absolute;left:10884;top:2240;width:2;height:3518" coordorigin="10884,2240" coordsize="2,3518">
              <v:shape style="position:absolute;left:10884;top:2240;width:2;height:3518" coordorigin="10884,2240" coordsize="0,3518" path="m10884,2240l10884,575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Fotografi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odtlačk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prsto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vyžiadane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osoby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dispozíci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8"/>
          <w:w w:val="100"/>
        </w:rPr>
        <w:t>m</w:t>
      </w:r>
      <w:r>
        <w:rPr>
          <w:b w:val="0"/>
          <w:bCs w:val="0"/>
          <w:spacing w:val="4"/>
          <w:w w:val="100"/>
        </w:rPr>
        <w:t>ô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postúpiť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alebo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kontaktné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údaje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ktor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kontaktova</w:t>
      </w:r>
      <w:r>
        <w:rPr>
          <w:b w:val="0"/>
          <w:bCs w:val="0"/>
          <w:spacing w:val="0"/>
          <w:w w:val="100"/>
        </w:rPr>
        <w:t>ť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cieľo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získani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takýcht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informáci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alebo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profil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dôka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môž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poskytnúť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zahrnu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ý)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8.836914pt;width:494.500026pt;height:374.740013pt;mso-position-horizontal-relative:page;mso-position-vertical-relative:paragraph;z-index:-556" coordorigin="1009,-7777" coordsize="9890,7495">
            <v:group style="position:absolute;left:1018;top:-7769;width:9874;height:2" coordorigin="1018,-7769" coordsize="9874,2">
              <v:shape style="position:absolute;left:1018;top:-7769;width:9874;height:2" coordorigin="1018,-7769" coordsize="9874,0" path="m1018,-7769l10891,-7769e" filled="f" stroked="t" strokeweight=".82pt" strokecolor="#000000">
                <v:path arrowok="t"/>
              </v:shape>
            </v:group>
            <v:group style="position:absolute;left:1025;top:-7766;width:2;height:7474" coordorigin="1025,-7766" coordsize="2,7474">
              <v:shape style="position:absolute;left:1025;top:-7766;width:2;height:7474" coordorigin="1025,-7766" coordsize="0,7474" path="m1025,-7766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7766;width:2;height:7474" coordorigin="10884,-7766" coordsize="2,7474">
              <v:shape style="position:absolute;left:10884;top:-7766;width:2;height:7474" coordorigin="10884,-7766" coordsize="0,7474" path="m10884,-7766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Rozhodnutie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ktoréh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zatyka</w:t>
      </w:r>
      <w:r>
        <w:rPr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vychádza: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2"/>
          <w:w w:val="100"/>
        </w:rPr>
        <w:t>Za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yka</w:t>
      </w:r>
      <w:r>
        <w:rPr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súd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rozhodnuti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rovnaký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účinkom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Druh: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konateľný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0"/>
          <w:w w:val="100"/>
        </w:rPr>
        <w:t>rozsudok: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0"/>
          <w:w w:val="100"/>
        </w:rPr>
        <w:t>Odkaz: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Označeni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dĺžk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odsúdenia: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83" w:lineRule="auto"/>
        <w:ind w:left="1285" w:right="306" w:hanging="567"/>
        <w:jc w:val="left"/>
      </w:pPr>
      <w:r>
        <w:rPr>
          <w:b w:val="0"/>
          <w:bCs w:val="0"/>
          <w:spacing w:val="-1"/>
          <w:w w:val="100"/>
        </w:rPr>
        <w:t>Horn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hranic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odňati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sl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1"/>
          <w:w w:val="100"/>
        </w:rPr>
        <w:t>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ochrannéh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opatrenia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ktor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môž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uložiť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za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trestn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0"/>
          <w:w w:val="100"/>
        </w:rPr>
        <w:t>ĺ</w:t>
      </w:r>
      <w:r>
        <w:rPr>
          <w:b w:val="0"/>
          <w:bCs w:val="0"/>
          <w:spacing w:val="0"/>
          <w:w w:val="100"/>
        </w:rPr>
        <w:t>žka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oženého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trestu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alebo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ochranného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opatrenia: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Zostávajúc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čas</w:t>
      </w:r>
      <w:r>
        <w:rPr>
          <w:b w:val="0"/>
          <w:bCs w:val="0"/>
          <w:spacing w:val="0"/>
          <w:w w:val="100"/>
        </w:rPr>
        <w:t>ť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určen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výkon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3.973122pt;width:490.659999pt;height:359.620003pt;mso-position-horizontal-relative:page;mso-position-vertical-relative:paragraph;z-index:-553" coordorigin="1009,1079" coordsize="9813,7192">
            <v:group style="position:absolute;left:1018;top:1088;width:9797;height:2" coordorigin="1018,1088" coordsize="9797,2">
              <v:shape style="position:absolute;left:1018;top:1088;width:9797;height:2" coordorigin="1018,1088" coordsize="9797,0" path="m1018,1088l10814,1088e" filled="f" stroked="t" strokeweight=".82pt" strokecolor="#000000">
                <v:path arrowok="t"/>
              </v:shape>
            </v:group>
            <v:group style="position:absolute;left:1025;top:1090;width:2;height:7171" coordorigin="1025,1090" coordsize="2,7171">
              <v:shape style="position:absolute;left:1025;top:1090;width:2;height:7171" coordorigin="1025,1090" coordsize="0,7171" path="m1025,1090l1025,8261e" filled="f" stroked="t" strokeweight=".82pt" strokecolor="#000000">
                <v:path arrowok="t"/>
              </v:shape>
            </v:group>
            <v:group style="position:absolute;left:10807;top:1090;width:2;height:7171" coordorigin="10807,1090" coordsize="2,7171">
              <v:shape style="position:absolute;left:10807;top:1090;width:2;height:7171" coordorigin="10807,1090" coordsize="0,7171" path="m10807,1090l10807,8261e" filled="f" stroked="t" strokeweight=".82pt" strokecolor="#000000">
                <v:path arrowok="t"/>
              </v:shape>
            </v:group>
            <v:group style="position:absolute;left:1018;top:8264;width:9797;height:2" coordorigin="1018,8264" coordsize="9797,2">
              <v:shape style="position:absolute;left:1018;top:8264;width:9797;height:2" coordorigin="1018,8264" coordsize="9797,0" path="m1018,8264l10814,826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line="242" w:lineRule="auto" w:before="69"/>
        <w:ind w:left="964" w:right="1317" w:hanging="850"/>
        <w:jc w:val="left"/>
      </w:pPr>
      <w:r>
        <w:rPr/>
        <w:pict>
          <v:group style="position:absolute;margin-left:50.470001pt;margin-top:-267.15686pt;width:494.500026pt;height:231.700005pt;mso-position-horizontal-relative:page;mso-position-vertical-relative:paragraph;z-index:-554" coordorigin="1009,-5343" coordsize="9890,4634">
            <v:group style="position:absolute;left:1018;top:-5335;width:9874;height:2" coordorigin="1018,-5335" coordsize="9874,2">
              <v:shape style="position:absolute;left:1018;top:-5335;width:9874;height:2" coordorigin="1018,-5335" coordsize="9874,0" path="m1018,-5335l10891,-5335e" filled="f" stroked="t" strokeweight=".82pt" strokecolor="#000000">
                <v:path arrowok="t"/>
              </v:shape>
            </v:group>
            <v:group style="position:absolute;left:1025;top:-5333;width:2;height:4613" coordorigin="1025,-5333" coordsize="2,4613">
              <v:shape style="position:absolute;left:1025;top:-5333;width:2;height:4613" coordorigin="1025,-5333" coordsize="0,4613" path="m1025,-5333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333;width:2;height:4613" coordorigin="10884,-5333" coordsize="2,4613">
              <v:shape style="position:absolute;left:10884;top:-5333;width:2;height:4613" coordorigin="10884,-5333" coordsize="0,4613" path="m10884,-5333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Uveďte,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či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zúčastnila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viedlo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vydaniu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rozhodnut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a: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-6"/>
          <w:w w:val="100"/>
          <w:u w:val="single" w:color="000000"/>
        </w:rPr>
        <w:t>Án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zúčastnila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viedlo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vydaniu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rozhodnutia.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59" w:lineRule="auto" w:before="69"/>
        <w:ind w:left="964" w:right="1459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Nie,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nezúčastnila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</w:t>
      </w:r>
      <w:r>
        <w:rPr>
          <w:b w:val="0"/>
          <w:bCs w:val="0"/>
          <w:spacing w:val="3"/>
          <w:w w:val="100"/>
          <w:u w:val="single" w:color="000000"/>
        </w:rPr>
        <w:t>d</w:t>
      </w:r>
      <w:r>
        <w:rPr>
          <w:b w:val="0"/>
          <w:bCs w:val="0"/>
          <w:spacing w:val="-11"/>
          <w:w w:val="100"/>
          <w:u w:val="single" w:color="000000"/>
        </w:rPr>
        <w:t>lo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vydaniu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rozhodnut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a.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1"/>
          <w:w w:val="100"/>
          <w:u w:val="single" w:color="000000"/>
        </w:rPr>
        <w:t>Ak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zaškrtli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bod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potvrďte,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prosím,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či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nasledujúcich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prípadov: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70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3.1a.</w:t>
      </w:r>
      <w:r>
        <w:rPr>
          <w:b w:val="0"/>
          <w:bCs w:val="0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8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bola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predv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la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ná…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(deň/mesiac/rok),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tým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ovaná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stanoven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ermíne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mieste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viedlo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vyda</w:t>
      </w:r>
      <w:r>
        <w:rPr>
          <w:b w:val="0"/>
          <w:bCs w:val="0"/>
          <w:spacing w:val="-2"/>
          <w:w w:val="100"/>
          <w:u w:val="single" w:color="000000"/>
        </w:rPr>
        <w:t>n</w:t>
      </w:r>
      <w:r>
        <w:rPr>
          <w:b w:val="0"/>
          <w:bCs w:val="0"/>
          <w:spacing w:val="-3"/>
          <w:w w:val="100"/>
          <w:u w:val="single" w:color="000000"/>
        </w:rPr>
        <w:t>iu</w:t>
      </w:r>
      <w:r>
        <w:rPr>
          <w:b w:val="0"/>
          <w:bCs w:val="0"/>
          <w:spacing w:val="-3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  <w:u w:val="none"/>
        </w:rPr>
        <w:t> 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rozhodnut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bola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informovaná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tom,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možno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vydať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rozhodnutie,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nezúčastní</w:t>
      </w:r>
      <w:r>
        <w:rPr>
          <w:b w:val="0"/>
          <w:bCs w:val="0"/>
          <w:spacing w:val="-1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4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2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sobne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predv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la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ná,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jej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inými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prostriedkami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skutočne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doručili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úradné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informácie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stanoven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termíne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mieste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viedlo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vydaniu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rozhodnutia,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takým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spôsobom,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lo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je</w:t>
      </w:r>
      <w:r>
        <w:rPr>
          <w:b w:val="0"/>
          <w:bCs w:val="0"/>
          <w:spacing w:val="4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noznačne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preukázané,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ved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má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p</w:t>
      </w:r>
      <w:r>
        <w:rPr>
          <w:b w:val="0"/>
          <w:bCs w:val="0"/>
          <w:spacing w:val="-11"/>
          <w:w w:val="100"/>
          <w:u w:val="single" w:color="000000"/>
        </w:rPr>
        <w:t>lá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novaného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bola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ovaná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to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možno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vydať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rozhodnutie,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nezúčastní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/>
        <w:pict>
          <v:group style="position:absolute;margin-left:50.470001pt;margin-top:55.910023pt;width:490.659999pt;height:590.259972pt;mso-position-horizontal-relative:page;mso-position-vertical-relative:page;z-index:-552" coordorigin="1009,1118" coordsize="9813,11805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1784" coordorigin="1025,1129" coordsize="2,11784">
              <v:shape style="position:absolute;left:1025;top:1129;width:2;height:11784" coordorigin="1025,1129" coordsize="0,11784" path="m1025,1129l1025,12913e" filled="f" stroked="t" strokeweight=".82pt" strokecolor="#000000">
                <v:path arrowok="t"/>
              </v:shape>
            </v:group>
            <v:group style="position:absolute;left:1018;top:12915;width:9797;height:2" coordorigin="1018,12915" coordsize="9797,2">
              <v:shape style="position:absolute;left:1018;top:12915;width:9797;height:2" coordorigin="1018,12915" coordsize="9797,0" path="m1018,12915l10814,12915e" filled="f" stroked="t" strokeweight=".82pt" strokecolor="#000000">
                <v:path arrowok="t"/>
              </v:shape>
            </v:group>
            <v:group style="position:absolute;left:10807;top:1129;width:2;height:11784" coordorigin="10807,1129" coordsize="2,11784">
              <v:shape style="position:absolute;left:10807;top:1129;width:2;height:11784" coordorigin="10807,1129" coordsize="0,11784" path="m10807,1129l10807,1291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68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vedomá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plánovaného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spln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cnila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právneho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zástupcu,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ktorý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b</w:t>
      </w:r>
      <w:r>
        <w:rPr>
          <w:b w:val="0"/>
          <w:bCs w:val="0"/>
          <w:spacing w:val="4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ď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vymenovaný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dotknutou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osobou,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ustanovený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štáto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aby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obhajoval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konaní,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tento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právny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zástupca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konaní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skutočne</w:t>
      </w:r>
      <w:r>
        <w:rPr>
          <w:b w:val="0"/>
          <w:bCs w:val="0"/>
          <w:spacing w:val="-1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obhaj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val,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35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rozhodnut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bo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lo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dotknutej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</w:t>
      </w:r>
      <w:r>
        <w:rPr>
          <w:b w:val="0"/>
          <w:bCs w:val="0"/>
          <w:spacing w:val="-2"/>
          <w:w w:val="100"/>
          <w:u w:val="single" w:color="000000"/>
        </w:rPr>
        <w:t>č</w:t>
      </w:r>
      <w:r>
        <w:rPr>
          <w:b w:val="0"/>
          <w:bCs w:val="0"/>
          <w:spacing w:val="-1"/>
          <w:w w:val="100"/>
          <w:u w:val="single" w:color="000000"/>
        </w:rPr>
        <w:t>ené…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(deň/mesiac/rok)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7"/>
          <w:w w:val="100"/>
          <w:u w:val="single" w:color="000000"/>
        </w:rPr>
        <w:t>s</w:t>
      </w:r>
      <w:r>
        <w:rPr>
          <w:b w:val="0"/>
          <w:bCs w:val="0"/>
          <w:spacing w:val="-2"/>
          <w:w w:val="100"/>
          <w:u w:val="single" w:color="000000"/>
        </w:rPr>
        <w:t>oba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výslo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poučená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práve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obnovu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odvolanie,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ktor</w:t>
      </w:r>
      <w:r>
        <w:rPr>
          <w:b w:val="0"/>
          <w:bCs w:val="0"/>
          <w:spacing w:val="-11"/>
          <w:w w:val="100"/>
          <w:u w:val="single" w:color="000000"/>
        </w:rPr>
        <w:t>ý</w:t>
      </w:r>
      <w:r>
        <w:rPr>
          <w:b w:val="0"/>
          <w:bCs w:val="0"/>
          <w:spacing w:val="-1"/>
          <w:w w:val="100"/>
          <w:u w:val="single" w:color="000000"/>
        </w:rPr>
        <w:t>ch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má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právo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zúčastniť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umožnia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opätovné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preskúmanie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sa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5"/>
          <w:w w:val="100"/>
          <w:u w:val="single" w:color="000000"/>
        </w:rPr>
        <w:t>ot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3"/>
          <w:w w:val="100"/>
          <w:u w:val="single" w:color="000000"/>
        </w:rPr>
        <w:t>ej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veci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vrátane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nových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dôkazov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môžu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viesť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zrušeniu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pôvodného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dnutia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vydaniu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nového,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2279" w:val="left" w:leader="none"/>
        </w:tabs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3"/>
          <w:w w:val="100"/>
          <w:u w:val="single" w:color="000000"/>
        </w:rPr>
        <w:t>výslo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vne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uviedla,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proti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rozhodnutiu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nepodáva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opravný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prostriedok,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2279" w:val="left" w:leader="none"/>
        </w:tabs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nepodala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návrh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obnovu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odvolanie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rámci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príslušnej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lehoty,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  <w:tab w:pos="2159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rozhodnutie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lo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dotknutej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doručené,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before="69"/>
        <w:ind w:left="2663" w:right="0" w:hanging="567"/>
        <w:jc w:val="left"/>
      </w:pP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oto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jej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doručí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bezodkladne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odovzdaní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311" w:hanging="567"/>
        <w:jc w:val="left"/>
      </w:pPr>
      <w:r>
        <w:rPr>
          <w:b w:val="0"/>
          <w:bCs w:val="0"/>
          <w:spacing w:val="1"/>
          <w:w w:val="100"/>
          <w:u w:val="single" w:color="000000"/>
        </w:rPr>
        <w:t>po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to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ako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jej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doručí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rozhodnutie,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výsl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vne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poučená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práve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obnovu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odvolanie,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ktorých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má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právo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zúčastniť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umožnia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opätovné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preskúmanie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</w:t>
      </w:r>
      <w:r>
        <w:rPr>
          <w:b w:val="0"/>
          <w:bCs w:val="0"/>
          <w:spacing w:val="-12"/>
          <w:w w:val="100"/>
          <w:u w:val="single" w:color="000000"/>
        </w:rPr>
        <w:t>m</w:t>
      </w:r>
      <w:r>
        <w:rPr>
          <w:b w:val="0"/>
          <w:bCs w:val="0"/>
          <w:spacing w:val="5"/>
          <w:w w:val="100"/>
          <w:u w:val="single" w:color="000000"/>
        </w:rPr>
        <w:t>ot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ej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veci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vrátane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nových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dôkazov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môžu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viesť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zrušeniu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pôvodného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rozhodnut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vydaniu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nového,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2" w:lineRule="auto" w:before="69"/>
        <w:ind w:left="2663" w:right="272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dotknutá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informovaná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lehote,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ktorej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musí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podať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návrh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obnovu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konania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alebo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odvolanie,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dní.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2"/>
        </w:numPr>
        <w:tabs>
          <w:tab w:pos="332" w:val="left" w:leader="none"/>
          <w:tab w:pos="1007" w:val="left" w:leader="none"/>
        </w:tabs>
        <w:spacing w:line="363" w:lineRule="auto" w:before="69"/>
        <w:ind w:left="1007" w:right="1051" w:hanging="855"/>
        <w:jc w:val="left"/>
      </w:pPr>
      <w:r>
        <w:rPr>
          <w:b w:val="0"/>
          <w:bCs w:val="0"/>
          <w:spacing w:val="-1"/>
          <w:w w:val="100"/>
          <w:u w:val="single" w:color="000000"/>
        </w:rPr>
        <w:t>Ak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zaškrtli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bod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alebo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3.3,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uveďte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inf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ácie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to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ako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bola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splnená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3"/>
          <w:w w:val="100"/>
          <w:u w:val="single" w:color="000000"/>
        </w:rPr>
        <w:t>pr</w:t>
      </w:r>
      <w:r>
        <w:rPr>
          <w:b w:val="0"/>
          <w:bCs w:val="0"/>
          <w:spacing w:val="-11"/>
          <w:w w:val="100"/>
          <w:u w:val="single" w:color="000000"/>
        </w:rPr>
        <w:t>í</w:t>
      </w:r>
      <w:r>
        <w:rPr>
          <w:b w:val="0"/>
          <w:bCs w:val="0"/>
          <w:spacing w:val="-1"/>
          <w:w w:val="100"/>
          <w:u w:val="single" w:color="000000"/>
        </w:rPr>
        <w:t>slušná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podmienka: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100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1007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1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683.859978pt;mso-position-horizontal-relative:page;mso-position-vertical-relative:page;z-index:-551" coordorigin="1009,1449" coordsize="9890,13677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3656" coordorigin="1025,1460" coordsize="2,13656">
              <v:shape style="position:absolute;left:1025;top:1460;width:2;height:13656" coordorigin="1025,1460" coordsize="0,13656" path="m1025,1460l1025,15116e" filled="f" stroked="t" strokeweight=".82pt" strokecolor="#000000">
                <v:path arrowok="t"/>
              </v:shape>
            </v:group>
            <v:group style="position:absolute;left:1018;top:15118;width:9874;height:2" coordorigin="1018,15118" coordsize="9874,2">
              <v:shape style="position:absolute;left:1018;top:15118;width:9874;height:2" coordorigin="1018,15118" coordsize="9874,0" path="m1018,15118l10891,15118e" filled="f" stroked="t" strokeweight=".82pt" strokecolor="#000000">
                <v:path arrowok="t"/>
              </v:shape>
            </v:group>
            <v:group style="position:absolute;left:10884;top:1460;width:2;height:13656" coordorigin="10884,1460" coordsize="2,13656">
              <v:shape style="position:absolute;left:10884;top:1460;width:2;height:13656" coordorigin="10884,1460" coordsize="0,13656" path="m10884,1460l10884,1511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činy: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Tento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zat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vzťahuj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celkov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počet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trestnýc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5"/>
          <w:w w:val="100"/>
        </w:rPr>
        <w:t>v.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/>
        <w:ind w:left="1002" w:right="676" w:hanging="850"/>
        <w:jc w:val="left"/>
      </w:pPr>
      <w:r>
        <w:rPr>
          <w:b w:val="0"/>
          <w:bCs w:val="0"/>
          <w:spacing w:val="2"/>
          <w:w w:val="100"/>
        </w:rPr>
        <w:t>Op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okolnost</w:t>
      </w:r>
      <w:r>
        <w:rPr>
          <w:b w:val="0"/>
          <w:bCs w:val="0"/>
          <w:spacing w:val="-10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ktorýc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trestn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spáchaný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é)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vrátan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času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miest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miery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účas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vyžiadane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trestnom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čine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7"/>
          <w:w w:val="100"/>
        </w:rPr>
        <w:t>c</w:t>
      </w:r>
      <w:r>
        <w:rPr>
          <w:b w:val="0"/>
          <w:bCs w:val="0"/>
          <w:spacing w:val="-2"/>
          <w:w w:val="100"/>
        </w:rPr>
        <w:t>h):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Povah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skutkov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podstat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estnéh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činu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ov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uplatnen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zákonn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ustanovenie/kódex: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190" w:hanging="567"/>
        <w:jc w:val="left"/>
      </w:pP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uplatní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vyznačt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nasledujúcic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trestnýc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sankci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novanýc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vydávajúc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3"/>
          <w:w w:val="100"/>
        </w:rPr>
        <w:t>č</w:t>
      </w:r>
      <w:r>
        <w:rPr>
          <w:b w:val="0"/>
          <w:bCs w:val="0"/>
          <w:spacing w:val="-1"/>
          <w:w w:val="100"/>
        </w:rPr>
        <w:t>lensko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štát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tresto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ochranný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opatrení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horno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hranico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najmenej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rokov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stanovuj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práv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vydávajúceh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členskéh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štátu: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účas</w:t>
      </w:r>
      <w:r>
        <w:rPr>
          <w:b w:val="0"/>
          <w:bCs w:val="0"/>
          <w:spacing w:val="0"/>
          <w:w w:val="100"/>
        </w:rPr>
        <w:t>ť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zločinn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organizovaní;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zmus;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obchodovani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ľuďmi;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sexuáln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vykorisťovani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detsk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pornografia;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nezákonn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obchodovani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narkotikam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psychotropným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látkami;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nezákonn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obchodovani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zbraňami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munício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výbušninami;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korupc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 w:before="7"/>
        <w:ind w:left="719" w:right="370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podvod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vrátan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podvodu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ktor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dotýk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finančnýc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záujm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Európskeh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spoločenstv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zmysl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Dohovor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júl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ochran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finančnýc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záujm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Európsk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čens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v;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6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legalizáci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príjm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trestne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činnos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falšovani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meny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vrátan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poč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1"/>
          <w:w w:val="100"/>
        </w:rPr>
        <w:t>tačov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tr</w:t>
      </w:r>
      <w:r>
        <w:rPr>
          <w:b w:val="0"/>
          <w:bCs w:val="0"/>
          <w:spacing w:val="-2"/>
          <w:w w:val="100"/>
        </w:rPr>
        <w:t>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činy;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životném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prostrediu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vrátan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nezákonného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obchod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ohrozeným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druhmi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0" w:right="6270"/>
        <w:jc w:val="center"/>
      </w:pPr>
      <w:r>
        <w:rPr>
          <w:b w:val="0"/>
          <w:bCs w:val="0"/>
          <w:spacing w:val="-1"/>
          <w:w w:val="100"/>
        </w:rPr>
        <w:t>zvierat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rastlí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odrôd;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center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166.899956pt;mso-position-horizontal-relative:page;mso-position-vertical-relative:page;z-index:-550" coordorigin="1009,1118" coordsize="9890,3338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3317" coordorigin="1025,1129" coordsize="2,3317">
              <v:shape style="position:absolute;left:1025;top:1129;width:2;height:3317" coordorigin="1025,1129" coordsize="0,3317" path="m1025,1129l1025,4446e" filled="f" stroked="t" strokeweight=".82pt" strokecolor="#000000">
                <v:path arrowok="t"/>
              </v:shape>
            </v:group>
            <v:group style="position:absolute;left:1018;top:4448;width:9874;height:2" coordorigin="1018,4448" coordsize="9874,2">
              <v:shape style="position:absolute;left:1018;top:4448;width:9874;height:2" coordorigin="1018,4448" coordsize="9874,0" path="m1018,4448l10891,4448e" filled="f" stroked="t" strokeweight=".82pt" strokecolor="#000000">
                <v:path arrowok="t"/>
              </v:shape>
            </v:group>
            <v:group style="position:absolute;left:10884;top:1129;width:2;height:3317" coordorigin="10884,1129" coordsize="2,3317">
              <v:shape style="position:absolute;left:10884;top:1129;width:2;height:3317" coordorigin="10884,1129" coordsize="0,3317" path="m10884,1129l10884,444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nap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á</w:t>
      </w:r>
      <w:r>
        <w:rPr>
          <w:b w:val="0"/>
          <w:bCs w:val="0"/>
          <w:spacing w:val="-2"/>
          <w:w w:val="100"/>
        </w:rPr>
        <w:t>hani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nepov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ném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vstup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trvalém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pobytu;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vražda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vážn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ublíženi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zdraví;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nezákonný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ľudským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orgánm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tkanivami;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únos,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nezákonn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obmedzovani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brani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rukojemníkov;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ras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zmu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xen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ó</w:t>
      </w:r>
      <w:r>
        <w:rPr>
          <w:b w:val="0"/>
          <w:bCs w:val="0"/>
          <w:spacing w:val="-1"/>
          <w:w w:val="100"/>
        </w:rPr>
        <w:t>bia;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zovan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ozbrojen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lúpež;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nezákonn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obchodovani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predme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kultúrneh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dedičstva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vrátan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starožitnost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0" w:right="6860"/>
        <w:jc w:val="center"/>
      </w:pP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eleckýc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diel;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podvod;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zovan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ydieračstv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neoprávnen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vymáhanie;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falšovani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výrobko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porušovani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autorskýc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práv;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falšovani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úradnýc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dokumento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obchodovani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nimi;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falšovani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platobnýc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prostriedkov;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nezákonn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obchodovani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hormonálnym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látkam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látkam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7"/>
          <w:w w:val="100"/>
        </w:rPr>
        <w:t>t</w:t>
      </w:r>
      <w:r>
        <w:rPr>
          <w:b w:val="0"/>
          <w:bCs w:val="0"/>
          <w:spacing w:val="-8"/>
          <w:w w:val="100"/>
        </w:rPr>
        <w:t>im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lujúcimi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rast;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nezákonn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obchodovani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jadrový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rádioaktívny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materiál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6"/>
          <w:w w:val="100"/>
        </w:rPr>
        <w:t>m;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obchodovani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kradnu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vozidlam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znásilnenie;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podpaľačstvo;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spadajúc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kompetenci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Medzinárodnéh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trestnéh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súdu;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nezákonn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zaisteni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lietadla/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2"/>
          <w:w w:val="100"/>
        </w:rPr>
        <w:t>ode;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sabotáž.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674" w:val="left" w:leader="none"/>
        </w:tabs>
        <w:ind w:left="675" w:right="0" w:hanging="523"/>
        <w:jc w:val="left"/>
      </w:pPr>
      <w:r>
        <w:rPr>
          <w:b w:val="0"/>
          <w:bCs w:val="0"/>
          <w:spacing w:val="0"/>
          <w:w w:val="100"/>
        </w:rPr>
        <w:t>Presný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4"/>
          <w:w w:val="100"/>
        </w:rPr>
        <w:t>op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trestného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činu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ov)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neuvedenýc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časti: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</w:t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796906pt;width:494.500026pt;height:273.700035pt;mso-position-horizontal-relative:page;mso-position-vertical-relative:paragraph;z-index:-549" coordorigin="1009,-5756" coordsize="9890,5474">
            <v:group style="position:absolute;left:1018;top:-5748;width:9874;height:2" coordorigin="1018,-5748" coordsize="9874,2">
              <v:shape style="position:absolute;left:1018;top:-5748;width:9874;height:2" coordorigin="1018,-5748" coordsize="9874,0" path="m1018,-5748l10891,-5748e" filled="f" stroked="t" strokeweight=".82pt" strokecolor="#000000">
                <v:path arrowok="t"/>
              </v:shape>
            </v:group>
            <v:group style="position:absolute;left:1025;top:-5745;width:2;height:5453" coordorigin="1025,-5745" coordsize="2,5453">
              <v:shape style="position:absolute;left:1025;top:-5745;width:2;height:5453" coordorigin="1025,-5745" coordsize="0,5453" path="m1025,-5745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5745;width:2;height:5453" coordorigin="10884,-5745" coordsize="2,5453">
              <v:shape style="position:absolute;left:10884;top:-5745;width:2;height:5453" coordorigin="10884,-5745" coordsize="0,5453" path="m10884,-5745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okolnost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ýkajúc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prípad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(nepovinn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informácie):</w:t>
      </w:r>
      <w:r>
        <w:rPr>
          <w:b w:val="0"/>
          <w:bCs w:val="0"/>
          <w:spacing w:val="0"/>
          <w:w w:val="100"/>
        </w:rPr>
      </w:r>
    </w:p>
    <w:p>
      <w:pPr>
        <w:spacing w:line="283" w:lineRule="auto" w:before="74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single" w:color="000000"/>
        </w:rPr>
        <w:t>Pozn.: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Tát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čas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ť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y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mal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obsahova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ť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poznámk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y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extrateritorialite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prerušen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í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lehot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y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iných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následkoc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h</w:t>
      </w:r>
      <w:r>
        <w:rPr>
          <w:rFonts w:ascii="Times New Roman" w:hAnsi="Times New Roman" w:cs="Times New Roman" w:eastAsia="Times New Roman"/>
          <w:b w:val="0"/>
          <w:bCs w:val="0"/>
          <w:i/>
          <w:spacing w:val="-1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1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trestnéh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1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1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činu.)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30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14pt;width:494.500026pt;height:173.139992pt;mso-position-horizontal-relative:page;mso-position-vertical-relative:paragraph;z-index:-547" coordorigin="1009,729" coordsize="9890,3463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442" coordorigin="1025,740" coordsize="2,3442">
              <v:shape style="position:absolute;left:1025;top:740;width:2;height:3442" coordorigin="1025,740" coordsize="0,3442" path="m1025,740l1025,4181e" filled="f" stroked="t" strokeweight=".82pt" strokecolor="#000000">
                <v:path arrowok="t"/>
              </v:shape>
            </v:group>
            <v:group style="position:absolute;left:1018;top:4184;width:9874;height:2" coordorigin="1018,4184" coordsize="9874,2">
              <v:shape style="position:absolute;left:1018;top:4184;width:9874;height:2" coordorigin="1018,4184" coordsize="9874,0" path="m1018,4184l10891,4184e" filled="f" stroked="t" strokeweight=".82pt" strokecolor="#000000">
                <v:path arrowok="t"/>
              </v:shape>
            </v:group>
            <v:group style="position:absolute;left:10884;top:740;width:2;height:3442" coordorigin="10884,740" coordsize="2,3442">
              <v:shape style="position:absolute;left:10884;top:740;width:2;height:3442" coordorigin="10884,740" coordsize="0,3442" path="m10884,740l10884,418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69"/>
        <w:ind w:left="719" w:right="406" w:hanging="567"/>
        <w:jc w:val="left"/>
      </w:pPr>
      <w:r>
        <w:rPr/>
        <w:pict>
          <v:group style="position:absolute;margin-left:50.470001pt;margin-top:-100.836876pt;width:494.500026pt;height:86.980004pt;mso-position-horizontal-relative:page;mso-position-vertical-relative:paragraph;z-index:-548" coordorigin="1009,-2017" coordsize="9890,1740">
            <v:group style="position:absolute;left:1018;top:-2009;width:9874;height:2" coordorigin="1018,-2009" coordsize="9874,2">
              <v:shape style="position:absolute;left:1018;top:-2009;width:9874;height:2" coordorigin="1018,-2009" coordsize="9874,0" path="m1018,-2009l10891,-2009e" filled="f" stroked="t" strokeweight=".82pt" strokecolor="#000000">
                <v:path arrowok="t"/>
              </v:shape>
            </v:group>
            <v:group style="position:absolute;left:1025;top:-2006;width:2;height:1718" coordorigin="1025,-2006" coordsize="2,1718">
              <v:shape style="position:absolute;left:1025;top:-2006;width:2;height:1718" coordorigin="1025,-2006" coordsize="0,1718" path="m1025,-2006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2006;width:2;height:1718" coordorigin="10884,-2006" coordsize="2,1718">
              <v:shape style="position:absolute;left:10884;top:-2006;width:2;height:1718" coordorigin="10884,-2006" coordsize="0,1718" path="m10884,-2006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Tento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zat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kač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zabezpečeni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odovzdani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majetku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ktor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môž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považova</w:t>
      </w:r>
      <w:r>
        <w:rPr>
          <w:b w:val="0"/>
          <w:bCs w:val="0"/>
          <w:spacing w:val="0"/>
          <w:w w:val="100"/>
        </w:rPr>
        <w:t>ť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dôka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306"/>
        <w:jc w:val="left"/>
      </w:pPr>
      <w:r>
        <w:rPr>
          <w:b w:val="0"/>
          <w:bCs w:val="0"/>
          <w:spacing w:val="0"/>
          <w:w w:val="100"/>
        </w:rPr>
        <w:t>Tento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zatyka</w:t>
      </w:r>
      <w:r>
        <w:rPr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týk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zabezpečeni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odovzdani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majetku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získanéh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vyžiadano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osobou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dôs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edk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trestnéh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činu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Op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majetk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miesta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známe):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71"/>
        <w:ind w:left="719" w:right="590" w:hanging="567"/>
        <w:jc w:val="left"/>
      </w:pPr>
      <w:r>
        <w:rPr>
          <w:b w:val="0"/>
          <w:bCs w:val="0"/>
          <w:spacing w:val="1"/>
          <w:w w:val="100"/>
        </w:rPr>
        <w:t>Trestn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čin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zák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ade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ktorého</w:t>
      </w:r>
      <w:r>
        <w:rPr>
          <w:b w:val="0"/>
          <w:bCs w:val="0"/>
          <w:spacing w:val="-5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vydan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zatykač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(sú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trestný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1"/>
          <w:w w:val="100"/>
        </w:rPr>
        <w:t>)/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99"/>
        </w:rPr>
        <w:t> </w:t>
      </w:r>
      <w:r>
        <w:rPr>
          <w:b w:val="0"/>
          <w:bCs w:val="0"/>
          <w:spacing w:val="-1"/>
          <w:w w:val="100"/>
        </w:rPr>
        <w:t>maj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následo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odňati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sl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1"/>
          <w:w w:val="100"/>
        </w:rPr>
        <w:t>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doživotn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ochrann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opatrenie: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345" w:hanging="567"/>
        <w:jc w:val="both"/>
      </w:pPr>
      <w:r>
        <w:rPr>
          <w:b w:val="0"/>
          <w:bCs w:val="0"/>
          <w:spacing w:val="0"/>
          <w:w w:val="100"/>
        </w:rPr>
        <w:t>právny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systém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vydávajúceh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členskéh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štát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umožňuj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preskúmani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uloženéh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alebo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opatren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žiados</w:t>
      </w:r>
      <w:r>
        <w:rPr>
          <w:b w:val="0"/>
          <w:bCs w:val="0"/>
          <w:spacing w:val="0"/>
          <w:w w:val="100"/>
        </w:rPr>
        <w:t>ť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aspo</w:t>
      </w:r>
      <w:r>
        <w:rPr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rokoc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za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eran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nevykonani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takéhot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tres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opatrenia,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1"/>
          <w:w w:val="100"/>
        </w:rPr>
        <w:t>a/a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ebo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213" w:hanging="567"/>
        <w:jc w:val="both"/>
      </w:pPr>
      <w:r>
        <w:rPr/>
        <w:pict>
          <v:group style="position:absolute;margin-left:50.470001pt;margin-top:98.513107pt;width:494.500026pt;height:282.099999pt;mso-position-horizontal-relative:page;mso-position-vertical-relative:paragraph;z-index:-545" coordorigin="1009,1970" coordsize="9890,5642">
            <v:group style="position:absolute;left:1018;top:1978;width:9874;height:2" coordorigin="1018,1978" coordsize="9874,2">
              <v:shape style="position:absolute;left:1018;top:1978;width:9874;height:2" coordorigin="1018,1978" coordsize="9874,0" path="m1018,1978l10891,1978e" filled="f" stroked="t" strokeweight=".82pt" strokecolor="#000000">
                <v:path arrowok="t"/>
              </v:shape>
            </v:group>
            <v:group style="position:absolute;left:1025;top:1981;width:2;height:5621" coordorigin="1025,1981" coordsize="2,5621">
              <v:shape style="position:absolute;left:1025;top:1981;width:2;height:5621" coordorigin="1025,1981" coordsize="0,5621" path="m1025,1981l1025,7602e" filled="f" stroked="t" strokeweight=".82pt" strokecolor="#000000">
                <v:path arrowok="t"/>
              </v:shape>
            </v:group>
            <v:group style="position:absolute;left:1018;top:7604;width:9874;height:2" coordorigin="1018,7604" coordsize="9874,2">
              <v:shape style="position:absolute;left:1018;top:7604;width:9874;height:2" coordorigin="1018,7604" coordsize="9874,0" path="m1018,7604l10891,7604e" filled="f" stroked="t" strokeweight=".82pt" strokecolor="#000000">
                <v:path arrowok="t"/>
              </v:shape>
            </v:group>
            <v:group style="position:absolute;left:10884;top:1981;width:2;height:5621" coordorigin="10884,1981" coordsize="2,5621">
              <v:shape style="position:absolute;left:10884;top:1981;width:2;height:5621" coordorigin="10884,1981" coordsize="0,5621" path="m10884,1981l10884,760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právny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systém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vydávajúceh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členskéh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štát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umožňuj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uplatneni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zmierňujúcic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opatrení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ktor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práv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zmysl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práv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prax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vydávajúceh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členskéh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štátu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zameran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nevykonani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toht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opatrenia.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27.796844pt;width:494.500026pt;height:188.739983pt;mso-position-horizontal-relative:page;mso-position-vertical-relative:paragraph;z-index:-546" coordorigin="1009,-4556" coordsize="9890,3775">
            <v:group style="position:absolute;left:1018;top:-4548;width:9874;height:2" coordorigin="1018,-4548" coordsize="9874,2">
              <v:shape style="position:absolute;left:1018;top:-4548;width:9874;height:2" coordorigin="1018,-4548" coordsize="9874,0" path="m1018,-4548l10891,-4548e" filled="f" stroked="t" strokeweight=".82pt" strokecolor="#000000">
                <v:path arrowok="t"/>
              </v:shape>
            </v:group>
            <v:group style="position:absolute;left:1025;top:-4545;width:2;height:3754" coordorigin="1025,-4545" coordsize="2,3754">
              <v:shape style="position:absolute;left:1025;top:-4545;width:2;height:3754" coordorigin="1025,-4545" coordsize="0,3754" path="m1025,-4545l1025,-792e" filled="f" stroked="t" strokeweight=".82pt" strokecolor="#000000">
                <v:path arrowok="t"/>
              </v:shape>
            </v:group>
            <v:group style="position:absolute;left:1018;top:-789;width:9874;height:2" coordorigin="1018,-789" coordsize="9874,2">
              <v:shape style="position:absolute;left:1018;top:-789;width:9874;height:2" coordorigin="1018,-789" coordsize="9874,0" path="m1018,-789l10891,-789e" filled="f" stroked="t" strokeweight=".82pt" strokecolor="#000000">
                <v:path arrowok="t"/>
              </v:shape>
            </v:group>
            <v:group style="position:absolute;left:10884;top:-4545;width:2;height:3754" coordorigin="10884,-4545" coordsize="2,3754">
              <v:shape style="position:absolute;left:10884;top:-4545;width:2;height:3754" coordorigin="10884,-4545" coordsize="0,3754" path="m10884,-4545l10884,-79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Súdny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1"/>
          <w:w w:val="100"/>
        </w:rPr>
        <w:t>orgán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ktor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vyda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ykač: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Úradný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názov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Priezvisko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jeho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zástupcu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Funkci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(titul/hodnosť)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Čísl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spisu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Adresa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krajiny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regiónu/mesta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8" w:lineRule="auto"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krajiny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(k</w:t>
      </w:r>
      <w:r>
        <w:rPr>
          <w:b w:val="0"/>
          <w:bCs w:val="0"/>
          <w:spacing w:val="4"/>
          <w:w w:val="100"/>
        </w:rPr>
        <w:t>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regiónu/mesta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aktn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údaj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zabezpečeni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potrebnéh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praktickéh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postup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vydanie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2"/>
          <w:w w:val="100"/>
        </w:rPr>
        <w:t>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44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jednotlivýc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jazykovýc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verziác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zahrnu</w:t>
      </w:r>
      <w:r>
        <w:rPr>
          <w:b w:val="0"/>
          <w:bCs w:val="0"/>
          <w:spacing w:val="8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ý</w:t>
      </w:r>
      <w:r>
        <w:rPr>
          <w:b w:val="0"/>
          <w:bCs w:val="0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position w:val="0"/>
        </w:rPr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dka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7"/>
          <w:w w:val="100"/>
          <w:position w:val="0"/>
        </w:rPr>
        <w:t>„</w:t>
      </w:r>
      <w:r>
        <w:rPr>
          <w:b w:val="0"/>
          <w:bCs w:val="0"/>
          <w:spacing w:val="0"/>
          <w:w w:val="100"/>
          <w:position w:val="0"/>
        </w:rPr>
        <w:t>zástupcu“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súdneho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orgánu.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69"/>
        <w:ind w:left="0" w:right="375"/>
        <w:jc w:val="center"/>
      </w:pP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doručení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administratívny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prevza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8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urópskeho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zat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kača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poverený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ústredný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orgán: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Názo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ústrednéh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orgánu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aktn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osoba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použij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(titul/hodnos</w:t>
      </w:r>
      <w:r>
        <w:rPr>
          <w:b w:val="0"/>
          <w:bCs w:val="0"/>
          <w:spacing w:val="0"/>
          <w:w w:val="100"/>
        </w:rPr>
        <w:t>ť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priezvisko)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0"/>
          <w:w w:val="100"/>
        </w:rPr>
        <w:t>Adresa:.............................................................................................................................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160"/>
        <w:jc w:val="left"/>
      </w:pPr>
      <w:r>
        <w:rPr>
          <w:b w:val="0"/>
          <w:bCs w:val="0"/>
        </w:rPr>
        <w:t>............................................................</w:t>
      </w:r>
      <w:r>
        <w:rPr>
          <w:b w:val="0"/>
          <w:bCs w:val="0"/>
          <w:spacing w:val="2"/>
        </w:rPr>
        <w:t>.</w:t>
      </w:r>
      <w:r>
        <w:rPr>
          <w:b w:val="0"/>
          <w:bCs w:val="0"/>
          <w:spacing w:val="0"/>
        </w:rPr>
        <w:t>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</w:rPr>
        <w:t> </w:t>
      </w:r>
      <w:r>
        <w:rPr>
          <w:b w:val="0"/>
          <w:bCs w:val="0"/>
          <w:spacing w:val="3"/>
          <w:w w:val="99"/>
        </w:rPr>
        <w:t>Te</w:t>
      </w:r>
      <w:r>
        <w:rPr>
          <w:b w:val="0"/>
          <w:bCs w:val="0"/>
          <w:spacing w:val="-10"/>
          <w:w w:val="99"/>
        </w:rPr>
        <w:t>l</w:t>
      </w:r>
      <w:r>
        <w:rPr>
          <w:b w:val="0"/>
          <w:bCs w:val="0"/>
          <w:spacing w:val="-1"/>
          <w:w w:val="99"/>
        </w:rPr>
        <w:t>.</w:t>
      </w:r>
      <w:r>
        <w:rPr>
          <w:b w:val="0"/>
          <w:bCs w:val="0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99"/>
        </w:rPr>
        <w:t>krajiny</w:t>
      </w:r>
      <w:r>
        <w:rPr>
          <w:b w:val="0"/>
          <w:bCs w:val="0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99"/>
        </w:rPr>
        <w:t>regiónu/mesta</w:t>
      </w:r>
      <w:r>
        <w:rPr>
          <w:b w:val="0"/>
          <w:bCs w:val="0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2"/>
          <w:w w:val="100"/>
        </w:rPr>
        <w:t>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2"/>
        <w:ind w:left="719" w:right="0"/>
        <w:jc w:val="left"/>
      </w:pPr>
      <w:r>
        <w:rPr/>
        <w:pict>
          <v:group style="position:absolute;margin-left:50.470001pt;margin-top:69.093094pt;width:494.500026pt;height:193.540032pt;mso-position-horizontal-relative:page;mso-position-vertical-relative:paragraph;z-index:-542" coordorigin="1009,1382" coordsize="9890,3871">
            <v:group style="position:absolute;left:1018;top:1390;width:9874;height:2" coordorigin="1018,1390" coordsize="9874,2">
              <v:shape style="position:absolute;left:1018;top:1390;width:9874;height:2" coordorigin="1018,1390" coordsize="9874,0" path="m1018,1390l10891,1390e" filled="f" stroked="t" strokeweight=".82pt" strokecolor="#000000">
                <v:path arrowok="t"/>
              </v:shape>
            </v:group>
            <v:group style="position:absolute;left:1025;top:1392;width:2;height:3850" coordorigin="1025,1392" coordsize="2,3850">
              <v:shape style="position:absolute;left:1025;top:1392;width:2;height:3850" coordorigin="1025,1392" coordsize="0,3850" path="m1025,1392l1025,5242e" filled="f" stroked="t" strokeweight=".82pt" strokecolor="#000000">
                <v:path arrowok="t"/>
              </v:shape>
            </v:group>
            <v:group style="position:absolute;left:1018;top:5244;width:9874;height:2" coordorigin="1018,5244" coordsize="9874,2">
              <v:shape style="position:absolute;left:1018;top:5244;width:9874;height:2" coordorigin="1018,5244" coordsize="9874,0" path="m1018,5244l10891,5244e" filled="f" stroked="t" strokeweight=".82pt" strokecolor="#000000">
                <v:path arrowok="t"/>
              </v:shape>
            </v:group>
            <v:group style="position:absolute;left:10884;top:1392;width:2;height:3850" coordorigin="10884,1392" coordsize="2,3850">
              <v:shape style="position:absolute;left:10884;top:1392;width:2;height:3850" coordorigin="10884,1392" coordsize="0,3850" path="m10884,1392l10884,524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krajiny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regiónu/mesta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61.396912pt;width:494.500026pt;height:229.780022pt;mso-position-horizontal-relative:page;mso-position-vertical-relative:paragraph;z-index:-543" coordorigin="1009,-5228" coordsize="9890,4596">
            <v:group style="position:absolute;left:1018;top:-5220;width:9874;height:2" coordorigin="1018,-5220" coordsize="9874,2">
              <v:shape style="position:absolute;left:1018;top:-5220;width:9874;height:2" coordorigin="1018,-5220" coordsize="9874,0" path="m1018,-5220l10891,-5220e" filled="f" stroked="t" strokeweight=".82pt" strokecolor="#000000">
                <v:path arrowok="t"/>
              </v:shape>
            </v:group>
            <v:group style="position:absolute;left:1025;top:-5217;width:2;height:4574" coordorigin="1025,-5217" coordsize="2,4574">
              <v:shape style="position:absolute;left:1025;top:-5217;width:2;height:4574" coordorigin="1025,-5217" coordsize="0,4574" path="m1025,-5217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217;width:2;height:4574" coordorigin="10884,-5217" coordsize="2,4574">
              <v:shape style="position:absolute;left:10884;top:-5217;width:2;height:4574" coordorigin="10884,-5217" coordsize="0,4574" path="m10884,-5217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Podp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vydávajúceh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súdneh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orgán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a/aleb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zástupcu: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Priezvisko: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</w:t>
      </w:r>
    </w:p>
    <w:p>
      <w:pPr>
        <w:pStyle w:val="BodyText"/>
        <w:spacing w:before="79"/>
        <w:ind w:right="0"/>
        <w:jc w:val="left"/>
      </w:pPr>
      <w:r>
        <w:rPr>
          <w:b w:val="0"/>
          <w:bCs w:val="0"/>
          <w:spacing w:val="-1"/>
          <w:w w:val="100"/>
        </w:rPr>
        <w:t>Funkci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(titul/hodnosť)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Dátu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78.35511pt;width:84.000008pt;height:.1pt;mso-position-horizontal-relative:page;mso-position-vertical-relative:paragraph;z-index:-541" coordorigin="5112,1567" coordsize="1680,2">
            <v:shape style="position:absolute;left:5112;top:1567;width:1680;height:2" coordorigin="5112,1567" coordsize="1680,0" path="m5112,1567l6792,1567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Úradn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pečiatk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existuje):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59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60002pt;height:14pt;mso-position-horizontal-relative:page;mso-position-vertical-relative:page;z-index:-55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11</w:t>
                </w:r>
              </w:p>
            </w:txbxContent>
          </v:textbox>
          <w10:wrap type="none"/>
        </v:shape>
      </w:pict>
    </w:r>
    <w:r>
      <w:rPr/>
      <w:pict>
        <v:shape style="position:absolute;margin-left:412.279999pt;margin-top:785.223938pt;width:26.059143pt;height:14pt;mso-position-horizontal-relative:page;mso-position-vertical-relative:page;z-index:-55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kt/bz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3.320007pt;margin-top:785.223938pt;width:27.239991pt;height:31.491957pt;mso-position-horizontal-relative:page;mso-position-vertical-relative:page;z-index:-556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41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95"/>
                    <w:sz w:val="36"/>
                    <w:szCs w:val="36"/>
                  </w:rPr>
                  <w:t>SK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5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54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54.120958pt;height:28.4pt;mso-position-horizontal-relative:page;mso-position-vertical-relative:page;z-index:-55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PRÍLOHA</w:t>
                </w:r>
              </w:p>
            </w:txbxContent>
          </v:textbox>
          <w10:wrap type="none"/>
        </v:shape>
      </w:pict>
    </w:r>
    <w:r>
      <w:rPr/>
      <w:pict>
        <v:shape style="position:absolute;margin-left:412.279999pt;margin-top:785.223938pt;width:26.059143pt;height:14pt;mso-position-horizontal-relative:page;mso-position-vertical-relative:page;z-index:-55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kt/bz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3.320007pt;margin-top:785.223938pt;width:27.239991pt;height:31.491957pt;mso-position-horizontal-relative:page;mso-position-vertical-relative:page;z-index:-551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64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w w:val="100"/>
                    <w:sz w:val="36"/>
                    <w:szCs w:val="36"/>
                  </w:rPr>
                  <w:t>SK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5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cundezu</dc:creator>
  <dc:title>GEN</dc:title>
  <dcterms:created xsi:type="dcterms:W3CDTF">2014-11-19T09:23:32Z</dcterms:created>
  <dcterms:modified xsi:type="dcterms:W3CDTF">2014-11-19T09:23:32Z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2012-09-15T00:00:00Z</vt:filetime>
  </property>
  <property fmtid="{D5CDD505-2E9C-101B-9397-08002B2CF9AE}" pid="3" name="LastSaved">
    <vt:filetime>2014-11-19T00:00:00Z</vt:filetime>
  </property>
</Properties>
</file>