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412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84.00807pt;height:56.64pt;mso-position-horizontal-relative:char;mso-position-vertical-relative:line" type="#_x0000_t75">
            <v:imagedata r:id="rId6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50" w:lineRule="exac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5"/>
          <w:type w:val="continuous"/>
          <w:pgSz w:w="11900" w:h="16820"/>
          <w:pgMar w:footer="971" w:top="620" w:bottom="1160" w:left="980" w:right="980"/>
          <w:pgNumType w:start="1"/>
        </w:sectPr>
      </w:pPr>
    </w:p>
    <w:p>
      <w:pPr>
        <w:pStyle w:val="Heading1"/>
        <w:spacing w:line="242" w:lineRule="auto" w:before="69"/>
        <w:ind w:left="1760" w:right="0" w:firstLine="1017"/>
        <w:jc w:val="left"/>
        <w:rPr>
          <w:b w:val="0"/>
          <w:bCs w:val="0"/>
        </w:rPr>
      </w:pPr>
      <w:r>
        <w:rPr>
          <w:spacing w:val="-1"/>
          <w:w w:val="100"/>
        </w:rPr>
        <w:t>CONSILIUL</w:t>
      </w:r>
      <w:r>
        <w:rPr>
          <w:rFonts w:ascii="Times New Roman" w:hAnsi="Times New Roman" w:cs="Times New Roman" w:eastAsia="Times New Roman"/>
          <w:spacing w:val="-1"/>
          <w:w w:val="100"/>
        </w:rPr>
        <w:t> </w:t>
      </w:r>
      <w:r>
        <w:rPr>
          <w:spacing w:val="-1"/>
          <w:w w:val="100"/>
        </w:rPr>
        <w:t>UNIUNI</w:t>
      </w:r>
      <w:r>
        <w:rPr>
          <w:spacing w:val="0"/>
          <w:w w:val="100"/>
        </w:rPr>
        <w:t>I</w:t>
      </w:r>
      <w:r>
        <w:rPr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pacing w:val="1"/>
          <w:w w:val="100"/>
        </w:rPr>
      </w:r>
      <w:r>
        <w:rPr>
          <w:spacing w:val="-1"/>
          <w:w w:val="100"/>
        </w:rPr>
        <w:t>EUROPENE</w:t>
      </w:r>
      <w:r>
        <w:rPr>
          <w:b w:val="0"/>
          <w:bCs w:val="0"/>
          <w:spacing w:val="0"/>
          <w:w w:val="100"/>
        </w:rPr>
      </w:r>
    </w:p>
    <w:p>
      <w:pPr>
        <w:spacing w:line="242" w:lineRule="auto" w:before="69"/>
        <w:ind w:left="1657" w:right="99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pacing w:val="0"/>
          <w:w w:val="100"/>
        </w:rPr>
        <w:br w:type="column"/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Bruxelles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iuli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201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(28.07)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en)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13297/11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COPE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189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74" w:lineRule="exact"/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EUROJUS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116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before="2"/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20"/>
          <w:pgMar w:top="620" w:bottom="1160" w:left="980" w:right="980"/>
          <w:cols w:num="2" w:equalWidth="0">
            <w:col w:w="4125" w:space="40"/>
            <w:col w:w="5775"/>
          </w:cols>
        </w:sectPr>
      </w:pPr>
    </w:p>
    <w:p>
      <w:pPr>
        <w:spacing w:line="170" w:lineRule="exact" w:before="10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9786" w:val="left" w:leader="none"/>
        </w:tabs>
        <w:spacing w:before="69"/>
        <w:ind w:left="15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single" w:color="000000"/>
        </w:rPr>
        <w:t>NOTĂ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pStyle w:val="BodyText"/>
        <w:tabs>
          <w:tab w:pos="1851" w:val="left" w:leader="none"/>
        </w:tabs>
        <w:spacing w:before="41"/>
        <w:ind w:right="0"/>
        <w:jc w:val="left"/>
      </w:pPr>
      <w:r>
        <w:rPr>
          <w:b w:val="0"/>
          <w:bCs w:val="0"/>
          <w:spacing w:val="-1"/>
          <w:w w:val="100"/>
        </w:rPr>
        <w:t>Sursă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Secretar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3"/>
          <w:w w:val="100"/>
        </w:rPr>
        <w:t>atu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6"/>
          <w:w w:val="100"/>
        </w:rPr>
      </w:r>
      <w:r>
        <w:rPr>
          <w:b w:val="0"/>
          <w:bCs w:val="0"/>
          <w:spacing w:val="0"/>
          <w:w w:val="100"/>
        </w:rPr>
        <w:t>General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51" w:val="left" w:leader="none"/>
          <w:tab w:pos="9786" w:val="left" w:leader="none"/>
        </w:tabs>
        <w:spacing w:line="283" w:lineRule="auto" w:before="41"/>
        <w:ind w:right="153"/>
        <w:jc w:val="left"/>
      </w:pPr>
      <w:r>
        <w:rPr>
          <w:b w:val="0"/>
          <w:bCs w:val="0"/>
        </w:rPr>
      </w:r>
      <w:r>
        <w:rPr>
          <w:b w:val="0"/>
          <w:bCs w:val="0"/>
          <w:spacing w:val="-2"/>
          <w:w w:val="100"/>
          <w:u w:val="single" w:color="000000"/>
        </w:rPr>
        <w:t>Des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inatar: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ab/>
      </w:r>
      <w:r>
        <w:rPr>
          <w:b w:val="0"/>
          <w:bCs w:val="0"/>
          <w:spacing w:val="1"/>
          <w:w w:val="100"/>
          <w:u w:val="single" w:color="000000"/>
        </w:rPr>
        <w:t>De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eg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5"/>
          <w:w w:val="100"/>
          <w:u w:val="single" w:color="000000"/>
        </w:rPr>
        <w:t>ț</w:t>
      </w:r>
      <w:r>
        <w:rPr>
          <w:b w:val="0"/>
          <w:bCs w:val="0"/>
          <w:spacing w:val="-3"/>
          <w:w w:val="100"/>
          <w:u w:val="single" w:color="000000"/>
        </w:rPr>
        <w:t>iile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Subiect: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ab/>
      </w:r>
      <w:r>
        <w:rPr>
          <w:b w:val="0"/>
          <w:bCs w:val="0"/>
          <w:spacing w:val="-1"/>
          <w:w w:val="100"/>
          <w:u w:val="none"/>
        </w:rPr>
        <w:t>Decizia</w:t>
      </w:r>
      <w:r>
        <w:rPr>
          <w:b w:val="0"/>
          <w:bCs w:val="0"/>
          <w:spacing w:val="1"/>
          <w:w w:val="100"/>
          <w:u w:val="none"/>
        </w:rPr>
        <w:t>-</w:t>
      </w:r>
      <w:r>
        <w:rPr>
          <w:b w:val="0"/>
          <w:bCs w:val="0"/>
          <w:spacing w:val="-1"/>
          <w:w w:val="100"/>
          <w:u w:val="none"/>
        </w:rPr>
        <w:t>cadr</w:t>
      </w:r>
      <w:r>
        <w:rPr>
          <w:b w:val="0"/>
          <w:bCs w:val="0"/>
          <w:spacing w:val="0"/>
          <w:w w:val="100"/>
          <w:u w:val="none"/>
        </w:rPr>
        <w:t>u</w:t>
      </w:r>
      <w:r>
        <w:rPr>
          <w:b w:val="0"/>
          <w:bCs w:val="0"/>
          <w:spacing w:val="-3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2009/299/JA</w:t>
      </w:r>
      <w:r>
        <w:rPr>
          <w:b w:val="0"/>
          <w:bCs w:val="0"/>
          <w:spacing w:val="0"/>
          <w:w w:val="100"/>
          <w:u w:val="none"/>
        </w:rPr>
        <w:t>I</w:t>
      </w:r>
      <w:r>
        <w:rPr>
          <w:b w:val="0"/>
          <w:bCs w:val="0"/>
          <w:spacing w:val="-3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-4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Consiliulu</w:t>
      </w:r>
      <w:r>
        <w:rPr>
          <w:b w:val="0"/>
          <w:bCs w:val="0"/>
          <w:spacing w:val="0"/>
          <w:w w:val="100"/>
          <w:u w:val="none"/>
        </w:rPr>
        <w:t>i</w:t>
      </w:r>
      <w:r>
        <w:rPr>
          <w:b w:val="0"/>
          <w:bCs w:val="0"/>
          <w:spacing w:val="-3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di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-3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2</w:t>
      </w:r>
      <w:r>
        <w:rPr>
          <w:b w:val="0"/>
          <w:bCs w:val="0"/>
          <w:spacing w:val="0"/>
          <w:w w:val="100"/>
          <w:u w:val="none"/>
        </w:rPr>
        <w:t>6</w:t>
      </w:r>
      <w:r>
        <w:rPr>
          <w:b w:val="0"/>
          <w:bCs w:val="0"/>
          <w:spacing w:val="-3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februari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-3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200</w:t>
      </w:r>
      <w:r>
        <w:rPr>
          <w:b w:val="0"/>
          <w:bCs w:val="0"/>
          <w:spacing w:val="0"/>
          <w:w w:val="100"/>
          <w:u w:val="none"/>
        </w:rPr>
        <w:t>9</w:t>
      </w:r>
      <w:r>
        <w:rPr>
          <w:b w:val="0"/>
          <w:bCs w:val="0"/>
          <w:spacing w:val="-3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d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-4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modificar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-4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30" w:lineRule="exact"/>
        <w:ind w:left="1852" w:right="0"/>
        <w:jc w:val="left"/>
      </w:pPr>
      <w:r>
        <w:rPr>
          <w:b w:val="0"/>
          <w:bCs w:val="0"/>
          <w:spacing w:val="-1"/>
          <w:w w:val="100"/>
        </w:rPr>
        <w:t>Deciziilo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cadr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2002/584/JAI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2005/214/JAI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2006/783/JAI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2008/909/JA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left="1852" w:right="0"/>
        <w:jc w:val="left"/>
      </w:pPr>
      <w:r>
        <w:rPr>
          <w:b w:val="0"/>
          <w:bCs w:val="0"/>
          <w:spacing w:val="-1"/>
          <w:w w:val="100"/>
        </w:rPr>
        <w:t>2008/974/JAI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consolidar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drepturilo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procedural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persoanelo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5"/>
          <w:w w:val="100"/>
        </w:rPr>
        <w:t>de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 w:before="7"/>
        <w:ind w:left="1852" w:right="594"/>
        <w:jc w:val="left"/>
      </w:pPr>
      <w:r>
        <w:rPr>
          <w:b w:val="0"/>
          <w:bCs w:val="0"/>
          <w:spacing w:val="-1"/>
          <w:w w:val="100"/>
        </w:rPr>
        <w:t>încurajar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aplicări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principiulu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recuno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3"/>
          <w:w w:val="100"/>
        </w:rPr>
        <w:t>ș</w:t>
      </w:r>
      <w:r>
        <w:rPr>
          <w:b w:val="0"/>
          <w:bCs w:val="0"/>
          <w:spacing w:val="-1"/>
          <w:w w:val="100"/>
        </w:rPr>
        <w:t>teri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reciproc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privir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deciziile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2"/>
          <w:w w:val="100"/>
        </w:rPr>
        <w:t>pro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ț</w:t>
      </w:r>
      <w:r>
        <w:rPr>
          <w:b w:val="0"/>
          <w:bCs w:val="0"/>
          <w:spacing w:val="-1"/>
          <w:w w:val="100"/>
        </w:rPr>
        <w:t>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abse</w:t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persoane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cauz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proces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51" w:val="left" w:leader="none"/>
          <w:tab w:pos="9795" w:val="left" w:leader="none"/>
        </w:tabs>
        <w:spacing w:before="38"/>
        <w:ind w:left="138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-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Versiune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cons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lidată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formularului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mandatului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european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arestare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59" w:lineRule="auto" w:before="69"/>
        <w:ind w:right="1040"/>
        <w:jc w:val="left"/>
      </w:pPr>
      <w:r>
        <w:rPr/>
        <w:pict>
          <v:group style="position:absolute;margin-left:255.600006pt;margin-top:86.125122pt;width:84.000008pt;height:.1pt;mso-position-horizontal-relative:page;mso-position-vertical-relative:paragraph;z-index:-575" coordorigin="5112,1723" coordsize="1680,2">
            <v:shape style="position:absolute;left:5112;top:1723;width:1680;height:2" coordorigin="5112,1723" coordsize="1680,0" path="m5112,1723l6792,1723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1"/>
          <w:w w:val="100"/>
        </w:rPr>
        <w:t>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anexă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pun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dispoz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deleg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"/>
          <w:w w:val="100"/>
        </w:rPr>
        <w:t>iilo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versiune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consolidat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formularulu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mandatului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europea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arestare.</w:t>
      </w:r>
      <w:r>
        <w:rPr>
          <w:b w:val="0"/>
          <w:bCs w:val="0"/>
          <w:spacing w:val="0"/>
          <w:w w:val="100"/>
        </w:rPr>
      </w:r>
    </w:p>
    <w:p>
      <w:pPr>
        <w:spacing w:after="0" w:line="359" w:lineRule="auto"/>
        <w:jc w:val="left"/>
        <w:sectPr>
          <w:type w:val="continuous"/>
          <w:pgSz w:w="11900" w:h="16820"/>
          <w:pgMar w:top="620" w:bottom="1160" w:left="980" w:right="980"/>
        </w:sectPr>
      </w:pPr>
    </w:p>
    <w:p>
      <w:pPr>
        <w:pStyle w:val="Heading1"/>
        <w:spacing w:before="74"/>
        <w:ind w:left="0" w:right="149"/>
        <w:jc w:val="right"/>
        <w:rPr>
          <w:b w:val="0"/>
          <w:bCs w:val="0"/>
        </w:rPr>
      </w:pPr>
      <w:r>
        <w:rPr/>
      </w:r>
      <w:r>
        <w:rPr>
          <w:spacing w:val="-1"/>
          <w:w w:val="100"/>
          <w:u w:val="thick" w:color="000000"/>
        </w:rPr>
        <w:t>ANEXĂ</w:t>
      </w:r>
      <w:r>
        <w:rPr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9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78"/>
        <w:ind w:left="2639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MANDATU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EUROPEA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ARESTAR</w:t>
      </w:r>
      <w:r>
        <w:rPr>
          <w:rFonts w:ascii="Times New Roman" w:hAnsi="Times New Roman" w:cs="Times New Roman" w:eastAsia="Times New Roman"/>
          <w:b/>
          <w:bCs/>
          <w:spacing w:val="3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spacing w:line="140" w:lineRule="exact" w:before="10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/>
        <w:ind w:right="460"/>
        <w:jc w:val="left"/>
      </w:pPr>
      <w:r>
        <w:rPr>
          <w:b w:val="0"/>
          <w:bCs w:val="0"/>
          <w:spacing w:val="0"/>
          <w:w w:val="100"/>
        </w:rPr>
        <w:t>Prezentul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nda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emi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autoritat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judiciar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competentă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Solici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persoan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-9"/>
          <w:w w:val="100"/>
        </w:rPr>
        <w:t>n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nată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6"/>
          <w:w w:val="100"/>
        </w:rPr>
        <w:t>ma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6"/>
          <w:w w:val="100"/>
        </w:rPr>
        <w:t>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fi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arestat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3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predat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autorit</w:t>
      </w:r>
      <w:r>
        <w:rPr>
          <w:b w:val="0"/>
          <w:bCs w:val="0"/>
          <w:spacing w:val="-2"/>
          <w:w w:val="100"/>
        </w:rPr>
        <w:t>ă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8"/>
          <w:w w:val="100"/>
        </w:rPr>
        <w:t>il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1"/>
          <w:w w:val="100"/>
        </w:rPr>
        <w:t>udiciar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vedere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efectuări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urmăriri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penal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executării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pedeps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măsur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sigura</w:t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0"/>
          <w:w w:val="100"/>
        </w:rPr>
        <w:t>ță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priva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libertate.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719" w:val="left" w:leader="none"/>
        </w:tabs>
        <w:spacing w:line="240" w:lineRule="auto" w:before="78"/>
        <w:ind w:left="719" w:right="387" w:hanging="567"/>
        <w:jc w:val="left"/>
      </w:pPr>
      <w:r>
        <w:rPr/>
        <w:pict>
          <v:group style="position:absolute;margin-left:56.639999pt;margin-top:.188749pt;width:144.240006pt;height:.1pt;mso-position-horizontal-relative:page;mso-position-vertical-relative:paragraph;z-index:-574" coordorigin="1133,4" coordsize="2885,2">
            <v:shape style="position:absolute;left:1133;top:4;width:2885;height:2" coordorigin="1133,4" coordsize="2885,0" path="m1133,4l4018,4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0"/>
          <w:w w:val="100"/>
          <w:position w:val="0"/>
        </w:rPr>
        <w:t>Prezentul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-11"/>
          <w:w w:val="100"/>
          <w:position w:val="0"/>
        </w:rPr>
        <w:t>m</w:t>
      </w:r>
      <w:r>
        <w:rPr>
          <w:b w:val="0"/>
          <w:bCs w:val="0"/>
          <w:spacing w:val="3"/>
          <w:w w:val="100"/>
          <w:position w:val="0"/>
        </w:rPr>
        <w:t>a</w:t>
      </w:r>
      <w:r>
        <w:rPr>
          <w:b w:val="0"/>
          <w:bCs w:val="0"/>
          <w:spacing w:val="-1"/>
          <w:w w:val="100"/>
          <w:position w:val="0"/>
        </w:rPr>
        <w:t>nda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trebui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ă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fi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redacta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sa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tradu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înt</w:t>
      </w:r>
      <w:r>
        <w:rPr>
          <w:b w:val="0"/>
          <w:bCs w:val="0"/>
          <w:spacing w:val="1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-</w:t>
      </w:r>
      <w:r>
        <w:rPr>
          <w:b w:val="0"/>
          <w:bCs w:val="0"/>
          <w:spacing w:val="-1"/>
          <w:w w:val="100"/>
          <w:position w:val="0"/>
        </w:rPr>
        <w:t>un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di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limbil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oficial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statului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membr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executare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î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cazu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î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car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acest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est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cunoscut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sa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î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oric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alt</w:t>
      </w:r>
      <w:r>
        <w:rPr>
          <w:b w:val="0"/>
          <w:bCs w:val="0"/>
          <w:spacing w:val="0"/>
          <w:w w:val="100"/>
          <w:position w:val="0"/>
        </w:rPr>
        <w:t>ă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limb</w:t>
      </w:r>
      <w:r>
        <w:rPr>
          <w:b w:val="0"/>
          <w:bCs w:val="0"/>
          <w:spacing w:val="0"/>
          <w:w w:val="100"/>
          <w:position w:val="0"/>
        </w:rPr>
        <w:t>ă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acceptată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aces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stat.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0" w:lineRule="auto"/>
        <w:jc w:val="left"/>
        <w:sectPr>
          <w:footerReference w:type="default" r:id="rId7"/>
          <w:pgSz w:w="11900" w:h="16820"/>
          <w:pgMar w:footer="971" w:header="0" w:top="1320" w:bottom="1160" w:left="980" w:right="980"/>
          <w:pgNumType w:start="2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3"/>
        <w:ind w:left="964" w:right="0" w:hanging="812"/>
        <w:jc w:val="left"/>
      </w:pPr>
      <w:r>
        <w:rPr>
          <w:b w:val="0"/>
          <w:bCs w:val="0"/>
          <w:spacing w:val="1"/>
          <w:w w:val="100"/>
        </w:rPr>
        <w:t>Infor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referitoar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iden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atea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persoanei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căutate: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2"/>
          <w:w w:val="100"/>
        </w:rPr>
        <w:t>Nu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04" w:lineRule="auto" w:before="79"/>
        <w:ind w:left="719" w:right="0"/>
        <w:jc w:val="left"/>
      </w:pPr>
      <w:r>
        <w:rPr>
          <w:b w:val="0"/>
          <w:bCs w:val="0"/>
          <w:spacing w:val="-1"/>
          <w:w w:val="100"/>
        </w:rPr>
        <w:t>Prenume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Nu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-1"/>
          <w:w w:val="100"/>
        </w:rPr>
        <w:t>el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înaint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căsătorie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dup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caz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"/>
        <w:ind w:left="719" w:right="0"/>
        <w:jc w:val="left"/>
      </w:pPr>
      <w:r>
        <w:rPr>
          <w:b w:val="0"/>
          <w:bCs w:val="0"/>
          <w:spacing w:val="2"/>
          <w:w w:val="100"/>
        </w:rPr>
        <w:t>Nu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-1"/>
          <w:w w:val="100"/>
        </w:rPr>
        <w:t>el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împrumut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dup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caz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2"/>
          <w:w w:val="100"/>
        </w:rPr>
        <w:t>Sex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Cet</w:t>
      </w:r>
      <w:r>
        <w:rPr>
          <w:b w:val="0"/>
          <w:bCs w:val="0"/>
          <w:spacing w:val="-1"/>
          <w:w w:val="100"/>
        </w:rPr>
        <w:t>ă</w:t>
      </w:r>
      <w:r>
        <w:rPr>
          <w:b w:val="0"/>
          <w:bCs w:val="0"/>
          <w:spacing w:val="0"/>
          <w:w w:val="100"/>
        </w:rPr>
        <w:t>ț</w:t>
      </w:r>
      <w:r>
        <w:rPr>
          <w:b w:val="0"/>
          <w:bCs w:val="0"/>
          <w:spacing w:val="-2"/>
          <w:w w:val="100"/>
        </w:rPr>
        <w:t>enie</w:t>
      </w:r>
      <w:r>
        <w:rPr>
          <w:b w:val="0"/>
          <w:bCs w:val="0"/>
          <w:spacing w:val="14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Dat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3"/>
          <w:w w:val="100"/>
        </w:rPr>
        <w:t>ș</w:t>
      </w:r>
      <w:r>
        <w:rPr>
          <w:b w:val="0"/>
          <w:bCs w:val="0"/>
          <w:spacing w:val="-1"/>
          <w:w w:val="100"/>
        </w:rPr>
        <w:t>terii</w:t>
      </w:r>
      <w:r>
        <w:rPr>
          <w:b w:val="0"/>
          <w:bCs w:val="0"/>
          <w:spacing w:val="14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1"/>
          <w:w w:val="100"/>
        </w:rPr>
        <w:t>Locu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3"/>
          <w:w w:val="100"/>
        </w:rPr>
        <w:t>ș</w:t>
      </w:r>
      <w:r>
        <w:rPr>
          <w:b w:val="0"/>
          <w:bCs w:val="0"/>
          <w:spacing w:val="-1"/>
          <w:w w:val="100"/>
        </w:rPr>
        <w:t>terii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3"/>
          <w:w w:val="100"/>
        </w:rPr>
        <w:t>ș</w:t>
      </w:r>
      <w:r>
        <w:rPr>
          <w:b w:val="0"/>
          <w:bCs w:val="0"/>
          <w:spacing w:val="-1"/>
          <w:w w:val="100"/>
        </w:rPr>
        <w:t>edin</w:t>
      </w:r>
      <w:r>
        <w:rPr>
          <w:b w:val="0"/>
          <w:bCs w:val="0"/>
          <w:spacing w:val="0"/>
          <w:w w:val="100"/>
        </w:rPr>
        <w:t>ța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-1"/>
          <w:w w:val="100"/>
        </w:rPr>
        <w:t>i/sa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adres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cunoscută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3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Limb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(limbile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î</w:t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0"/>
          <w:w w:val="100"/>
        </w:rPr>
        <w:t>ț</w:t>
      </w:r>
      <w:r>
        <w:rPr>
          <w:b w:val="0"/>
          <w:bCs w:val="0"/>
          <w:spacing w:val="-1"/>
          <w:w w:val="100"/>
        </w:rPr>
        <w:t>eleg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persoan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căutat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cazu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sun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cunoscute):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Trăsături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5"/>
          <w:w w:val="100"/>
        </w:rPr>
        <w:t>inc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ive/descriere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persoane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căutate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3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2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0" w:lineRule="auto"/>
        <w:ind w:left="719" w:right="393"/>
        <w:jc w:val="left"/>
      </w:pPr>
      <w:r>
        <w:rPr/>
        <w:pict>
          <v:group style="position:absolute;margin-left:50.470001pt;margin-top:125.393112pt;width:494.500026pt;height:182.019997pt;mso-position-horizontal-relative:page;mso-position-vertical-relative:paragraph;z-index:-572" coordorigin="1009,2508" coordsize="9890,3640">
            <v:group style="position:absolute;left:1018;top:2516;width:9874;height:2" coordorigin="1018,2516" coordsize="9874,2">
              <v:shape style="position:absolute;left:1018;top:2516;width:9874;height:2" coordorigin="1018,2516" coordsize="9874,0" path="m1018,2516l10891,2516e" filled="f" stroked="t" strokeweight=".82pt" strokecolor="#000000">
                <v:path arrowok="t"/>
              </v:shape>
            </v:group>
            <v:group style="position:absolute;left:1025;top:2518;width:2;height:3619" coordorigin="1025,2518" coordsize="2,3619">
              <v:shape style="position:absolute;left:1025;top:2518;width:2;height:3619" coordorigin="1025,2518" coordsize="0,3619" path="m1025,2518l1025,6138e" filled="f" stroked="t" strokeweight=".82pt" strokecolor="#000000">
                <v:path arrowok="t"/>
              </v:shape>
            </v:group>
            <v:group style="position:absolute;left:1018;top:6140;width:9874;height:2" coordorigin="1018,6140" coordsize="9874,2">
              <v:shape style="position:absolute;left:1018;top:6140;width:9874;height:2" coordorigin="1018,6140" coordsize="9874,0" path="m1018,6140l10891,6140e" filled="f" stroked="t" strokeweight=".82pt" strokecolor="#000000">
                <v:path arrowok="t"/>
              </v:shape>
            </v:group>
            <v:group style="position:absolute;left:10884;top:2518;width:2;height:3619" coordorigin="10884,2518" coordsize="2,3619">
              <v:shape style="position:absolute;left:10884;top:2518;width:2;height:3619" coordorigin="10884,2518" coordsize="0,3619" path="m10884,2518l10884,613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Fotografi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amprentel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digital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persoane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căutate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zu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sun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disponibil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5"/>
          <w:w w:val="100"/>
        </w:rPr>
        <w:t>se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transmite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datel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persoane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poat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contactat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scopu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7"/>
          <w:w w:val="100"/>
        </w:rPr>
        <w:t>b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5"/>
          <w:w w:val="100"/>
        </w:rPr>
        <w:t>ine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acestor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infor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unu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profi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AD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(î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cazu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car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acest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po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1"/>
          <w:w w:val="100"/>
        </w:rPr>
        <w:t>nicate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îns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8"/>
          <w:w w:val="100"/>
        </w:rPr>
        <w:t>f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inc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use)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412.356903pt;width:494.500026pt;height:393.460015pt;mso-position-horizontal-relative:page;mso-position-vertical-relative:paragraph;z-index:-573" coordorigin="1009,-8247" coordsize="9890,7869">
            <v:group style="position:absolute;left:1018;top:-8239;width:9874;height:2" coordorigin="1018,-8239" coordsize="9874,2">
              <v:shape style="position:absolute;left:1018;top:-8239;width:9874;height:2" coordorigin="1018,-8239" coordsize="9874,0" path="m1018,-8239l10891,-8239e" filled="f" stroked="t" strokeweight=".82pt" strokecolor="#000000">
                <v:path arrowok="t"/>
              </v:shape>
            </v:group>
            <v:group style="position:absolute;left:1025;top:-8237;width:2;height:7848" coordorigin="1025,-8237" coordsize="2,7848">
              <v:shape style="position:absolute;left:1025;top:-8237;width:2;height:7848" coordorigin="1025,-8237" coordsize="0,7848" path="m1025,-8237l1025,-389e" filled="f" stroked="t" strokeweight=".82pt" strokecolor="#000000">
                <v:path arrowok="t"/>
              </v:shape>
            </v:group>
            <v:group style="position:absolute;left:1018;top:-386;width:9874;height:2" coordorigin="1018,-386" coordsize="9874,2">
              <v:shape style="position:absolute;left:1018;top:-386;width:9874;height:2" coordorigin="1018,-386" coordsize="9874,0" path="m1018,-386l10891,-386e" filled="f" stroked="t" strokeweight=".82pt" strokecolor="#000000">
                <v:path arrowok="t"/>
              </v:shape>
            </v:group>
            <v:group style="position:absolute;left:10884;top:-8237;width:2;height:7848" coordorigin="10884,-8237" coordsize="2,7848">
              <v:shape style="position:absolute;left:10884;top:-8237;width:2;height:7848" coordorigin="10884,-8237" coordsize="0,7848" path="m10884,-8237l10884,-389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Decizi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întemeiaz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mandatul: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0"/>
          <w:w w:val="100"/>
        </w:rPr>
        <w:t>Mandatul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arestar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decizi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judiciar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acel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fect: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p: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1285" w:val="left" w:leader="none"/>
        </w:tabs>
        <w:ind w:left="719" w:right="0"/>
        <w:jc w:val="left"/>
      </w:pPr>
      <w:r>
        <w:rPr>
          <w:b w:val="0"/>
          <w:bCs w:val="0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Hotărâre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executorie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1285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</w:t>
      </w:r>
    </w:p>
    <w:p>
      <w:pPr>
        <w:pStyle w:val="BodyText"/>
        <w:spacing w:before="74"/>
        <w:ind w:left="1285" w:right="0"/>
        <w:jc w:val="left"/>
      </w:pPr>
      <w:r>
        <w:rPr>
          <w:b w:val="0"/>
          <w:bCs w:val="0"/>
          <w:spacing w:val="-1"/>
          <w:w w:val="100"/>
        </w:rPr>
        <w:t>Referi</w:t>
      </w:r>
      <w:r>
        <w:rPr>
          <w:b w:val="0"/>
          <w:bCs w:val="0"/>
          <w:spacing w:val="0"/>
          <w:w w:val="100"/>
        </w:rPr>
        <w:t>nță: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</w:t>
      </w:r>
    </w:p>
    <w:p>
      <w:pPr>
        <w:spacing w:after="0"/>
        <w:jc w:val="left"/>
        <w:sectPr>
          <w:pgSz w:w="11900" w:h="16820"/>
          <w:pgMar w:header="0" w:footer="971" w:top="15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2"/>
        <w:ind w:left="719" w:right="0" w:hanging="567"/>
        <w:jc w:val="left"/>
      </w:pPr>
      <w:r>
        <w:rPr>
          <w:b w:val="0"/>
          <w:bCs w:val="0"/>
          <w:spacing w:val="-1"/>
          <w:w w:val="100"/>
        </w:rPr>
        <w:t>Indica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privin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durat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pedepsei: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spacing w:line="283" w:lineRule="auto"/>
        <w:ind w:left="1285" w:right="267" w:hanging="567"/>
        <w:jc w:val="left"/>
      </w:pPr>
      <w:r>
        <w:rPr>
          <w:b w:val="0"/>
          <w:bCs w:val="0"/>
          <w:spacing w:val="0"/>
          <w:w w:val="100"/>
        </w:rPr>
        <w:t>Durata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axim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pedepse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măsuri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sigu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0"/>
          <w:w w:val="100"/>
        </w:rPr>
        <w:t>ță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priva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2"/>
          <w:w w:val="100"/>
        </w:rPr>
        <w:t>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libertat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car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poat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fi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-1"/>
          <w:w w:val="100"/>
        </w:rPr>
        <w:t>aplicat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pentr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infra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1"/>
          <w:w w:val="100"/>
        </w:rPr>
        <w:t>ne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(infra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1"/>
          <w:w w:val="100"/>
        </w:rPr>
        <w:t>nile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săvâ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2"/>
          <w:w w:val="100"/>
        </w:rPr>
        <w:t>(săvâ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e):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30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-1"/>
          <w:w w:val="100"/>
        </w:rPr>
        <w:t>Durat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pedepse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măsur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sigura</w:t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0"/>
          <w:w w:val="100"/>
        </w:rPr>
        <w:t>ță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priva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libertat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aplicate: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-1"/>
          <w:w w:val="100"/>
        </w:rPr>
        <w:t>Pedeaps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car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rămân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executat</w:t>
      </w:r>
      <w:r>
        <w:rPr>
          <w:b w:val="0"/>
          <w:bCs w:val="0"/>
          <w:spacing w:val="14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/>
        <w:pict>
          <v:group style="position:absolute;margin-left:50.470001pt;margin-top:53.973122pt;width:490.659999pt;height:401.860001pt;mso-position-horizontal-relative:page;mso-position-vertical-relative:paragraph;z-index:-570" coordorigin="1009,1079" coordsize="9813,8037">
            <v:group style="position:absolute;left:1018;top:1088;width:9797;height:2" coordorigin="1018,1088" coordsize="9797,2">
              <v:shape style="position:absolute;left:1018;top:1088;width:9797;height:2" coordorigin="1018,1088" coordsize="9797,0" path="m1018,1088l10814,1088e" filled="f" stroked="t" strokeweight=".82pt" strokecolor="#000000">
                <v:path arrowok="t"/>
              </v:shape>
            </v:group>
            <v:group style="position:absolute;left:1025;top:1090;width:2;height:8016" coordorigin="1025,1090" coordsize="2,8016">
              <v:shape style="position:absolute;left:1025;top:1090;width:2;height:8016" coordorigin="1025,1090" coordsize="0,8016" path="m1025,1090l1025,9106e" filled="f" stroked="t" strokeweight=".82pt" strokecolor="#000000">
                <v:path arrowok="t"/>
              </v:shape>
            </v:group>
            <v:group style="position:absolute;left:10807;top:1090;width:2;height:8016" coordorigin="10807,1090" coordsize="2,8016">
              <v:shape style="position:absolute;left:10807;top:1090;width:2;height:8016" coordorigin="10807,1090" coordsize="0,8016" path="m10807,1090l10807,9106e" filled="f" stroked="t" strokeweight=".82pt" strokecolor="#000000">
                <v:path arrowok="t"/>
              </v:shape>
            </v:group>
            <v:group style="position:absolute;left:1018;top:9108;width:9797;height:2" coordorigin="1018,9108" coordsize="9797,2">
              <v:shape style="position:absolute;left:1018;top:9108;width:9797;height:2" coordorigin="1018,9108" coordsize="9797,0" path="m1018,9108l10814,910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3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79" w:val="left" w:leader="none"/>
          <w:tab w:pos="963" w:val="left" w:leader="none"/>
        </w:tabs>
        <w:spacing w:line="363" w:lineRule="auto" w:before="69"/>
        <w:ind w:left="964" w:right="781" w:hanging="668"/>
        <w:jc w:val="left"/>
      </w:pPr>
      <w:r>
        <w:rPr/>
        <w:pict>
          <v:group style="position:absolute;margin-left:50.470001pt;margin-top:-273.15686pt;width:494.500026pt;height:237.700005pt;mso-position-horizontal-relative:page;mso-position-vertical-relative:paragraph;z-index:-571" coordorigin="1009,-5463" coordsize="9890,4754">
            <v:group style="position:absolute;left:1018;top:-5455;width:9874;height:2" coordorigin="1018,-5455" coordsize="9874,2">
              <v:shape style="position:absolute;left:1018;top:-5455;width:9874;height:2" coordorigin="1018,-5455" coordsize="9874,0" path="m1018,-5455l10891,-5455e" filled="f" stroked="t" strokeweight=".82pt" strokecolor="#000000">
                <v:path arrowok="t"/>
              </v:shape>
            </v:group>
            <v:group style="position:absolute;left:1025;top:-5453;width:2;height:4733" coordorigin="1025,-5453" coordsize="2,4733">
              <v:shape style="position:absolute;left:1025;top:-5453;width:2;height:4733" coordorigin="1025,-5453" coordsize="0,4733" path="m1025,-5453l1025,-720e" filled="f" stroked="t" strokeweight=".82pt" strokecolor="#000000">
                <v:path arrowok="t"/>
              </v:shape>
            </v:group>
            <v:group style="position:absolute;left:1018;top:-717;width:9874;height:2" coordorigin="1018,-717" coordsize="9874,2">
              <v:shape style="position:absolute;left:1018;top:-717;width:9874;height:2" coordorigin="1018,-717" coordsize="9874,0" path="m1018,-717l10891,-717e" filled="f" stroked="t" strokeweight=".82pt" strokecolor="#000000">
                <v:path arrowok="t"/>
              </v:shape>
            </v:group>
            <v:group style="position:absolute;left:10884;top:-5453;width:2;height:4733" coordorigin="10884,-5453" coordsize="2,4733">
              <v:shape style="position:absolute;left:10884;top:-5453;width:2;height:4733" coordorigin="10884,-5453" coordsize="0,4733" path="m10884,-5453l10884,-72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  <w:u w:val="single" w:color="000000"/>
        </w:rPr>
        <w:t>Specifica</w:t>
      </w:r>
      <w:r>
        <w:rPr>
          <w:b w:val="0"/>
          <w:bCs w:val="0"/>
          <w:spacing w:val="5"/>
          <w:w w:val="100"/>
          <w:u w:val="single" w:color="000000"/>
        </w:rPr>
        <w:t>ț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da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ă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persoana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fost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prezentă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persoană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procesul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urma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căruia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fost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pronu</w:t>
      </w:r>
      <w:r>
        <w:rPr>
          <w:b w:val="0"/>
          <w:bCs w:val="0"/>
          <w:spacing w:val="-5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ț</w:t>
      </w:r>
      <w:r>
        <w:rPr>
          <w:b w:val="0"/>
          <w:bCs w:val="0"/>
          <w:spacing w:val="1"/>
          <w:w w:val="100"/>
          <w:u w:val="single" w:color="000000"/>
        </w:rPr>
        <w:t>ată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dec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zia: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476" w:val="left" w:leader="none"/>
          <w:tab w:pos="1213" w:val="left" w:leader="none"/>
        </w:tabs>
        <w:spacing w:line="359" w:lineRule="auto" w:before="69"/>
        <w:ind w:left="964" w:right="633" w:hanging="668"/>
        <w:jc w:val="left"/>
      </w:pPr>
      <w:r>
        <w:rPr>
          <w:b w:val="0"/>
          <w:bCs w:val="0"/>
          <w:spacing w:val="-1"/>
          <w:w w:val="100"/>
          <w:u w:val="single" w:color="000000"/>
        </w:rPr>
        <w:t>Da,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persoana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fost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prezentă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persoană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procesul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urma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căruia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fost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pronu</w:t>
      </w:r>
      <w:r>
        <w:rPr>
          <w:b w:val="0"/>
          <w:bCs w:val="0"/>
          <w:spacing w:val="-7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ț</w:t>
      </w:r>
      <w:r>
        <w:rPr>
          <w:b w:val="0"/>
          <w:bCs w:val="0"/>
          <w:spacing w:val="1"/>
          <w:w w:val="100"/>
          <w:u w:val="single" w:color="000000"/>
        </w:rPr>
        <w:t>ată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4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u w:val="none"/>
        </w:rPr>
      </w:r>
      <w:r>
        <w:rPr>
          <w:b w:val="0"/>
          <w:bCs w:val="0"/>
          <w:spacing w:val="-4"/>
          <w:w w:val="100"/>
          <w:u w:val="none"/>
        </w:rPr>
      </w:r>
      <w:r>
        <w:rPr>
          <w:b w:val="0"/>
          <w:bCs w:val="0"/>
          <w:spacing w:val="1"/>
          <w:w w:val="100"/>
          <w:u w:val="single" w:color="000000"/>
        </w:rPr>
        <w:t>dec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zia.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476" w:val="left" w:leader="none"/>
          <w:tab w:pos="1213" w:val="left" w:leader="none"/>
        </w:tabs>
        <w:spacing w:line="363" w:lineRule="auto" w:before="69"/>
        <w:ind w:left="964" w:right="321" w:hanging="668"/>
        <w:jc w:val="left"/>
      </w:pPr>
      <w:r>
        <w:rPr>
          <w:b w:val="0"/>
          <w:bCs w:val="0"/>
          <w:spacing w:val="-1"/>
          <w:w w:val="100"/>
          <w:u w:val="single" w:color="000000"/>
        </w:rPr>
        <w:t>Nu,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persoana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fost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prezentă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persoană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procesul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urma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căruia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fost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pronu</w:t>
      </w:r>
      <w:r>
        <w:rPr>
          <w:b w:val="0"/>
          <w:bCs w:val="0"/>
          <w:spacing w:val="-6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ț</w:t>
      </w:r>
      <w:r>
        <w:rPr>
          <w:b w:val="0"/>
          <w:bCs w:val="0"/>
          <w:spacing w:val="1"/>
          <w:w w:val="100"/>
          <w:u w:val="single" w:color="000000"/>
        </w:rPr>
        <w:t>ată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4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u w:val="none"/>
        </w:rPr>
      </w:r>
      <w:r>
        <w:rPr>
          <w:b w:val="0"/>
          <w:bCs w:val="0"/>
          <w:spacing w:val="-4"/>
          <w:w w:val="100"/>
          <w:u w:val="none"/>
        </w:rPr>
      </w:r>
      <w:r>
        <w:rPr>
          <w:b w:val="0"/>
          <w:bCs w:val="0"/>
          <w:spacing w:val="1"/>
          <w:w w:val="100"/>
          <w:u w:val="single" w:color="000000"/>
        </w:rPr>
        <w:t>dec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zia.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476" w:val="left" w:leader="none"/>
          <w:tab w:pos="963" w:val="left" w:leader="none"/>
        </w:tabs>
        <w:spacing w:line="359" w:lineRule="auto" w:before="69"/>
        <w:ind w:left="964" w:right="282" w:hanging="668"/>
        <w:jc w:val="left"/>
      </w:pPr>
      <w:r>
        <w:rPr>
          <w:b w:val="0"/>
          <w:bCs w:val="0"/>
          <w:spacing w:val="-1"/>
          <w:w w:val="100"/>
          <w:u w:val="single" w:color="000000"/>
        </w:rPr>
        <w:t>Dacă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5"/>
          <w:w w:val="100"/>
          <w:u w:val="single" w:color="000000"/>
        </w:rPr>
        <w:t>ț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bifat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caseta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punctul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2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sus,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vă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rugăm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confirm</w:t>
      </w:r>
      <w:r>
        <w:rPr>
          <w:b w:val="0"/>
          <w:bCs w:val="0"/>
          <w:spacing w:val="-2"/>
          <w:w w:val="100"/>
          <w:u w:val="single" w:color="000000"/>
        </w:rPr>
        <w:t>a</w:t>
      </w:r>
      <w:r>
        <w:rPr>
          <w:b w:val="0"/>
          <w:bCs w:val="0"/>
          <w:spacing w:val="5"/>
          <w:w w:val="100"/>
          <w:u w:val="single" w:color="000000"/>
        </w:rPr>
        <w:t>ț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3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xiste</w:t>
      </w:r>
      <w:r>
        <w:rPr>
          <w:b w:val="0"/>
          <w:bCs w:val="0"/>
          <w:spacing w:val="-6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ț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unuia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dintre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3"/>
          <w:w w:val="100"/>
          <w:u w:val="single" w:color="000000"/>
        </w:rPr>
        <w:t>ur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1"/>
          <w:w w:val="100"/>
          <w:u w:val="single" w:color="000000"/>
        </w:rPr>
        <w:t>ătoare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15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e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emente: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364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3.1a.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persoana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fost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citată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(ziua/luna/anul)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ș</w:t>
      </w:r>
      <w:r>
        <w:rPr>
          <w:b w:val="0"/>
          <w:bCs w:val="0"/>
          <w:spacing w:val="-11"/>
          <w:w w:val="100"/>
          <w:u w:val="single" w:color="000000"/>
        </w:rPr>
        <w:t>i,</w:t>
      </w:r>
      <w:r>
        <w:rPr>
          <w:b w:val="0"/>
          <w:bCs w:val="0"/>
          <w:spacing w:val="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prin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ur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-1"/>
          <w:w w:val="100"/>
          <w:u w:val="single" w:color="000000"/>
        </w:rPr>
        <w:t>are,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informată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cu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</w:t>
      </w:r>
      <w:r>
        <w:rPr>
          <w:b w:val="0"/>
          <w:bCs w:val="0"/>
          <w:spacing w:val="1"/>
          <w:w w:val="100"/>
          <w:u w:val="single" w:color="000000"/>
        </w:rPr>
        <w:t>r</w:t>
      </w:r>
      <w:r>
        <w:rPr>
          <w:b w:val="0"/>
          <w:bCs w:val="0"/>
          <w:spacing w:val="-1"/>
          <w:w w:val="100"/>
          <w:u w:val="single" w:color="000000"/>
        </w:rPr>
        <w:t>ivire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data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ș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lo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cul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stabilite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pentru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procesul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urma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căruia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fost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pronu</w:t>
      </w:r>
      <w:r>
        <w:rPr>
          <w:b w:val="0"/>
          <w:bCs w:val="0"/>
          <w:spacing w:val="-5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ț</w:t>
      </w:r>
      <w:r>
        <w:rPr>
          <w:b w:val="0"/>
          <w:bCs w:val="0"/>
          <w:spacing w:val="1"/>
          <w:w w:val="100"/>
          <w:u w:val="single" w:color="000000"/>
        </w:rPr>
        <w:t>ată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dec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zia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ș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f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st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informată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că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poate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pronu</w:t>
      </w:r>
      <w:r>
        <w:rPr>
          <w:b w:val="0"/>
          <w:bCs w:val="0"/>
          <w:spacing w:val="-6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ț</w:t>
      </w:r>
      <w:r>
        <w:rPr>
          <w:b w:val="0"/>
          <w:bCs w:val="0"/>
          <w:spacing w:val="-2"/>
          <w:w w:val="100"/>
          <w:u w:val="single" w:color="000000"/>
        </w:rPr>
        <w:t>ată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decizie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în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cazul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în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care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nu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prezintă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3"/>
          <w:w w:val="100"/>
          <w:u w:val="single" w:color="000000"/>
        </w:rPr>
        <w:t>SAU</w:t>
      </w:r>
      <w:r>
        <w:rPr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101" w:right="421" w:hanging="1138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3.1b.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persoana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fost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citată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personal,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primit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efectiv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</w:t>
      </w:r>
      <w:r>
        <w:rPr>
          <w:b w:val="0"/>
          <w:bCs w:val="0"/>
          <w:spacing w:val="6"/>
          <w:w w:val="100"/>
          <w:u w:val="single" w:color="000000"/>
        </w:rPr>
        <w:t>r</w:t>
      </w:r>
      <w:r>
        <w:rPr>
          <w:b w:val="0"/>
          <w:bCs w:val="0"/>
          <w:spacing w:val="-6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alte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mijloace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infor</w:t>
      </w:r>
      <w:r>
        <w:rPr>
          <w:b w:val="0"/>
          <w:bCs w:val="0"/>
          <w:spacing w:val="-10"/>
          <w:w w:val="100"/>
          <w:u w:val="single" w:color="000000"/>
        </w:rPr>
        <w:t>m</w:t>
      </w:r>
      <w:r>
        <w:rPr>
          <w:b w:val="0"/>
          <w:bCs w:val="0"/>
          <w:spacing w:val="-1"/>
          <w:w w:val="100"/>
          <w:u w:val="single" w:color="000000"/>
        </w:rPr>
        <w:t>are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oficială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privire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data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ș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lo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cul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stabil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10"/>
          <w:w w:val="100"/>
          <w:u w:val="single" w:color="000000"/>
        </w:rPr>
        <w:t>te</w:t>
      </w:r>
      <w:r>
        <w:rPr>
          <w:b w:val="0"/>
          <w:bCs w:val="0"/>
          <w:spacing w:val="-1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pentru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procesul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urma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1"/>
          <w:w w:val="100"/>
          <w:u w:val="single" w:color="000000"/>
        </w:rPr>
        <w:t>căru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fost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pronu</w:t>
      </w:r>
      <w:r>
        <w:rPr>
          <w:b w:val="0"/>
          <w:bCs w:val="0"/>
          <w:spacing w:val="-5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ț</w:t>
      </w:r>
      <w:r>
        <w:rPr>
          <w:b w:val="0"/>
          <w:bCs w:val="0"/>
          <w:spacing w:val="-1"/>
          <w:w w:val="100"/>
          <w:u w:val="single" w:color="000000"/>
        </w:rPr>
        <w:t>ată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decizia,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3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ș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fel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încât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s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stabilit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fără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echivoc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faptul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că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avut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cun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ș</w:t>
      </w:r>
      <w:r>
        <w:rPr>
          <w:b w:val="0"/>
          <w:bCs w:val="0"/>
          <w:spacing w:val="0"/>
          <w:w w:val="100"/>
          <w:u w:val="single" w:color="000000"/>
        </w:rPr>
        <w:t>ti</w:t>
      </w:r>
      <w:r>
        <w:rPr>
          <w:b w:val="0"/>
          <w:bCs w:val="0"/>
          <w:spacing w:val="-6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ț</w:t>
      </w:r>
      <w:r>
        <w:rPr>
          <w:b w:val="0"/>
          <w:bCs w:val="0"/>
          <w:spacing w:val="0"/>
          <w:w w:val="100"/>
          <w:u w:val="single" w:color="000000"/>
        </w:rPr>
        <w:t>ă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procesul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stabilit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ș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f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1"/>
          <w:w w:val="100"/>
          <w:u w:val="single" w:color="000000"/>
        </w:rPr>
        <w:t>st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infor</w:t>
      </w:r>
      <w:r>
        <w:rPr>
          <w:b w:val="0"/>
          <w:bCs w:val="0"/>
          <w:spacing w:val="-10"/>
          <w:w w:val="100"/>
          <w:u w:val="single" w:color="000000"/>
        </w:rPr>
        <w:t>m</w:t>
      </w:r>
      <w:r>
        <w:rPr>
          <w:b w:val="0"/>
          <w:bCs w:val="0"/>
          <w:spacing w:val="-1"/>
          <w:w w:val="100"/>
          <w:u w:val="single" w:color="000000"/>
        </w:rPr>
        <w:t>ată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privi</w:t>
      </w:r>
      <w:r>
        <w:rPr>
          <w:b w:val="0"/>
          <w:bCs w:val="0"/>
          <w:spacing w:val="1"/>
          <w:w w:val="100"/>
          <w:u w:val="single" w:color="000000"/>
        </w:rPr>
        <w:t>r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la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faptul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că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poate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pronu</w:t>
      </w:r>
      <w:r>
        <w:rPr>
          <w:b w:val="0"/>
          <w:bCs w:val="0"/>
          <w:spacing w:val="-6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ț</w:t>
      </w:r>
      <w:r>
        <w:rPr>
          <w:b w:val="0"/>
          <w:bCs w:val="0"/>
          <w:spacing w:val="0"/>
          <w:w w:val="100"/>
          <w:u w:val="single" w:color="000000"/>
        </w:rPr>
        <w:t>ată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dec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zie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cazul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care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nu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prezintă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40" w:lineRule="auto"/>
        <w:jc w:val="left"/>
        <w:sectPr>
          <w:pgSz w:w="11900" w:h="16820"/>
          <w:pgMar w:header="0" w:footer="971" w:top="1500" w:bottom="1160" w:left="980" w:right="980"/>
        </w:sectPr>
      </w:pPr>
    </w:p>
    <w:p>
      <w:pPr>
        <w:pStyle w:val="BodyText"/>
        <w:spacing w:before="60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3"/>
          <w:w w:val="100"/>
          <w:u w:val="single" w:color="000000"/>
        </w:rPr>
        <w:t>SAU</w:t>
      </w:r>
      <w:r>
        <w:rPr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223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3.2.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1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având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cun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ș</w:t>
      </w:r>
      <w:r>
        <w:rPr>
          <w:b w:val="0"/>
          <w:bCs w:val="0"/>
          <w:spacing w:val="0"/>
          <w:w w:val="100"/>
          <w:u w:val="single" w:color="000000"/>
        </w:rPr>
        <w:t>ti</w:t>
      </w:r>
      <w:r>
        <w:rPr>
          <w:b w:val="0"/>
          <w:bCs w:val="0"/>
          <w:spacing w:val="-6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ț</w:t>
      </w:r>
      <w:r>
        <w:rPr>
          <w:b w:val="0"/>
          <w:bCs w:val="0"/>
          <w:spacing w:val="0"/>
          <w:w w:val="100"/>
          <w:u w:val="single" w:color="000000"/>
        </w:rPr>
        <w:t>ă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procesul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stabilit,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mandatat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avocat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care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fost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numit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fie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către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persoana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cauză,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fie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către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stat,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pentru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apăra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ș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f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st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6"/>
          <w:w w:val="100"/>
          <w:u w:val="single" w:color="000000"/>
        </w:rPr>
        <w:t>în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1"/>
          <w:w w:val="100"/>
          <w:u w:val="single" w:color="000000"/>
        </w:rPr>
        <w:t>r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adevăr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apărată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avocatul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respec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2"/>
          <w:w w:val="100"/>
          <w:u w:val="single" w:color="000000"/>
        </w:rPr>
        <w:t>iv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proces;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3"/>
          <w:w w:val="100"/>
          <w:u w:val="single" w:color="000000"/>
        </w:rPr>
        <w:t>SAU</w:t>
      </w:r>
      <w:r>
        <w:rPr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224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3.3.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1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  <w:u w:val="single" w:color="000000"/>
        </w:rPr>
      </w:r>
      <w:r>
        <w:rPr>
          <w:b w:val="0"/>
          <w:bCs w:val="0"/>
          <w:spacing w:val="-2"/>
          <w:w w:val="100"/>
          <w:u w:val="single" w:color="000000"/>
        </w:rPr>
        <w:t>persoanei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s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înmânat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personal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decizia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(ziua/luna/anul)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ș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f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1"/>
          <w:w w:val="100"/>
          <w:u w:val="single" w:color="000000"/>
        </w:rPr>
        <w:t>st</w:t>
      </w:r>
      <w:r>
        <w:rPr>
          <w:b w:val="0"/>
          <w:bCs w:val="0"/>
          <w:spacing w:val="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99"/>
          <w:u w:val="none"/>
        </w:rPr>
        <w:t> </w:t>
      </w:r>
      <w:r>
        <w:rPr>
          <w:b w:val="0"/>
          <w:bCs w:val="0"/>
          <w:spacing w:val="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infor</w:t>
      </w:r>
      <w:r>
        <w:rPr>
          <w:b w:val="0"/>
          <w:bCs w:val="0"/>
          <w:spacing w:val="-10"/>
          <w:w w:val="100"/>
          <w:u w:val="single" w:color="000000"/>
        </w:rPr>
        <w:t>m</w:t>
      </w:r>
      <w:r>
        <w:rPr>
          <w:b w:val="0"/>
          <w:bCs w:val="0"/>
          <w:spacing w:val="-1"/>
          <w:w w:val="100"/>
          <w:u w:val="single" w:color="000000"/>
        </w:rPr>
        <w:t>ată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mod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expres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privire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dreptul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rejudecarea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cauzei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sau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cale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atac,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cadrul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căreia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are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dreptul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prezentă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ș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care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permite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situ</w:t>
      </w:r>
      <w:r>
        <w:rPr>
          <w:b w:val="0"/>
          <w:bCs w:val="0"/>
          <w:spacing w:val="-2"/>
          <w:w w:val="100"/>
          <w:u w:val="single" w:color="000000"/>
        </w:rPr>
        <w:t>a</w:t>
      </w:r>
      <w:r>
        <w:rPr>
          <w:b w:val="0"/>
          <w:bCs w:val="0"/>
          <w:spacing w:val="5"/>
          <w:w w:val="100"/>
          <w:u w:val="single" w:color="000000"/>
        </w:rPr>
        <w:t>ț</w:t>
      </w:r>
      <w:r>
        <w:rPr>
          <w:b w:val="0"/>
          <w:bCs w:val="0"/>
          <w:spacing w:val="-6"/>
          <w:w w:val="100"/>
          <w:u w:val="single" w:color="000000"/>
        </w:rPr>
        <w:t>ia</w:t>
      </w:r>
      <w:r>
        <w:rPr>
          <w:b w:val="0"/>
          <w:bCs w:val="0"/>
          <w:spacing w:val="-5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99"/>
          <w:u w:val="none"/>
        </w:rPr>
        <w:t> </w:t>
      </w:r>
      <w:r>
        <w:rPr>
          <w:b w:val="0"/>
          <w:bCs w:val="0"/>
          <w:spacing w:val="-5"/>
          <w:w w:val="99"/>
          <w:u w:val="none"/>
        </w:rPr>
      </w:r>
      <w:r>
        <w:rPr>
          <w:b w:val="0"/>
          <w:bCs w:val="0"/>
          <w:spacing w:val="-5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fapt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cauzei,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inclusiv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dovezile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i,</w:t>
      </w:r>
      <w:r>
        <w:rPr>
          <w:b w:val="0"/>
          <w:bCs w:val="0"/>
          <w:spacing w:val="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să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fie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reexaminată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ș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tabs>
          <w:tab w:pos="2279" w:val="left" w:leader="none"/>
        </w:tabs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persoana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declarat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mod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expres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că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nu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contestă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această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decizie;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3"/>
          <w:w w:val="100"/>
          <w:u w:val="single" w:color="000000"/>
        </w:rPr>
        <w:t>SAU</w:t>
      </w:r>
      <w:r>
        <w:rPr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1900" w:h="16820"/>
          <w:pgMar w:header="0" w:footer="971" w:top="1180" w:bottom="1160" w:left="980" w:right="980"/>
        </w:sectPr>
      </w:pPr>
    </w:p>
    <w:p>
      <w:pPr>
        <w:spacing w:line="140" w:lineRule="exact" w:before="1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84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3"/>
          <w:w w:val="100"/>
          <w:u w:val="single" w:color="000000"/>
        </w:rPr>
        <w:t>SAU</w:t>
      </w:r>
      <w:r>
        <w:rPr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921" w:val="left" w:leader="none"/>
        </w:tabs>
        <w:spacing w:line="242" w:lineRule="auto" w:before="69"/>
        <w:ind w:left="921" w:right="311" w:hanging="567"/>
        <w:jc w:val="left"/>
      </w:pPr>
      <w:r>
        <w:rPr/>
        <w:br w:type="column"/>
      </w: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99"/>
          <w:u w:val="single" w:color="000000"/>
        </w:rPr>
        <w:t>persoana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nu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0"/>
          <w:w w:val="99"/>
          <w:u w:val="single" w:color="000000"/>
        </w:rPr>
        <w:t>a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99"/>
          <w:u w:val="single" w:color="000000"/>
        </w:rPr>
        <w:t>licitat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rejudecarea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cauzei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sau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prom</w:t>
      </w:r>
      <w:r>
        <w:rPr>
          <w:b w:val="0"/>
          <w:bCs w:val="0"/>
          <w:spacing w:val="8"/>
          <w:w w:val="99"/>
          <w:u w:val="single" w:color="000000"/>
        </w:rPr>
        <w:t>o</w:t>
      </w:r>
      <w:r>
        <w:rPr>
          <w:b w:val="0"/>
          <w:bCs w:val="0"/>
          <w:spacing w:val="-2"/>
          <w:w w:val="99"/>
          <w:u w:val="single" w:color="000000"/>
        </w:rPr>
        <w:t>varea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4"/>
          <w:w w:val="100"/>
          <w:u w:val="single" w:color="000000"/>
        </w:rPr>
        <w:t>u</w:t>
      </w:r>
      <w:r>
        <w:rPr>
          <w:b w:val="0"/>
          <w:bCs w:val="0"/>
          <w:spacing w:val="-2"/>
          <w:w w:val="99"/>
          <w:u w:val="single" w:color="000000"/>
        </w:rPr>
        <w:t>nei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2"/>
          <w:w w:val="99"/>
          <w:u w:val="single" w:color="000000"/>
        </w:rPr>
        <w:t>căi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2"/>
          <w:w w:val="99"/>
          <w:u w:val="single" w:color="000000"/>
        </w:rPr>
        <w:t>de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2"/>
          <w:w w:val="99"/>
          <w:u w:val="single" w:color="000000"/>
        </w:rPr>
        <w:t>atac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2"/>
          <w:w w:val="99"/>
          <w:u w:val="single" w:color="000000"/>
        </w:rPr>
        <w:t>în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6"/>
          <w:w w:val="100"/>
          <w:u w:val="single" w:color="000000"/>
        </w:rPr>
        <w:t>in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ervalul</w:t>
      </w:r>
      <w:r>
        <w:rPr>
          <w:b w:val="0"/>
          <w:bCs w:val="0"/>
          <w:spacing w:val="-1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imp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corespunzător;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42" w:lineRule="auto"/>
        <w:jc w:val="left"/>
        <w:sectPr>
          <w:type w:val="continuous"/>
          <w:pgSz w:w="11900" w:h="16820"/>
          <w:pgMar w:top="620" w:bottom="1160" w:left="980" w:right="980"/>
          <w:cols w:num="2" w:equalWidth="0">
            <w:col w:w="1318" w:space="40"/>
            <w:col w:w="8582"/>
          </w:cols>
        </w:sectPr>
      </w:pPr>
    </w:p>
    <w:p>
      <w:pPr>
        <w:spacing w:line="110" w:lineRule="exact" w:before="3"/>
        <w:rPr>
          <w:sz w:val="11"/>
          <w:szCs w:val="11"/>
        </w:rPr>
      </w:pPr>
      <w:r>
        <w:rPr/>
        <w:pict>
          <v:group style="position:absolute;margin-left:50.470001pt;margin-top:55.910023pt;width:490.659999pt;height:588.819985pt;mso-position-horizontal-relative:page;mso-position-vertical-relative:page;z-index:-569" coordorigin="1009,1118" coordsize="9813,11776">
            <v:group style="position:absolute;left:1018;top:1126;width:9797;height:2" coordorigin="1018,1126" coordsize="9797,2">
              <v:shape style="position:absolute;left:1018;top:1126;width:9797;height:2" coordorigin="1018,1126" coordsize="9797,0" path="m1018,1126l10814,1126e" filled="f" stroked="t" strokeweight=".82pt" strokecolor="#000000">
                <v:path arrowok="t"/>
              </v:shape>
            </v:group>
            <v:group style="position:absolute;left:1025;top:1129;width:2;height:11755" coordorigin="1025,1129" coordsize="2,11755">
              <v:shape style="position:absolute;left:1025;top:1129;width:2;height:11755" coordorigin="1025,1129" coordsize="0,11755" path="m1025,1129l1025,12884e" filled="f" stroked="t" strokeweight=".82pt" strokecolor="#000000">
                <v:path arrowok="t"/>
              </v:shape>
            </v:group>
            <v:group style="position:absolute;left:1018;top:12886;width:9797;height:2" coordorigin="1018,12886" coordsize="9797,2">
              <v:shape style="position:absolute;left:1018;top:12886;width:9797;height:2" coordorigin="1018,12886" coordsize="9797,0" path="m1018,12886l10814,12886e" filled="f" stroked="t" strokeweight=".82pt" strokecolor="#000000">
                <v:path arrowok="t"/>
              </v:shape>
            </v:group>
            <v:group style="position:absolute;left:10807;top:1129;width:2;height:11755" coordorigin="10807,1129" coordsize="2,11755">
              <v:shape style="position:absolute;left:10807;top:1129;width:2;height:11755" coordorigin="10807,1129" coordsize="0,11755" path="m10807,1129l10807,12884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3.4.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1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  <w:u w:val="single" w:color="000000"/>
        </w:rPr>
      </w:r>
      <w:r>
        <w:rPr>
          <w:b w:val="0"/>
          <w:bCs w:val="0"/>
          <w:spacing w:val="-2"/>
          <w:w w:val="100"/>
          <w:u w:val="single" w:color="000000"/>
        </w:rPr>
        <w:t>persoanei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în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cauză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nu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putut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înmânată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decizia,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dar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42" w:lineRule="auto" w:before="69"/>
        <w:ind w:left="2663" w:right="656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hotărârea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înmânată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persoanei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cauză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fără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întârziere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după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predare;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ș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40" w:lineRule="auto" w:before="69"/>
        <w:ind w:left="2663" w:right="366" w:hanging="567"/>
        <w:jc w:val="left"/>
      </w:pPr>
      <w:r>
        <w:rPr>
          <w:b w:val="0"/>
          <w:bCs w:val="0"/>
          <w:spacing w:val="-8"/>
          <w:w w:val="100"/>
          <w:u w:val="single" w:color="000000"/>
        </w:rPr>
        <w:t>în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8"/>
          <w:w w:val="100"/>
          <w:u w:val="single" w:color="000000"/>
        </w:rPr>
        <w:t>mo</w:t>
      </w:r>
      <w:r>
        <w:rPr>
          <w:b w:val="0"/>
          <w:bCs w:val="0"/>
          <w:spacing w:val="-46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mentul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în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care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se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înmânează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decizia,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persoana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fi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informată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1"/>
          <w:w w:val="100"/>
          <w:u w:val="single" w:color="000000"/>
        </w:rPr>
        <w:t>mo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expres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privire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dreptul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rejudecarea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cauzei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cale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atac,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cadrul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căreia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dreptul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prezentă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ș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care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permite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ca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2"/>
          <w:w w:val="100"/>
          <w:u w:val="single" w:color="000000"/>
        </w:rPr>
        <w:t>s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2"/>
          <w:w w:val="100"/>
          <w:u w:val="single" w:color="000000"/>
        </w:rPr>
        <w:t>tu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5"/>
          <w:w w:val="100"/>
          <w:u w:val="single" w:color="000000"/>
        </w:rPr>
        <w:t>ț</w:t>
      </w:r>
      <w:r>
        <w:rPr>
          <w:b w:val="0"/>
          <w:bCs w:val="0"/>
          <w:spacing w:val="-2"/>
          <w:w w:val="100"/>
          <w:u w:val="single" w:color="000000"/>
        </w:rPr>
        <w:t>ia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fapt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cauzei,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inclusiv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dovezile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i,</w:t>
      </w:r>
      <w:r>
        <w:rPr>
          <w:b w:val="0"/>
          <w:bCs w:val="0"/>
          <w:spacing w:val="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să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fie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reexaminată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ș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care</w:t>
      </w:r>
      <w:r>
        <w:rPr>
          <w:b w:val="0"/>
          <w:bCs w:val="0"/>
          <w:spacing w:val="-3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99"/>
          <w:u w:val="none"/>
        </w:rPr>
        <w:t> </w:t>
      </w:r>
      <w:r>
        <w:rPr>
          <w:b w:val="0"/>
          <w:bCs w:val="0"/>
          <w:spacing w:val="-3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poate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conduce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desfiin</w:t>
      </w:r>
      <w:r>
        <w:rPr>
          <w:b w:val="0"/>
          <w:bCs w:val="0"/>
          <w:spacing w:val="5"/>
          <w:w w:val="100"/>
          <w:u w:val="single" w:color="000000"/>
        </w:rPr>
        <w:t>ț</w:t>
      </w:r>
      <w:r>
        <w:rPr>
          <w:b w:val="0"/>
          <w:bCs w:val="0"/>
          <w:spacing w:val="-1"/>
          <w:w w:val="100"/>
          <w:u w:val="single" w:color="000000"/>
        </w:rPr>
        <w:t>area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deciziei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6"/>
          <w:w w:val="100"/>
          <w:u w:val="single" w:color="000000"/>
        </w:rPr>
        <w:t>i</w:t>
      </w:r>
      <w:r>
        <w:rPr>
          <w:b w:val="0"/>
          <w:bCs w:val="0"/>
          <w:spacing w:val="5"/>
          <w:w w:val="100"/>
          <w:u w:val="single" w:color="000000"/>
        </w:rPr>
        <w:t>ț</w:t>
      </w:r>
      <w:r>
        <w:rPr>
          <w:b w:val="0"/>
          <w:bCs w:val="0"/>
          <w:spacing w:val="-1"/>
          <w:w w:val="100"/>
          <w:u w:val="single" w:color="000000"/>
        </w:rPr>
        <w:t>iale;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ș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74" w:lineRule="exact" w:before="74"/>
        <w:ind w:left="2663" w:right="266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persoana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fi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informată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privire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intervalul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timp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care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trebuie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să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solicite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nouă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procedură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judecată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apel,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care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….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zile.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476" w:val="left" w:leader="none"/>
          <w:tab w:pos="963" w:val="left" w:leader="none"/>
        </w:tabs>
        <w:spacing w:line="359" w:lineRule="auto" w:before="69"/>
        <w:ind w:left="964" w:right="874" w:hanging="668"/>
        <w:jc w:val="left"/>
      </w:pPr>
      <w:r>
        <w:rPr>
          <w:b w:val="0"/>
          <w:bCs w:val="0"/>
          <w:spacing w:val="-1"/>
          <w:w w:val="100"/>
          <w:u w:val="single" w:color="000000"/>
        </w:rPr>
        <w:t>Dacă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5"/>
          <w:w w:val="100"/>
          <w:u w:val="single" w:color="000000"/>
        </w:rPr>
        <w:t>ț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bifat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caseta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punctul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3.1b,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3.2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3.3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mai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sus,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vă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rugăm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să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furniza</w:t>
      </w:r>
      <w:r>
        <w:rPr>
          <w:b w:val="0"/>
          <w:bCs w:val="0"/>
          <w:spacing w:val="5"/>
          <w:w w:val="100"/>
          <w:u w:val="single" w:color="000000"/>
        </w:rPr>
        <w:t>ț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infor</w:t>
      </w:r>
      <w:r>
        <w:rPr>
          <w:b w:val="0"/>
          <w:bCs w:val="0"/>
          <w:spacing w:val="-10"/>
          <w:w w:val="100"/>
          <w:u w:val="single" w:color="000000"/>
        </w:rPr>
        <w:t>m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5"/>
          <w:w w:val="100"/>
          <w:u w:val="single" w:color="000000"/>
        </w:rPr>
        <w:t>ț</w:t>
      </w:r>
      <w:r>
        <w:rPr>
          <w:b w:val="0"/>
          <w:bCs w:val="0"/>
          <w:spacing w:val="-1"/>
          <w:w w:val="100"/>
          <w:u w:val="single" w:color="000000"/>
        </w:rPr>
        <w:t>ii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privire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modul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care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fost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îndeplinită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cond</w:t>
      </w:r>
      <w:r>
        <w:rPr>
          <w:b w:val="0"/>
          <w:bCs w:val="0"/>
          <w:spacing w:val="-12"/>
          <w:w w:val="100"/>
          <w:u w:val="single" w:color="000000"/>
        </w:rPr>
        <w:t>i</w:t>
      </w:r>
      <w:r>
        <w:rPr>
          <w:b w:val="0"/>
          <w:bCs w:val="0"/>
          <w:spacing w:val="5"/>
          <w:w w:val="100"/>
          <w:u w:val="single" w:color="000000"/>
        </w:rPr>
        <w:t>ț</w:t>
      </w:r>
      <w:r>
        <w:rPr>
          <w:b w:val="0"/>
          <w:bCs w:val="0"/>
          <w:spacing w:val="-1"/>
          <w:w w:val="100"/>
          <w:u w:val="single" w:color="000000"/>
        </w:rPr>
        <w:t>ia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relevantă: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type w:val="continuous"/>
          <w:pgSz w:w="11900" w:h="16820"/>
          <w:pgMar w:top="620" w:bottom="1160" w:left="980" w:right="980"/>
        </w:sectPr>
      </w:pPr>
    </w:p>
    <w:p>
      <w:pPr>
        <w:spacing w:line="130" w:lineRule="exact" w:before="6"/>
        <w:rPr>
          <w:sz w:val="13"/>
          <w:szCs w:val="13"/>
        </w:rPr>
      </w:pPr>
      <w:r>
        <w:rPr/>
        <w:pict>
          <v:group style="position:absolute;margin-left:50.470001pt;margin-top:93.10997pt;width:494.500026pt;height:574.420021pt;mso-position-horizontal-relative:page;mso-position-vertical-relative:page;z-index:-568" coordorigin="1009,1862" coordsize="9890,11488">
            <v:group style="position:absolute;left:1018;top:1870;width:9874;height:2" coordorigin="1018,1870" coordsize="9874,2">
              <v:shape style="position:absolute;left:1018;top:1870;width:9874;height:2" coordorigin="1018,1870" coordsize="9874,0" path="m1018,1870l10891,1870e" filled="f" stroked="t" strokeweight=".82pt" strokecolor="#000000">
                <v:path arrowok="t"/>
              </v:shape>
            </v:group>
            <v:group style="position:absolute;left:1025;top:1873;width:2;height:11467" coordorigin="1025,1873" coordsize="2,11467">
              <v:shape style="position:absolute;left:1025;top:1873;width:2;height:11467" coordorigin="1025,1873" coordsize="0,11467" path="m1025,1873l1025,13340e" filled="f" stroked="t" strokeweight=".82pt" strokecolor="#000000">
                <v:path arrowok="t"/>
              </v:shape>
            </v:group>
            <v:group style="position:absolute;left:1018;top:13342;width:9874;height:2" coordorigin="1018,13342" coordsize="9874,2">
              <v:shape style="position:absolute;left:1018;top:13342;width:9874;height:2" coordorigin="1018,13342" coordsize="9874,0" path="m1018,13342l10891,13342e" filled="f" stroked="t" strokeweight=".82pt" strokecolor="#000000">
                <v:path arrowok="t"/>
              </v:shape>
            </v:group>
            <v:group style="position:absolute;left:10884;top:1873;width:2;height:11467" coordorigin="10884,1873" coordsize="2,11467">
              <v:shape style="position:absolute;left:10884;top:1873;width:2;height:11467" coordorigin="10884,1873" coordsize="0,11467" path="m10884,1873l10884,1334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>
          <w:b w:val="0"/>
          <w:bCs w:val="0"/>
          <w:spacing w:val="-2"/>
          <w:w w:val="100"/>
        </w:rPr>
        <w:t>Infra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"/>
          <w:w w:val="100"/>
        </w:rPr>
        <w:t>iunea/infrac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"/>
          <w:w w:val="100"/>
        </w:rPr>
        <w:t>iunile: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Prezentul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2"/>
          <w:w w:val="100"/>
        </w:rPr>
        <w:t>nda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refer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total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.................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infra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3"/>
          <w:w w:val="100"/>
        </w:rPr>
        <w:t>ni.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59" w:lineRule="auto"/>
        <w:ind w:right="202"/>
        <w:jc w:val="left"/>
      </w:pPr>
      <w:r>
        <w:rPr>
          <w:b w:val="0"/>
          <w:bCs w:val="0"/>
          <w:spacing w:val="0"/>
          <w:w w:val="100"/>
        </w:rPr>
        <w:t>Descrierea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circumsta</w:t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0"/>
          <w:w w:val="100"/>
        </w:rPr>
        <w:t>ț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car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a/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săvâ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infra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"/>
          <w:w w:val="100"/>
        </w:rPr>
        <w:t>iunea/infrac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2"/>
          <w:w w:val="100"/>
        </w:rPr>
        <w:t>nile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inclusi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1"/>
          <w:w w:val="100"/>
        </w:rPr>
        <w:t>mentul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99"/>
        </w:rPr>
        <w:t> </w:t>
      </w:r>
      <w:r>
        <w:rPr>
          <w:b w:val="0"/>
          <w:bCs w:val="0"/>
          <w:spacing w:val="0"/>
          <w:w w:val="100"/>
        </w:rPr>
        <w:t>(data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2"/>
          <w:w w:val="100"/>
        </w:rPr>
        <w:t>ra)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locu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gradu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par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1"/>
          <w:w w:val="100"/>
        </w:rPr>
        <w:t>ipar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aceasta/aceste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persoane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căutate: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9"/>
        <w:ind w:right="0"/>
        <w:jc w:val="left"/>
      </w:pPr>
      <w:r>
        <w:rPr>
          <w:b w:val="0"/>
          <w:bCs w:val="0"/>
          <w:spacing w:val="0"/>
          <w:w w:val="100"/>
        </w:rPr>
        <w:t>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Natura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3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8"/>
          <w:w w:val="100"/>
        </w:rPr>
        <w:t>în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1"/>
          <w:w w:val="100"/>
        </w:rPr>
        <w:t>adrare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juridic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infra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"/>
          <w:w w:val="100"/>
        </w:rPr>
        <w:t>iuni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infra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1"/>
          <w:w w:val="100"/>
        </w:rPr>
        <w:t>nilo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0"/>
          <w:w w:val="100"/>
        </w:rPr>
        <w:t>ispoz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legal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codu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aplicabil: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</w:t>
      </w:r>
      <w:r>
        <w:rPr>
          <w:b w:val="0"/>
          <w:bCs w:val="0"/>
          <w:spacing w:val="1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3"/>
        </w:numPr>
        <w:tabs>
          <w:tab w:pos="719" w:val="left" w:leader="none"/>
        </w:tabs>
        <w:spacing w:line="360" w:lineRule="auto"/>
        <w:ind w:left="719" w:right="186" w:hanging="567"/>
        <w:jc w:val="both"/>
      </w:pP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marchez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casetel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corespunzătoare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dup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caz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dac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est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vorb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despr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multe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dintr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următoarel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infra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"/>
          <w:w w:val="100"/>
        </w:rPr>
        <w:t>iun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pedepsit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statu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membr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emiten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pedeaps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măsură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gura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0"/>
          <w:w w:val="100"/>
        </w:rPr>
        <w:t>ță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priva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2"/>
          <w:w w:val="100"/>
        </w:rPr>
        <w:t>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libertat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ce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ani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astfe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sun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definit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dreptu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statului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membr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emitent: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3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part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cipar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gru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infra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organi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at;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terorism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traf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persoane;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exploatare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sexual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copiilo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pornografi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infantilă;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traf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ilici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stupefiant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6"/>
          <w:w w:val="100"/>
        </w:rPr>
        <w:t>s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1"/>
          <w:w w:val="100"/>
        </w:rPr>
        <w:t>bsta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0"/>
          <w:w w:val="100"/>
        </w:rPr>
        <w:t>țe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psihotrope;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traf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ilici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arme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mun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6"/>
          <w:w w:val="100"/>
        </w:rPr>
        <w:t>s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1"/>
          <w:w w:val="100"/>
        </w:rPr>
        <w:t>bsta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explozive;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580" w:bottom="1160" w:left="980" w:right="980"/>
        </w:sectPr>
      </w:pPr>
    </w:p>
    <w:p>
      <w:pPr>
        <w:pStyle w:val="BodyText"/>
        <w:tabs>
          <w:tab w:pos="719" w:val="left" w:leader="none"/>
        </w:tabs>
        <w:spacing w:before="60"/>
        <w:ind w:right="0"/>
        <w:jc w:val="left"/>
      </w:pPr>
      <w:r>
        <w:rPr/>
        <w:pict>
          <v:group style="position:absolute;margin-left:50.470001pt;margin-top:55.910023pt;width:494.500026pt;height:422.259972pt;mso-position-horizontal-relative:page;mso-position-vertical-relative:page;z-index:-567" coordorigin="1009,1118" coordsize="9890,8445">
            <v:group style="position:absolute;left:1018;top:1126;width:9874;height:2" coordorigin="1018,1126" coordsize="9874,2">
              <v:shape style="position:absolute;left:1018;top:1126;width:9874;height:2" coordorigin="1018,1126" coordsize="9874,0" path="m1018,1126l10891,1126e" filled="f" stroked="t" strokeweight=".82pt" strokecolor="#000000">
                <v:path arrowok="t"/>
              </v:shape>
            </v:group>
            <v:group style="position:absolute;left:1025;top:1129;width:2;height:8424" coordorigin="1025,1129" coordsize="2,8424">
              <v:shape style="position:absolute;left:1025;top:1129;width:2;height:8424" coordorigin="1025,1129" coordsize="0,8424" path="m1025,1129l1025,9553e" filled="f" stroked="t" strokeweight=".82pt" strokecolor="#000000">
                <v:path arrowok="t"/>
              </v:shape>
            </v:group>
            <v:group style="position:absolute;left:1018;top:9555;width:9874;height:2" coordorigin="1018,9555" coordsize="9874,2">
              <v:shape style="position:absolute;left:1018;top:9555;width:9874;height:2" coordorigin="1018,9555" coordsize="9874,0" path="m1018,9555l10891,9555e" filled="f" stroked="t" strokeweight=".82pt" strokecolor="#000000">
                <v:path arrowok="t"/>
              </v:shape>
            </v:group>
            <v:group style="position:absolute;left:10884;top:1129;width:2;height:8424" coordorigin="10884,1129" coordsize="2,8424">
              <v:shape style="position:absolute;left:10884;top:1129;width:2;height:8424" coordorigin="10884,1129" coordsize="0,8424" path="m10884,1129l10884,955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coru</w:t>
      </w:r>
      <w:r>
        <w:rPr>
          <w:b w:val="0"/>
          <w:bCs w:val="0"/>
          <w:spacing w:val="0"/>
          <w:w w:val="100"/>
        </w:rPr>
        <w:t>pț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spacing w:line="360" w:lineRule="auto"/>
        <w:ind w:left="719" w:right="974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fraudă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inclusi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0"/>
          <w:w w:val="100"/>
        </w:rPr>
        <w:t>f</w:t>
      </w:r>
      <w:r>
        <w:rPr>
          <w:b w:val="0"/>
          <w:bCs w:val="0"/>
          <w:spacing w:val="-1"/>
          <w:w w:val="100"/>
        </w:rPr>
        <w:t>ecteaz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interesel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financiar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6"/>
          <w:w w:val="100"/>
        </w:rPr>
        <w:t>ni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ă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8"/>
          <w:w w:val="100"/>
        </w:rPr>
        <w:t>il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Europen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în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6"/>
          <w:w w:val="100"/>
        </w:rPr>
        <w:t>î</w:t>
      </w:r>
      <w:r>
        <w:rPr>
          <w:b w:val="0"/>
          <w:bCs w:val="0"/>
          <w:spacing w:val="0"/>
          <w:w w:val="100"/>
        </w:rPr>
        <w:t>nț</w:t>
      </w:r>
      <w:r>
        <w:rPr>
          <w:b w:val="0"/>
          <w:bCs w:val="0"/>
          <w:spacing w:val="-1"/>
          <w:w w:val="100"/>
        </w:rPr>
        <w:t>elesu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Conve</w:t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"/>
          <w:w w:val="100"/>
        </w:rPr>
        <w:t>ie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iuli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199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privin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protejare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intereselo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financiar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ale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1"/>
          <w:w w:val="100"/>
        </w:rPr>
        <w:t>Co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2"/>
          <w:w w:val="100"/>
        </w:rPr>
        <w:t>un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ă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"/>
          <w:w w:val="100"/>
        </w:rPr>
        <w:t>ilo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0"/>
          <w:w w:val="100"/>
        </w:rPr>
      </w:r>
      <w:r>
        <w:rPr>
          <w:b w:val="0"/>
          <w:bCs w:val="0"/>
          <w:spacing w:val="-1"/>
          <w:w w:val="100"/>
        </w:rPr>
        <w:t>Europene;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3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spălare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produselo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infra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"/>
          <w:w w:val="100"/>
        </w:rPr>
        <w:t>iunii;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contrafacer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monedă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inclusi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contrafacere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"/>
          <w:w w:val="100"/>
        </w:rPr>
        <w:t>nede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euro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criminali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2"/>
          <w:w w:val="100"/>
        </w:rPr>
      </w:r>
      <w:r>
        <w:rPr>
          <w:b w:val="0"/>
          <w:bCs w:val="0"/>
          <w:spacing w:val="-1"/>
          <w:w w:val="100"/>
        </w:rPr>
        <w:t>informa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1"/>
          <w:w w:val="100"/>
        </w:rPr>
        <w:t>ă;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spacing w:line="359" w:lineRule="auto"/>
        <w:ind w:left="719" w:right="451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infrac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împotriv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mediului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inclusi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trafi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ilici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speci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animal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dispar</w:t>
      </w:r>
      <w:r>
        <w:rPr>
          <w:b w:val="0"/>
          <w:bCs w:val="0"/>
          <w:spacing w:val="-8"/>
          <w:w w:val="100"/>
        </w:rPr>
        <w:t>i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traf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ilici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speci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4"/>
          <w:w w:val="100"/>
        </w:rPr>
        <w:t>s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iu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plant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dispar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"/>
          <w:w w:val="100"/>
        </w:rPr>
        <w:t>ie;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5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facilitare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intrări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3"/>
          <w:w w:val="100"/>
        </w:rPr>
        <w:t>ș</w:t>
      </w:r>
      <w:r>
        <w:rPr>
          <w:b w:val="0"/>
          <w:bCs w:val="0"/>
          <w:spacing w:val="1"/>
          <w:w w:val="100"/>
        </w:rPr>
        <w:t>ederi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ilegale;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1"/>
          <w:w w:val="100"/>
        </w:rPr>
        <w:t>or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vătă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corpora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gravă;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traf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ilici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organ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ț</w:t>
      </w:r>
      <w:r>
        <w:rPr>
          <w:b w:val="0"/>
          <w:bCs w:val="0"/>
          <w:spacing w:val="1"/>
          <w:w w:val="100"/>
        </w:rPr>
        <w:t>esutur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umane;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răp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2"/>
          <w:w w:val="100"/>
        </w:rPr>
        <w:t>re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lipsir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libertat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mo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ilega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luar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ostateci;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rasis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3"/>
          <w:w w:val="100"/>
        </w:rPr>
        <w:t>xen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8"/>
          <w:w w:val="100"/>
        </w:rPr>
        <w:t>f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bie;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fur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organiza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armat;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traf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ilici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bunur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culturale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inclusi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antichit</w:t>
      </w:r>
      <w:r>
        <w:rPr>
          <w:b w:val="0"/>
          <w:bCs w:val="0"/>
          <w:spacing w:val="-3"/>
          <w:w w:val="100"/>
        </w:rPr>
        <w:t>ă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artă;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6"/>
          <w:w w:val="100"/>
        </w:rPr>
        <w:t>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elăciune;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racket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3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6"/>
          <w:w w:val="100"/>
        </w:rPr>
        <w:t>x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orcar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fonduri;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contrafacere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4"/>
          <w:w w:val="100"/>
        </w:rPr>
        <w:t>p</w:t>
      </w:r>
      <w:r>
        <w:rPr>
          <w:b w:val="0"/>
          <w:bCs w:val="0"/>
          <w:spacing w:val="1"/>
          <w:w w:val="100"/>
        </w:rPr>
        <w:t>irater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produse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or;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falsificar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act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oficial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fals;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180" w:bottom="1160" w:left="980" w:right="980"/>
        </w:sectPr>
      </w:pPr>
    </w:p>
    <w:p>
      <w:pPr>
        <w:pStyle w:val="BodyText"/>
        <w:tabs>
          <w:tab w:pos="719" w:val="left" w:leader="none"/>
        </w:tabs>
        <w:spacing w:before="73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falsificar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mijloac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plată;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traf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ilici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substa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0"/>
          <w:w w:val="100"/>
        </w:rPr>
        <w:t>țe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1"/>
          <w:w w:val="100"/>
        </w:rPr>
        <w:t>hor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onal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factor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3"/>
          <w:w w:val="100"/>
        </w:rPr>
        <w:t>ș</w:t>
      </w:r>
      <w:r>
        <w:rPr>
          <w:b w:val="0"/>
          <w:bCs w:val="0"/>
          <w:spacing w:val="1"/>
          <w:w w:val="100"/>
        </w:rPr>
        <w:t>tere;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traf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ilici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material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nuclear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ad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oactive;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traf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vehicul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furate;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6"/>
          <w:w w:val="100"/>
        </w:rPr>
        <w:t>vi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l;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incendier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inte</w:t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"/>
          <w:w w:val="100"/>
        </w:rPr>
        <w:t>ie;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infrac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compete</w:t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0"/>
          <w:w w:val="100"/>
        </w:rPr>
        <w:t>ța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Cu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Penal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Intern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1"/>
          <w:w w:val="100"/>
        </w:rPr>
        <w:t>na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sechestrar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ilegal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aeronav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nave;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sabota</w:t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0"/>
          <w:w w:val="100"/>
        </w:rPr>
        <w:t>.</w:t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19" w:val="left" w:leader="none"/>
        </w:tabs>
        <w:spacing w:line="242" w:lineRule="auto"/>
        <w:ind w:left="719" w:right="167" w:hanging="567"/>
        <w:jc w:val="left"/>
      </w:pPr>
      <w:r>
        <w:rPr>
          <w:b w:val="0"/>
          <w:bCs w:val="0"/>
          <w:spacing w:val="-1"/>
          <w:w w:val="100"/>
        </w:rPr>
        <w:t>Descriere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complet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infra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2"/>
          <w:w w:val="100"/>
        </w:rPr>
        <w:t>iuni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infrac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2"/>
          <w:w w:val="100"/>
        </w:rPr>
        <w:t>nilo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car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înscri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cazuril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me</w:t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nate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punctul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(I):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1" w:lineRule="exac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2"/>
        <w:ind w:right="0"/>
        <w:jc w:val="left"/>
      </w:pP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311.316895pt;width:494.500026pt;height:292.420037pt;mso-position-horizontal-relative:page;mso-position-vertical-relative:paragraph;z-index:-566" coordorigin="1009,-6226" coordsize="9890,5848">
            <v:group style="position:absolute;left:1018;top:-6218;width:9874;height:2" coordorigin="1018,-6218" coordsize="9874,2">
              <v:shape style="position:absolute;left:1018;top:-6218;width:9874;height:2" coordorigin="1018,-6218" coordsize="9874,0" path="m1018,-6218l10891,-6218e" filled="f" stroked="t" strokeweight=".82pt" strokecolor="#000000">
                <v:path arrowok="t"/>
              </v:shape>
            </v:group>
            <v:group style="position:absolute;left:1025;top:-6216;width:2;height:5827" coordorigin="1025,-6216" coordsize="2,5827">
              <v:shape style="position:absolute;left:1025;top:-6216;width:2;height:5827" coordorigin="1025,-6216" coordsize="0,5827" path="m1025,-6216l1025,-389e" filled="f" stroked="t" strokeweight=".82pt" strokecolor="#000000">
                <v:path arrowok="t"/>
              </v:shape>
            </v:group>
            <v:group style="position:absolute;left:1018;top:-386;width:9874;height:2" coordorigin="1018,-386" coordsize="9874,2">
              <v:shape style="position:absolute;left:1018;top:-386;width:9874;height:2" coordorigin="1018,-386" coordsize="9874,0" path="m1018,-386l10891,-386e" filled="f" stroked="t" strokeweight=".82pt" strokecolor="#000000">
                <v:path arrowok="t"/>
              </v:shape>
            </v:group>
            <v:group style="position:absolute;left:10884;top:-6216;width:2;height:5827" coordorigin="10884,-6216" coordsize="2,5827">
              <v:shape style="position:absolute;left:10884;top:-6216;width:2;height:5827" coordorigin="10884,-6216" coordsize="0,5827" path="m10884,-6216l10884,-389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6"/>
          <w:w w:val="100"/>
        </w:rPr>
        <w:t>Al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rcumsta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0"/>
          <w:w w:val="100"/>
        </w:rPr>
        <w:t>țe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pertinent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sp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ță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(infor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facultative):</w:t>
      </w:r>
      <w:r>
        <w:rPr>
          <w:b w:val="0"/>
          <w:bCs w:val="0"/>
          <w:spacing w:val="0"/>
          <w:w w:val="100"/>
        </w:rPr>
      </w:r>
    </w:p>
    <w:p>
      <w:pPr>
        <w:spacing w:line="279" w:lineRule="auto" w:before="74"/>
        <w:ind w:left="152" w:right="27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single" w:color="0000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2"/>
          <w:w w:val="100"/>
          <w:sz w:val="24"/>
          <w:szCs w:val="24"/>
          <w:u w:val="single" w:color="0000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l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aces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t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punc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t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po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t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includ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observa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ț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privin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d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extrateritorialitatea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,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întrerupere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perioadelor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99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limitat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î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tim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p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ș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alt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consecin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țe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al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infra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  <w:t>c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ț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iunii).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  <w:u w:val="none"/>
        </w:rPr>
      </w:r>
    </w:p>
    <w:p>
      <w:pPr>
        <w:pStyle w:val="BodyText"/>
        <w:spacing w:before="25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</w:t>
      </w:r>
      <w:r>
        <w:rPr>
          <w:b w:val="0"/>
          <w:bCs w:val="0"/>
          <w:spacing w:val="-1"/>
          <w:w w:val="100"/>
        </w:rPr>
        <w:t>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55"/>
        <w:ind w:right="0"/>
        <w:jc w:val="left"/>
      </w:pPr>
      <w:r>
        <w:rPr/>
        <w:pict>
          <v:group style="position:absolute;margin-left:50.470001pt;margin-top:42.703144pt;width:494.500026pt;height:178.179985pt;mso-position-horizontal-relative:page;mso-position-vertical-relative:paragraph;z-index:-564" coordorigin="1009,854" coordsize="9890,3564">
            <v:group style="position:absolute;left:1018;top:862;width:9874;height:2" coordorigin="1018,862" coordsize="9874,2">
              <v:shape style="position:absolute;left:1018;top:862;width:9874;height:2" coordorigin="1018,862" coordsize="9874,0" path="m1018,862l10891,862e" filled="f" stroked="t" strokeweight=".82pt" strokecolor="#000000">
                <v:path arrowok="t"/>
              </v:shape>
            </v:group>
            <v:group style="position:absolute;left:1025;top:865;width:2;height:3542" coordorigin="1025,865" coordsize="2,3542">
              <v:shape style="position:absolute;left:1025;top:865;width:2;height:3542" coordorigin="1025,865" coordsize="0,3542" path="m1025,865l1025,4407e" filled="f" stroked="t" strokeweight=".82pt" strokecolor="#000000">
                <v:path arrowok="t"/>
              </v:shape>
            </v:group>
            <v:group style="position:absolute;left:1018;top:4409;width:9874;height:2" coordorigin="1018,4409" coordsize="9874,2">
              <v:shape style="position:absolute;left:1018;top:4409;width:9874;height:2" coordorigin="1018,4409" coordsize="9874,0" path="m1018,4409l10891,4409e" filled="f" stroked="t" strokeweight=".82pt" strokecolor="#000000">
                <v:path arrowok="t"/>
              </v:shape>
            </v:group>
            <v:group style="position:absolute;left:10884;top:865;width:2;height:3542" coordorigin="10884,865" coordsize="2,3542">
              <v:shape style="position:absolute;left:10884;top:865;width:2;height:3542" coordorigin="10884,865" coordsize="0,3542" path="m10884,865l10884,4407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70" w:lineRule="exact" w:before="7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74" w:lineRule="exact" w:before="74"/>
        <w:ind w:left="719" w:right="330" w:hanging="567"/>
        <w:jc w:val="left"/>
      </w:pPr>
      <w:r>
        <w:rPr/>
        <w:pict>
          <v:group style="position:absolute;margin-left:50.470001pt;margin-top:-116.190018pt;width:494.500026pt;height:97.300011pt;mso-position-horizontal-relative:page;mso-position-vertical-relative:paragraph;z-index:-565" coordorigin="1009,-2324" coordsize="9890,1946">
            <v:group style="position:absolute;left:1018;top:-2316;width:9874;height:2" coordorigin="1018,-2316" coordsize="9874,2">
              <v:shape style="position:absolute;left:1018;top:-2316;width:9874;height:2" coordorigin="1018,-2316" coordsize="9874,0" path="m1018,-2316l10891,-2316e" filled="f" stroked="t" strokeweight=".82pt" strokecolor="#000000">
                <v:path arrowok="t"/>
              </v:shape>
            </v:group>
            <v:group style="position:absolute;left:1025;top:-2313;width:2;height:1925" coordorigin="1025,-2313" coordsize="2,1925">
              <v:shape style="position:absolute;left:1025;top:-2313;width:2;height:1925" coordorigin="1025,-2313" coordsize="0,1925" path="m1025,-2313l1025,-388e" filled="f" stroked="t" strokeweight=".82pt" strokecolor="#000000">
                <v:path arrowok="t"/>
              </v:shape>
            </v:group>
            <v:group style="position:absolute;left:1018;top:-386;width:9874;height:2" coordorigin="1018,-386" coordsize="9874,2">
              <v:shape style="position:absolute;left:1018;top:-386;width:9874;height:2" coordorigin="1018,-386" coordsize="9874,0" path="m1018,-386l10891,-386e" filled="f" stroked="t" strokeweight=".82pt" strokecolor="#000000">
                <v:path arrowok="t"/>
              </v:shape>
            </v:group>
            <v:group style="position:absolute;left:10884;top:-2313;width:2;height:1925" coordorigin="10884,-2313" coordsize="2,1925">
              <v:shape style="position:absolute;left:10884;top:-2313;width:2;height:1925" coordorigin="10884,-2313" coordsize="0,1925" path="m10884,-2313l10884,-3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Prezentul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nda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referă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asemenea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sechest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are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predare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obiectelo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servi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5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5"/>
          <w:w w:val="100"/>
        </w:rPr>
        <w:t>mijl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ac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probă: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2" w:lineRule="auto"/>
        <w:ind w:left="719" w:right="0"/>
        <w:jc w:val="left"/>
      </w:pPr>
      <w:r>
        <w:rPr>
          <w:b w:val="0"/>
          <w:bCs w:val="0"/>
          <w:spacing w:val="0"/>
          <w:w w:val="100"/>
        </w:rPr>
        <w:t>Prezentul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nda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referă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asemenea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sechestrare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predare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obiectelo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dobândit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persoan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căutată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urmar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comiteri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infra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"/>
          <w:w w:val="100"/>
        </w:rPr>
        <w:t>iunii: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Descriere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obiectelo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8"/>
          <w:w w:val="100"/>
        </w:rPr>
        <w:t>l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1"/>
          <w:w w:val="100"/>
        </w:rPr>
        <w:t>cu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3"/>
          <w:w w:val="100"/>
        </w:rPr>
        <w:t>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3"/>
          <w:w w:val="100"/>
        </w:rPr>
        <w:t>ca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află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cazu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aceste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sun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cunoscute):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6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5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40" w:lineRule="auto" w:before="72"/>
        <w:ind w:left="719" w:right="564" w:hanging="567"/>
        <w:jc w:val="both"/>
      </w:pPr>
      <w:r>
        <w:rPr>
          <w:b w:val="0"/>
          <w:bCs w:val="0"/>
          <w:spacing w:val="-2"/>
          <w:w w:val="100"/>
        </w:rPr>
        <w:t>Infra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"/>
          <w:w w:val="100"/>
        </w:rPr>
        <w:t>iune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infra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0"/>
          <w:w w:val="100"/>
        </w:rPr>
        <w:t>nile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pentru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care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emi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prezentu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manda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este/sun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pasibil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pedeaps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măsur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sigura</w:t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0"/>
          <w:w w:val="100"/>
        </w:rPr>
        <w:t>ță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priva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libertat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caracte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permanen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are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(au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avu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efec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astfe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pedeaps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măsură: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2" w:lineRule="auto"/>
        <w:ind w:left="719" w:right="571" w:hanging="567"/>
        <w:jc w:val="left"/>
      </w:pPr>
      <w:r>
        <w:rPr>
          <w:b w:val="0"/>
          <w:bCs w:val="0"/>
          <w:spacing w:val="1"/>
          <w:w w:val="100"/>
        </w:rPr>
        <w:t>siste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juridi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statulu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membr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emi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preved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reexaminar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pedepse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aplicat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6"/>
          <w:w w:val="100"/>
        </w:rPr>
        <w:t>la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99"/>
        </w:rPr>
        <w:t> </w:t>
      </w:r>
      <w:r>
        <w:rPr>
          <w:b w:val="0"/>
          <w:bCs w:val="0"/>
          <w:spacing w:val="-1"/>
          <w:w w:val="100"/>
        </w:rPr>
        <w:t>cerer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dup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pu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3"/>
          <w:w w:val="100"/>
        </w:rPr>
        <w:t>2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-1"/>
          <w:w w:val="100"/>
        </w:rPr>
        <w:t>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vedere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neexecutări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aceste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pedeps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măsuri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/</w:t>
      </w:r>
      <w:r>
        <w:rPr>
          <w:b w:val="0"/>
          <w:bCs w:val="0"/>
          <w:spacing w:val="-2"/>
          <w:w w:val="100"/>
        </w:rPr>
        <w:t>sau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0" w:lineRule="auto"/>
        <w:ind w:left="719" w:right="235" w:hanging="567"/>
        <w:jc w:val="left"/>
      </w:pPr>
      <w:r>
        <w:rPr/>
        <w:pict>
          <v:group style="position:absolute;margin-left:50.470001pt;margin-top:91.553146pt;width:494.500026pt;height:303.219979pt;mso-position-horizontal-relative:page;mso-position-vertical-relative:paragraph;z-index:-562" coordorigin="1009,1831" coordsize="9890,6064">
            <v:group style="position:absolute;left:1018;top:1839;width:9874;height:2" coordorigin="1018,1839" coordsize="9874,2">
              <v:shape style="position:absolute;left:1018;top:1839;width:9874;height:2" coordorigin="1018,1839" coordsize="9874,0" path="m1018,1839l10891,1839e" filled="f" stroked="t" strokeweight=".82pt" strokecolor="#000000">
                <v:path arrowok="t"/>
              </v:shape>
            </v:group>
            <v:group style="position:absolute;left:1025;top:1842;width:2;height:6043" coordorigin="1025,1842" coordsize="2,6043">
              <v:shape style="position:absolute;left:1025;top:1842;width:2;height:6043" coordorigin="1025,1842" coordsize="0,6043" path="m1025,1842l1025,7885e" filled="f" stroked="t" strokeweight=".82pt" strokecolor="#000000">
                <v:path arrowok="t"/>
              </v:shape>
            </v:group>
            <v:group style="position:absolute;left:1018;top:7887;width:9874;height:2" coordorigin="1018,7887" coordsize="9874,2">
              <v:shape style="position:absolute;left:1018;top:7887;width:9874;height:2" coordorigin="1018,7887" coordsize="9874,0" path="m1018,7887l10891,7887e" filled="f" stroked="t" strokeweight=".82pt" strokecolor="#000000">
                <v:path arrowok="t"/>
              </v:shape>
            </v:group>
            <v:group style="position:absolute;left:10884;top:1842;width:2;height:6043" coordorigin="10884,1842" coordsize="2,6043">
              <v:shape style="position:absolute;left:10884;top:1842;width:2;height:6043" coordorigin="10884,1842" coordsize="0,6043" path="m10884,1842l10884,7885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1"/>
          <w:w w:val="100"/>
        </w:rPr>
        <w:t>siste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jur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0"/>
          <w:w w:val="100"/>
        </w:rPr>
        <w:t>dic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1"/>
          <w:w w:val="100"/>
        </w:rPr>
        <w:t>statu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2"/>
          <w:w w:val="100"/>
        </w:rPr>
        <w:t>membr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emi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preved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aplicare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uno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măsur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cleme</w:t>
      </w:r>
      <w:r>
        <w:rPr>
          <w:b w:val="0"/>
          <w:bCs w:val="0"/>
          <w:spacing w:val="-8"/>
          <w:w w:val="100"/>
        </w:rPr>
        <w:t>n</w:t>
      </w:r>
      <w:r>
        <w:rPr>
          <w:b w:val="0"/>
          <w:bCs w:val="0"/>
          <w:spacing w:val="0"/>
          <w:w w:val="100"/>
        </w:rPr>
        <w:t>ță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care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persoan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cauz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dreptul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temeiu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dreptulu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practici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statulu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membr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emitent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în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vedere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neexecutări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aceste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pedeps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măsuri.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30.676849pt;width:494.500026pt;height:193.779961pt;mso-position-horizontal-relative:page;mso-position-vertical-relative:paragraph;z-index:-563" coordorigin="1009,-4614" coordsize="9890,3876">
            <v:group style="position:absolute;left:1018;top:-4605;width:9874;height:2" coordorigin="1018,-4605" coordsize="9874,2">
              <v:shape style="position:absolute;left:1018;top:-4605;width:9874;height:2" coordorigin="1018,-4605" coordsize="9874,0" path="m1018,-4605l10891,-4605e" filled="f" stroked="t" strokeweight=".82pt" strokecolor="#000000">
                <v:path arrowok="t"/>
              </v:shape>
            </v:group>
            <v:group style="position:absolute;left:1025;top:-4603;width:2;height:3854" coordorigin="1025,-4603" coordsize="2,3854">
              <v:shape style="position:absolute;left:1025;top:-4603;width:2;height:3854" coordorigin="1025,-4603" coordsize="0,3854" path="m1025,-4603l1025,-749e" filled="f" stroked="t" strokeweight=".82pt" strokecolor="#000000">
                <v:path arrowok="t"/>
              </v:shape>
            </v:group>
            <v:group style="position:absolute;left:1018;top:-746;width:9874;height:2" coordorigin="1018,-746" coordsize="9874,2">
              <v:shape style="position:absolute;left:1018;top:-746;width:9874;height:2" coordorigin="1018,-746" coordsize="9874,0" path="m1018,-746l10891,-746e" filled="f" stroked="t" strokeweight=".82pt" strokecolor="#000000">
                <v:path arrowok="t"/>
              </v:shape>
            </v:group>
            <v:group style="position:absolute;left:10884;top:-4603;width:2;height:3854" coordorigin="10884,-4603" coordsize="2,3854">
              <v:shape style="position:absolute;left:10884;top:-4603;width:2;height:3854" coordorigin="10884,-4603" coordsize="0,3854" path="m10884,-4603l10884,-749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1"/>
          <w:w w:val="100"/>
        </w:rPr>
        <w:t>Autor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7"/>
          <w:w w:val="100"/>
        </w:rPr>
        <w:t>a</w:t>
      </w:r>
      <w:r>
        <w:rPr>
          <w:b w:val="0"/>
          <w:bCs w:val="0"/>
          <w:spacing w:val="1"/>
          <w:w w:val="100"/>
        </w:rPr>
        <w:t>te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1"/>
          <w:w w:val="100"/>
        </w:rPr>
        <w:t>udiciar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emi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mandatul: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-1"/>
          <w:w w:val="100"/>
        </w:rPr>
        <w:t>Denumire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-1"/>
          <w:w w:val="100"/>
        </w:rPr>
        <w:t>oficială</w:t>
      </w:r>
      <w:r>
        <w:rPr>
          <w:b w:val="0"/>
          <w:bCs w:val="0"/>
          <w:spacing w:val="14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5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2"/>
          <w:w w:val="100"/>
        </w:rPr>
        <w:t>Nu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-1"/>
          <w:w w:val="100"/>
        </w:rPr>
        <w:t>el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reprezentantulu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să</w:t>
      </w:r>
      <w:r>
        <w:rPr>
          <w:b w:val="0"/>
          <w:bCs w:val="0"/>
          <w:spacing w:val="4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position w:val="11"/>
          <w:sz w:val="16"/>
          <w:szCs w:val="16"/>
        </w:rPr>
        <w:t>1</w:t>
      </w:r>
      <w:r>
        <w:rPr>
          <w:b w:val="0"/>
          <w:bCs w:val="0"/>
          <w:spacing w:val="10"/>
          <w:w w:val="100"/>
          <w:position w:val="0"/>
        </w:rPr>
        <w:t>:</w:t>
      </w:r>
      <w:r>
        <w:rPr>
          <w:b w:val="0"/>
          <w:bCs w:val="0"/>
          <w:spacing w:val="2"/>
          <w:w w:val="100"/>
          <w:position w:val="0"/>
        </w:rPr>
        <w:t>..................................................................................................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2"/>
          <w:w w:val="100"/>
        </w:rPr>
        <w:t>Fun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2"/>
          <w:w w:val="100"/>
        </w:rPr>
        <w:t>de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"/>
          <w:w w:val="100"/>
        </w:rPr>
        <w:t>inut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(titlu/grad)</w:t>
      </w:r>
      <w:r>
        <w:rPr>
          <w:b w:val="0"/>
          <w:bCs w:val="0"/>
          <w:spacing w:val="14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304" w:lineRule="auto"/>
        <w:ind w:left="719" w:right="0"/>
        <w:jc w:val="left"/>
      </w:pPr>
      <w:r>
        <w:rPr>
          <w:b w:val="0"/>
          <w:bCs w:val="0"/>
          <w:spacing w:val="2"/>
          <w:w w:val="100"/>
        </w:rPr>
        <w:t>Nu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1"/>
          <w:w w:val="100"/>
        </w:rPr>
        <w:t>ăru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referi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0"/>
          <w:w w:val="100"/>
        </w:rPr>
        <w:t>ță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1"/>
          <w:w w:val="100"/>
        </w:rPr>
        <w:t>dosaru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0"/>
          <w:w w:val="100"/>
        </w:rPr>
        <w:t>ui:</w:t>
      </w:r>
      <w:r>
        <w:rPr>
          <w:b w:val="0"/>
          <w:bCs w:val="0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Adresa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3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1"/>
          <w:w w:val="100"/>
        </w:rPr>
        <w:t>Nr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te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-1"/>
          <w:w w:val="100"/>
        </w:rPr>
        <w:t>.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(prefixu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ț</w:t>
      </w:r>
      <w:r>
        <w:rPr>
          <w:b w:val="0"/>
          <w:bCs w:val="0"/>
          <w:spacing w:val="2"/>
          <w:w w:val="100"/>
        </w:rPr>
        <w:t>ări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(prefixul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0"/>
          <w:w w:val="100"/>
        </w:rPr>
        <w:t>zonei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sau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ș</w:t>
      </w:r>
      <w:r>
        <w:rPr>
          <w:b w:val="0"/>
          <w:bCs w:val="0"/>
          <w:spacing w:val="1"/>
          <w:w w:val="100"/>
        </w:rPr>
        <w:t>ulu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0"/>
          <w:w w:val="100"/>
        </w:rPr>
        <w:t>…)</w:t>
      </w:r>
      <w:r>
        <w:rPr>
          <w:b w:val="0"/>
          <w:bCs w:val="0"/>
          <w:spacing w:val="-3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2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08" w:lineRule="auto"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Nr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fax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(prefixu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ț</w:t>
      </w:r>
      <w:r>
        <w:rPr>
          <w:b w:val="0"/>
          <w:bCs w:val="0"/>
          <w:spacing w:val="2"/>
          <w:w w:val="100"/>
        </w:rPr>
        <w:t>ări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(prefixul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zone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3"/>
          <w:w w:val="100"/>
        </w:rPr>
        <w:t>ș</w:t>
      </w:r>
      <w:r>
        <w:rPr>
          <w:b w:val="0"/>
          <w:bCs w:val="0"/>
          <w:spacing w:val="1"/>
          <w:w w:val="100"/>
        </w:rPr>
        <w:t>ulu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7"/>
          <w:w w:val="100"/>
        </w:rPr>
        <w:t>ș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ectron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că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6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left="719" w:right="0"/>
        <w:jc w:val="left"/>
      </w:pPr>
      <w:r>
        <w:rPr>
          <w:b w:val="0"/>
          <w:bCs w:val="0"/>
          <w:spacing w:val="0"/>
          <w:w w:val="100"/>
        </w:rPr>
        <w:t>Date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persoanei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car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contactat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pentr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măsuril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practic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necesar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predării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50"/>
        <w:ind w:left="719" w:right="0"/>
        <w:jc w:val="left"/>
      </w:pPr>
      <w:r>
        <w:rPr>
          <w:b w:val="0"/>
          <w:bCs w:val="0"/>
          <w:spacing w:val="-1"/>
          <w:w w:val="100"/>
        </w:rPr>
        <w:t>persoanei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tabs>
          <w:tab w:pos="719" w:val="left" w:leader="none"/>
        </w:tabs>
        <w:spacing w:before="78"/>
        <w:ind w:right="0"/>
        <w:jc w:val="left"/>
      </w:pPr>
      <w:r>
        <w:rPr/>
        <w:pict>
          <v:group style="position:absolute;margin-left:56.639999pt;margin-top:.188749pt;width:144.240006pt;height:.1pt;mso-position-horizontal-relative:page;mso-position-vertical-relative:paragraph;z-index:-561" coordorigin="1133,4" coordsize="2885,2">
            <v:shape style="position:absolute;left:1133;top:4;width:2885;height:2" coordorigin="1133,4" coordsize="2885,0" path="m1133,4l4018,4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-1"/>
          <w:w w:val="100"/>
          <w:position w:val="0"/>
        </w:rPr>
        <w:t>Î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diferitel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versiun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lingvis</w:t>
      </w:r>
      <w:r>
        <w:rPr>
          <w:b w:val="0"/>
          <w:bCs w:val="0"/>
          <w:spacing w:val="9"/>
          <w:w w:val="100"/>
          <w:position w:val="0"/>
        </w:rPr>
        <w:t>t</w:t>
      </w:r>
      <w:r>
        <w:rPr>
          <w:b w:val="0"/>
          <w:bCs w:val="0"/>
          <w:spacing w:val="-3"/>
          <w:w w:val="100"/>
          <w:position w:val="0"/>
        </w:rPr>
        <w:t>ic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3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3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3"/>
          <w:w w:val="100"/>
          <w:position w:val="0"/>
        </w:rPr>
        <w:t>me</w:t>
      </w:r>
      <w:r>
        <w:rPr>
          <w:b w:val="0"/>
          <w:bCs w:val="0"/>
          <w:spacing w:val="-7"/>
          <w:w w:val="100"/>
          <w:position w:val="0"/>
        </w:rPr>
        <w:t>n</w:t>
      </w:r>
      <w:r>
        <w:rPr>
          <w:b w:val="0"/>
          <w:bCs w:val="0"/>
          <w:spacing w:val="5"/>
          <w:w w:val="100"/>
          <w:position w:val="0"/>
        </w:rPr>
        <w:t>ț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9"/>
          <w:w w:val="100"/>
          <w:position w:val="0"/>
        </w:rPr>
        <w:t>o</w:t>
      </w:r>
      <w:r>
        <w:rPr>
          <w:b w:val="0"/>
          <w:bCs w:val="0"/>
          <w:spacing w:val="-2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numel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de</w:t>
      </w:r>
      <w:r>
        <w:rPr>
          <w:b w:val="0"/>
          <w:bCs w:val="0"/>
          <w:spacing w:val="5"/>
          <w:w w:val="100"/>
          <w:position w:val="0"/>
        </w:rPr>
        <w:t>ț</w:t>
      </w:r>
      <w:r>
        <w:rPr>
          <w:b w:val="0"/>
          <w:bCs w:val="0"/>
          <w:spacing w:val="-1"/>
          <w:w w:val="100"/>
          <w:position w:val="0"/>
        </w:rPr>
        <w:t>inătorulu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autorit</w:t>
      </w:r>
      <w:r>
        <w:rPr>
          <w:b w:val="0"/>
          <w:bCs w:val="0"/>
          <w:spacing w:val="-2"/>
          <w:w w:val="100"/>
          <w:position w:val="0"/>
        </w:rPr>
        <w:t>ă</w:t>
      </w:r>
      <w:r>
        <w:rPr>
          <w:b w:val="0"/>
          <w:bCs w:val="0"/>
          <w:spacing w:val="5"/>
          <w:w w:val="100"/>
          <w:position w:val="0"/>
        </w:rPr>
        <w:t>ț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judiciare.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/>
        <w:jc w:val="left"/>
        <w:sectPr>
          <w:pgSz w:w="11900" w:h="16820"/>
          <w:pgMar w:header="0" w:footer="971" w:top="1500" w:bottom="1160" w:left="980" w:right="980"/>
        </w:sectPr>
      </w:pPr>
    </w:p>
    <w:p>
      <w:pPr>
        <w:spacing w:line="260" w:lineRule="exact" w:before="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83" w:lineRule="auto" w:before="69"/>
        <w:ind w:left="296" w:right="287"/>
        <w:jc w:val="left"/>
      </w:pPr>
      <w:r>
        <w:rPr>
          <w:b w:val="0"/>
          <w:bCs w:val="0"/>
          <w:spacing w:val="-1"/>
          <w:w w:val="100"/>
        </w:rPr>
        <w:t>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cazu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î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desemneaz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autoritat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central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pentr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transmitere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5"/>
          <w:w w:val="100"/>
        </w:rPr>
        <w:t>p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"/>
          <w:w w:val="100"/>
        </w:rPr>
        <w:t>imire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administrativă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mandatelo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europen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arestare: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Denumire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autorit</w:t>
      </w:r>
      <w:r>
        <w:rPr>
          <w:b w:val="0"/>
          <w:bCs w:val="0"/>
          <w:spacing w:val="-2"/>
          <w:w w:val="100"/>
        </w:rPr>
        <w:t>ă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centrale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Persoan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contact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dup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(fun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"/>
          <w:w w:val="100"/>
        </w:rPr>
        <w:t>ia/gradu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2"/>
          <w:w w:val="100"/>
        </w:rPr>
        <w:t>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1"/>
          <w:w w:val="100"/>
        </w:rPr>
        <w:t>mele)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Adresa: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</w:t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1"/>
          <w:w w:val="100"/>
        </w:rPr>
        <w:t>Nr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te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-1"/>
          <w:w w:val="100"/>
        </w:rPr>
        <w:t>.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(prefixu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ț</w:t>
      </w:r>
      <w:r>
        <w:rPr>
          <w:b w:val="0"/>
          <w:bCs w:val="0"/>
          <w:spacing w:val="2"/>
          <w:w w:val="100"/>
        </w:rPr>
        <w:t>ări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(prefixul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0"/>
          <w:w w:val="100"/>
        </w:rPr>
        <w:t>zonei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sau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ș</w:t>
      </w:r>
      <w:r>
        <w:rPr>
          <w:b w:val="0"/>
          <w:bCs w:val="0"/>
          <w:spacing w:val="1"/>
          <w:w w:val="100"/>
        </w:rPr>
        <w:t>ulu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1"/>
          <w:w w:val="100"/>
        </w:rPr>
        <w:t>(…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2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04" w:lineRule="auto" w:before="74"/>
        <w:ind w:left="719" w:right="0"/>
        <w:jc w:val="left"/>
      </w:pPr>
      <w:r>
        <w:rPr/>
        <w:pict>
          <v:group style="position:absolute;margin-left:50.470001pt;margin-top:72.693092pt;width:494.500026pt;height:176.980004pt;mso-position-horizontal-relative:page;mso-position-vertical-relative:paragraph;z-index:-559" coordorigin="1009,1454" coordsize="9890,3540">
            <v:group style="position:absolute;left:1018;top:1462;width:9874;height:2" coordorigin="1018,1462" coordsize="9874,2">
              <v:shape style="position:absolute;left:1018;top:1462;width:9874;height:2" coordorigin="1018,1462" coordsize="9874,0" path="m1018,1462l10891,1462e" filled="f" stroked="t" strokeweight=".82pt" strokecolor="#000000">
                <v:path arrowok="t"/>
              </v:shape>
            </v:group>
            <v:group style="position:absolute;left:1025;top:1464;width:2;height:3518" coordorigin="1025,1464" coordsize="2,3518">
              <v:shape style="position:absolute;left:1025;top:1464;width:2;height:3518" coordorigin="1025,1464" coordsize="0,3518" path="m1025,1464l1025,4983e" filled="f" stroked="t" strokeweight=".82pt" strokecolor="#000000">
                <v:path arrowok="t"/>
              </v:shape>
            </v:group>
            <v:group style="position:absolute;left:1018;top:4985;width:9874;height:2" coordorigin="1018,4985" coordsize="9874,2">
              <v:shape style="position:absolute;left:1018;top:4985;width:9874;height:2" coordorigin="1018,4985" coordsize="9874,0" path="m1018,4985l10891,4985e" filled="f" stroked="t" strokeweight=".82pt" strokecolor="#000000">
                <v:path arrowok="t"/>
              </v:shape>
            </v:group>
            <v:group style="position:absolute;left:10884;top:1464;width:2;height:3518" coordorigin="10884,1464" coordsize="2,3518">
              <v:shape style="position:absolute;left:10884;top:1464;width:2;height:3518" coordorigin="10884,1464" coordsize="0,3518" path="m10884,1464l10884,498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Nr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fax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(prefixu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ț</w:t>
      </w:r>
      <w:r>
        <w:rPr>
          <w:b w:val="0"/>
          <w:bCs w:val="0"/>
          <w:spacing w:val="-1"/>
          <w:w w:val="100"/>
        </w:rPr>
        <w:t>ării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(prefixu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zone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or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3"/>
          <w:w w:val="100"/>
        </w:rPr>
        <w:t>ș</w:t>
      </w:r>
      <w:r>
        <w:rPr>
          <w:b w:val="0"/>
          <w:bCs w:val="0"/>
          <w:spacing w:val="1"/>
          <w:w w:val="100"/>
        </w:rPr>
        <w:t>ulu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1"/>
          <w:w w:val="100"/>
        </w:rPr>
        <w:t>(...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2"/>
          <w:w w:val="100"/>
        </w:rPr>
        <w:t>il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296" w:right="0"/>
        <w:jc w:val="left"/>
      </w:pPr>
      <w:r>
        <w:rPr/>
        <w:pict>
          <v:group style="position:absolute;margin-left:50.470001pt;margin-top:-277.476898pt;width:494.500026pt;height:245.860039pt;mso-position-horizontal-relative:page;mso-position-vertical-relative:paragraph;z-index:-560" coordorigin="1009,-5550" coordsize="9890,4917">
            <v:group style="position:absolute;left:1018;top:-5541;width:9874;height:2" coordorigin="1018,-5541" coordsize="9874,2">
              <v:shape style="position:absolute;left:1018;top:-5541;width:9874;height:2" coordorigin="1018,-5541" coordsize="9874,0" path="m1018,-5541l10891,-5541e" filled="f" stroked="t" strokeweight=".82pt" strokecolor="#000000">
                <v:path arrowok="t"/>
              </v:shape>
            </v:group>
            <v:group style="position:absolute;left:1025;top:-5539;width:2;height:4896" coordorigin="1025,-5539" coordsize="2,4896">
              <v:shape style="position:absolute;left:1025;top:-5539;width:2;height:4896" coordorigin="1025,-5539" coordsize="0,4896" path="m1025,-5539l1025,-643e" filled="f" stroked="t" strokeweight=".82pt" strokecolor="#000000">
                <v:path arrowok="t"/>
              </v:shape>
            </v:group>
            <v:group style="position:absolute;left:1018;top:-641;width:9874;height:2" coordorigin="1018,-641" coordsize="9874,2">
              <v:shape style="position:absolute;left:1018;top:-641;width:9874;height:2" coordorigin="1018,-641" coordsize="9874,0" path="m1018,-641l10891,-641e" filled="f" stroked="t" strokeweight=".82pt" strokecolor="#000000">
                <v:path arrowok="t"/>
              </v:shape>
            </v:group>
            <v:group style="position:absolute;left:10884;top:-5539;width:2;height:4896" coordorigin="10884,-5539" coordsize="2,4896">
              <v:shape style="position:absolute;left:10884;top:-5539;width:2;height:4896" coordorigin="10884,-5539" coordsize="0,4896" path="m10884,-5539l10884,-64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Semnătur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autorit</w:t>
      </w:r>
      <w:r>
        <w:rPr>
          <w:b w:val="0"/>
          <w:bCs w:val="0"/>
          <w:spacing w:val="-2"/>
          <w:w w:val="100"/>
        </w:rPr>
        <w:t>ă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judiciar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emi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ente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3"/>
          <w:w w:val="100"/>
        </w:rPr>
        <w:t>ș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/</w:t>
      </w:r>
      <w:r>
        <w:rPr>
          <w:b w:val="0"/>
          <w:bCs w:val="0"/>
          <w:spacing w:val="-1"/>
          <w:w w:val="100"/>
        </w:rPr>
        <w:t>sa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prezentantulu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acesteia: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296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296" w:right="0"/>
        <w:jc w:val="left"/>
      </w:pPr>
      <w:r>
        <w:rPr>
          <w:b w:val="0"/>
          <w:bCs w:val="0"/>
          <w:spacing w:val="2"/>
          <w:w w:val="100"/>
        </w:rPr>
        <w:t>Nu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296" w:right="0"/>
        <w:jc w:val="left"/>
      </w:pPr>
      <w:r>
        <w:rPr>
          <w:b w:val="0"/>
          <w:bCs w:val="0"/>
          <w:spacing w:val="-2"/>
          <w:w w:val="100"/>
        </w:rPr>
        <w:t>Fun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2"/>
          <w:w w:val="100"/>
        </w:rPr>
        <w:t>de</w:t>
      </w:r>
      <w:r>
        <w:rPr>
          <w:b w:val="0"/>
          <w:bCs w:val="0"/>
          <w:spacing w:val="5"/>
          <w:w w:val="100"/>
        </w:rPr>
        <w:t>ț</w:t>
      </w:r>
      <w:r>
        <w:rPr>
          <w:b w:val="0"/>
          <w:bCs w:val="0"/>
          <w:spacing w:val="-1"/>
          <w:w w:val="100"/>
        </w:rPr>
        <w:t>inut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(titlu/grad)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296" w:right="0"/>
        <w:jc w:val="left"/>
      </w:pPr>
      <w:r>
        <w:rPr>
          <w:b w:val="0"/>
          <w:bCs w:val="0"/>
          <w:spacing w:val="0"/>
          <w:w w:val="100"/>
        </w:rPr>
        <w:t>Data</w:t>
      </w:r>
      <w:r>
        <w:rPr>
          <w:b w:val="0"/>
          <w:bCs w:val="0"/>
          <w:spacing w:val="10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296" w:right="0"/>
        <w:jc w:val="left"/>
      </w:pPr>
      <w:r>
        <w:rPr/>
        <w:pict>
          <v:group style="position:absolute;margin-left:255.600006pt;margin-top:78.35511pt;width:84.000008pt;height:.1pt;mso-position-horizontal-relative:page;mso-position-vertical-relative:paragraph;z-index:-558" coordorigin="5112,1567" coordsize="1680,2">
            <v:shape style="position:absolute;left:5112;top:1567;width:1680;height:2" coordorigin="5112,1567" coordsize="1680,0" path="m5112,1567l6792,1567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Ș</w:t>
      </w:r>
      <w:r>
        <w:rPr>
          <w:b w:val="0"/>
          <w:bCs w:val="0"/>
          <w:spacing w:val="2"/>
          <w:w w:val="100"/>
        </w:rPr>
        <w:t>ta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pil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oficial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(dac</w:t>
      </w:r>
      <w:r>
        <w:rPr>
          <w:b w:val="0"/>
          <w:bCs w:val="0"/>
          <w:spacing w:val="0"/>
          <w:w w:val="100"/>
        </w:rPr>
        <w:t>ă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est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cazul)</w:t>
      </w:r>
      <w:r>
        <w:rPr>
          <w:b w:val="0"/>
          <w:bCs w:val="0"/>
          <w:spacing w:val="0"/>
          <w:w w:val="100"/>
        </w:rPr>
      </w:r>
    </w:p>
    <w:sectPr>
      <w:pgSz w:w="11900" w:h="16820"/>
      <w:pgMar w:header="0" w:footer="971" w:top="1580" w:bottom="1160" w:left="9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75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785.223938pt;width:47.357989pt;height:14pt;mso-position-horizontal-relative:page;mso-position-vertical-relative:page;z-index:-574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0.040009pt;margin-top:785.223938pt;width:50.698395pt;height:14pt;mso-position-horizontal-relative:page;mso-position-vertical-relative:page;z-index:-573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aa/AB/cm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0.679993pt;margin-top:785.223938pt;width:29.880005pt;height:31.491957pt;mso-position-horizontal-relative:page;mso-position-vertical-relative:page;z-index:-572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0" w:right="40"/>
                  <w:jc w:val="righ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0" w:right="39" w:firstLine="0"/>
                  <w:jc w:val="righ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w w:val="100"/>
                    <w:sz w:val="36"/>
                    <w:szCs w:val="36"/>
                  </w:rPr>
                  <w:t>RO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71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70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 style="position:absolute;margin-left:55.639999pt;margin-top:785.223938pt;width:47.357989pt;height:28.4pt;mso-position-horizontal-relative:page;mso-position-vertical-relative:page;z-index:-569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  <w:p>
                <w:pPr>
                  <w:pStyle w:val="BodyText"/>
                  <w:spacing w:before="12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ANEXĂ</w:t>
                </w:r>
              </w:p>
            </w:txbxContent>
          </v:textbox>
          <w10:wrap type="none"/>
        </v:shape>
      </w:pict>
    </w:r>
    <w:r>
      <w:rPr/>
      <w:pict>
        <v:shape style="position:absolute;margin-left:400.040009pt;margin-top:785.223938pt;width:50.698395pt;height:14pt;mso-position-horizontal-relative:page;mso-position-vertical-relative:page;z-index:-568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aa/AB/cm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0.679993pt;margin-top:785.223938pt;width:29.880005pt;height:31.491957pt;mso-position-horizontal-relative:page;mso-position-vertical-relative:page;z-index:-567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317" w:right="0"/>
                  <w:jc w:val="lef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w w:val="100"/>
                    <w:sz w:val="36"/>
                    <w:szCs w:val="36"/>
                  </w:rPr>
                  <w:t>RO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66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upperRoman"/>
      <w:lvlText w:val="%1."/>
      <w:lvlJc w:val="left"/>
      <w:pPr>
        <w:ind w:hanging="567"/>
        <w:jc w:val="lef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180"/>
        <w:jc w:val="left"/>
      </w:pPr>
      <w:rPr>
        <w:rFonts w:hint="default"/>
        <w:u w:val="single" w:color="000000"/>
      </w:rPr>
    </w:lvl>
    <w:lvl w:ilvl="1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lowerLetter"/>
      <w:lvlText w:val="(%1)"/>
      <w:lvlJc w:val="left"/>
      <w:pPr>
        <w:ind w:hanging="567"/>
        <w:jc w:val="righ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657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margama</dc:creator>
  <dc:title>GEN</dc:title>
  <dcterms:created xsi:type="dcterms:W3CDTF">2014-11-19T09:22:15Z</dcterms:created>
  <dcterms:modified xsi:type="dcterms:W3CDTF">2014-11-19T09:22:15Z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2012-09-15T00:00:00Z</vt:filetime>
  </property>
  <property fmtid="{D5CDD505-2E9C-101B-9397-08002B2CF9AE}" pid="3" name="LastSaved">
    <vt:filetime>2014-11-19T00:00:00Z</vt:filetime>
  </property>
</Properties>
</file>