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0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636" w:top="620" w:bottom="820" w:left="1000" w:right="1020"/>
        </w:sectPr>
      </w:pPr>
    </w:p>
    <w:p>
      <w:pPr>
        <w:pStyle w:val="Heading1"/>
        <w:spacing w:line="242" w:lineRule="auto" w:before="69"/>
        <w:ind w:left="1980" w:right="0" w:firstLine="355"/>
        <w:jc w:val="left"/>
        <w:rPr>
          <w:b w:val="0"/>
          <w:bCs w:val="0"/>
        </w:rPr>
      </w:pPr>
      <w:r>
        <w:rPr>
          <w:spacing w:val="-1"/>
          <w:w w:val="100"/>
        </w:rPr>
        <w:t>CONSELH</w:t>
      </w:r>
      <w:r>
        <w:rPr>
          <w:spacing w:val="0"/>
          <w:w w:val="100"/>
        </w:rPr>
        <w:t>O</w:t>
      </w:r>
      <w:r>
        <w:rPr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pacing w:val="-12"/>
          <w:w w:val="100"/>
        </w:rPr>
      </w:r>
      <w:r>
        <w:rPr>
          <w:spacing w:val="-1"/>
          <w:w w:val="100"/>
        </w:rPr>
        <w:t>DA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UNIÃ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EUROPEIA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8" w:right="27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Bruxelas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Julh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07)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820" w:left="1000" w:right="1020"/>
          <w:cols w:num="2" w:equalWidth="0">
            <w:col w:w="4103" w:space="40"/>
            <w:col w:w="5737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66" w:val="left" w:leader="none"/>
        </w:tabs>
        <w:spacing w:before="69"/>
        <w:ind w:left="13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31" w:val="left" w:leader="none"/>
        </w:tabs>
        <w:spacing w:before="41"/>
        <w:ind w:left="132" w:right="0"/>
        <w:jc w:val="left"/>
      </w:pP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Secretar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Geral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31" w:val="left" w:leader="none"/>
        </w:tabs>
        <w:spacing w:before="41"/>
        <w:ind w:left="132" w:right="0"/>
        <w:jc w:val="left"/>
      </w:pPr>
      <w:r>
        <w:rPr>
          <w:b w:val="0"/>
          <w:bCs w:val="0"/>
          <w:spacing w:val="-1"/>
          <w:w w:val="100"/>
        </w:rPr>
        <w:t>para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egações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31" w:val="left" w:leader="none"/>
        </w:tabs>
        <w:spacing w:line="278" w:lineRule="exact" w:before="13"/>
        <w:ind w:left="1832" w:right="804" w:hanging="1700"/>
        <w:jc w:val="left"/>
      </w:pPr>
      <w:r>
        <w:rPr/>
        <w:pict>
          <v:group style="position:absolute;margin-left:56.639999pt;margin-top:.850001pt;width:481.680008pt;height:.1pt;mso-position-horizontal-relative:page;mso-position-vertical-relative:paragraph;z-index:-563" coordorigin="1133,17" coordsize="9634,2">
            <v:shape style="position:absolute;left:1133;top:17;width:9634;height:2" coordorigin="1133,17" coordsize="9634,0" path="m1133,17l10766,17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  <w:position w:val="-3"/>
        </w:rPr>
        <w:t>Assunto: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Decisã</w:t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Quadr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Conselho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26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Fevereir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2009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que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3"/>
          <w:w w:val="100"/>
          <w:position w:val="0"/>
        </w:rPr>
        <w:t>a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ter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Decisõe</w:t>
      </w:r>
      <w:r>
        <w:rPr>
          <w:b w:val="0"/>
          <w:bCs w:val="0"/>
          <w:spacing w:val="2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Quadr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2002/584/JAI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2005/214/JAI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2006/783/JAI,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0" w:lineRule="exact"/>
        <w:ind w:left="1832" w:right="0"/>
        <w:jc w:val="left"/>
      </w:pPr>
      <w:r>
        <w:rPr>
          <w:b w:val="0"/>
          <w:bCs w:val="0"/>
          <w:spacing w:val="-1"/>
          <w:w w:val="100"/>
        </w:rPr>
        <w:t>2008/909/JA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2008/947/JAI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reforç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direito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processuai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pessoa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32" w:right="428"/>
        <w:jc w:val="left"/>
      </w:pPr>
      <w:r>
        <w:rPr>
          <w:b w:val="0"/>
          <w:bCs w:val="0"/>
          <w:spacing w:val="2"/>
          <w:w w:val="100"/>
        </w:rPr>
        <w:t>pro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aplicaçã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princípi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reconheciment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mútu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refer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às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decisõe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proferida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ausê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-1"/>
          <w:w w:val="100"/>
        </w:rPr>
        <w:t>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arguido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31" w:val="left" w:leader="none"/>
          <w:tab w:pos="9775" w:val="left" w:leader="none"/>
        </w:tabs>
        <w:spacing w:line="271" w:lineRule="exact"/>
        <w:ind w:left="11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Versão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consolidada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formulário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Mandado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Detenção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Europeu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59" w:lineRule="auto" w:before="69"/>
        <w:ind w:left="132" w:right="828"/>
        <w:jc w:val="left"/>
      </w:pPr>
      <w:r>
        <w:rPr/>
        <w:pict>
          <v:group style="position:absolute;margin-left:246.479996pt;margin-top:58.525116pt;width:102.00001pt;height:.1pt;mso-position-horizontal-relative:page;mso-position-vertical-relative:paragraph;z-index:-562" coordorigin="4930,1171" coordsize="2040,2">
            <v:shape style="position:absolute;left:4930;top:1171;width:2040;height:2" coordorigin="4930,1171" coordsize="2040,0" path="m4930,1171l6970,1171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Junt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envia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atençã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delegações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-1"/>
          <w:w w:val="100"/>
        </w:rPr>
        <w:t>ersã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cons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li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formulári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Mandad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Detençã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Europeu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078" w:val="left" w:leader="none"/>
          <w:tab w:pos="9771" w:val="right" w:leader="none"/>
        </w:tabs>
        <w:spacing w:before="69"/>
        <w:ind w:left="132" w:right="0"/>
        <w:jc w:val="left"/>
      </w:pPr>
      <w:r>
        <w:rPr/>
        <w:pict>
          <v:group style="position:absolute;margin-left:55.200001pt;margin-top:.613123pt;width:485.040009pt;height:.1pt;mso-position-horizontal-relative:page;mso-position-vertical-relative:paragraph;z-index:-564" coordorigin="1104,12" coordsize="9701,2">
            <v:shape style="position:absolute;left:1104;top:12;width:9701;height:2" coordorigin="1104,12" coordsize="9701,0" path="m1104,12l10805,12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13297</w:t>
      </w:r>
      <w:r>
        <w:rPr>
          <w:b w:val="0"/>
          <w:bCs w:val="0"/>
          <w:spacing w:val="0"/>
          <w:w w:val="100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ALF/cdc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</w:t>
      </w:r>
    </w:p>
    <w:p>
      <w:pPr>
        <w:spacing w:after="0"/>
        <w:jc w:val="left"/>
        <w:sectPr>
          <w:type w:val="continuous"/>
          <w:pgSz w:w="11900" w:h="16820"/>
          <w:pgMar w:top="620" w:bottom="820" w:left="1000" w:right="1020"/>
        </w:sectPr>
      </w:pPr>
    </w:p>
    <w:p>
      <w:pPr>
        <w:pStyle w:val="Heading1"/>
        <w:spacing w:before="76"/>
        <w:ind w:left="0" w:right="150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ANEXO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before="792"/>
        <w:ind w:left="276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MANDAD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DETENÇÃ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EUROPE</w:t>
      </w:r>
      <w:r>
        <w:rPr>
          <w:rFonts w:ascii="Times New Roman" w:hAnsi="Times New Roman" w:cs="Times New Roman" w:eastAsia="Times New Roman"/>
          <w:b/>
          <w:bCs/>
          <w:spacing w:val="4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line="359" w:lineRule="auto" w:before="549"/>
        <w:ind w:right="176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mandad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8"/>
          <w:w w:val="100"/>
        </w:rPr>
        <w:t>mi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judiciári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mpetente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Solicit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detenção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indivídu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abaix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indicad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entreg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à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judiciária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efeito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procedimento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cumpriment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seguranç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5"/>
          <w:w w:val="100"/>
        </w:rPr>
        <w:t>r</w:t>
      </w:r>
      <w:r>
        <w:rPr>
          <w:b w:val="0"/>
          <w:bCs w:val="0"/>
          <w:spacing w:val="-5"/>
          <w:w w:val="100"/>
        </w:rPr>
        <w:t>iva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liberdade.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/>
        <w:pict>
          <v:group style="position:absolute;margin-left:56.639999pt;margin-top:-3.711251pt;width:144.240006pt;height:.1pt;mso-position-horizontal-relative:page;mso-position-vertical-relative:paragraph;z-index:-561" coordorigin="1133,-74" coordsize="2885,2">
            <v:shape style="position:absolute;left:1133;top:-74;width:2885;height:2" coordorigin="1133,-74" coordsize="2885,0" path="m1133,-74l4018,-7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present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mandad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redigid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traduzid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num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língua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oficiai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Estad</w:t>
      </w:r>
      <w:r>
        <w:rPr>
          <w:b w:val="0"/>
          <w:bCs w:val="0"/>
          <w:spacing w:val="3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-</w:t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execução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sempr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tive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definido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noutr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língu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aceit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esse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0"/>
          <w:w w:val="100"/>
        </w:rPr>
        <w:t>Estado.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footerReference w:type="default" r:id="rId7"/>
          <w:pgSz w:w="11900" w:h="16820"/>
          <w:pgMar w:footer="971" w:header="0" w:top="104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ações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iden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procurada: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Apelido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e(s)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própr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o(s)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Apelid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solteir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(eventualmente)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0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Alcunha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pseudónim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(eventualmente)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Sexo: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0"/>
          <w:w w:val="100"/>
        </w:rPr>
        <w:t>Nac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onalidade: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nascimento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1"/>
          <w:w w:val="100"/>
        </w:rPr>
        <w:t>Loca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nasci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2"/>
          <w:w w:val="100"/>
        </w:rPr>
        <w:t>ento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Residênci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(e/o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úl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8"/>
          <w:w w:val="100"/>
        </w:rPr>
        <w:t>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endereç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conhecido)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Língu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língua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procurad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compreend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fore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conhecidas):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nai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particulare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descriçã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procurada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479"/>
        <w:jc w:val="left"/>
      </w:pPr>
      <w:r>
        <w:rPr/>
        <w:pict>
          <v:group style="position:absolute;margin-left:50.470001pt;margin-top:111.473129pt;width:494.500026pt;height:206.739998pt;mso-position-horizontal-relative:page;mso-position-vertical-relative:paragraph;z-index:-559" coordorigin="1009,2229" coordsize="9890,4135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4114" coordorigin="1025,2240" coordsize="2,4114">
              <v:shape style="position:absolute;left:1025;top:2240;width:2;height:4114" coordorigin="1025,2240" coordsize="0,4114" path="m1025,2240l1025,6354e" filled="f" stroked="t" strokeweight=".82pt" strokecolor="#000000">
                <v:path arrowok="t"/>
              </v:shape>
            </v:group>
            <v:group style="position:absolute;left:1018;top:6356;width:9874;height:2" coordorigin="1018,6356" coordsize="9874,2">
              <v:shape style="position:absolute;left:1018;top:6356;width:9874;height:2" coordorigin="1018,6356" coordsize="9874,0" path="m1018,6356l10891,6356e" filled="f" stroked="t" strokeweight=".82pt" strokecolor="#000000">
                <v:path arrowok="t"/>
              </v:shape>
            </v:group>
            <v:group style="position:absolute;left:10884;top:2240;width:2;height:4114" coordorigin="10884,2240" coordsize="2,4114">
              <v:shape style="position:absolute;left:10884;top:2240;width:2;height:4114" coordorigin="10884,2240" coordsize="0,4114" path="m10884,2240l10884,635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impressõe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digitai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procurada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exista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pos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se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transmi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idas,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contact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junt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qua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poderã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obte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esse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dado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perfi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for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possíve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envia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informaçã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tive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incluída):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3.076904pt;width:494.500026pt;height:369.220024pt;mso-position-horizontal-relative:page;mso-position-vertical-relative:paragraph;z-index:-560" coordorigin="1009,-7662" coordsize="9890,7384">
            <v:group style="position:absolute;left:1018;top:-7653;width:9874;height:2" coordorigin="1018,-7653" coordsize="9874,2">
              <v:shape style="position:absolute;left:1018;top:-7653;width:9874;height:2" coordorigin="1018,-7653" coordsize="9874,0" path="m1018,-7653l10891,-7653e" filled="f" stroked="t" strokeweight=".82pt" strokecolor="#000000">
                <v:path arrowok="t"/>
              </v:shape>
            </v:group>
            <v:group style="position:absolute;left:1025;top:-7651;width:2;height:7363" coordorigin="1025,-7651" coordsize="2,7363">
              <v:shape style="position:absolute;left:1025;top:-7651;width:2;height:7363" coordorigin="1025,-7651" coordsize="0,7363" path="m1025,-765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651;width:2;height:7363" coordorigin="10884,-7651" coordsize="2,7363">
              <v:shape style="position:absolute;left:10884;top:-7651;width:2;height:7363" coordorigin="10884,-7651" coordsize="0,7363" path="m10884,-765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Decisã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fundament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mandad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detenção: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0"/>
          <w:w w:val="100"/>
        </w:rPr>
        <w:t>Mandado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detenção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decisã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judicia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mesm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forç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execu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3"/>
          <w:w w:val="100"/>
        </w:rPr>
        <w:t>iva: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0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po: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Sentenç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rç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6"/>
          <w:w w:val="100"/>
        </w:rPr>
        <w:t>x</w:t>
      </w:r>
      <w:r>
        <w:rPr>
          <w:b w:val="0"/>
          <w:bCs w:val="0"/>
          <w:spacing w:val="-1"/>
          <w:w w:val="100"/>
        </w:rPr>
        <w:t>ecu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iva: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5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-2"/>
          <w:w w:val="100"/>
        </w:rPr>
        <w:t>Refe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ência: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Indicaçõe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rela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duraçã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pena: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79" w:lineRule="auto"/>
        <w:ind w:left="1285" w:right="249" w:hanging="567"/>
        <w:jc w:val="left"/>
      </w:pPr>
      <w:r>
        <w:rPr>
          <w:b w:val="0"/>
          <w:bCs w:val="0"/>
          <w:spacing w:val="-1"/>
          <w:w w:val="100"/>
        </w:rPr>
        <w:t>Duraçã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máxim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seguranç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privativa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liberdad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apli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áve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à(s)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infracção/infracções: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Duraçã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seguranç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liberdad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proferida: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aind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cumprir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4.213112pt;width:490.659999pt;height:347.619988pt;mso-position-horizontal-relative:page;mso-position-vertical-relative:paragraph;z-index:-557" coordorigin="1009,1084" coordsize="9813,6952">
            <v:group style="position:absolute;left:1018;top:1092;width:9797;height:2" coordorigin="1018,1092" coordsize="9797,2">
              <v:shape style="position:absolute;left:1018;top:1092;width:9797;height:2" coordorigin="1018,1092" coordsize="9797,0" path="m1018,1092l10814,1092e" filled="f" stroked="t" strokeweight=".82pt" strokecolor="#000000">
                <v:path arrowok="t"/>
              </v:shape>
            </v:group>
            <v:group style="position:absolute;left:1025;top:1095;width:2;height:6931" coordorigin="1025,1095" coordsize="2,6931">
              <v:shape style="position:absolute;left:1025;top:1095;width:2;height:6931" coordorigin="1025,1095" coordsize="0,6931" path="m1025,1095l1025,8026e" filled="f" stroked="t" strokeweight=".82pt" strokecolor="#000000">
                <v:path arrowok="t"/>
              </v:shape>
            </v:group>
            <v:group style="position:absolute;left:10807;top:1095;width:2;height:6931" coordorigin="10807,1095" coordsize="2,6931">
              <v:shape style="position:absolute;left:10807;top:1095;width:2;height:6931" coordorigin="10807,1095" coordsize="0,6931" path="m10807,1095l10807,8026e" filled="f" stroked="t" strokeweight=".82pt" strokecolor="#000000">
                <v:path arrowok="t"/>
              </v:shape>
            </v:group>
            <v:group style="position:absolute;left:1018;top:8028;width:9797;height:2" coordorigin="1018,8028" coordsize="9797,2">
              <v:shape style="position:absolute;left:1018;top:8028;width:9797;height:2" coordorigin="1018,8028" coordsize="9797,0" path="m1018,8028l10814,802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before="69"/>
        <w:ind w:left="314" w:right="0" w:hanging="200"/>
        <w:jc w:val="left"/>
      </w:pPr>
      <w:r>
        <w:rPr/>
        <w:pict>
          <v:group style="position:absolute;margin-left:50.470001pt;margin-top:-265.476868pt;width:494.500026pt;height:230.019951pt;mso-position-horizontal-relative:page;mso-position-vertical-relative:paragraph;z-index:-558" coordorigin="1009,-5310" coordsize="9890,4600">
            <v:group style="position:absolute;left:1018;top:-5301;width:9874;height:2" coordorigin="1018,-5301" coordsize="9874,2">
              <v:shape style="position:absolute;left:1018;top:-5301;width:9874;height:2" coordorigin="1018,-5301" coordsize="9874,0" path="m1018,-5301l10891,-5301e" filled="f" stroked="t" strokeweight=".82pt" strokecolor="#000000">
                <v:path arrowok="t"/>
              </v:shape>
            </v:group>
            <v:group style="position:absolute;left:1025;top:-5299;width:2;height:4579" coordorigin="1025,-5299" coordsize="2,4579">
              <v:shape style="position:absolute;left:1025;top:-5299;width:2;height:4579" coordorigin="1025,-5299" coordsize="0,4579" path="m1025,-5299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299;width:2;height:4579" coordorigin="10884,-5299" coordsize="2,4579">
              <v:shape style="position:absolute;left:10884;top:-5299;width:2;height:4579" coordorigin="10884,-5299" coordsize="0,4579" path="m10884,-5299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Indicar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esteve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presente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conduziu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Sim,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esteve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esente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conduziu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ão,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não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esteve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presente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conduziu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617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assinalou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quadrícula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queira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confirmar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verifica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seguintes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tuações: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55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3.1a.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tifica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pessoalmente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em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(DD/MM/AAAA)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desse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modo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local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previstos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conduziu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decisão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essa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proferida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mesmo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não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estando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presente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0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não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</w:t>
      </w:r>
      <w:r>
        <w:rPr>
          <w:b w:val="0"/>
          <w:bCs w:val="0"/>
          <w:spacing w:val="-2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ada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pessoalmente,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recebeu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efec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ivamente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outros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meios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informação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oficial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local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previstos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conduziu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deixou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inequivocamente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estabelecido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teve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conhecimento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previsto,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8"/>
          <w:w w:val="100"/>
          <w:u w:val="single" w:color="000000"/>
        </w:rPr>
        <w:t>fo</w:t>
      </w:r>
      <w:r>
        <w:rPr>
          <w:b w:val="0"/>
          <w:bCs w:val="0"/>
          <w:spacing w:val="-4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inf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6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que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pod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proferida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mesmo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não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estando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julgamento;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/>
        <w:pict>
          <v:group style="position:absolute;margin-left:50.470001pt;margin-top:55.910023pt;width:490.659999pt;height:588.819985pt;mso-position-horizontal-relative:page;mso-position-vertical-relative:page;z-index:-556" coordorigin="1009,1118" coordsize="9813,11776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1755" coordorigin="1025,1129" coordsize="2,11755">
              <v:shape style="position:absolute;left:1025;top:1129;width:2;height:11755" coordorigin="1025,1129" coordsize="0,11755" path="m1025,1129l1025,12884e" filled="f" stroked="t" strokeweight=".82pt" strokecolor="#000000">
                <v:path arrowok="t"/>
              </v:shape>
            </v:group>
            <v:group style="position:absolute;left:1018;top:12886;width:9797;height:2" coordorigin="1018,12886" coordsize="9797,2">
              <v:shape style="position:absolute;left:1018;top:12886;width:9797;height:2" coordorigin="1018,12886" coordsize="9797,0" path="m1018,12886l10814,12886e" filled="f" stroked="t" strokeweight=".82pt" strokecolor="#000000">
                <v:path arrowok="t"/>
              </v:shape>
            </v:group>
            <v:group style="position:absolute;left:10807;top:1129;width:2;height:11755" coordorigin="10807,1129" coordsize="2,11755">
              <v:shape style="position:absolute;left:10807;top:1129;width:2;height:11755" coordorigin="10807,1129" coordsize="0,11755" path="m10807,1129l10807,1288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30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tendo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conhecimento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previsto,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conferiu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de</w:t>
      </w:r>
      <w:r>
        <w:rPr>
          <w:b w:val="0"/>
          <w:bCs w:val="0"/>
          <w:spacing w:val="-9"/>
          <w:w w:val="100"/>
          <w:u w:val="single" w:color="000000"/>
        </w:rPr>
        <w:t>f</w:t>
      </w:r>
      <w:r>
        <w:rPr>
          <w:b w:val="0"/>
          <w:bCs w:val="0"/>
          <w:spacing w:val="0"/>
          <w:w w:val="100"/>
          <w:u w:val="single" w:color="000000"/>
        </w:rPr>
        <w:t>ensor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des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gnado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por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pelo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Estado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defesa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em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tribunal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-9"/>
          <w:w w:val="100"/>
          <w:u w:val="single" w:color="000000"/>
        </w:rPr>
        <w:t>f</w:t>
      </w:r>
      <w:r>
        <w:rPr>
          <w:b w:val="0"/>
          <w:bCs w:val="0"/>
          <w:spacing w:val="-1"/>
          <w:w w:val="100"/>
          <w:u w:val="single" w:color="000000"/>
        </w:rPr>
        <w:t>ec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ivamente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representada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por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esse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defensor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8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7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pessoa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tificada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ecisão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em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(DD/MM/AAAA)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expressamente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direito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estar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presente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nesse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permite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reapreciação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mérito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causa,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incluindo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provas,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conduzir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inicial: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declarou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expressamente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não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contestava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279" w:val="left" w:leader="none"/>
        </w:tabs>
        <w:spacing w:line="342" w:lineRule="auto" w:before="69"/>
        <w:ind w:left="844" w:right="249" w:firstLine="868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não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requereu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dentro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prazo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aplicável;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não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tificada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pessoalmente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mas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416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pessoalmente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imediatamente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após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entrega;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273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quando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notificada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expressamente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2"/>
          <w:w w:val="100"/>
          <w:u w:val="single" w:color="000000"/>
        </w:rPr>
        <w:t>re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lhe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assiste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presente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nesse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permite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reapreciação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mérito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causa,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incluindo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provas,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conduzir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decisão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inicial;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430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pessoa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prazo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solicitar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julgamento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recurso,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dias.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671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assinalou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quadrícula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supra,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queira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necer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informações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4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sobre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preenchida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condição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pertinente: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685.779984pt;mso-position-horizontal-relative:page;mso-position-vertical-relative:page;z-index:-555" coordorigin="1009,1449" coordsize="9890,13716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3694" coordorigin="1025,1460" coordsize="2,13694">
              <v:shape style="position:absolute;left:1025;top:1460;width:2;height:13694" coordorigin="1025,1460" coordsize="0,13694" path="m1025,1460l1025,15154e" filled="f" stroked="t" strokeweight=".82pt" strokecolor="#000000">
                <v:path arrowok="t"/>
              </v:shape>
            </v:group>
            <v:group style="position:absolute;left:1018;top:15157;width:9874;height:2" coordorigin="1018,15157" coordsize="9874,2">
              <v:shape style="position:absolute;left:1018;top:15157;width:9874;height:2" coordorigin="1018,15157" coordsize="9874,0" path="m1018,15157l10891,15157e" filled="f" stroked="t" strokeweight=".82pt" strokecolor="#000000">
                <v:path arrowok="t"/>
              </v:shape>
            </v:group>
            <v:group style="position:absolute;left:10884;top:1460;width:2;height:13694" coordorigin="10884,1460" coordsize="2,13694">
              <v:shape style="position:absolute;left:10884;top:1460;width:2;height:13694" coordorigin="10884,1460" coordsize="0,13694" path="m10884,1460l10884,1515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Infracção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infracções: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detençã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refer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tota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…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infracção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õe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4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530"/>
        <w:jc w:val="left"/>
      </w:pPr>
      <w:r>
        <w:rPr>
          <w:b w:val="0"/>
          <w:bCs w:val="0"/>
          <w:spacing w:val="-1"/>
          <w:w w:val="100"/>
        </w:rPr>
        <w:t>Descriçã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circunstânc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infracção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õe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2"/>
          <w:w w:val="100"/>
        </w:rPr>
        <w:t>ra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ida(s)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incluind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hora)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loca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gra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participaçã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procurad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infracção/nas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infracções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Naturez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qualificaçã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ju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ídic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infracção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4"/>
          <w:w w:val="100"/>
        </w:rPr>
        <w:t>õ</w:t>
      </w:r>
      <w:r>
        <w:rPr>
          <w:b w:val="0"/>
          <w:bCs w:val="0"/>
          <w:spacing w:val="-7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disposiçã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legal/códig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aplicável: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201" w:hanging="567"/>
        <w:jc w:val="left"/>
      </w:pPr>
      <w:r>
        <w:rPr>
          <w:b w:val="0"/>
          <w:bCs w:val="0"/>
          <w:spacing w:val="-1"/>
          <w:w w:val="100"/>
        </w:rPr>
        <w:t>Indicar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disso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infracçõe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seguem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puníveis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Estado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emissã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seguranç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2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liberdad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0"/>
          <w:w w:val="100"/>
        </w:rPr>
        <w:t>duração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áxim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inferio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ano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definida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legislaçã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Estado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Membro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emissão: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Part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paçã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organizaçã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criminosa;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9"/>
          <w:w w:val="100"/>
        </w:rPr>
        <w:t>o;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humanos;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17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Exp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oraçã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sexua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criança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pedopornografia;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estupefac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ente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substância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psicotrópicas;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muniçõe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explosivos;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Corrupção;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40" w:lineRule="auto" w:before="2"/>
        <w:ind w:left="719" w:right="496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Fraude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incluind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fraud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lesiv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interesse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financeiro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Comunidade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acepçã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Convenção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26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Julh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1995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relativ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Protecçã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0"/>
          <w:w w:val="100"/>
        </w:rPr>
        <w:t>n</w:t>
      </w:r>
      <w:r>
        <w:rPr>
          <w:b w:val="0"/>
          <w:bCs w:val="0"/>
          <w:spacing w:val="-1"/>
          <w:w w:val="100"/>
        </w:rPr>
        <w:t>teresses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Financeiro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Comunidade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Europeias;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Branqueament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produto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crime;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moeda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incluind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contrafacçã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Cibercriminalidade;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 w:before="7"/>
        <w:ind w:left="719" w:right="330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Crime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ambiente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incluind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espécie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animai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ameaçada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5"/>
          <w:w w:val="100"/>
        </w:rPr>
        <w:t>s</w:t>
      </w:r>
      <w:r>
        <w:rPr>
          <w:b w:val="0"/>
          <w:bCs w:val="0"/>
          <w:spacing w:val="-1"/>
          <w:w w:val="100"/>
        </w:rPr>
        <w:t>pécie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variedade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vegetai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ameaçadas;</w:t>
      </w:r>
      <w:r>
        <w:rPr>
          <w:b w:val="0"/>
          <w:bCs w:val="0"/>
          <w:spacing w:val="0"/>
          <w:w w:val="100"/>
        </w:rPr>
      </w:r>
    </w:p>
    <w:p>
      <w:pPr>
        <w:spacing w:after="0" w:line="274" w:lineRule="exact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154.179985pt;mso-position-horizontal-relative:page;mso-position-vertical-relative:page;z-index:-554" coordorigin="1009,1118" coordsize="9890,3084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3062" coordorigin="1025,1129" coordsize="2,3062">
              <v:shape style="position:absolute;left:1025;top:1129;width:2;height:3062" coordorigin="1025,1129" coordsize="0,3062" path="m1025,1129l1025,4191e" filled="f" stroked="t" strokeweight=".82pt" strokecolor="#000000">
                <v:path arrowok="t"/>
              </v:shape>
            </v:group>
            <v:group style="position:absolute;left:1018;top:4194;width:9874;height:2" coordorigin="1018,4194" coordsize="9874,2">
              <v:shape style="position:absolute;left:1018;top:4194;width:9874;height:2" coordorigin="1018,4194" coordsize="9874,0" path="m1018,4194l10891,4194e" filled="f" stroked="t" strokeweight=".82pt" strokecolor="#000000">
                <v:path arrowok="t"/>
              </v:shape>
            </v:group>
            <v:group style="position:absolute;left:10884;top:1129;width:2;height:3062" coordorigin="10884,1129" coordsize="2,3062">
              <v:shape style="position:absolute;left:10884;top:1129;width:2;height:3062" coordorigin="10884,1129" coordsize="0,3062" path="m10884,1129l10884,419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xíli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entrad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permanênci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irregulares;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Homicídi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2"/>
          <w:w w:val="100"/>
        </w:rPr>
        <w:t>ár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-1"/>
          <w:w w:val="100"/>
        </w:rPr>
        <w:t>ensa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corporai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graves;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órgão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tecido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humanos;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Rapto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sequestr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tomad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reféns;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Racism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xen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bia;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Roub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organiz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ar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ada;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culturais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incluind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"/>
          <w:w w:val="100"/>
        </w:rPr>
        <w:t>iguidade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obra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arte;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Bur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3"/>
          <w:w w:val="100"/>
        </w:rPr>
        <w:t>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Extorsã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protecçã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extorsão;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Contrafacçã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piratage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produtos;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documento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administrativo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respectiv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tráfico;</w:t>
      </w:r>
      <w:r>
        <w:rPr>
          <w:b w:val="0"/>
          <w:bCs w:val="0"/>
          <w:spacing w:val="0"/>
          <w:w w:val="100"/>
        </w:rPr>
      </w:r>
    </w:p>
    <w:p>
      <w:pPr>
        <w:spacing w:after="0" w:line="274" w:lineRule="exact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</w:t>
      </w:r>
      <w:r>
        <w:rPr>
          <w:b w:val="0"/>
          <w:bCs w:val="0"/>
          <w:spacing w:val="3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pagamento;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substância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hormonai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outro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estimuladore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crescimento;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materiai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nucleare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radioactivos;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veículo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roubados;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ação;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Fogo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posto;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Crime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abrangido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jurisdiçã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Tribu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Pena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Internaci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nal;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Desvi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aviã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navi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Sabotagem.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23" w:val="left" w:leader="none"/>
        </w:tabs>
        <w:ind w:left="724" w:right="0" w:hanging="572"/>
        <w:jc w:val="left"/>
      </w:pPr>
      <w:r>
        <w:rPr>
          <w:b w:val="0"/>
          <w:bCs w:val="0"/>
          <w:spacing w:val="-1"/>
          <w:w w:val="100"/>
        </w:rPr>
        <w:t>Descriçã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complet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infrac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1"/>
          <w:w w:val="100"/>
        </w:rPr>
        <w:t>ão(</w:t>
      </w:r>
      <w:r>
        <w:rPr>
          <w:b w:val="0"/>
          <w:bCs w:val="0"/>
          <w:spacing w:val="1"/>
          <w:w w:val="100"/>
        </w:rPr>
        <w:t>õe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encontr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previst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ponto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556915pt;width:494.500026pt;height:273.700035pt;mso-position-horizontal-relative:page;mso-position-vertical-relative:paragraph;z-index:-553" coordorigin="1009,-5751" coordsize="9890,5474">
            <v:group style="position:absolute;left:1018;top:-5743;width:9874;height:2" coordorigin="1018,-5743" coordsize="9874,2">
              <v:shape style="position:absolute;left:1018;top:-5743;width:9874;height:2" coordorigin="1018,-5743" coordsize="9874,0" path="m1018,-5743l10891,-5743e" filled="f" stroked="t" strokeweight=".82pt" strokecolor="#000000">
                <v:path arrowok="t"/>
              </v:shape>
            </v:group>
            <v:group style="position:absolute;left:1025;top:-5741;width:2;height:5453" coordorigin="1025,-5741" coordsize="2,5453">
              <v:shape style="position:absolute;left:1025;top:-5741;width:2;height:5453" coordorigin="1025,-5741" coordsize="0,5453" path="m1025,-574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5741;width:2;height:5453" coordorigin="10884,-5741" coordsize="2,5453">
              <v:shape style="position:absolute;left:10884;top:-5741;width:2;height:5453" coordorigin="10884,-5741" coordsize="0,5453" path="m10884,-574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Outra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circunstância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ertinente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process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(faculta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ivo):</w:t>
      </w:r>
      <w:r>
        <w:rPr>
          <w:b w:val="0"/>
          <w:bCs w:val="0"/>
          <w:spacing w:val="0"/>
          <w:w w:val="100"/>
        </w:rPr>
      </w:r>
    </w:p>
    <w:p>
      <w:pPr>
        <w:spacing w:line="279" w:lineRule="auto" w:before="65"/>
        <w:ind w:left="152" w:right="18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(NB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Inclui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aqu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eventuai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observaçõe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sobr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extraterritorialidade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interrupçã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prazo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outras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consequência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infracções)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pStyle w:val="BodyText"/>
        <w:spacing w:before="25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693104pt;width:494.500026pt;height:173.140007pt;mso-position-horizontal-relative:page;mso-position-vertical-relative:paragraph;z-index:-551" coordorigin="1009,734" coordsize="9890,3463">
            <v:group style="position:absolute;left:1018;top:742;width:9874;height:2" coordorigin="1018,742" coordsize="9874,2">
              <v:shape style="position:absolute;left:1018;top:742;width:9874;height:2" coordorigin="1018,742" coordsize="9874,0" path="m1018,742l10891,742e" filled="f" stroked="t" strokeweight=".82pt" strokecolor="#000000">
                <v:path arrowok="t"/>
              </v:shape>
            </v:group>
            <v:group style="position:absolute;left:1025;top:744;width:2;height:3442" coordorigin="1025,744" coordsize="2,3442">
              <v:shape style="position:absolute;left:1025;top:744;width:2;height:3442" coordorigin="1025,744" coordsize="0,3442" path="m1025,744l1025,4186e" filled="f" stroked="t" strokeweight=".82pt" strokecolor="#000000">
                <v:path arrowok="t"/>
              </v:shape>
            </v:group>
            <v:group style="position:absolute;left:1018;top:4188;width:9874;height:2" coordorigin="1018,4188" coordsize="9874,2">
              <v:shape style="position:absolute;left:1018;top:4188;width:9874;height:2" coordorigin="1018,4188" coordsize="9874,0" path="m1018,4188l10891,4188e" filled="f" stroked="t" strokeweight=".82pt" strokecolor="#000000">
                <v:path arrowok="t"/>
              </v:shape>
            </v:group>
            <v:group style="position:absolute;left:10884;top:744;width:2;height:3442" coordorigin="10884,744" coordsize="2,3442">
              <v:shape style="position:absolute;left:10884;top:744;width:2;height:3442" coordorigin="10884,744" coordsize="0,3442" path="m10884,744l10884,418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74" w:lineRule="exact" w:before="74"/>
        <w:ind w:left="719" w:right="391" w:hanging="567"/>
        <w:jc w:val="left"/>
      </w:pPr>
      <w:r>
        <w:rPr/>
        <w:pict>
          <v:group style="position:absolute;margin-left:50.470001pt;margin-top:-99.63002pt;width:494.500026pt;height:85.780022pt;mso-position-horizontal-relative:page;mso-position-vertical-relative:paragraph;z-index:-552" coordorigin="1009,-1993" coordsize="9890,1716">
            <v:group style="position:absolute;left:1018;top:-1984;width:9874;height:2" coordorigin="1018,-1984" coordsize="9874,2">
              <v:shape style="position:absolute;left:1018;top:-1984;width:9874;height:2" coordorigin="1018,-1984" coordsize="9874,0" path="m1018,-1984l10891,-1984e" filled="f" stroked="t" strokeweight=".82pt" strokecolor="#000000">
                <v:path arrowok="t"/>
              </v:shape>
            </v:group>
            <v:group style="position:absolute;left:1025;top:-1982;width:2;height:1694" coordorigin="1025,-1982" coordsize="2,1694">
              <v:shape style="position:absolute;left:1025;top:-1982;width:2;height:1694" coordorigin="1025,-1982" coordsize="0,1694" path="m1025,-198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1982;width:2;height:1694" coordorigin="10884,-1982" coordsize="2,1694">
              <v:shape style="position:absolute;left:10884;top:-1982;width:2;height:1694" coordorigin="10884,-1982" coordsize="0,1694" path="m10884,-198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prese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englob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també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apreensã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entreg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poderã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servi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prova.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291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englob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també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apreensã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entreg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adquirido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pessoa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procurad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resultad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infracção: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Descriçã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localização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ossível):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1"/>
        <w:ind w:left="719" w:right="270" w:hanging="567"/>
        <w:jc w:val="left"/>
      </w:pPr>
      <w:r>
        <w:rPr>
          <w:b w:val="0"/>
          <w:bCs w:val="0"/>
          <w:spacing w:val="-2"/>
          <w:w w:val="100"/>
        </w:rPr>
        <w:t>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fracção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õe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es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7"/>
          <w:w w:val="100"/>
        </w:rPr>
        <w:t>ã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bas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mandad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detençã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sã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passív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seguranç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liberd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carácter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perpétuo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(tê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efeit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medida: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253" w:hanging="567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ste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juríd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Estado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emissã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permit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revisã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proferid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ped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ou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tardar,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prazo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vist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cumpriment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medida;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e/ou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167" w:hanging="567"/>
        <w:jc w:val="left"/>
      </w:pPr>
      <w:r>
        <w:rPr/>
        <w:pict>
          <v:group style="position:absolute;margin-left:50.470001pt;margin-top:91.553085pt;width:494.500026pt;height:277.780022pt;mso-position-horizontal-relative:page;mso-position-vertical-relative:paragraph;z-index:-549" coordorigin="1009,1831" coordsize="9890,5556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534" coordorigin="1025,1842" coordsize="2,5534">
              <v:shape style="position:absolute;left:1025;top:1842;width:2;height:5534" coordorigin="1025,1842" coordsize="0,5534" path="m1025,1842l1025,7376e" filled="f" stroked="t" strokeweight=".82pt" strokecolor="#000000">
                <v:path arrowok="t"/>
              </v:shape>
            </v:group>
            <v:group style="position:absolute;left:1018;top:7378;width:9874;height:2" coordorigin="1018,7378" coordsize="9874,2">
              <v:shape style="position:absolute;left:1018;top:7378;width:9874;height:2" coordorigin="1018,7378" coordsize="9874,0" path="m1018,7378l10891,7378e" filled="f" stroked="t" strokeweight=".82pt" strokecolor="#000000">
                <v:path arrowok="t"/>
              </v:shape>
            </v:group>
            <v:group style="position:absolute;left:10884;top:1842;width:2;height:5534" coordorigin="10884,1842" coordsize="2,5534">
              <v:shape style="position:absolute;left:10884;top:1842;width:2;height:5534" coordorigin="10884,1842" coordsize="0,5534" path="m10884,1842l10884,737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ste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jurídic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Estado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emissã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permit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aplicaçã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dida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emência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tenh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direit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termo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direit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prátic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Estad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Membro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emissão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vist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cumpriment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medida.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34.276886pt;width:494.500026pt;height:202.659966pt;mso-position-horizontal-relative:page;mso-position-vertical-relative:paragraph;z-index:-550" coordorigin="1009,-4686" coordsize="9890,4053">
            <v:group style="position:absolute;left:1018;top:-4677;width:9874;height:2" coordorigin="1018,-4677" coordsize="9874,2">
              <v:shape style="position:absolute;left:1018;top:-4677;width:9874;height:2" coordorigin="1018,-4677" coordsize="9874,0" path="m1018,-4677l10891,-4677e" filled="f" stroked="t" strokeweight=".82pt" strokecolor="#000000">
                <v:path arrowok="t"/>
              </v:shape>
            </v:group>
            <v:group style="position:absolute;left:1025;top:-4675;width:2;height:4032" coordorigin="1025,-4675" coordsize="2,4032">
              <v:shape style="position:absolute;left:1025;top:-4675;width:2;height:4032" coordorigin="1025,-4675" coordsize="0,4032" path="m1025,-4675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4675;width:2;height:4032" coordorigin="10884,-4675" coordsize="2,4032">
              <v:shape style="position:absolute;left:10884;top:-4675;width:2;height:4032" coordorigin="10884,-4675" coordsize="0,4032" path="m10884,-4675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Autor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2"/>
          <w:w w:val="100"/>
        </w:rPr>
        <w:t>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judiciári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emi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mandado: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Designaçã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oficial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seu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epresentante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4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Função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(título/grau):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Referênci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processo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0"/>
          <w:w w:val="100"/>
        </w:rPr>
        <w:t>Endereço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one: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naciona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regional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(…</w:t>
      </w:r>
      <w:r>
        <w:rPr>
          <w:b w:val="0"/>
          <w:bCs w:val="0"/>
          <w:spacing w:val="15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naci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(indicativo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ona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2"/>
          <w:w w:val="100"/>
        </w:rPr>
        <w:t>(…</w:t>
      </w:r>
      <w:r>
        <w:rPr>
          <w:b w:val="0"/>
          <w:bCs w:val="0"/>
          <w:spacing w:val="1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-1"/>
          <w:w w:val="100"/>
        </w:rPr>
        <w:t>Contact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indicad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trata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ecessário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aspecto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prático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inerente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entrega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0"/>
          <w:w w:val="10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469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48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2"/>
          <w:w w:val="100"/>
          <w:position w:val="0"/>
        </w:rPr>
        <w:t>Ser</w:t>
      </w:r>
      <w:r>
        <w:rPr>
          <w:b w:val="0"/>
          <w:bCs w:val="0"/>
          <w:spacing w:val="0"/>
          <w:w w:val="100"/>
          <w:position w:val="0"/>
        </w:rPr>
        <w:t>á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incl</w:t>
      </w:r>
      <w:r>
        <w:rPr>
          <w:b w:val="0"/>
          <w:bCs w:val="0"/>
          <w:spacing w:val="4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íd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diferente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versõe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linguís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ica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referênci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"detentor</w:t>
      </w:r>
      <w:r>
        <w:rPr>
          <w:b w:val="0"/>
          <w:bCs w:val="0"/>
          <w:spacing w:val="0"/>
          <w:w w:val="100"/>
          <w:position w:val="0"/>
        </w:rPr>
        <w:t>"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autoridade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judiciária.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79" w:lineRule="auto" w:before="69"/>
        <w:ind w:right="270"/>
        <w:jc w:val="left"/>
      </w:pP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tenh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designad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autoridad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centra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transmissã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recepçã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administrativa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dos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mandado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detençã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europeus: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Designaçã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autoridad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Pesso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eventualment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contacta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(título/gra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nome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Endereço:…………………………………………………………………………………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one: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naciona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regional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(…</w:t>
      </w:r>
      <w:r>
        <w:rPr>
          <w:b w:val="0"/>
          <w:bCs w:val="0"/>
          <w:spacing w:val="15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9"/>
        <w:ind w:left="719" w:right="0"/>
        <w:jc w:val="left"/>
      </w:pPr>
      <w:r>
        <w:rPr/>
        <w:pict>
          <v:group style="position:absolute;margin-left:50.470001pt;margin-top:71.483131pt;width:494.500026pt;height:174.82pt;mso-position-horizontal-relative:page;mso-position-vertical-relative:paragraph;z-index:-546" coordorigin="1009,1430" coordsize="9890,3496">
            <v:group style="position:absolute;left:1018;top:1438;width:9874;height:2" coordorigin="1018,1438" coordsize="9874,2">
              <v:shape style="position:absolute;left:1018;top:1438;width:9874;height:2" coordorigin="1018,1438" coordsize="9874,0" path="m1018,1438l10891,1438e" filled="f" stroked="t" strokeweight=".82pt" strokecolor="#000000">
                <v:path arrowok="t"/>
              </v:shape>
            </v:group>
            <v:group style="position:absolute;left:1025;top:1440;width:2;height:3475" coordorigin="1025,1440" coordsize="2,3475">
              <v:shape style="position:absolute;left:1025;top:1440;width:2;height:3475" coordorigin="1025,1440" coordsize="0,3475" path="m1025,1440l1025,4915e" filled="f" stroked="t" strokeweight=".82pt" strokecolor="#000000">
                <v:path arrowok="t"/>
              </v:shape>
            </v:group>
            <v:group style="position:absolute;left:1018;top:4918;width:9874;height:2" coordorigin="1018,4918" coordsize="9874,2">
              <v:shape style="position:absolute;left:1018;top:4918;width:9874;height:2" coordorigin="1018,4918" coordsize="9874,0" path="m1018,4918l10891,4918e" filled="f" stroked="t" strokeweight=".82pt" strokecolor="#000000">
                <v:path arrowok="t"/>
              </v:shape>
            </v:group>
            <v:group style="position:absolute;left:10884;top:1440;width:2;height:3475" coordorigin="10884,1440" coordsize="2,3475">
              <v:shape style="position:absolute;left:10884;top:1440;width:2;height:3475" coordorigin="10884,1440" coordsize="0,3475" path="m10884,1440l10884,491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naci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(indicativo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ona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2"/>
          <w:w w:val="100"/>
        </w:rPr>
        <w:t>(…</w:t>
      </w:r>
      <w:r>
        <w:rPr>
          <w:b w:val="0"/>
          <w:bCs w:val="0"/>
          <w:spacing w:val="1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4.116913pt;width:494.500026pt;height:242.500054pt;mso-position-horizontal-relative:page;mso-position-vertical-relative:paragraph;z-index:-547" coordorigin="1009,-5482" coordsize="9890,4850">
            <v:group style="position:absolute;left:1018;top:-5474;width:9874;height:2" coordorigin="1018,-5474" coordsize="9874,2">
              <v:shape style="position:absolute;left:1018;top:-5474;width:9874;height:2" coordorigin="1018,-5474" coordsize="9874,0" path="m1018,-5474l10891,-5474e" filled="f" stroked="t" strokeweight=".82pt" strokecolor="#000000">
                <v:path arrowok="t"/>
              </v:shape>
            </v:group>
            <v:group style="position:absolute;left:1025;top:-5472;width:2;height:4829" coordorigin="1025,-5472" coordsize="2,4829">
              <v:shape style="position:absolute;left:1025;top:-5472;width:2;height:4829" coordorigin="1025,-5472" coordsize="0,4829" path="m1025,-5472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472;width:2;height:4829" coordorigin="10884,-5472" coordsize="2,4829">
              <v:shape style="position:absolute;left:10884;top:-5472;width:2;height:4829" coordorigin="10884,-5472" coordsize="0,4829" path="m10884,-5472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Assinatur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autoridad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judiciári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emissã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e/o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representante: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e: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</w:t>
      </w:r>
    </w:p>
    <w:p>
      <w:pPr>
        <w:pStyle w:val="BodyText"/>
        <w:spacing w:before="65"/>
        <w:ind w:right="0"/>
        <w:jc w:val="left"/>
      </w:pPr>
      <w:r>
        <w:rPr>
          <w:b w:val="0"/>
          <w:bCs w:val="0"/>
          <w:spacing w:val="-1"/>
          <w:w w:val="100"/>
        </w:rPr>
        <w:t>Funçã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(título</w:t>
      </w:r>
      <w:r>
        <w:rPr>
          <w:b w:val="0"/>
          <w:bCs w:val="0"/>
          <w:spacing w:val="0"/>
          <w:w w:val="100"/>
        </w:rPr>
        <w:t>/grau):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Data:</w:t>
      </w:r>
      <w:r>
        <w:rPr>
          <w:b w:val="0"/>
          <w:bCs w:val="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47.199997pt;margin-top:80.803131pt;width:100.800003pt;height:.1pt;mso-position-horizontal-relative:page;mso-position-vertical-relative:paragraph;z-index:-545" coordorigin="4944,1616" coordsize="2016,2">
            <v:shape style="position:absolute;left:4944;top:1616;width:2016;height:2" coordorigin="4944,1616" coordsize="2016,0" path="m4944,1616l6960,1616e" filled="f" stroked="t" strokeweight=".7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Carimb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oficia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(eventualmente)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4.520020pt;margin-top:796.715881pt;width:25.090979pt;height:20pt;mso-position-horizontal-relative:page;mso-position-vertical-relative:page;z-index:-564" type="#_x0000_t202" filled="f" stroked="f">
          <v:textbox inset="0,0,0,0">
            <w:txbxContent>
              <w:p>
                <w:pPr>
                  <w:spacing w:line="388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PT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62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47.360002pt;height:28.4pt;mso-position-horizontal-relative:page;mso-position-vertical-relative:page;z-index:-56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11</w:t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2"/>
                    <w:w w:val="100"/>
                  </w:rPr>
                  <w:t>ANE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X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O</w:t>
                </w:r>
              </w:p>
            </w:txbxContent>
          </v:textbox>
          <w10:wrap type="none"/>
        </v:shape>
      </w:pict>
    </w:r>
    <w:r>
      <w:rPr/>
      <w:pict>
        <v:shape style="position:absolute;margin-left:407.720001pt;margin-top:785.223938pt;width:35.333988pt;height:14pt;mso-position-horizontal-relative:page;mso-position-vertical-relative:page;z-index:-56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AB/fm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520020pt;margin-top:785.223938pt;width:26.039979pt;height:31.491957pt;mso-position-horizontal-relative:page;mso-position-vertical-relative:page;z-index:-559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4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PT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5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8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2014-11-19T09:21:31Z</dcterms:created>
  <dcterms:modified xsi:type="dcterms:W3CDTF">2014-11-19T09:21:31Z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2014-11-19T00:00:00Z</vt:filetime>
  </property>
</Properties>
</file>