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717" w:right="0" w:firstLine="1713"/>
        <w:jc w:val="left"/>
        <w:rPr>
          <w:b w:val="0"/>
          <w:bCs w:val="0"/>
        </w:rPr>
      </w:pPr>
      <w:r>
        <w:rPr>
          <w:spacing w:val="-1"/>
          <w:w w:val="100"/>
        </w:rPr>
        <w:t>RADA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UNI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EUROPEJSKIEJ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9" w:right="75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Br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a,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lipc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3" w:space="40"/>
            <w:col w:w="5777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Sek</w:t>
      </w:r>
      <w:r>
        <w:rPr>
          <w:b w:val="0"/>
          <w:bCs w:val="0"/>
          <w:spacing w:val="1"/>
          <w:w w:val="100"/>
        </w:rPr>
        <w:t>retar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Generalny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/>
        <w:pict>
          <v:group style="position:absolute;margin-left:56.639999pt;margin-top:16.73312pt;width:481.680008pt;height:.1pt;mso-position-horizontal-relative:page;mso-position-vertical-relative:paragraph;z-index:-547" coordorigin="1133,335" coordsize="9634,2">
            <v:shape style="position:absolute;left:1133;top:335;width:9634;height:2" coordorigin="1133,335" coordsize="9634,0" path="m1133,335l10766,335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</w:t>
      </w:r>
      <w:r>
        <w:rPr>
          <w:b w:val="0"/>
          <w:bCs w:val="0"/>
          <w:spacing w:val="-1"/>
          <w:w w:val="100"/>
        </w:rPr>
        <w:t>acje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30" w:lineRule="auto" w:before="21"/>
        <w:ind w:left="1852" w:right="849" w:hanging="1700"/>
        <w:jc w:val="left"/>
      </w:pPr>
      <w:r>
        <w:rPr>
          <w:b w:val="0"/>
          <w:bCs w:val="0"/>
          <w:spacing w:val="1"/>
          <w:w w:val="100"/>
          <w:position w:val="-3"/>
        </w:rPr>
        <w:t>Dot</w:t>
      </w:r>
      <w:r>
        <w:rPr>
          <w:b w:val="0"/>
          <w:bCs w:val="0"/>
          <w:spacing w:val="-10"/>
          <w:w w:val="100"/>
          <w:position w:val="-3"/>
        </w:rPr>
        <w:t>y</w:t>
      </w:r>
      <w:r>
        <w:rPr>
          <w:b w:val="0"/>
          <w:bCs w:val="0"/>
          <w:spacing w:val="1"/>
          <w:w w:val="100"/>
          <w:position w:val="-3"/>
        </w:rPr>
        <w:t>cz</w:t>
      </w:r>
      <w:r>
        <w:rPr>
          <w:b w:val="0"/>
          <w:bCs w:val="0"/>
          <w:spacing w:val="-6"/>
          <w:w w:val="100"/>
          <w:position w:val="-3"/>
        </w:rPr>
        <w:t>y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Decyzj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ramow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Rad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2009/299</w:t>
      </w:r>
      <w:r>
        <w:rPr>
          <w:b w:val="0"/>
          <w:bCs w:val="0"/>
          <w:spacing w:val="5"/>
          <w:w w:val="100"/>
          <w:position w:val="0"/>
        </w:rPr>
        <w:t>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dni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26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6"/>
          <w:w w:val="100"/>
          <w:position w:val="0"/>
        </w:rPr>
        <w:t>lu</w:t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eg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2009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r.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zmieniając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decyzj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ra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2"/>
          <w:w w:val="100"/>
          <w:position w:val="0"/>
        </w:rPr>
        <w:t>ow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2002/584/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2005/214/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2006/783/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2008/909</w:t>
      </w:r>
      <w:r>
        <w:rPr>
          <w:b w:val="0"/>
          <w:bCs w:val="0"/>
          <w:spacing w:val="5"/>
          <w:w w:val="100"/>
          <w:position w:val="0"/>
        </w:rPr>
        <w:t>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ora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</w:t>
      </w:r>
      <w:r>
        <w:rPr>
          <w:b w:val="0"/>
          <w:bCs w:val="0"/>
          <w:spacing w:val="0"/>
          <w:w w:val="100"/>
          <w:position w:val="0"/>
        </w:rPr>
        <w:t>/</w:t>
      </w:r>
      <w:r>
        <w:rPr>
          <w:b w:val="0"/>
          <w:bCs w:val="0"/>
          <w:spacing w:val="-6"/>
          <w:w w:val="100"/>
          <w:position w:val="0"/>
        </w:rPr>
        <w:t>W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y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samym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wz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acniając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praw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procesow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osó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ora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ułatwiając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stosowani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zasady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4" w:lineRule="exact" w:before="4"/>
        <w:ind w:left="1852" w:right="368"/>
        <w:jc w:val="left"/>
      </w:pPr>
      <w:r>
        <w:rPr>
          <w:b w:val="0"/>
          <w:bCs w:val="0"/>
          <w:spacing w:val="-1"/>
          <w:w w:val="100"/>
        </w:rPr>
        <w:t>wzajemneg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uznawani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orzecze</w:t>
      </w:r>
      <w:r>
        <w:rPr>
          <w:b w:val="0"/>
          <w:bCs w:val="0"/>
          <w:spacing w:val="0"/>
          <w:w w:val="100"/>
        </w:rPr>
        <w:t>ń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wydanyc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nieobecnoś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rozpraw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914" w:val="left" w:leader="none"/>
          <w:tab w:pos="9795" w:val="left" w:leader="none"/>
        </w:tabs>
        <w:spacing w:line="276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konsolidowana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wersja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formularza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europejskiego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nakazu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aresztowania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 w:before="1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 w:before="69"/>
        <w:ind w:right="930"/>
        <w:jc w:val="left"/>
      </w:pPr>
      <w:r>
        <w:rPr/>
        <w:pict>
          <v:group style="position:absolute;margin-left:252.479996pt;margin-top:58.525116pt;width:90.000009pt;height:.1pt;mso-position-horizontal-relative:page;mso-position-vertical-relative:paragraph;z-index:-546" coordorigin="5050,1171" coordsize="1800,2">
            <v:shape style="position:absolute;left:5050;top:1171;width:1800;height:2" coordorigin="5050,1171" coordsize="1800,0" path="m5050,1171l6850,1171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załącznik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delegacj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otrzymuj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skons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lidowan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wersj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formular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europejskieg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nakazu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aresztowania.</w:t>
      </w:r>
      <w:r>
        <w:rPr>
          <w:b w:val="0"/>
          <w:bCs w:val="0"/>
          <w:spacing w:val="0"/>
          <w:w w:val="100"/>
        </w:rPr>
      </w:r>
    </w:p>
    <w:p>
      <w:pPr>
        <w:spacing w:after="0" w:line="242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54"/>
        <w:jc w:val="right"/>
        <w:rPr>
          <w:b w:val="0"/>
          <w:bCs w:val="0"/>
        </w:rPr>
      </w:pPr>
      <w:r>
        <w:rPr/>
      </w:r>
      <w:r>
        <w:rPr>
          <w:spacing w:val="-7"/>
          <w:w w:val="100"/>
          <w:u w:val="thick" w:color="000000"/>
        </w:rPr>
        <w:t>Z</w:t>
      </w:r>
      <w:r>
        <w:rPr>
          <w:spacing w:val="4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ŁĄCZNIK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63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EUROPEJSK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NAKA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ARESZTOWANI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208"/>
        <w:jc w:val="left"/>
      </w:pP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zosta</w:t>
      </w:r>
      <w:r>
        <w:rPr>
          <w:b w:val="0"/>
          <w:bCs w:val="0"/>
          <w:spacing w:val="0"/>
          <w:w w:val="100"/>
        </w:rPr>
        <w:t>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wyd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przez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właściwy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organ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sądow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5"/>
          <w:w w:val="100"/>
        </w:rPr>
        <w:t>Wni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skuję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żeb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wymieni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niże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osobę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aresztowan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przekazan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przeprowadzeni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sądoweg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postępowani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karneg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wykonania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kar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pozbawieni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wolnośc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bąd</w:t>
      </w:r>
      <w:r>
        <w:rPr>
          <w:b w:val="0"/>
          <w:bCs w:val="0"/>
          <w:spacing w:val="0"/>
          <w:w w:val="100"/>
        </w:rPr>
        <w:t>ź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środk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zabezpieczającego.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383" w:hanging="567"/>
        <w:jc w:val="both"/>
      </w:pPr>
      <w:r>
        <w:rPr/>
        <w:pict>
          <v:group style="position:absolute;margin-left:56.639999pt;margin-top:.188749pt;width:144.240006pt;height:.1pt;mso-position-horizontal-relative:page;mso-position-vertical-relative:paragraph;z-index:-545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Naka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należ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sporządzi</w:t>
      </w:r>
      <w:r>
        <w:rPr>
          <w:b w:val="0"/>
          <w:bCs w:val="0"/>
          <w:spacing w:val="0"/>
          <w:w w:val="100"/>
          <w:position w:val="0"/>
        </w:rPr>
        <w:t>ć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lu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przetłumaczy</w:t>
      </w:r>
      <w:r>
        <w:rPr>
          <w:b w:val="0"/>
          <w:bCs w:val="0"/>
          <w:spacing w:val="0"/>
          <w:w w:val="100"/>
          <w:position w:val="0"/>
        </w:rPr>
        <w:t>ć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piśmi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jedny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językó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urz</w:t>
      </w:r>
      <w:r>
        <w:rPr>
          <w:b w:val="0"/>
          <w:bCs w:val="0"/>
          <w:spacing w:val="-3"/>
          <w:w w:val="100"/>
          <w:position w:val="0"/>
        </w:rPr>
        <w:t>ę</w:t>
      </w:r>
      <w:r>
        <w:rPr>
          <w:b w:val="0"/>
          <w:bCs w:val="0"/>
          <w:spacing w:val="1"/>
          <w:w w:val="100"/>
          <w:position w:val="0"/>
        </w:rPr>
        <w:t>dow</w:t>
      </w:r>
      <w:r>
        <w:rPr>
          <w:b w:val="0"/>
          <w:bCs w:val="0"/>
          <w:spacing w:val="-10"/>
          <w:w w:val="100"/>
          <w:position w:val="0"/>
        </w:rPr>
        <w:t>y</w:t>
      </w:r>
      <w:r>
        <w:rPr>
          <w:b w:val="0"/>
          <w:bCs w:val="0"/>
          <w:spacing w:val="-1"/>
          <w:w w:val="100"/>
          <w:position w:val="0"/>
        </w:rPr>
        <w:t>ch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w</w:t>
      </w:r>
      <w:r>
        <w:rPr>
          <w:b w:val="0"/>
          <w:bCs w:val="0"/>
          <w:spacing w:val="-10"/>
          <w:w w:val="100"/>
          <w:position w:val="0"/>
        </w:rPr>
        <w:t>y</w:t>
      </w:r>
      <w:r>
        <w:rPr>
          <w:b w:val="0"/>
          <w:bCs w:val="0"/>
          <w:spacing w:val="-1"/>
          <w:w w:val="100"/>
          <w:position w:val="0"/>
        </w:rPr>
        <w:t>konująceg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naka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państw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członkowskiego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jeśl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państw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jes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znane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alb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dowolny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języ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zatwierdzon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prze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państwo.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both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acj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dot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cząca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dotycz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wni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sek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Nazwisk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7"/>
          <w:w w:val="100"/>
        </w:rPr>
        <w:t>imi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Nazwisk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panieńskie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dotycz</w:t>
      </w:r>
      <w:r>
        <w:rPr>
          <w:b w:val="0"/>
          <w:bCs w:val="0"/>
          <w:spacing w:val="-7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Pseudonim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1"/>
          <w:w w:val="100"/>
        </w:rPr>
        <w:t>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3"/>
          <w:w w:val="100"/>
        </w:rPr>
        <w:t>dot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"/>
          <w:w w:val="100"/>
        </w:rPr>
        <w:t>cz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-1"/>
          <w:w w:val="100"/>
        </w:rPr>
        <w:t>eć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Obywatelstw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urodzeni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Miejsc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urodzeni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Sta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miejsc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zamieszkani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i/lu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znany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adre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Języ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rozumian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dotycz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wni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sek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wiad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2"/>
          <w:w w:val="100"/>
        </w:rPr>
        <w:t>Znak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szczeg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0"/>
          <w:w w:val="100"/>
        </w:rPr>
        <w:t>lne/rysopis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której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3"/>
          <w:w w:val="100"/>
        </w:rPr>
        <w:t>dot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"/>
          <w:w w:val="100"/>
        </w:rPr>
        <w:t>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wn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ose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/>
        <w:ind w:left="719" w:right="187"/>
        <w:jc w:val="left"/>
      </w:pPr>
      <w:r>
        <w:rPr/>
        <w:pict>
          <v:group style="position:absolute;margin-left:50.470001pt;margin-top:125.119514pt;width:494.500026pt;height:176.980004pt;mso-position-horizontal-relative:page;mso-position-vertical-relative:paragraph;z-index:-543" coordorigin="1009,2502" coordsize="9890,3540">
            <v:group style="position:absolute;left:1018;top:2511;width:9874;height:2" coordorigin="1018,2511" coordsize="9874,2">
              <v:shape style="position:absolute;left:1018;top:2511;width:9874;height:2" coordorigin="1018,2511" coordsize="9874,0" path="m1018,2511l10891,2511e" filled="f" stroked="t" strokeweight=".82pt" strokecolor="#000000">
                <v:path arrowok="t"/>
              </v:shape>
            </v:group>
            <v:group style="position:absolute;left:1025;top:2513;width:2;height:3518" coordorigin="1025,2513" coordsize="2,3518">
              <v:shape style="position:absolute;left:1025;top:2513;width:2;height:3518" coordorigin="1025,2513" coordsize="0,3518" path="m1025,2513l1025,6031e" filled="f" stroked="t" strokeweight=".82pt" strokecolor="#000000">
                <v:path arrowok="t"/>
              </v:shape>
            </v:group>
            <v:group style="position:absolute;left:1018;top:6034;width:9874;height:2" coordorigin="1018,6034" coordsize="9874,2">
              <v:shape style="position:absolute;left:1018;top:6034;width:9874;height:2" coordorigin="1018,6034" coordsize="9874,0" path="m1018,6034l10891,6034e" filled="f" stroked="t" strokeweight=".82pt" strokecolor="#000000">
                <v:path arrowok="t"/>
              </v:shape>
            </v:group>
            <v:group style="position:absolute;left:10884;top:2513;width:2;height:3518" coordorigin="10884,2513" coordsize="2,3518">
              <v:shape style="position:absolute;left:10884;top:2513;width:2;height:3518" coordorigin="10884,2513" coordsize="0,3518" path="m10884,2513l10884,603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Zdjęci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odcisk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palcó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dotycz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wniosek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takow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dostępn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mogą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zosta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przekazan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tema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któr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-2"/>
          <w:w w:val="100"/>
        </w:rPr>
        <w:t>ż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kontaktowa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uzyskania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tak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informacji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prz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padku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gdy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taki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dokumen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żn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letować,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cho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został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załączon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)</w:t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402.516907pt;width:494.500026pt;height:388.420037pt;mso-position-horizontal-relative:page;mso-position-vertical-relative:paragraph;z-index:-544" coordorigin="1009,-8050" coordsize="9890,7768">
            <v:group style="position:absolute;left:1018;top:-8042;width:9874;height:2" coordorigin="1018,-8042" coordsize="9874,2">
              <v:shape style="position:absolute;left:1018;top:-8042;width:9874;height:2" coordorigin="1018,-8042" coordsize="9874,0" path="m1018,-8042l10891,-8042e" filled="f" stroked="t" strokeweight=".82pt" strokecolor="#000000">
                <v:path arrowok="t"/>
              </v:shape>
            </v:group>
            <v:group style="position:absolute;left:1025;top:-8040;width:2;height:7747" coordorigin="1025,-8040" coordsize="2,7747">
              <v:shape style="position:absolute;left:1025;top:-8040;width:2;height:7747" coordorigin="1025,-8040" coordsize="0,7747" path="m1025,-8040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8040;width:2;height:7747" coordorigin="10884,-8040" coordsize="2,7747">
              <v:shape style="position:absolute;left:10884;top:-8040;width:2;height:7747" coordorigin="10884,-8040" coordsize="0,7747" path="m10884,-8040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Decyzja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podstawi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sporządzon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aresztowani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decyzj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sądow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mają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skutek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285" w:val="left" w:leader="none"/>
        </w:tabs>
        <w:spacing w:line="700" w:lineRule="atLeast" w:before="1"/>
        <w:ind w:left="719" w:right="228" w:firstLine="566"/>
        <w:jc w:val="left"/>
      </w:pPr>
      <w:r>
        <w:rPr>
          <w:b w:val="0"/>
          <w:bCs w:val="0"/>
          <w:spacing w:val="1"/>
          <w:w w:val="100"/>
        </w:rPr>
        <w:t>Rodza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Pod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egające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konani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orzeczeni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</w:r>
      <w:r>
        <w:rPr>
          <w:b w:val="0"/>
          <w:bCs w:val="0"/>
          <w:spacing w:val="0"/>
          <w:w w:val="100"/>
        </w:rPr>
        <w:t>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</w:t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9"/>
        <w:ind w:left="1285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ak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Wskazani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długośc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orzeczone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kar</w:t>
      </w:r>
      <w:r>
        <w:rPr>
          <w:b w:val="0"/>
          <w:bCs w:val="0"/>
          <w:spacing w:val="-7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162" w:hanging="567"/>
        <w:jc w:val="left"/>
      </w:pPr>
      <w:r>
        <w:rPr>
          <w:b w:val="0"/>
          <w:bCs w:val="0"/>
          <w:spacing w:val="-1"/>
          <w:w w:val="100"/>
        </w:rPr>
        <w:t>Maksymaln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długoś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pozbawieni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zatrzymania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jak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żn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zastosowa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okreś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0"/>
          <w:w w:val="100"/>
        </w:rPr>
        <w:t>przestępstwo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Zastosowan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długoś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pozbawieni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lnośc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zatrzymani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Pozostała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odb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czę</w:t>
      </w:r>
      <w:r>
        <w:rPr>
          <w:b w:val="0"/>
          <w:bCs w:val="0"/>
          <w:spacing w:val="2"/>
          <w:w w:val="100"/>
        </w:rPr>
        <w:t>ś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rok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389.14pt;mso-position-horizontal-relative:page;mso-position-vertical-relative:paragraph;z-index:-541" coordorigin="1009,1079" coordsize="9813,7783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7762" coordorigin="1025,1090" coordsize="2,7762">
              <v:shape style="position:absolute;left:1025;top:1090;width:2;height:7762" coordorigin="1025,1090" coordsize="0,7762" path="m1025,1090l1025,8852e" filled="f" stroked="t" strokeweight=".82pt" strokecolor="#000000">
                <v:path arrowok="t"/>
              </v:shape>
            </v:group>
            <v:group style="position:absolute;left:10807;top:1090;width:2;height:7762" coordorigin="10807,1090" coordsize="2,7762">
              <v:shape style="position:absolute;left:10807;top:1090;width:2;height:7762" coordorigin="10807,1090" coordsize="0,7762" path="m10807,1090l10807,8852e" filled="f" stroked="t" strokeweight=".82pt" strokecolor="#000000">
                <v:path arrowok="t"/>
              </v:shape>
            </v:group>
            <v:group style="position:absolute;left:1018;top:8854;width:9797;height:2" coordorigin="1018,8854" coordsize="9797,2">
              <v:shape style="position:absolute;left:1018;top:8854;width:9797;height:2" coordorigin="1018,8854" coordsize="9797,0" path="m1018,8854l10814,88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96" w:val="left" w:leader="none"/>
          <w:tab w:pos="963" w:val="left" w:leader="none"/>
        </w:tabs>
        <w:spacing w:line="363" w:lineRule="auto" w:before="69"/>
        <w:ind w:left="964" w:right="589" w:hanging="850"/>
        <w:jc w:val="left"/>
      </w:pPr>
      <w:r>
        <w:rPr/>
        <w:pict>
          <v:group style="position:absolute;margin-left:50.470001pt;margin-top:-267.15686pt;width:494.500026pt;height:231.700005pt;mso-position-horizontal-relative:page;mso-position-vertical-relative:paragraph;z-index:-542" coordorigin="1009,-5343" coordsize="9890,4634">
            <v:group style="position:absolute;left:1018;top:-5335;width:9874;height:2" coordorigin="1018,-5335" coordsize="9874,2">
              <v:shape style="position:absolute;left:1018;top:-5335;width:9874;height:2" coordorigin="1018,-5335" coordsize="9874,0" path="m1018,-5335l10891,-5335e" filled="f" stroked="t" strokeweight=".82pt" strokecolor="#000000">
                <v:path arrowok="t"/>
              </v:shape>
            </v:group>
            <v:group style="position:absolute;left:1025;top:-5333;width:2;height:4613" coordorigin="1025,-5333" coordsize="2,4613">
              <v:shape style="position:absolute;left:1025;top:-5333;width:2;height:4613" coordorigin="1025,-5333" coordsize="0,4613" path="m1025,-533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33;width:2;height:4613" coordorigin="10884,-5333" coordsize="2,4613">
              <v:shape style="position:absolute;left:10884;top:-5333;width:2;height:4613" coordorigin="10884,-5333" coordsize="0,4613" path="m10884,-533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Proszę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wskazać,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czy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dotyczy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wniosek,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stawiła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rozprawie,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wyniku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0"/>
          <w:w w:val="100"/>
          <w:u w:val="single" w:color="000000"/>
        </w:rPr>
        <w:t>Tak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stawiła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wyniku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</w:t>
      </w:r>
      <w:r>
        <w:rPr>
          <w:b w:val="0"/>
          <w:bCs w:val="0"/>
          <w:spacing w:val="-3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1275" w:hanging="850"/>
        <w:jc w:val="left"/>
      </w:pPr>
      <w:r>
        <w:rPr>
          <w:b w:val="0"/>
          <w:bCs w:val="0"/>
          <w:spacing w:val="-3"/>
          <w:w w:val="100"/>
          <w:u w:val="single" w:color="000000"/>
        </w:rPr>
        <w:t>Ni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stawiła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rozprawie,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wyniku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orzeczenie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829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Jeżeli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zaznaczono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odpowiedź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wskazaną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pkt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proszę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wskazać,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poniższych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okoliczności</w:t>
      </w:r>
      <w:r>
        <w:rPr>
          <w:b w:val="0"/>
          <w:bCs w:val="0"/>
          <w:spacing w:val="-2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zachodzi: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65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b w:val="0"/>
          <w:bCs w:val="0"/>
          <w:spacing w:val="3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0"/>
          <w:w w:val="100"/>
          <w:u w:val="single" w:color="000000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została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wezwana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dn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(</w:t>
      </w:r>
      <w:r>
        <w:rPr>
          <w:b w:val="0"/>
          <w:bCs w:val="0"/>
          <w:spacing w:val="-1"/>
          <w:w w:val="100"/>
          <w:u w:val="single" w:color="000000"/>
        </w:rPr>
        <w:t>dzie</w:t>
      </w:r>
      <w:r>
        <w:rPr>
          <w:b w:val="0"/>
          <w:bCs w:val="0"/>
          <w:spacing w:val="-6"/>
          <w:w w:val="100"/>
          <w:u w:val="single" w:color="000000"/>
        </w:rPr>
        <w:t>ń</w:t>
      </w:r>
      <w:r>
        <w:rPr>
          <w:b w:val="0"/>
          <w:bCs w:val="0"/>
          <w:spacing w:val="5"/>
          <w:w w:val="100"/>
          <w:u w:val="single" w:color="000000"/>
        </w:rPr>
        <w:t>/</w:t>
      </w:r>
      <w:r>
        <w:rPr>
          <w:b w:val="0"/>
          <w:bCs w:val="0"/>
          <w:spacing w:val="-1"/>
          <w:w w:val="100"/>
          <w:u w:val="single" w:color="000000"/>
        </w:rPr>
        <w:t>miesiąc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3"/>
          <w:w w:val="100"/>
          <w:u w:val="single" w:color="000000"/>
        </w:rPr>
        <w:t>ro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samym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była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poinformowana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wyznaczonym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miejscu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rozprawy,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wyniku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została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poinformowana,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że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orzeczenie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może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zostać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jeżeli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stawi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rozprawi</w:t>
      </w:r>
      <w:r>
        <w:rPr>
          <w:b w:val="0"/>
          <w:bCs w:val="0"/>
          <w:spacing w:val="2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34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  <w:u w:val="single" w:color="000000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zos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ała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wezwana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</w:t>
      </w:r>
      <w:r>
        <w:rPr>
          <w:b w:val="0"/>
          <w:bCs w:val="0"/>
          <w:spacing w:val="3"/>
          <w:w w:val="100"/>
          <w:u w:val="single" w:color="000000"/>
        </w:rPr>
        <w:t>c</w:t>
      </w:r>
      <w:r>
        <w:rPr>
          <w:b w:val="0"/>
          <w:bCs w:val="0"/>
          <w:spacing w:val="-2"/>
          <w:w w:val="100"/>
          <w:u w:val="single" w:color="000000"/>
        </w:rPr>
        <w:t>ie,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lecz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inną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drogą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rzecz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wiście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otrzymała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urzędową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informację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wyznaczonym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miejscu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rozprawy,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wyniku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sposób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jednoznacznie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pozwalający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stwierdzić,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że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wiedziała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wyznaczonej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rozprawie,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oraz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została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poinfor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owan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że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może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zostać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wydane,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jeżeli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stawi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się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rozpraw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39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199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4"/>
          <w:w w:val="100"/>
          <w:u w:val="single" w:color="000000"/>
        </w:rPr>
        <w:t>w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edząc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znaczonej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rozpraw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udzieliła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pełn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cnictwa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obrońc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który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został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w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znaczony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przez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przez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państwo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tego,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aby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bronić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rozpraw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obro</w:t>
      </w:r>
      <w:r>
        <w:rPr>
          <w:b w:val="0"/>
          <w:bCs w:val="0"/>
          <w:spacing w:val="-5"/>
          <w:w w:val="100"/>
          <w:u w:val="single" w:color="000000"/>
        </w:rPr>
        <w:t>ń</w:t>
      </w:r>
      <w:r>
        <w:rPr>
          <w:b w:val="0"/>
          <w:bCs w:val="0"/>
          <w:spacing w:val="-1"/>
          <w:w w:val="100"/>
          <w:u w:val="single" w:color="000000"/>
        </w:rPr>
        <w:t>ca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fak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ycznie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bronił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rozprawi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3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obie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tej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doręczono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dniu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(</w:t>
      </w:r>
      <w:r>
        <w:rPr>
          <w:b w:val="0"/>
          <w:bCs w:val="0"/>
          <w:spacing w:val="1"/>
          <w:w w:val="100"/>
          <w:u w:val="single" w:color="000000"/>
        </w:rPr>
        <w:t>dz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eń/miesią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3"/>
          <w:w w:val="100"/>
          <w:u w:val="single" w:color="000000"/>
        </w:rPr>
        <w:t>ro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w</w:t>
      </w:r>
      <w:r>
        <w:rPr>
          <w:b w:val="0"/>
          <w:bCs w:val="0"/>
          <w:spacing w:val="-10"/>
          <w:w w:val="100"/>
          <w:u w:val="single" w:color="000000"/>
        </w:rPr>
        <w:t>yr</w:t>
      </w:r>
      <w:r>
        <w:rPr>
          <w:b w:val="0"/>
          <w:bCs w:val="0"/>
          <w:spacing w:val="-4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aźnie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pouczono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prawie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ponownego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rozpoznania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sprawy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złożenia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odwo</w:t>
      </w:r>
      <w:r>
        <w:rPr>
          <w:b w:val="0"/>
          <w:bCs w:val="0"/>
          <w:spacing w:val="-10"/>
          <w:w w:val="100"/>
          <w:u w:val="single" w:color="000000"/>
        </w:rPr>
        <w:t>ł</w:t>
      </w:r>
      <w:r>
        <w:rPr>
          <w:b w:val="0"/>
          <w:bCs w:val="0"/>
          <w:spacing w:val="-1"/>
          <w:w w:val="100"/>
          <w:u w:val="single" w:color="000000"/>
        </w:rPr>
        <w:t>ania,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których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procedurach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prawo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uczestn</w:t>
      </w:r>
      <w:r>
        <w:rPr>
          <w:b w:val="0"/>
          <w:bCs w:val="0"/>
          <w:spacing w:val="-12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czyć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pozwalają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rozpoznanie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sprawy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względem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merytorycznym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3" w:lineRule="exact"/>
        <w:ind w:left="209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uwzg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ędnieniem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now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ch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dowodów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oraz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które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mogą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prowadzić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do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2"/>
        <w:ind w:left="209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uchylenia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zmiany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pierwotnego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orzeczenia,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oraz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raźnie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ośw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adczyła,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że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nie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kwestionuje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orzeczen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19" w:val="left" w:leader="none"/>
        </w:tabs>
        <w:spacing w:line="274" w:lineRule="exact" w:before="74"/>
        <w:ind w:left="919" w:right="872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4"/>
          <w:u w:val="single" w:color="000000"/>
        </w:rPr>
        <w:t>o</w:t>
      </w:r>
      <w:r>
        <w:rPr>
          <w:b w:val="0"/>
          <w:bCs w:val="0"/>
          <w:spacing w:val="-7"/>
          <w:u w:val="single" w:color="000000"/>
        </w:rPr>
        <w:t>s</w:t>
      </w:r>
      <w:r>
        <w:rPr>
          <w:b w:val="0"/>
          <w:bCs w:val="0"/>
          <w:spacing w:val="-1"/>
          <w:w w:val="99"/>
          <w:u w:val="single" w:color="000000"/>
        </w:rPr>
        <w:t>oba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ustawowym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terminie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nie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wystąpiła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rozpoznanie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sprawy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ani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złożyła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odwołani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320" w:space="40"/>
            <w:col w:w="8580"/>
          </w:cols>
        </w:sectPr>
      </w:pPr>
    </w:p>
    <w:p>
      <w:pPr>
        <w:spacing w:line="100" w:lineRule="exact" w:before="8"/>
        <w:rPr>
          <w:sz w:val="10"/>
          <w:szCs w:val="10"/>
        </w:rPr>
      </w:pPr>
      <w:r>
        <w:rPr/>
        <w:pict>
          <v:group style="position:absolute;margin-left:50.470001pt;margin-top:55.910023pt;width:490.659999pt;height:669.699974pt;mso-position-horizontal-relative:page;mso-position-vertical-relative:page;z-index:-540" coordorigin="1009,1118" coordsize="9813,13394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3373" coordorigin="1025,1129" coordsize="2,13373">
              <v:shape style="position:absolute;left:1025;top:1129;width:2;height:13373" coordorigin="1025,1129" coordsize="0,13373" path="m1025,1129l1025,14502e" filled="f" stroked="t" strokeweight=".82pt" strokecolor="#000000">
                <v:path arrowok="t"/>
              </v:shape>
            </v:group>
            <v:group style="position:absolute;left:1018;top:14504;width:9797;height:2" coordorigin="1018,14504" coordsize="9797,2">
              <v:shape style="position:absolute;left:1018;top:14504;width:9797;height:2" coordorigin="1018,14504" coordsize="9797,0" path="m1018,14504l10814,14504e" filled="f" stroked="t" strokeweight=".82pt" strokecolor="#000000">
                <v:path arrowok="t"/>
              </v:shape>
            </v:group>
            <v:group style="position:absolute;left:10807;top:1129;width:2;height:13373" coordorigin="10807,1129" coordsize="2,13373">
              <v:shape style="position:absolute;left:10807;top:1129;width:2;height:13373" coordorigin="10807,1129" coordsize="0,13373" path="m10807,1129l10807,1450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obie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tej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doręczono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osobiście,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ale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1145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orzeczenie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zostanie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jej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doręczone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osobiście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bezzwłocznie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jej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przekazaniu,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oraz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before="69"/>
        <w:ind w:left="2663" w:right="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wraz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doręczeniem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orzeczenia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zostanie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wyraźnie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pouczona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/>
        <w:ind w:left="2663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prawie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ponownego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rozpoznania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sprawy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złożenia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odwołania,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39" w:lineRule="auto" w:before="3"/>
        <w:ind w:left="2663" w:right="656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któr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ch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procedurach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osoba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prawo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uczestniczyć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pozwalają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rozpoznanie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sprawy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względem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mer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3"/>
          <w:w w:val="100"/>
          <w:u w:val="single" w:color="000000"/>
        </w:rPr>
        <w:t>tor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1"/>
          <w:w w:val="100"/>
          <w:u w:val="single" w:color="000000"/>
        </w:rPr>
        <w:t>cznym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oraz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które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ogą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prowadzić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uchylenia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zmiany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erwotnego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orzeczenia,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oraz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537" w:hanging="567"/>
        <w:jc w:val="left"/>
      </w:pP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7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oba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zostanie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informowana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terminie,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którym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wystąpić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takie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ponowne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rozpoznanie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sprawy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złożyć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odwołanie,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który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wynosi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……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dn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603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Jeżeli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zaznaczono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odpow</w:t>
      </w:r>
      <w:r>
        <w:rPr>
          <w:b w:val="0"/>
          <w:bCs w:val="0"/>
          <w:spacing w:val="-9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edź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wskazaną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pkt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lub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powyżej,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proszę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podać,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jaki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sposób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odnośny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warunek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został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spełni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87.219979pt;mso-position-horizontal-relative:page;mso-position-vertical-relative:page;z-index:-539" coordorigin="1009,1449" coordsize="9890,13744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723" coordorigin="1025,1460" coordsize="2,13723">
              <v:shape style="position:absolute;left:1025;top:1460;width:2;height:13723" coordorigin="1025,1460" coordsize="0,13723" path="m1025,1460l1025,15183e" filled="f" stroked="t" strokeweight=".82pt" strokecolor="#000000">
                <v:path arrowok="t"/>
              </v:shape>
            </v:group>
            <v:group style="position:absolute;left:1018;top:15186;width:9874;height:2" coordorigin="1018,15186" coordsize="9874,2">
              <v:shape style="position:absolute;left:1018;top:15186;width:9874;height:2" coordorigin="1018,15186" coordsize="9874,0" path="m1018,15186l10891,15186e" filled="f" stroked="t" strokeweight=".82pt" strokecolor="#000000">
                <v:path arrowok="t"/>
              </v:shape>
            </v:group>
            <v:group style="position:absolute;left:10884;top:1460;width:2;height:13723" coordorigin="10884,1460" coordsize="2,13723">
              <v:shape style="position:absolute;left:10884;top:1460;width:2;height:13723" coordorigin="10884,1460" coordsize="0,13723" path="m10884,1460l10884,151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Przestępstw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odnos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ogółe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12" w:lineRule="auto"/>
        <w:ind w:right="0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okoliczności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jakic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(przestępstwa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popełni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no,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-1"/>
          <w:w w:val="100"/>
        </w:rPr>
        <w:t>ączni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określenie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0"/>
          <w:w w:val="100"/>
        </w:rPr>
        <w:t>y,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miejsc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stopni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uczestnictw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przestępstwi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(przestępstwach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dot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3"/>
          <w:w w:val="100"/>
        </w:rPr>
        <w:t>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wn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ek: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</w:t>
      </w:r>
    </w:p>
    <w:p>
      <w:pPr>
        <w:pStyle w:val="BodyText"/>
        <w:spacing w:before="98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</w:t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12" w:lineRule="auto"/>
        <w:ind w:right="478"/>
        <w:jc w:val="left"/>
      </w:pPr>
      <w:r>
        <w:rPr>
          <w:b w:val="0"/>
          <w:bCs w:val="0"/>
          <w:spacing w:val="-1"/>
          <w:w w:val="100"/>
        </w:rPr>
        <w:t>Charakte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kwalifikacj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praw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(przestępstw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ora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mając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zastosowani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ustawowe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przep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sy/kodek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</w:t>
      </w:r>
    </w:p>
    <w:p>
      <w:pPr>
        <w:pStyle w:val="BodyText"/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</w:t>
      </w:r>
    </w:p>
    <w:p>
      <w:pPr>
        <w:pStyle w:val="BodyText"/>
        <w:spacing w:before="98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12" w:lineRule="auto"/>
        <w:ind w:left="719" w:right="286" w:hanging="567"/>
        <w:jc w:val="left"/>
      </w:pPr>
      <w:r>
        <w:rPr>
          <w:b w:val="0"/>
          <w:bCs w:val="0"/>
          <w:spacing w:val="-1"/>
          <w:w w:val="100"/>
        </w:rPr>
        <w:t>Jeśl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właściw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prosz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zaznaczy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jedn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więce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przestępst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zagrożonyc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wydającym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państw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cz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1"/>
          <w:w w:val="100"/>
        </w:rPr>
        <w:t>kowski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kar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pozbawieni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wolnośc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bąd</w:t>
      </w:r>
      <w:r>
        <w:rPr>
          <w:b w:val="0"/>
          <w:bCs w:val="0"/>
          <w:spacing w:val="0"/>
          <w:w w:val="100"/>
        </w:rPr>
        <w:t>ź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środkie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zabezpi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czającym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maksymalny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wymiarz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najmnie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lat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określaj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odnośn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ustaw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wydającego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państw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członkowskieg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17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udz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ał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organ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zacji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przestępcze</w:t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han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ludźm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seksualne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wykorz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stani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dziec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pornografi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dziecięc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obró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substancjam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odurzającym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substancjam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psychotropowym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bronią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amunicj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materiałam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wybuchowym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360.099968pt;mso-position-horizontal-relative:page;mso-position-vertical-relative:page;z-index:-538" coordorigin="1009,1118" coordsize="9890,7202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7181" coordorigin="1025,1129" coordsize="2,7181">
              <v:shape style="position:absolute;left:1025;top:1129;width:2;height:7181" coordorigin="1025,1129" coordsize="0,7181" path="m1025,1129l1025,8310e" filled="f" stroked="t" strokeweight=".82pt" strokecolor="#000000">
                <v:path arrowok="t"/>
              </v:shape>
            </v:group>
            <v:group style="position:absolute;left:1018;top:8312;width:9874;height:2" coordorigin="1018,8312" coordsize="9874,2">
              <v:shape style="position:absolute;left:1018;top:8312;width:9874;height:2" coordorigin="1018,8312" coordsize="9874,0" path="m1018,8312l10891,8312e" filled="f" stroked="t" strokeweight=".82pt" strokecolor="#000000">
                <v:path arrowok="t"/>
              </v:shape>
            </v:group>
            <v:group style="position:absolute;left:10884;top:1129;width:2;height:7181" coordorigin="10884,1129" coordsize="2,7181">
              <v:shape style="position:absolute;left:10884;top:1129;width:2;height:7181" coordorigin="10884,1129" coordsize="0,7181" path="m10884,1129l10884,831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korupc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311" w:lineRule="auto" w:before="84"/>
        <w:ind w:left="719" w:right="762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nadużyci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finansowe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8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jąc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nega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4"/>
          <w:w w:val="100"/>
        </w:rPr>
        <w:t>w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wpły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interes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finansow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Wspólnot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Europejskic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rozumieni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Konwencj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lipc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ochroni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interesów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finansow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Wspólnot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Europejskich;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prawni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wpływó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pieniężnyc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przestępczośc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fałszowani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walu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ty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walu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przestępczość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0"/>
          <w:w w:val="100"/>
        </w:rPr>
        <w:t>komputerow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312" w:lineRule="auto" w:before="79"/>
        <w:ind w:left="719" w:right="813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przestępczoś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dziedzini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ochron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środowiska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zagrożonymi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gatunkam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zwierzą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rośli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odmianam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2"/>
          <w:w w:val="100"/>
        </w:rPr>
        <w:t>atw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bezprawneg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wjazd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stałeg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zamieszkani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zab</w:t>
      </w:r>
      <w:r>
        <w:rPr>
          <w:b w:val="0"/>
          <w:bCs w:val="0"/>
          <w:spacing w:val="9"/>
          <w:w w:val="100"/>
        </w:rPr>
        <w:t>ó</w:t>
      </w:r>
      <w:r>
        <w:rPr>
          <w:b w:val="0"/>
          <w:bCs w:val="0"/>
          <w:spacing w:val="-1"/>
          <w:w w:val="100"/>
        </w:rPr>
        <w:t>jstwo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poważn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uszkodzeni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ciał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organam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tkankam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ludzkim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porwan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bezprawn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przetrzymywani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brani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zakładnikó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ksenofobi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kradz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ż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zorganizowan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rozbó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broni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ręk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przedmiotam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kultury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antykam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dz</w:t>
      </w:r>
      <w:r>
        <w:rPr>
          <w:b w:val="0"/>
          <w:bCs w:val="0"/>
          <w:spacing w:val="-8"/>
          <w:w w:val="100"/>
        </w:rPr>
        <w:t>i</w:t>
      </w:r>
      <w:r>
        <w:rPr>
          <w:b w:val="0"/>
          <w:bCs w:val="0"/>
          <w:spacing w:val="1"/>
          <w:w w:val="100"/>
        </w:rPr>
        <w:t>ełam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1"/>
          <w:w w:val="100"/>
        </w:rPr>
        <w:t>sztuk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oszustw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ściągani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haracz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wymuszani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84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podrab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towaró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piractw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7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fałszowani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dokumentó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urzędowyc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handlowani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nim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fałszowani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środkó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płatniczych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substancjam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hormonalnym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substancjam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pobudz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jącym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wzros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nielegaln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materiałam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jądrowym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radioaktywnym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kradzi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nym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jazdam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gwa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podpa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eni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podlegając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jurysdykcj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Międzynarodoweg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Trybunał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Karneg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bezprawn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zajęci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sam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tu/statk</w:t>
      </w:r>
      <w:r>
        <w:rPr>
          <w:b w:val="0"/>
          <w:bCs w:val="0"/>
          <w:spacing w:val="0"/>
          <w:w w:val="100"/>
        </w:rPr>
        <w:t>u;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sabota</w:t>
      </w:r>
      <w:r>
        <w:rPr>
          <w:b w:val="0"/>
          <w:bCs w:val="0"/>
          <w:spacing w:val="-7"/>
          <w:w w:val="100"/>
        </w:rPr>
        <w:t>ż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915" w:val="left" w:leader="none"/>
        </w:tabs>
        <w:ind w:left="916" w:right="0" w:hanging="519"/>
        <w:jc w:val="left"/>
      </w:pPr>
      <w:r>
        <w:rPr>
          <w:b w:val="0"/>
          <w:bCs w:val="0"/>
          <w:spacing w:val="-1"/>
          <w:w w:val="100"/>
        </w:rPr>
        <w:t>Pełn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opi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(przestępstw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nieobję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sekcj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powyże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</w:t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796906pt;width:494.500026pt;height:273.700035pt;mso-position-horizontal-relative:page;mso-position-vertical-relative:paragraph;z-index:-537" coordorigin="1009,-5756" coordsize="9890,5474">
            <v:group style="position:absolute;left:1018;top:-5748;width:9874;height:2" coordorigin="1018,-5748" coordsize="9874,2">
              <v:shape style="position:absolute;left:1018;top:-5748;width:9874;height:2" coordorigin="1018,-5748" coordsize="9874,0" path="m1018,-5748l10891,-5748e" filled="f" stroked="t" strokeweight=".82pt" strokecolor="#000000">
                <v:path arrowok="t"/>
              </v:shape>
            </v:group>
            <v:group style="position:absolute;left:1025;top:-5745;width:2;height:5453" coordorigin="1025,-5745" coordsize="2,5453">
              <v:shape style="position:absolute;left:1025;top:-5745;width:2;height:5453" coordorigin="1025,-5745" coordsize="0,5453" path="m1025,-5745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5745;width:2;height:5453" coordorigin="10884,-5745" coordsize="2,5453">
              <v:shape style="position:absolute;left:10884;top:-5745;width:2;height:5453" coordorigin="10884,-5745" coordsize="0,5453" path="m10884,-5745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okolicznośc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odnosząc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spraw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nieobow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ązkow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74"/>
        <w:ind w:left="152" w:right="59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4"/>
          <w:w w:val="100"/>
          <w:sz w:val="24"/>
          <w:szCs w:val="24"/>
          <w:u w:val="single" w:color="0000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single" w:color="000000"/>
        </w:rPr>
        <w:t>w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aga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Opi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moż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obejmowa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ć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uwag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tema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ksterytorialności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wstrzymani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przed</w:t>
      </w:r>
      <w:r>
        <w:rPr>
          <w:rFonts w:ascii="Times New Roman" w:hAnsi="Times New Roman" w:cs="Times New Roman" w:eastAsia="Times New Roman"/>
          <w:b w:val="0"/>
          <w:bCs w:val="0"/>
          <w:i/>
          <w:spacing w:val="9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wnienia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innyc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konsekwencj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przestępstwa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73.139992pt;mso-position-horizontal-relative:page;mso-position-vertical-relative:paragraph;z-index:-535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69"/>
        <w:ind w:left="719" w:right="415" w:hanging="567"/>
        <w:jc w:val="left"/>
      </w:pPr>
      <w:r>
        <w:rPr/>
        <w:pict>
          <v:group style="position:absolute;margin-left:50.470001pt;margin-top:-100.836876pt;width:494.500026pt;height:86.980004pt;mso-position-horizontal-relative:page;mso-position-vertical-relative:paragraph;z-index:-536" coordorigin="1009,-2017" coordsize="9890,1740">
            <v:group style="position:absolute;left:1018;top:-2009;width:9874;height:2" coordorigin="1018,-2009" coordsize="9874,2">
              <v:shape style="position:absolute;left:1018;top:-2009;width:9874;height:2" coordorigin="1018,-2009" coordsize="9874,0" path="m1018,-2009l10891,-2009e" filled="f" stroked="t" strokeweight=".82pt" strokecolor="#000000">
                <v:path arrowok="t"/>
              </v:shape>
            </v:group>
            <v:group style="position:absolute;left:1025;top:-2006;width:2;height:1718" coordorigin="1025,-2006" coordsize="2,1718">
              <v:shape style="position:absolute;left:1025;top:-2006;width:2;height:1718" coordorigin="1025,-2006" coordsize="0,1718" path="m1025,-2006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06;width:2;height:1718" coordorigin="10884,-2006" coordsize="2,1718">
              <v:shape style="position:absolute;left:10884;top:-2006;width:2;height:1718" coordorigin="10884,-2006" coordsize="0,1718" path="m10884,-2006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Niniejszy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odnos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takż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zajęci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przekazani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mienia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któr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moż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potrzebne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jako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dowó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684"/>
        <w:jc w:val="left"/>
      </w:pPr>
      <w:r>
        <w:rPr>
          <w:b w:val="0"/>
          <w:bCs w:val="0"/>
          <w:spacing w:val="0"/>
          <w:w w:val="100"/>
        </w:rPr>
        <w:t>Niniejszy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odnos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równie</w:t>
      </w:r>
      <w:r>
        <w:rPr>
          <w:b w:val="0"/>
          <w:bCs w:val="0"/>
          <w:spacing w:val="0"/>
          <w:w w:val="100"/>
        </w:rPr>
        <w:t>ż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zajęci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przekazani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zdobyteg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wyniku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prze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osobę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które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dotycz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wniosek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Op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umiejscowienia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(jeśl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znane</w:t>
      </w:r>
      <w:r>
        <w:rPr>
          <w:b w:val="0"/>
          <w:bCs w:val="0"/>
          <w:spacing w:val="0"/>
          <w:w w:val="100"/>
        </w:rPr>
        <w:t>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824" w:hanging="567"/>
        <w:jc w:val="left"/>
      </w:pPr>
      <w:r>
        <w:rPr>
          <w:b w:val="0"/>
          <w:bCs w:val="0"/>
          <w:spacing w:val="-1"/>
          <w:w w:val="100"/>
        </w:rPr>
        <w:t>Przestępstw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(przestępstwa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stanowiąc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podstaw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dani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niniejszeg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nakaz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(są)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zagrożone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karą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doż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wotnieg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pozbawieni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wolnośc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środkie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zabezpieczający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542" w:hanging="567"/>
        <w:jc w:val="left"/>
      </w:pP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prawn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wydająceg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państw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członkowskieg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dopuszcz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rewizj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kar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lub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zastosowan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"/>
          <w:w w:val="100"/>
        </w:rPr>
        <w:t>środk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wniose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upływi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naj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1"/>
          <w:w w:val="100"/>
        </w:rPr>
        <w:t>nie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cel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niewykonania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1"/>
          <w:w w:val="100"/>
        </w:rPr>
        <w:t>tak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kar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bąd</w:t>
      </w:r>
      <w:r>
        <w:rPr>
          <w:b w:val="0"/>
          <w:bCs w:val="0"/>
          <w:spacing w:val="0"/>
          <w:w w:val="100"/>
        </w:rPr>
        <w:t>ź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środk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i/lub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74" w:lineRule="exact"/>
        <w:ind w:left="719" w:right="440" w:hanging="567"/>
        <w:jc w:val="left"/>
      </w:pPr>
      <w:r>
        <w:rPr>
          <w:b w:val="0"/>
          <w:bCs w:val="0"/>
          <w:spacing w:val="0"/>
          <w:w w:val="100"/>
        </w:rPr>
        <w:t>system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prawn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wydająceg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państw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członkowskieg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dopuszcz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zastosowani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prawa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łask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czeg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uprawnion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praktyk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obowiązującej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/>
        <w:ind w:left="719" w:right="0"/>
        <w:jc w:val="left"/>
      </w:pPr>
      <w:r>
        <w:rPr/>
        <w:pict>
          <v:group style="position:absolute;margin-left:50.470001pt;margin-top:63.92997pt;width:494.500026pt;height:298.900017pt;mso-position-horizontal-relative:page;mso-position-vertical-relative:paragraph;z-index:-533" coordorigin="1009,1279" coordsize="9890,5978">
            <v:group style="position:absolute;left:1018;top:1287;width:9874;height:2" coordorigin="1018,1287" coordsize="9874,2">
              <v:shape style="position:absolute;left:1018;top:1287;width:9874;height:2" coordorigin="1018,1287" coordsize="9874,0" path="m1018,1287l10891,1287e" filled="f" stroked="t" strokeweight=".82pt" strokecolor="#000000">
                <v:path arrowok="t"/>
              </v:shape>
            </v:group>
            <v:group style="position:absolute;left:1025;top:1289;width:2;height:5957" coordorigin="1025,1289" coordsize="2,5957">
              <v:shape style="position:absolute;left:1025;top:1289;width:2;height:5957" coordorigin="1025,1289" coordsize="0,5957" path="m1025,1289l1025,7246e" filled="f" stroked="t" strokeweight=".82pt" strokecolor="#000000">
                <v:path arrowok="t"/>
              </v:shape>
            </v:group>
            <v:group style="position:absolute;left:1018;top:7248;width:9874;height:2" coordorigin="1018,7248" coordsize="9874,2">
              <v:shape style="position:absolute;left:1018;top:7248;width:9874;height:2" coordorigin="1018,7248" coordsize="9874,0" path="m1018,7248l10891,7248e" filled="f" stroked="t" strokeweight=".82pt" strokecolor="#000000">
                <v:path arrowok="t"/>
              </v:shape>
            </v:group>
            <v:group style="position:absolute;left:10884;top:1289;width:2;height:5957" coordorigin="10884,1289" coordsize="2,5957">
              <v:shape style="position:absolute;left:10884;top:1289;width:2;height:5957" coordorigin="10884,1289" coordsize="0,5957" path="m10884,1289l10884,724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4"/>
          <w:w w:val="100"/>
        </w:rPr>
        <w:t>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dający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państwi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cz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1"/>
          <w:w w:val="100"/>
        </w:rPr>
        <w:t>kowski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niewykonani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takie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bąd</w:t>
      </w:r>
      <w:r>
        <w:rPr>
          <w:b w:val="0"/>
          <w:bCs w:val="0"/>
          <w:spacing w:val="0"/>
          <w:w w:val="100"/>
        </w:rPr>
        <w:t>ź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środk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0.836884pt;width:494.500026pt;height:188.739983pt;mso-position-horizontal-relative:page;mso-position-vertical-relative:paragraph;z-index:-534" coordorigin="1009,-4417" coordsize="9890,3775">
            <v:group style="position:absolute;left:1018;top:-4409;width:9874;height:2" coordorigin="1018,-4409" coordsize="9874,2">
              <v:shape style="position:absolute;left:1018;top:-4409;width:9874;height:2" coordorigin="1018,-4409" coordsize="9874,0" path="m1018,-4409l10891,-4409e" filled="f" stroked="t" strokeweight=".82pt" strokecolor="#000000">
                <v:path arrowok="t"/>
              </v:shape>
            </v:group>
            <v:group style="position:absolute;left:1025;top:-4406;width:2;height:3754" coordorigin="1025,-4406" coordsize="2,3754">
              <v:shape style="position:absolute;left:1025;top:-4406;width:2;height:3754" coordorigin="1025,-4406" coordsize="0,3754" path="m1025,-4406l1025,-653e" filled="f" stroked="t" strokeweight=".82pt" strokecolor="#000000">
                <v:path arrowok="t"/>
              </v:shape>
            </v:group>
            <v:group style="position:absolute;left:1018;top:-650;width:9874;height:2" coordorigin="1018,-650" coordsize="9874,2">
              <v:shape style="position:absolute;left:1018;top:-650;width:9874;height:2" coordorigin="1018,-650" coordsize="9874,0" path="m1018,-650l10891,-650e" filled="f" stroked="t" strokeweight=".82pt" strokecolor="#000000">
                <v:path arrowok="t"/>
              </v:shape>
            </v:group>
            <v:group style="position:absolute;left:10884;top:-4406;width:2;height:3754" coordorigin="10884,-4406" coordsize="2,3754">
              <v:shape style="position:absolute;left:10884;top:-4406;width:2;height:3754" coordorigin="10884,-4406" coordsize="0,3754" path="m10884,-4406l10884,-65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Organ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sądow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któr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4"/>
          <w:w w:val="100"/>
        </w:rPr>
        <w:t>w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ł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Nazw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oficjaln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Nazwisk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przedstawiciel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700" w:lineRule="atLeast" w:before="5"/>
        <w:ind w:left="719" w:right="0"/>
        <w:jc w:val="left"/>
      </w:pPr>
      <w:r>
        <w:rPr>
          <w:b w:val="0"/>
          <w:bCs w:val="0"/>
          <w:spacing w:val="0"/>
          <w:w w:val="100"/>
        </w:rPr>
        <w:t>Zaj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owane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stanow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sko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(t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5"/>
          <w:w w:val="100"/>
        </w:rPr>
        <w:t>tu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1"/>
          <w:w w:val="100"/>
        </w:rPr>
        <w:t>/stanow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0"/>
          <w:w w:val="100"/>
        </w:rPr>
        <w:t>ł</w:t>
      </w:r>
      <w:r>
        <w:rPr>
          <w:b w:val="0"/>
          <w:bCs w:val="0"/>
          <w:spacing w:val="0"/>
          <w:w w:val="100"/>
        </w:rPr>
        <w:t>użbowe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ak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1"/>
          <w:w w:val="100"/>
        </w:rPr>
        <w:t>dres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numer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kierunkowy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kraju,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onu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miast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itd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(...)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ks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numer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kierunkowy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kraju,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onu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miast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itd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5"/>
          <w:w w:val="100"/>
        </w:rPr>
        <w:t>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83" w:lineRule="auto" w:before="2"/>
        <w:ind w:left="719" w:right="0"/>
        <w:jc w:val="left"/>
      </w:pPr>
      <w:r>
        <w:rPr>
          <w:b w:val="0"/>
          <w:bCs w:val="0"/>
          <w:spacing w:val="-1"/>
          <w:w w:val="100"/>
        </w:rPr>
        <w:t>Szczegół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tema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osoby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któr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możn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kontaktowa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dokonywani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niezbędnych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uzgodn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eń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prakt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-1"/>
          <w:w w:val="100"/>
        </w:rPr>
        <w:t>cznyc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odnośni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przekazani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32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różnyc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wersjac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językowyc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znajdzi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si</w:t>
      </w:r>
      <w:r>
        <w:rPr>
          <w:b w:val="0"/>
          <w:bCs w:val="0"/>
          <w:spacing w:val="0"/>
          <w:w w:val="100"/>
          <w:position w:val="0"/>
        </w:rPr>
        <w:t>ę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odniesieni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„osob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upoważni</w:t>
      </w:r>
      <w:r>
        <w:rPr>
          <w:b w:val="0"/>
          <w:bCs w:val="0"/>
          <w:spacing w:val="8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nej</w:t>
      </w:r>
      <w:r>
        <w:rPr>
          <w:b w:val="0"/>
          <w:bCs w:val="0"/>
          <w:spacing w:val="0"/>
          <w:w w:val="100"/>
          <w:position w:val="0"/>
        </w:rPr>
        <w:t>”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(ang.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-3"/>
          <w:w w:val="100"/>
        </w:rPr>
        <w:t>„h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lder”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stron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sądowego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1092"/>
        <w:jc w:val="left"/>
      </w:pP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przypadk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centraln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zosta</w:t>
      </w:r>
      <w:r>
        <w:rPr>
          <w:b w:val="0"/>
          <w:bCs w:val="0"/>
          <w:spacing w:val="0"/>
          <w:w w:val="100"/>
        </w:rPr>
        <w:t>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obarczon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odpowiedzialności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przekazywanie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1"/>
          <w:w w:val="100"/>
        </w:rPr>
        <w:t>urzędow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1"/>
          <w:w w:val="100"/>
        </w:rPr>
        <w:t>odb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europe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skic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nakazó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aresztowani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Nazw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centralneg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Osob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upoważni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kontaktó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(jeżel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-10"/>
          <w:w w:val="100"/>
        </w:rPr>
        <w:t>ł</w:t>
      </w:r>
      <w:r>
        <w:rPr>
          <w:b w:val="0"/>
          <w:bCs w:val="0"/>
          <w:spacing w:val="0"/>
          <w:w w:val="100"/>
        </w:rPr>
        <w:t>aściwe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5"/>
          <w:w w:val="100"/>
        </w:rPr>
        <w:t>tu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0"/>
          <w:w w:val="100"/>
        </w:rPr>
        <w:t>/stanowisko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0"/>
          <w:w w:val="100"/>
        </w:rPr>
        <w:t>użbowe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719" w:right="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nazwisko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dres:.............................................................................................................................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0"/>
          <w:w w:val="100"/>
        </w:rPr>
        <w:t>on: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numer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kierunkowy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kraju,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onu/miasta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itp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(...)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123pt;width:494.500026pt;height:176.980004pt;mso-position-horizontal-relative:page;mso-position-vertical-relative:paragraph;z-index:-530" coordorigin="1009,1454" coordsize="9890,3540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518" coordorigin="1025,1464" coordsize="2,3518">
              <v:shape style="position:absolute;left:1025;top:1464;width:2;height:3518" coordorigin="1025,1464" coordsize="0,3518" path="m1025,1464l1025,4983e" filled="f" stroked="t" strokeweight=".82pt" strokecolor="#000000">
                <v:path arrowok="t"/>
              </v:shape>
            </v:group>
            <v:group style="position:absolute;left:1018;top:4985;width:9874;height:2" coordorigin="1018,4985" coordsize="9874,2">
              <v:shape style="position:absolute;left:1018;top:4985;width:9874;height:2" coordorigin="1018,4985" coordsize="9874,0" path="m1018,4985l10891,4985e" filled="f" stroked="t" strokeweight=".82pt" strokecolor="#000000">
                <v:path arrowok="t"/>
              </v:shape>
            </v:group>
            <v:group style="position:absolute;left:10884;top:1464;width:2;height:3518" coordorigin="10884,1464" coordsize="2,3518">
              <v:shape style="position:absolute;left:10884;top:1464;width:2;height:3518" coordorigin="10884,1464" coordsize="0,3518" path="m10884,1464l10884,49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Faks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numer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kierunkowy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kraju,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0"/>
          <w:w w:val="100"/>
        </w:rPr>
        <w:t>onu/miasta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td.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94.516907pt;width:494.500026pt;height:262.900017pt;mso-position-horizontal-relative:page;mso-position-vertical-relative:paragraph;z-index:-531" coordorigin="1009,-5890" coordsize="9890,5258">
            <v:group style="position:absolute;left:1018;top:-5882;width:9874;height:2" coordorigin="1018,-5882" coordsize="9874,2">
              <v:shape style="position:absolute;left:1018;top:-5882;width:9874;height:2" coordorigin="1018,-5882" coordsize="9874,0" path="m1018,-5882l10891,-5882e" filled="f" stroked="t" strokeweight=".82pt" strokecolor="#000000">
                <v:path arrowok="t"/>
              </v:shape>
            </v:group>
            <v:group style="position:absolute;left:1025;top:-5880;width:2;height:5237" coordorigin="1025,-5880" coordsize="2,5237">
              <v:shape style="position:absolute;left:1025;top:-5880;width:2;height:5237" coordorigin="1025,-5880" coordsize="0,5237" path="m1025,-5880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880;width:2;height:5237" coordorigin="10884,-5880" coordsize="2,5237">
              <v:shape style="position:absolute;left:10884;top:-5880;width:2;height:5237" coordorigin="10884,-5880" coordsize="0,5237" path="m10884,-5880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Podp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wydająceg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naka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sądo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przedstawiciel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Nazwisk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9"/>
        <w:ind w:right="0"/>
        <w:jc w:val="left"/>
      </w:pPr>
      <w:r>
        <w:rPr>
          <w:b w:val="0"/>
          <w:bCs w:val="0"/>
          <w:spacing w:val="0"/>
          <w:w w:val="100"/>
        </w:rPr>
        <w:t>Zaj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owane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stanow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2"/>
          <w:w w:val="100"/>
        </w:rPr>
        <w:t>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5"/>
          <w:w w:val="100"/>
        </w:rPr>
        <w:t>tu</w:t>
      </w:r>
      <w:r>
        <w:rPr>
          <w:b w:val="0"/>
          <w:bCs w:val="0"/>
          <w:spacing w:val="-11"/>
          <w:w w:val="100"/>
        </w:rPr>
        <w:t>ł</w:t>
      </w:r>
      <w:r>
        <w:rPr>
          <w:b w:val="0"/>
          <w:bCs w:val="0"/>
          <w:spacing w:val="1"/>
          <w:w w:val="100"/>
        </w:rPr>
        <w:t>/stanow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sk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0"/>
          <w:w w:val="100"/>
        </w:rPr>
        <w:t>ł</w:t>
      </w:r>
      <w:r>
        <w:rPr>
          <w:b w:val="0"/>
          <w:bCs w:val="0"/>
          <w:spacing w:val="0"/>
          <w:w w:val="100"/>
        </w:rPr>
        <w:t>użbow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Dat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35511pt;width:84.000008pt;height:.1pt;mso-position-horizontal-relative:page;mso-position-vertical-relative:paragraph;z-index:-529" coordorigin="5112,1567" coordsize="1680,2">
            <v:shape style="position:absolute;left:5112;top:1567;width:1680;height:2" coordorigin="5112,1567" coordsize="1680,0" path="m5112,1567l6792,1567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eczę</w:t>
      </w:r>
      <w:r>
        <w:rPr>
          <w:b w:val="0"/>
          <w:bCs w:val="0"/>
          <w:spacing w:val="0"/>
          <w:w w:val="100"/>
        </w:rPr>
        <w:t>ć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urzędow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(jeśl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takow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47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64.652985pt;height:14pt;mso-position-horizontal-relative:page;mso-position-vertical-relative:page;z-index:-54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ST</w:t>
                </w:r>
                <w:r>
                  <w:rPr>
                    <w:b w:val="0"/>
                    <w:bCs w:val="0"/>
                    <w:spacing w:val="-4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4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959991pt;margin-top:785.223938pt;width:34.426017pt;height:14pt;mso-position-horizontal-relative:page;mso-position-vertical-relative:page;z-index:-54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1"/>
                    <w:w w:val="100"/>
                  </w:rPr>
                  <w:t>ppa/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w</w:t>
                </w:r>
              </w:p>
            </w:txbxContent>
          </v:textbox>
          <w10:wrap type="none"/>
        </v:shape>
      </w:pict>
    </w:r>
    <w:r>
      <w:rPr/>
      <w:pict>
        <v:shape style="position:absolute;margin-left:514.520020pt;margin-top:785.223938pt;width:26.039978pt;height:31.491957pt;mso-position-horizontal-relative:page;mso-position-vertical-relative:page;z-index:-544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8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95"/>
                    <w:sz w:val="36"/>
                    <w:szCs w:val="36"/>
                  </w:rPr>
                  <w:t>PL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4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42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70.663303pt;height:28.4pt;mso-position-horizontal-relative:page;mso-position-vertical-relative:page;z-index:-54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3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ZAŁĄCZNIK</w:t>
                </w:r>
              </w:p>
            </w:txbxContent>
          </v:textbox>
          <w10:wrap type="none"/>
        </v:shape>
      </w:pict>
    </w:r>
    <w:r>
      <w:rPr/>
      <w:pict>
        <v:shape style="position:absolute;margin-left:407.959991pt;margin-top:785.223938pt;width:34.426017pt;height:14pt;mso-position-horizontal-relative:page;mso-position-vertical-relative:page;z-index:-54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1"/>
                    <w:w w:val="100"/>
                  </w:rPr>
                  <w:t>ppa/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w</w:t>
                </w:r>
              </w:p>
            </w:txbxContent>
          </v:textbox>
          <w10:wrap type="none"/>
        </v:shape>
      </w:pict>
    </w:r>
    <w:r>
      <w:rPr/>
      <w:pict>
        <v:shape style="position:absolute;margin-left:514.520020pt;margin-top:785.223938pt;width:26.039978pt;height:31.491957pt;mso-position-horizontal-relative:page;mso-position-vertical-relative:page;z-index:-539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4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PL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3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righ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hanging="567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9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2014-11-19T09:20:44Z</dcterms:created>
  <dcterms:modified xsi:type="dcterms:W3CDTF">2014-11-19T09:20:44Z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2014-11-19T00:00:00Z</vt:filetime>
  </property>
</Properties>
</file>