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2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971" w:top="620" w:bottom="1160" w:left="980" w:right="980"/>
          <w:pgNumType w:start="1"/>
        </w:sectPr>
      </w:pPr>
    </w:p>
    <w:p>
      <w:pPr>
        <w:pStyle w:val="Heading1"/>
        <w:spacing w:before="69"/>
        <w:ind w:left="0" w:right="2"/>
        <w:jc w:val="right"/>
        <w:rPr>
          <w:b w:val="0"/>
          <w:bCs w:val="0"/>
        </w:rPr>
      </w:pPr>
      <w:r>
        <w:rPr>
          <w:spacing w:val="-1"/>
          <w:w w:val="100"/>
        </w:rPr>
        <w:t>EIROPA</w:t>
      </w:r>
      <w:r>
        <w:rPr>
          <w:spacing w:val="0"/>
          <w:w w:val="100"/>
        </w:rPr>
        <w:t>S</w:t>
      </w:r>
      <w:r>
        <w:rPr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pacing w:val="2"/>
          <w:w w:val="100"/>
        </w:rPr>
      </w:r>
      <w:r>
        <w:rPr>
          <w:spacing w:val="-1"/>
          <w:w w:val="100"/>
        </w:rPr>
        <w:t>SAVIENĪBAS</w:t>
      </w:r>
      <w:r>
        <w:rPr>
          <w:b w:val="0"/>
          <w:bCs w:val="0"/>
          <w:spacing w:val="0"/>
          <w:w w:val="100"/>
        </w:rPr>
      </w:r>
    </w:p>
    <w:p>
      <w:pPr>
        <w:spacing w:before="2"/>
        <w:ind w:left="0" w:right="0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95"/>
          <w:sz w:val="24"/>
          <w:szCs w:val="24"/>
        </w:rPr>
        <w:t>PADOME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42" w:lineRule="auto" w:before="69"/>
        <w:ind w:left="1657" w:right="46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Briselē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2011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gad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27.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jūlijā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27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07)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1160" w:left="980" w:right="980"/>
          <w:cols w:num="2" w:equalWidth="0">
            <w:col w:w="4125" w:space="40"/>
            <w:col w:w="5775"/>
          </w:cols>
        </w:sectPr>
      </w:pP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786" w:val="left" w:leader="none"/>
        </w:tabs>
        <w:spacing w:before="69"/>
        <w:ind w:left="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99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single" w:color="000000"/>
        </w:rPr>
        <w:t>PIEZĪME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tabs>
          <w:tab w:pos="1851" w:val="left" w:leader="none"/>
        </w:tabs>
        <w:spacing w:before="41"/>
        <w:ind w:right="0"/>
        <w:jc w:val="left"/>
      </w:pPr>
      <w:r>
        <w:rPr>
          <w:b w:val="0"/>
          <w:bCs w:val="0"/>
          <w:spacing w:val="2"/>
          <w:w w:val="100"/>
        </w:rPr>
        <w:t>Sūt</w:t>
      </w:r>
      <w:r>
        <w:rPr>
          <w:b w:val="0"/>
          <w:bCs w:val="0"/>
          <w:spacing w:val="-11"/>
          <w:w w:val="100"/>
        </w:rPr>
        <w:t>ī</w:t>
      </w:r>
      <w:r>
        <w:rPr>
          <w:b w:val="0"/>
          <w:bCs w:val="0"/>
          <w:spacing w:val="4"/>
          <w:w w:val="100"/>
        </w:rPr>
        <w:t>tā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Ģenerālsekretariāts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</w:tabs>
        <w:spacing w:before="41"/>
        <w:ind w:right="0"/>
        <w:jc w:val="left"/>
      </w:pPr>
      <w:r>
        <w:rPr>
          <w:b w:val="0"/>
          <w:bCs w:val="0"/>
          <w:spacing w:val="-1"/>
          <w:w w:val="100"/>
        </w:rPr>
        <w:t>Saņēmējs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egācijas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</w:tabs>
        <w:spacing w:line="313" w:lineRule="exact" w:before="12"/>
        <w:ind w:right="0"/>
        <w:jc w:val="left"/>
      </w:pPr>
      <w:r>
        <w:rPr/>
        <w:pict>
          <v:group style="position:absolute;margin-left:56.639999pt;margin-top:.883126pt;width:481.680008pt;height:.1pt;mso-position-horizontal-relative:page;mso-position-vertical-relative:paragraph;z-index:-584" coordorigin="1133,18" coordsize="9634,2">
            <v:shape style="position:absolute;left:1133;top:18;width:9634;height:2" coordorigin="1133,18" coordsize="9634,0" path="m1133,18l10766,18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3"/>
          <w:w w:val="100"/>
          <w:position w:val="-3"/>
        </w:rPr>
        <w:t>Te</w:t>
      </w:r>
      <w:r>
        <w:rPr>
          <w:b w:val="0"/>
          <w:bCs w:val="0"/>
          <w:spacing w:val="-11"/>
          <w:w w:val="100"/>
          <w:position w:val="-3"/>
        </w:rPr>
        <w:t>m</w:t>
      </w:r>
      <w:r>
        <w:rPr>
          <w:b w:val="0"/>
          <w:bCs w:val="0"/>
          <w:spacing w:val="0"/>
          <w:w w:val="100"/>
          <w:position w:val="-3"/>
        </w:rPr>
        <w:t>ats: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-3"/>
        </w:rPr>
        <w:tab/>
      </w:r>
      <w:r>
        <w:rPr>
          <w:b w:val="0"/>
          <w:bCs w:val="0"/>
          <w:spacing w:val="1"/>
          <w:w w:val="100"/>
          <w:position w:val="0"/>
        </w:rPr>
        <w:t>Pado</w:t>
      </w:r>
      <w:r>
        <w:rPr>
          <w:b w:val="0"/>
          <w:bCs w:val="0"/>
          <w:spacing w:val="-11"/>
          <w:w w:val="100"/>
          <w:position w:val="0"/>
        </w:rPr>
        <w:t>m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1"/>
          <w:w w:val="100"/>
          <w:position w:val="0"/>
        </w:rPr>
        <w:t>Pa</w:t>
      </w:r>
      <w:r>
        <w:rPr>
          <w:b w:val="0"/>
          <w:bCs w:val="0"/>
          <w:spacing w:val="-11"/>
          <w:w w:val="100"/>
          <w:position w:val="0"/>
        </w:rPr>
        <w:t>m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10"/>
          <w:w w:val="100"/>
          <w:position w:val="0"/>
        </w:rPr>
        <w:t>t</w:t>
      </w:r>
      <w:r>
        <w:rPr>
          <w:b w:val="0"/>
          <w:bCs w:val="0"/>
          <w:spacing w:val="-11"/>
          <w:w w:val="100"/>
          <w:position w:val="0"/>
        </w:rPr>
        <w:t>l</w:t>
      </w:r>
      <w:r>
        <w:rPr>
          <w:b w:val="0"/>
          <w:bCs w:val="0"/>
          <w:spacing w:val="3"/>
          <w:w w:val="100"/>
          <w:position w:val="0"/>
        </w:rPr>
        <w:t>ē</w:t>
      </w:r>
      <w:r>
        <w:rPr>
          <w:b w:val="0"/>
          <w:bCs w:val="0"/>
          <w:spacing w:val="-1"/>
          <w:w w:val="100"/>
          <w:position w:val="0"/>
        </w:rPr>
        <w:t>mum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2009/299/T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(2009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gad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26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9"/>
          <w:w w:val="100"/>
          <w:position w:val="0"/>
        </w:rPr>
        <w:t>f</w:t>
      </w:r>
      <w:r>
        <w:rPr>
          <w:b w:val="0"/>
          <w:bCs w:val="0"/>
          <w:spacing w:val="3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bruāris),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42" w:lineRule="exact"/>
        <w:ind w:left="1852" w:right="0"/>
        <w:jc w:val="left"/>
      </w:pP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2"/>
          <w:w w:val="100"/>
        </w:rPr>
        <w:t>groz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2"/>
          <w:w w:val="100"/>
        </w:rPr>
        <w:t>Pama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ē</w:t>
      </w:r>
      <w:r>
        <w:rPr>
          <w:b w:val="0"/>
          <w:bCs w:val="0"/>
          <w:spacing w:val="-1"/>
          <w:w w:val="100"/>
        </w:rPr>
        <w:t>mumu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2002/584/TI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2005/214/TI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2006/783/TI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2008/909/TI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1852" w:right="0"/>
        <w:jc w:val="left"/>
      </w:pP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2008/947/TI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tādējād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stiprino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procesuālā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tiesība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veicinot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 w:before="7"/>
        <w:ind w:left="1852" w:right="1112"/>
        <w:jc w:val="left"/>
      </w:pPr>
      <w:r>
        <w:rPr>
          <w:b w:val="0"/>
          <w:bCs w:val="0"/>
          <w:spacing w:val="-1"/>
          <w:w w:val="100"/>
        </w:rPr>
        <w:t>savstarpēja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atzīšana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princip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piemērošan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attiecīb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aizmuguriskiem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ē</w:t>
      </w:r>
      <w:r>
        <w:rPr>
          <w:b w:val="0"/>
          <w:bCs w:val="0"/>
          <w:spacing w:val="0"/>
          <w:w w:val="100"/>
        </w:rPr>
        <w:t>mumiem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914" w:val="left" w:leader="none"/>
          <w:tab w:pos="9795" w:val="left" w:leader="none"/>
        </w:tabs>
        <w:spacing w:line="271" w:lineRule="exact"/>
        <w:ind w:left="13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E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ropas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apcietinā</w:t>
      </w:r>
      <w:r>
        <w:rPr>
          <w:b w:val="0"/>
          <w:bCs w:val="0"/>
          <w:spacing w:val="-3"/>
          <w:w w:val="100"/>
          <w:u w:val="single" w:color="000000"/>
        </w:rPr>
        <w:t>š</w:t>
      </w:r>
      <w:r>
        <w:rPr>
          <w:b w:val="0"/>
          <w:bCs w:val="0"/>
          <w:spacing w:val="0"/>
          <w:w w:val="100"/>
          <w:u w:val="single" w:color="000000"/>
        </w:rPr>
        <w:t>anas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order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8"/>
          <w:w w:val="100"/>
          <w:u w:val="single" w:color="000000"/>
        </w:rPr>
        <w:t>li</w:t>
      </w:r>
      <w:r>
        <w:rPr>
          <w:b w:val="0"/>
          <w:bCs w:val="0"/>
          <w:spacing w:val="4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ētā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redakcija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255.600006pt;margin-top:79.165131pt;width:84.000008pt;height:.1pt;mso-position-horizontal-relative:page;mso-position-vertical-relative:paragraph;z-index:-583" coordorigin="5112,1583" coordsize="1680,2">
            <v:shape style="position:absolute;left:5112;top:1583;width:1680;height:2" coordorigin="5112,1583" coordsize="1680,0" path="m5112,1583l6792,1583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elikumā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evienot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ropa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apcietināšana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order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konsolidēt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redakcija.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Heading1"/>
        <w:spacing w:before="74"/>
        <w:ind w:left="0" w:right="149"/>
        <w:jc w:val="right"/>
        <w:rPr>
          <w:b w:val="0"/>
          <w:bCs w:val="0"/>
        </w:rPr>
      </w:pPr>
      <w:r>
        <w:rPr/>
      </w:r>
      <w:r>
        <w:rPr>
          <w:spacing w:val="0"/>
          <w:w w:val="100"/>
          <w:u w:val="thick" w:color="000000"/>
        </w:rPr>
        <w:t>PIELIKUMS</w:t>
      </w:r>
      <w:r>
        <w:rPr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78"/>
        <w:ind w:left="2692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EIROPA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APCIETINĀŠANA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ORDERI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spacing w:line="140" w:lineRule="exact" w:before="5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172"/>
        <w:jc w:val="left"/>
      </w:pPr>
      <w:r>
        <w:rPr>
          <w:b w:val="0"/>
          <w:bCs w:val="0"/>
          <w:spacing w:val="1"/>
          <w:w w:val="100"/>
        </w:rPr>
        <w:t>Š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1"/>
          <w:w w:val="100"/>
        </w:rPr>
        <w:t>order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z</w:t>
      </w:r>
      <w:r>
        <w:rPr>
          <w:b w:val="0"/>
          <w:bCs w:val="0"/>
          <w:spacing w:val="-1"/>
          <w:w w:val="100"/>
        </w:rPr>
        <w:t>sniegus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kompetent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ties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iestāde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piepras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zemā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minētā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ersona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apcietināšan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nodošan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mērķ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veik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kriminālvajāšan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izpildī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brīvība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atņemšana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sod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piespiedu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līdzekli.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line="241" w:lineRule="auto" w:before="78"/>
        <w:ind w:left="719" w:right="1045" w:hanging="567"/>
        <w:jc w:val="left"/>
      </w:pPr>
      <w:r>
        <w:rPr/>
        <w:pict>
          <v:group style="position:absolute;margin-left:56.639999pt;margin-top:.428747pt;width:144.240006pt;height:.1pt;mso-position-horizontal-relative:page;mso-position-vertical-relative:paragraph;z-index:-582" coordorigin="1133,9" coordsize="2885,2">
            <v:shape style="position:absolute;left:1133;top:9;width:2885;height:2" coordorigin="1133,9" coordsize="2885,0" path="m1133,9l4018,9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5"/>
          <w:w w:val="100"/>
          <w:position w:val="0"/>
        </w:rPr>
        <w:t>Š</w:t>
      </w:r>
      <w:r>
        <w:rPr>
          <w:b w:val="0"/>
          <w:bCs w:val="0"/>
          <w:spacing w:val="-6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  <w:position w:val="0"/>
        </w:rPr>
      </w:r>
      <w:r>
        <w:rPr>
          <w:b w:val="0"/>
          <w:bCs w:val="0"/>
          <w:spacing w:val="4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rderi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jābū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rakstīta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pārtulkota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vie</w:t>
      </w:r>
      <w:r>
        <w:rPr>
          <w:b w:val="0"/>
          <w:bCs w:val="0"/>
          <w:spacing w:val="-2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ā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izpilde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dalībvalst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oficiālajām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valodām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š</w:t>
      </w:r>
      <w:r>
        <w:rPr>
          <w:b w:val="0"/>
          <w:bCs w:val="0"/>
          <w:spacing w:val="0"/>
          <w:w w:val="100"/>
          <w:position w:val="0"/>
        </w:rPr>
        <w:t>ī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valst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zināma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jebkur</w:t>
      </w:r>
      <w:r>
        <w:rPr>
          <w:b w:val="0"/>
          <w:bCs w:val="0"/>
          <w:spacing w:val="0"/>
          <w:w w:val="100"/>
          <w:position w:val="0"/>
        </w:rPr>
        <w:t>ā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valodā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pieņe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ā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valsts.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1" w:lineRule="auto"/>
        <w:jc w:val="left"/>
        <w:sectPr>
          <w:footerReference w:type="default" r:id="rId7"/>
          <w:pgSz w:w="11900" w:h="16820"/>
          <w:pgMar w:footer="971" w:header="0" w:top="1320" w:bottom="1160" w:left="980" w:right="98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964" w:right="0" w:hanging="812"/>
        <w:jc w:val="left"/>
      </w:pPr>
      <w:r>
        <w:rPr>
          <w:b w:val="0"/>
          <w:bCs w:val="0"/>
          <w:spacing w:val="1"/>
          <w:w w:val="100"/>
        </w:rPr>
        <w:t>Infor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ācij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pieprasītā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persona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iden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2"/>
          <w:w w:val="100"/>
        </w:rPr>
        <w:t>āt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1"/>
          <w:w w:val="100"/>
        </w:rPr>
        <w:t>Uzvārds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96" w:lineRule="auto"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Vārds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uzvārds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attiecīg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gadījumā</w:t>
      </w:r>
      <w:r>
        <w:rPr>
          <w:b w:val="0"/>
          <w:bCs w:val="0"/>
          <w:spacing w:val="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"/>
        <w:ind w:left="719" w:right="0"/>
        <w:jc w:val="left"/>
      </w:pPr>
      <w:r>
        <w:rPr>
          <w:b w:val="0"/>
          <w:bCs w:val="0"/>
          <w:spacing w:val="0"/>
          <w:w w:val="100"/>
        </w:rPr>
        <w:t>Pse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donīm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1"/>
          <w:w w:val="100"/>
        </w:rPr>
        <w:t>att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ecīg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gadījumā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1"/>
          <w:w w:val="100"/>
        </w:rPr>
        <w:t>Dzimums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0"/>
          <w:w w:val="100"/>
        </w:rPr>
        <w:t>Valstsp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ederība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Dzimšana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datums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Dzimšana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vieta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1"/>
          <w:w w:val="100"/>
        </w:rPr>
        <w:t>Dzīvesviet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un/va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zinām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adrese</w:t>
      </w:r>
      <w:r>
        <w:rPr>
          <w:b w:val="0"/>
          <w:bCs w:val="0"/>
          <w:spacing w:val="13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1"/>
          <w:w w:val="100"/>
        </w:rPr>
        <w:t>Va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oda(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as)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kura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pieprasīt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sapro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zināmas):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eprasītā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persona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īpaša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pazīmes/apraksts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/>
        <w:ind w:left="719" w:right="190"/>
        <w:jc w:val="left"/>
      </w:pPr>
      <w:r>
        <w:rPr/>
        <w:pict>
          <v:group style="position:absolute;margin-left:50.470001pt;margin-top:111.473129pt;width:494.500026pt;height:174.579995pt;mso-position-horizontal-relative:page;mso-position-vertical-relative:paragraph;z-index:-580" coordorigin="1009,2229" coordsize="9890,3492">
            <v:group style="position:absolute;left:1018;top:2238;width:9874;height:2" coordorigin="1018,2238" coordsize="9874,2">
              <v:shape style="position:absolute;left:1018;top:2238;width:9874;height:2" coordorigin="1018,2238" coordsize="9874,0" path="m1018,2238l10891,2238e" filled="f" stroked="t" strokeweight=".82pt" strokecolor="#000000">
                <v:path arrowok="t"/>
              </v:shape>
            </v:group>
            <v:group style="position:absolute;left:1025;top:2240;width:2;height:3470" coordorigin="1025,2240" coordsize="2,3470">
              <v:shape style="position:absolute;left:1025;top:2240;width:2;height:3470" coordorigin="1025,2240" coordsize="0,3470" path="m1025,2240l1025,5710e" filled="f" stroked="t" strokeweight=".82pt" strokecolor="#000000">
                <v:path arrowok="t"/>
              </v:shape>
            </v:group>
            <v:group style="position:absolute;left:1018;top:5713;width:9874;height:2" coordorigin="1018,5713" coordsize="9874,2">
              <v:shape style="position:absolute;left:1018;top:5713;width:9874;height:2" coordorigin="1018,5713" coordsize="9874,0" path="m1018,5713l10891,5713e" filled="f" stroked="t" strokeweight=".82pt" strokecolor="#000000">
                <v:path arrowok="t"/>
              </v:shape>
            </v:group>
            <v:group style="position:absolute;left:10884;top:2240;width:2;height:3470" coordorigin="10884,2240" coordsize="2,3470">
              <v:shape style="position:absolute;left:10884;top:2240;width:2;height:3470" coordorigin="10884,2240" coordsize="0,3470" path="m10884,2240l10884,571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eprasītās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ona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fotogrāfij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pirkst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nospiedumi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pieejam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nosūtīt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tā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kontaktinformācija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kur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jāsazinās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šād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informācij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saņemt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lai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saņemt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profil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šādu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pierādījumu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piegādāt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iekļau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11"/>
          <w:w w:val="100"/>
        </w:rPr>
        <w:t>i)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83.076904pt;width:494.500026pt;height:369.220024pt;mso-position-horizontal-relative:page;mso-position-vertical-relative:paragraph;z-index:-581" coordorigin="1009,-7662" coordsize="9890,7384">
            <v:group style="position:absolute;left:1018;top:-7653;width:9874;height:2" coordorigin="1018,-7653" coordsize="9874,2">
              <v:shape style="position:absolute;left:1018;top:-7653;width:9874;height:2" coordorigin="1018,-7653" coordsize="9874,0" path="m1018,-7653l10891,-7653e" filled="f" stroked="t" strokeweight=".82pt" strokecolor="#000000">
                <v:path arrowok="t"/>
              </v:shape>
            </v:group>
            <v:group style="position:absolute;left:1025;top:-7651;width:2;height:7363" coordorigin="1025,-7651" coordsize="2,7363">
              <v:shape style="position:absolute;left:1025;top:-7651;width:2;height:7363" coordorigin="1025,-7651" coordsize="0,7363" path="m1025,-7651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7651;width:2;height:7363" coordorigin="10884,-7651" coordsize="2,7363">
              <v:shape style="position:absolute;left:10884;top:-7651;width:2;height:7363" coordorigin="10884,-7651" coordsize="0,7363" path="m10884,-7651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No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1"/>
          <w:w w:val="100"/>
        </w:rPr>
        <w:t>ēmums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pamat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izsniegt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apcie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ināšana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orderis: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2"/>
          <w:w w:val="100"/>
        </w:rPr>
        <w:t>Apcie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ināšana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orderi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iesa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nolēmum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tād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paš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spēku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1"/>
          <w:w w:val="100"/>
        </w:rPr>
        <w:t>Ve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ds: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</w:t>
      </w:r>
      <w:r>
        <w:rPr>
          <w:b w:val="0"/>
          <w:bCs w:val="0"/>
          <w:spacing w:val="3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285" w:val="left" w:leader="none"/>
        </w:tabs>
        <w:ind w:left="719" w:right="0"/>
        <w:jc w:val="left"/>
      </w:pPr>
      <w:r>
        <w:rPr>
          <w:b w:val="0"/>
          <w:bCs w:val="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Izpildām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spriedums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..................................................................................................</w:t>
      </w:r>
      <w:r>
        <w:rPr>
          <w:b w:val="0"/>
          <w:bCs w:val="0"/>
          <w:spacing w:val="1"/>
          <w:w w:val="100"/>
        </w:rPr>
        <w:t>.</w:t>
      </w:r>
      <w:r>
        <w:rPr>
          <w:b w:val="0"/>
          <w:bCs w:val="0"/>
          <w:spacing w:val="-1"/>
          <w:w w:val="100"/>
        </w:rPr>
        <w:t>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1285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</w:t>
      </w:r>
    </w:p>
    <w:p>
      <w:pPr>
        <w:pStyle w:val="BodyText"/>
        <w:spacing w:before="69"/>
        <w:ind w:left="1285" w:right="0"/>
        <w:jc w:val="left"/>
      </w:pP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sauce: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</w:t>
      </w:r>
      <w:r>
        <w:rPr>
          <w:b w:val="0"/>
          <w:bCs w:val="0"/>
          <w:spacing w:val="-5"/>
          <w:w w:val="100"/>
        </w:rPr>
        <w:t>.</w:t>
      </w:r>
      <w:r>
        <w:rPr>
          <w:b w:val="0"/>
          <w:bCs w:val="0"/>
          <w:spacing w:val="0"/>
          <w:w w:val="100"/>
        </w:rPr>
        <w:t>....</w:t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>
          <w:b w:val="0"/>
          <w:bCs w:val="0"/>
          <w:spacing w:val="-1"/>
          <w:w w:val="100"/>
        </w:rPr>
        <w:t>Norāde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sod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ilgumu: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spacing w:line="279" w:lineRule="auto"/>
        <w:ind w:left="1285" w:right="344" w:hanging="567"/>
        <w:jc w:val="left"/>
      </w:pPr>
      <w:r>
        <w:rPr>
          <w:b w:val="0"/>
          <w:bCs w:val="0"/>
          <w:spacing w:val="-1"/>
          <w:w w:val="100"/>
        </w:rPr>
        <w:t>Brīvība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atņemšan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sod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piespied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līdzekļ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maksimālai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ilgums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piespriest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nodarījum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(nodarījumiem):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5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espriest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brīvība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atņemšana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sod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piespied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līdzekļ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ilgums: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likušai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izciešamai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sod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laiks</w:t>
      </w:r>
      <w:r>
        <w:rPr>
          <w:b w:val="0"/>
          <w:bCs w:val="0"/>
          <w:spacing w:val="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/>
        <w:pict>
          <v:group style="position:absolute;margin-left:50.470001pt;margin-top:54.213112pt;width:490.659999pt;height:354.339989pt;mso-position-horizontal-relative:page;mso-position-vertical-relative:paragraph;z-index:-578" coordorigin="1009,1084" coordsize="9813,7087">
            <v:group style="position:absolute;left:1018;top:1092;width:9797;height:2" coordorigin="1018,1092" coordsize="9797,2">
              <v:shape style="position:absolute;left:1018;top:1092;width:9797;height:2" coordorigin="1018,1092" coordsize="9797,0" path="m1018,1092l10814,1092e" filled="f" stroked="t" strokeweight=".82pt" strokecolor="#000000">
                <v:path arrowok="t"/>
              </v:shape>
            </v:group>
            <v:group style="position:absolute;left:1025;top:1095;width:2;height:7066" coordorigin="1025,1095" coordsize="2,7066">
              <v:shape style="position:absolute;left:1025;top:1095;width:2;height:7066" coordorigin="1025,1095" coordsize="0,7066" path="m1025,1095l1025,8160e" filled="f" stroked="t" strokeweight=".82pt" strokecolor="#000000">
                <v:path arrowok="t"/>
              </v:shape>
            </v:group>
            <v:group style="position:absolute;left:10807;top:1095;width:2;height:7066" coordorigin="10807,1095" coordsize="2,7066">
              <v:shape style="position:absolute;left:10807;top:1095;width:2;height:7066" coordorigin="10807,1095" coordsize="0,7066" path="m10807,1095l10807,8160e" filled="f" stroked="t" strokeweight=".82pt" strokecolor="#000000">
                <v:path arrowok="t"/>
              </v:shape>
            </v:group>
            <v:group style="position:absolute;left:1018;top:8163;width:9797;height:2" coordorigin="1018,8163" coordsize="9797,2">
              <v:shape style="position:absolute;left:1018;top:8163;width:9797;height:2" coordorigin="1018,8163" coordsize="9797,0" path="m1018,8163l10814,816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14" w:val="left" w:leader="none"/>
          <w:tab w:pos="963" w:val="left" w:leader="none"/>
        </w:tabs>
        <w:spacing w:line="359" w:lineRule="auto" w:before="69"/>
        <w:ind w:left="964" w:right="545" w:hanging="850"/>
        <w:jc w:val="left"/>
      </w:pPr>
      <w:r>
        <w:rPr/>
        <w:pict>
          <v:group style="position:absolute;margin-left:50.470001pt;margin-top:-265.476868pt;width:494.500026pt;height:230.019951pt;mso-position-horizontal-relative:page;mso-position-vertical-relative:paragraph;z-index:-579" coordorigin="1009,-5310" coordsize="9890,4600">
            <v:group style="position:absolute;left:1018;top:-5301;width:9874;height:2" coordorigin="1018,-5301" coordsize="9874,2">
              <v:shape style="position:absolute;left:1018;top:-5301;width:9874;height:2" coordorigin="1018,-5301" coordsize="9874,0" path="m1018,-5301l10891,-5301e" filled="f" stroked="t" strokeweight=".82pt" strokecolor="#000000">
                <v:path arrowok="t"/>
              </v:shape>
            </v:group>
            <v:group style="position:absolute;left:1025;top:-5299;width:2;height:4579" coordorigin="1025,-5299" coordsize="2,4579">
              <v:shape style="position:absolute;left:1025;top:-5299;width:2;height:4579" coordorigin="1025,-5299" coordsize="0,4579" path="m1025,-5299l1025,-720e" filled="f" stroked="t" strokeweight=".82pt" strokecolor="#000000">
                <v:path arrowok="t"/>
              </v:shape>
            </v:group>
            <v:group style="position:absolute;left:1018;top:-717;width:9874;height:2" coordorigin="1018,-717" coordsize="9874,2">
              <v:shape style="position:absolute;left:1018;top:-717;width:9874;height:2" coordorigin="1018,-717" coordsize="9874,0" path="m1018,-717l10891,-717e" filled="f" stroked="t" strokeweight=".82pt" strokecolor="#000000">
                <v:path arrowok="t"/>
              </v:shape>
            </v:group>
            <v:group style="position:absolute;left:10884;top:-5299;width:2;height:4579" coordorigin="10884,-5299" coordsize="2,4579">
              <v:shape style="position:absolute;left:10884;top:-5299;width:2;height:4579" coordorigin="10884,-5299" coordsize="0,4579" path="m10884,-5299l10884,-7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1"/>
          <w:w w:val="100"/>
          <w:u w:val="single" w:color="000000"/>
        </w:rPr>
        <w:t>Norād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et,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vai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attiecīgā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personiski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piedalījās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tās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lietas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izskatīšanā,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kurā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pieņemts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9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u w:val="none"/>
        </w:rPr>
      </w:r>
      <w:r>
        <w:rPr>
          <w:b w:val="0"/>
          <w:bCs w:val="0"/>
          <w:spacing w:val="-9"/>
          <w:w w:val="100"/>
          <w:u w:val="none"/>
        </w:rPr>
      </w:r>
      <w:r>
        <w:rPr>
          <w:b w:val="0"/>
          <w:bCs w:val="0"/>
          <w:spacing w:val="-5"/>
          <w:w w:val="100"/>
          <w:u w:val="single" w:color="000000"/>
        </w:rPr>
        <w:t>no</w:t>
      </w:r>
      <w:r>
        <w:rPr>
          <w:b w:val="0"/>
          <w:bCs w:val="0"/>
          <w:spacing w:val="-47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lē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mums: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before="69"/>
        <w:ind w:left="964" w:right="0" w:hanging="850"/>
        <w:jc w:val="left"/>
      </w:pPr>
      <w:r>
        <w:rPr>
          <w:b w:val="0"/>
          <w:bCs w:val="0"/>
          <w:spacing w:val="-3"/>
          <w:w w:val="100"/>
          <w:u w:val="single" w:color="000000"/>
        </w:rPr>
        <w:t>J</w:t>
      </w:r>
      <w:r>
        <w:rPr>
          <w:b w:val="0"/>
          <w:bCs w:val="0"/>
          <w:spacing w:val="-1"/>
          <w:w w:val="100"/>
          <w:u w:val="single" w:color="000000"/>
        </w:rPr>
        <w:t>ā,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personiski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piedalījās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tās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lietas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izskatīšanā,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kurā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pieņem</w:t>
      </w:r>
      <w:r>
        <w:rPr>
          <w:b w:val="0"/>
          <w:bCs w:val="0"/>
          <w:spacing w:val="8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4"/>
          <w:w w:val="100"/>
          <w:u w:val="single" w:color="000000"/>
        </w:rPr>
        <w:t>no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lē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mums.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before="69"/>
        <w:ind w:left="294" w:right="0" w:hanging="180"/>
        <w:jc w:val="left"/>
      </w:pP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ē,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personiski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nepiedalījās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tās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lietas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izskatīšanā,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kurā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pieņem</w:t>
      </w:r>
      <w:r>
        <w:rPr>
          <w:b w:val="0"/>
          <w:bCs w:val="0"/>
          <w:spacing w:val="8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4"/>
          <w:w w:val="100"/>
          <w:u w:val="single" w:color="000000"/>
        </w:rPr>
        <w:t>no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lē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mums.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59" w:lineRule="auto" w:before="69"/>
        <w:ind w:left="964" w:right="1242" w:hanging="850"/>
        <w:jc w:val="left"/>
      </w:pPr>
      <w:r>
        <w:rPr>
          <w:b w:val="0"/>
          <w:bCs w:val="0"/>
          <w:spacing w:val="-2"/>
          <w:w w:val="100"/>
          <w:u w:val="single" w:color="000000"/>
        </w:rPr>
        <w:t>Ja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veikta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atzīme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lodziņā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2.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punktā,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lūdzu,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aps</w:t>
      </w:r>
      <w:r>
        <w:rPr>
          <w:b w:val="0"/>
          <w:bCs w:val="0"/>
          <w:spacing w:val="8"/>
          <w:w w:val="100"/>
          <w:u w:val="single" w:color="000000"/>
        </w:rPr>
        <w:t>t</w:t>
      </w:r>
      <w:r>
        <w:rPr>
          <w:b w:val="0"/>
          <w:bCs w:val="0"/>
          <w:spacing w:val="-6"/>
          <w:w w:val="100"/>
          <w:u w:val="single" w:color="000000"/>
        </w:rPr>
        <w:t>ip</w:t>
      </w:r>
      <w:r>
        <w:rPr>
          <w:b w:val="0"/>
          <w:bCs w:val="0"/>
          <w:spacing w:val="6"/>
          <w:w w:val="100"/>
          <w:u w:val="single" w:color="000000"/>
        </w:rPr>
        <w:t>r</w:t>
      </w:r>
      <w:r>
        <w:rPr>
          <w:b w:val="0"/>
          <w:bCs w:val="0"/>
          <w:spacing w:val="-2"/>
          <w:w w:val="100"/>
          <w:u w:val="single" w:color="000000"/>
        </w:rPr>
        <w:t>iniet,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ka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pastāv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viens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šādiem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apstākļiem: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455" w:hanging="1133"/>
        <w:jc w:val="both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3.1a.</w:t>
      </w:r>
      <w:r>
        <w:rPr>
          <w:b w:val="0"/>
          <w:bCs w:val="0"/>
          <w:spacing w:val="2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8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personai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(diena/mēnesis/gads)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tika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izsniegta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pavēste,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tādējādi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attiecīgā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persona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tika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informēta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tās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lietas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izska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īšanas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plānoto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dienu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vietu,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</w:t>
      </w:r>
      <w:r>
        <w:rPr>
          <w:b w:val="0"/>
          <w:bCs w:val="0"/>
          <w:spacing w:val="-6"/>
          <w:w w:val="100"/>
          <w:u w:val="single" w:color="000000"/>
        </w:rPr>
        <w:t>u</w:t>
      </w:r>
      <w:r>
        <w:rPr>
          <w:b w:val="0"/>
          <w:bCs w:val="0"/>
          <w:spacing w:val="0"/>
          <w:w w:val="100"/>
          <w:u w:val="single" w:color="000000"/>
        </w:rPr>
        <w:t>rā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p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eņe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ts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lē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mums,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un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ika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informēta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nolēmums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tikt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pieņemts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3"/>
          <w:w w:val="100"/>
          <w:u w:val="single" w:color="000000"/>
        </w:rPr>
        <w:t>a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zmuguriski;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3"/>
          <w:w w:val="100"/>
          <w:u w:val="single" w:color="000000"/>
        </w:rPr>
        <w:t>VAI</w:t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39" w:lineRule="auto" w:before="69"/>
        <w:ind w:left="2096" w:right="204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3.1b.</w:t>
      </w:r>
      <w:r>
        <w:rPr>
          <w:b w:val="0"/>
          <w:bCs w:val="0"/>
          <w:spacing w:val="2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0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personai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pavēste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netika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izsniegta,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attiecīgā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ci</w:t>
      </w:r>
      <w:r>
        <w:rPr>
          <w:b w:val="0"/>
          <w:bCs w:val="0"/>
          <w:spacing w:val="8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ie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līdzekļiem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saņēma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oficiālu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informāciju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tās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lietas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izska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īšanas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plānoto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dienu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ietu,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kurā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pieņemts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lē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mums,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tādā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veidā,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ir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nepārprotami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konstatēts,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attiecīgā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persona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zināja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paredzēto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lietas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izskatīšanu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bija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informēta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before="2"/>
        <w:ind w:left="2096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5"/>
          <w:w w:val="100"/>
          <w:u w:val="single" w:color="000000"/>
        </w:rPr>
        <w:t>no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lē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mums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var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tikt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pieņemts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aizmuguriski;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pgSz w:w="11900" w:h="16820"/>
          <w:pgMar w:header="0" w:footer="971" w:top="1380" w:bottom="1160" w:left="980" w:right="980"/>
        </w:sectPr>
      </w:pPr>
    </w:p>
    <w:p>
      <w:pPr>
        <w:pStyle w:val="BodyText"/>
        <w:spacing w:before="60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3"/>
          <w:w w:val="100"/>
          <w:u w:val="single" w:color="000000"/>
        </w:rPr>
        <w:t>VAI</w:t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417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3.2.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zinādama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paredzēto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lietas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izska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7"/>
          <w:w w:val="100"/>
          <w:u w:val="single" w:color="000000"/>
        </w:rPr>
        <w:t>īš</w:t>
      </w:r>
      <w:r>
        <w:rPr>
          <w:b w:val="0"/>
          <w:bCs w:val="0"/>
          <w:spacing w:val="3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nu,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bija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pilnvar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jusi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attiecīgās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personas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valsts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ieceltu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juriskonsultu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aizstāvēt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viņu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lietas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izska</w:t>
      </w:r>
      <w:r>
        <w:rPr>
          <w:b w:val="0"/>
          <w:bCs w:val="0"/>
          <w:spacing w:val="8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ī</w:t>
      </w:r>
      <w:r>
        <w:rPr>
          <w:b w:val="0"/>
          <w:bCs w:val="0"/>
          <w:spacing w:val="2"/>
          <w:w w:val="100"/>
          <w:u w:val="single" w:color="000000"/>
        </w:rPr>
        <w:t>š</w:t>
      </w:r>
      <w:r>
        <w:rPr>
          <w:b w:val="0"/>
          <w:bCs w:val="0"/>
          <w:spacing w:val="-1"/>
          <w:w w:val="100"/>
          <w:u w:val="single" w:color="000000"/>
        </w:rPr>
        <w:t>anā,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minēta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juriskonsults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ie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šām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aizstāvēja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att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ecīgo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minētajā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lietas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izskatīšanā;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3"/>
          <w:w w:val="100"/>
          <w:u w:val="single" w:color="000000"/>
        </w:rPr>
        <w:t>VAI</w:t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540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3.3.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  <w:u w:val="single" w:color="000000"/>
        </w:rPr>
      </w:r>
      <w:r>
        <w:rPr>
          <w:b w:val="0"/>
          <w:bCs w:val="0"/>
          <w:spacing w:val="-2"/>
          <w:w w:val="100"/>
          <w:u w:val="single" w:color="000000"/>
        </w:rPr>
        <w:t>personai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lē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mums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tika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izsniegts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(d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ena/mēnesis/gads),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tika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skaidri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informēta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tiesībām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uz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lietas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atkārtotu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izskatīšanu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pārsūdzību,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kurā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viņai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iesības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piedalī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ies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iespēju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lietu,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tostarp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jaunus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p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erādījumus,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atkārtoti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izska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īt</w:t>
      </w:r>
      <w:r>
        <w:rPr>
          <w:b w:val="0"/>
          <w:bCs w:val="0"/>
          <w:spacing w:val="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pēc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būtības,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kuras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rezul</w:t>
      </w:r>
      <w:r>
        <w:rPr>
          <w:b w:val="0"/>
          <w:bCs w:val="0"/>
          <w:spacing w:val="4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ātā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sākotnējais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  </w:t>
      </w:r>
      <w:r>
        <w:rPr>
          <w:b w:val="0"/>
          <w:bCs w:val="0"/>
          <w:spacing w:val="-5"/>
          <w:w w:val="100"/>
          <w:u w:val="single" w:color="000000"/>
        </w:rPr>
        <w:t>no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lē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mums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varētu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tikt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atcelts,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2279" w:val="left" w:leader="none"/>
        </w:tabs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persona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ir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skaidri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paziņ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jusi,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neapstrīd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lēmumu;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3"/>
          <w:w w:val="100"/>
          <w:u w:val="single" w:color="000000"/>
        </w:rPr>
        <w:t>VAI</w:t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1900" w:h="16820"/>
          <w:pgMar w:header="0" w:footer="971" w:top="1180" w:bottom="1160" w:left="980" w:right="980"/>
        </w:sectPr>
      </w:pPr>
    </w:p>
    <w:p>
      <w:pPr>
        <w:spacing w:line="140" w:lineRule="exact" w:before="1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0" w:right="0"/>
        <w:jc w:val="right"/>
      </w:pPr>
      <w:r>
        <w:rPr>
          <w:b w:val="0"/>
          <w:bCs w:val="0"/>
        </w:rPr>
      </w:r>
      <w:r>
        <w:rPr>
          <w:b w:val="0"/>
          <w:bCs w:val="0"/>
          <w:spacing w:val="-3"/>
          <w:w w:val="100"/>
          <w:u w:val="single" w:color="000000"/>
        </w:rPr>
        <w:t>VAI</w:t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977" w:val="left" w:leader="none"/>
        </w:tabs>
        <w:spacing w:line="242" w:lineRule="auto" w:before="69"/>
        <w:ind w:left="977" w:right="1070" w:hanging="567"/>
        <w:jc w:val="left"/>
      </w:pPr>
      <w:r>
        <w:rPr/>
        <w:br w:type="column"/>
      </w: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99"/>
          <w:u w:val="single" w:color="000000"/>
        </w:rPr>
        <w:t>persona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attiecīgajā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termiņā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nav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lūgusi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lietas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atkārtotu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izska</w:t>
      </w:r>
      <w:r>
        <w:rPr>
          <w:b w:val="0"/>
          <w:bCs w:val="0"/>
          <w:spacing w:val="8"/>
          <w:w w:val="99"/>
          <w:u w:val="single" w:color="000000"/>
        </w:rPr>
        <w:t>t</w:t>
      </w:r>
      <w:r>
        <w:rPr>
          <w:b w:val="0"/>
          <w:bCs w:val="0"/>
          <w:spacing w:val="-10"/>
          <w:w w:val="99"/>
          <w:u w:val="single" w:color="000000"/>
        </w:rPr>
        <w:t>ī</w:t>
      </w:r>
      <w:r>
        <w:rPr>
          <w:b w:val="0"/>
          <w:bCs w:val="0"/>
          <w:spacing w:val="2"/>
          <w:w w:val="99"/>
          <w:u w:val="single" w:color="000000"/>
        </w:rPr>
        <w:t>š</w:t>
      </w:r>
      <w:r>
        <w:rPr>
          <w:b w:val="0"/>
          <w:bCs w:val="0"/>
          <w:spacing w:val="-1"/>
          <w:w w:val="99"/>
          <w:u w:val="single" w:color="000000"/>
        </w:rPr>
        <w:t>anu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vai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pārsūdzību;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42" w:lineRule="auto"/>
        <w:jc w:val="left"/>
        <w:sectPr>
          <w:type w:val="continuous"/>
          <w:pgSz w:w="11900" w:h="16820"/>
          <w:pgMar w:top="620" w:bottom="1160" w:left="980" w:right="980"/>
          <w:cols w:num="2" w:equalWidth="0">
            <w:col w:w="1262" w:space="40"/>
            <w:col w:w="8638"/>
          </w:cols>
        </w:sectPr>
      </w:pPr>
    </w:p>
    <w:p>
      <w:pPr>
        <w:spacing w:line="110" w:lineRule="exact" w:before="3"/>
        <w:rPr>
          <w:sz w:val="11"/>
          <w:szCs w:val="11"/>
        </w:rPr>
      </w:pPr>
      <w:r>
        <w:rPr/>
        <w:pict>
          <v:group style="position:absolute;margin-left:50.470001pt;margin-top:55.910023pt;width:490.659999pt;height:602.499977pt;mso-position-horizontal-relative:page;mso-position-vertical-relative:page;z-index:-577" coordorigin="1009,1118" coordsize="9813,12050">
            <v:group style="position:absolute;left:1018;top:1126;width:9797;height:2" coordorigin="1018,1126" coordsize="9797,2">
              <v:shape style="position:absolute;left:1018;top:1126;width:9797;height:2" coordorigin="1018,1126" coordsize="9797,0" path="m1018,1126l10814,1126e" filled="f" stroked="t" strokeweight=".82pt" strokecolor="#000000">
                <v:path arrowok="t"/>
              </v:shape>
            </v:group>
            <v:group style="position:absolute;left:1025;top:1129;width:2;height:12029" coordorigin="1025,1129" coordsize="2,12029">
              <v:shape style="position:absolute;left:1025;top:1129;width:2;height:12029" coordorigin="1025,1129" coordsize="0,12029" path="m1025,1129l1025,13158e" filled="f" stroked="t" strokeweight=".82pt" strokecolor="#000000">
                <v:path arrowok="t"/>
              </v:shape>
            </v:group>
            <v:group style="position:absolute;left:1018;top:13160;width:9797;height:2" coordorigin="1018,13160" coordsize="9797,2">
              <v:shape style="position:absolute;left:1018;top:13160;width:9797;height:2" coordorigin="1018,13160" coordsize="9797,0" path="m1018,13160l10814,13160e" filled="f" stroked="t" strokeweight=".82pt" strokecolor="#000000">
                <v:path arrowok="t"/>
              </v:shape>
            </v:group>
            <v:group style="position:absolute;left:10807;top:1129;width:2;height:12029" coordorigin="10807,1129" coordsize="2,12029">
              <v:shape style="position:absolute;left:10807;top:1129;width:2;height:12029" coordorigin="10807,1129" coordsize="0,12029" path="m10807,1129l10807,1315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3.4.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  <w:u w:val="single" w:color="000000"/>
        </w:rPr>
      </w:r>
      <w:r>
        <w:rPr>
          <w:b w:val="0"/>
          <w:bCs w:val="0"/>
          <w:spacing w:val="-5"/>
          <w:w w:val="100"/>
          <w:u w:val="single" w:color="000000"/>
        </w:rPr>
        <w:t>no</w:t>
      </w:r>
      <w:r>
        <w:rPr>
          <w:b w:val="0"/>
          <w:bCs w:val="0"/>
          <w:spacing w:val="-47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lē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mums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ika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izsniegts,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bet: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before="69"/>
        <w:ind w:left="2663" w:right="0" w:hanging="567"/>
        <w:jc w:val="left"/>
      </w:pPr>
      <w:r>
        <w:rPr>
          <w:b w:val="0"/>
          <w:bCs w:val="0"/>
          <w:spacing w:val="-5"/>
          <w:w w:val="100"/>
          <w:u w:val="single" w:color="000000"/>
        </w:rPr>
        <w:t>no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lē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mums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tiks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izsniegts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tūlīt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pēc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nodošanas;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0" w:lineRule="auto" w:before="69"/>
        <w:ind w:left="2663" w:right="436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izsniedzot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nolēmumu,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tiks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skaidri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informēta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viņas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8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iesībām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uz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lietas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atkārtotu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izskatīšanu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pārsūdzību,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kurā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viņai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ir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tiesības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p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edal</w:t>
      </w:r>
      <w:r>
        <w:rPr>
          <w:b w:val="0"/>
          <w:bCs w:val="0"/>
          <w:spacing w:val="-11"/>
          <w:w w:val="100"/>
          <w:u w:val="single" w:color="000000"/>
        </w:rPr>
        <w:t>ī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6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es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iespēju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lietu,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tostarp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jaunus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pierād</w:t>
      </w:r>
      <w:r>
        <w:rPr>
          <w:b w:val="0"/>
          <w:bCs w:val="0"/>
          <w:spacing w:val="-7"/>
          <w:w w:val="100"/>
          <w:u w:val="single" w:color="000000"/>
        </w:rPr>
        <w:t>ī</w:t>
      </w:r>
      <w:r>
        <w:rPr>
          <w:b w:val="0"/>
          <w:bCs w:val="0"/>
          <w:spacing w:val="0"/>
          <w:w w:val="100"/>
          <w:u w:val="single" w:color="000000"/>
        </w:rPr>
        <w:t>jumus,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atkārtoti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iz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ska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īt</w:t>
      </w:r>
      <w:r>
        <w:rPr>
          <w:b w:val="0"/>
          <w:bCs w:val="0"/>
          <w:spacing w:val="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pēc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būtības,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rezultātā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sākotnējais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lē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mums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varētu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kt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atce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ts;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un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2" w:lineRule="auto" w:before="69"/>
        <w:ind w:left="2663" w:right="396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persona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tiks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informēta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termiņu,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kādā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jāpieprasa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šāda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lietas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atkārtota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izskatīšana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pārsūdzība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kurš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dienas.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63" w:lineRule="auto" w:before="69"/>
        <w:ind w:left="964" w:right="391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veikta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atzīme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lodziņā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</w:t>
      </w:r>
      <w:r>
        <w:rPr>
          <w:b w:val="0"/>
          <w:bCs w:val="0"/>
          <w:spacing w:val="-1"/>
          <w:w w:val="100"/>
          <w:u w:val="single" w:color="000000"/>
        </w:rPr>
        <w:t>.1.b,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3.2.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3.3.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punktā,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lūdzu,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sniedziet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informāciju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kā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ir</w:t>
      </w:r>
      <w:r>
        <w:rPr>
          <w:b w:val="0"/>
          <w:bCs w:val="0"/>
          <w:spacing w:val="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izpildīts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attiecīgais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nosacījums.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1"/>
        <w:ind w:left="719" w:right="0" w:hanging="567"/>
        <w:jc w:val="left"/>
      </w:pPr>
      <w:r>
        <w:rPr/>
        <w:pict>
          <v:group style="position:absolute;margin-left:50.470001pt;margin-top:72.470016pt;width:494.500026pt;height:565.29998pt;mso-position-horizontal-relative:page;mso-position-vertical-relative:page;z-index:-576" coordorigin="1009,1449" coordsize="9890,11306">
            <v:group style="position:absolute;left:1018;top:1458;width:9874;height:2" coordorigin="1018,1458" coordsize="9874,2">
              <v:shape style="position:absolute;left:1018;top:1458;width:9874;height:2" coordorigin="1018,1458" coordsize="9874,0" path="m1018,1458l10891,1458e" filled="f" stroked="t" strokeweight=".82pt" strokecolor="#000000">
                <v:path arrowok="t"/>
              </v:shape>
            </v:group>
            <v:group style="position:absolute;left:1025;top:1460;width:2;height:11285" coordorigin="1025,1460" coordsize="2,11285">
              <v:shape style="position:absolute;left:1025;top:1460;width:2;height:11285" coordorigin="1025,1460" coordsize="0,11285" path="m1025,1460l1025,12745e" filled="f" stroked="t" strokeweight=".82pt" strokecolor="#000000">
                <v:path arrowok="t"/>
              </v:shape>
            </v:group>
            <v:group style="position:absolute;left:1018;top:12747;width:9874;height:2" coordorigin="1018,12747" coordsize="9874,2">
              <v:shape style="position:absolute;left:1018;top:12747;width:9874;height:2" coordorigin="1018,12747" coordsize="9874,0" path="m1018,12747l10891,12747e" filled="f" stroked="t" strokeweight=".82pt" strokecolor="#000000">
                <v:path arrowok="t"/>
              </v:shape>
            </v:group>
            <v:group style="position:absolute;left:10884;top:1460;width:2;height:11285" coordorigin="10884,1460" coordsize="2,11285">
              <v:shape style="position:absolute;left:10884;top:1460;width:2;height:11285" coordorigin="10884,1460" coordsize="0,11285" path="m10884,1460l10884,12745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Nodarījumi: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5"/>
          <w:w w:val="100"/>
        </w:rPr>
        <w:t>Š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order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kopā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att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eca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.................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nodarījumu/nodarījumiem.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59" w:lineRule="auto"/>
        <w:ind w:right="391"/>
        <w:jc w:val="left"/>
      </w:pP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apstākļ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apraksts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kādo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nodarījums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ve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kts(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i)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ieskaito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laiku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viet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pieprasītā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personas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līdzdalība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pakāp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nodarījum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(nodarījum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s):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9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</w:t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Nodarījuma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veid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juridisk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kvalifikācij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piemēr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tiesīb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norma/kodekss: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360" w:lineRule="auto"/>
        <w:ind w:left="719" w:right="795" w:hanging="567"/>
        <w:jc w:val="left"/>
      </w:pP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ecīg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gadījum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atzīm</w:t>
      </w:r>
      <w:r>
        <w:rPr>
          <w:b w:val="0"/>
          <w:bCs w:val="0"/>
          <w:spacing w:val="0"/>
          <w:w w:val="100"/>
        </w:rPr>
        <w:t>ē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vien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vairāku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šie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nodarījumiem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izsniegšanas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dalībv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5"/>
          <w:w w:val="100"/>
        </w:rPr>
        <w:t>ls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ī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6"/>
          <w:w w:val="100"/>
        </w:rPr>
        <w:t>s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dām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brīvība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atņemšana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sod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piespied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līdzekli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maksimālais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ilgum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visma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gadi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noteikt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izsniegšana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dalībvalst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tiesībās: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dalīb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noziedzīg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organizācijā;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terorisms;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cilvēk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-1"/>
          <w:w w:val="100"/>
        </w:rPr>
        <w:t>tirdzniecība;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bērn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seksuāl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izmantošan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5"/>
          <w:w w:val="100"/>
        </w:rPr>
        <w:t>bē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pornogrāfija;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narkot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sk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psihotrop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viel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nelikumīg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tirdzniecība;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ieroču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munīcija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sprāgstviel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nelikumīg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dzniecība;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pStyle w:val="BodyText"/>
        <w:tabs>
          <w:tab w:pos="719" w:val="left" w:leader="none"/>
        </w:tabs>
        <w:spacing w:before="60"/>
        <w:ind w:right="0"/>
        <w:jc w:val="left"/>
      </w:pPr>
      <w:r>
        <w:rPr/>
        <w:pict>
          <v:group style="position:absolute;margin-left:50.470001pt;margin-top:55.910023pt;width:494.500026pt;height:411.699974pt;mso-position-horizontal-relative:page;mso-position-vertical-relative:page;z-index:-575" coordorigin="1009,1118" coordsize="9890,8234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8213" coordorigin="1025,1129" coordsize="2,8213">
              <v:shape style="position:absolute;left:1025;top:1129;width:2;height:8213" coordorigin="1025,1129" coordsize="0,8213" path="m1025,1129l1025,9342e" filled="f" stroked="t" strokeweight=".82pt" strokecolor="#000000">
                <v:path arrowok="t"/>
              </v:shape>
            </v:group>
            <v:group style="position:absolute;left:1018;top:9344;width:9874;height:2" coordorigin="1018,9344" coordsize="9874,2">
              <v:shape style="position:absolute;left:1018;top:9344;width:9874;height:2" coordorigin="1018,9344" coordsize="9874,0" path="m1018,9344l10891,9344e" filled="f" stroked="t" strokeweight=".82pt" strokecolor="#000000">
                <v:path arrowok="t"/>
              </v:shape>
            </v:group>
            <v:group style="position:absolute;left:10884;top:1129;width:2;height:8213" coordorigin="10884,1129" coordsize="2,8213">
              <v:shape style="position:absolute;left:10884;top:1129;width:2;height:8213" coordorigin="10884,1129" coordsize="0,8213" path="m10884,1129l10884,9342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korupcija;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krāpšana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tostar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krāpšana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apdrau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Eiropa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Kopien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finanš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interese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1995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gada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26.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4"/>
          <w:w w:val="100"/>
        </w:rPr>
        <w:t>ū</w:t>
      </w:r>
      <w:r>
        <w:rPr>
          <w:b w:val="0"/>
          <w:bCs w:val="0"/>
          <w:spacing w:val="-1"/>
          <w:w w:val="100"/>
        </w:rPr>
        <w:t>lij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ņemtās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ropas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Kop</w:t>
      </w:r>
      <w:r>
        <w:rPr>
          <w:b w:val="0"/>
          <w:bCs w:val="0"/>
          <w:spacing w:val="-9"/>
          <w:w w:val="100"/>
        </w:rPr>
        <w:t>i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finanš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intereš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aizsardzība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konvencija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nozīmē;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noz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edzīg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iegūt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līdzekļ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legalizēšana;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naudas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tostar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eiro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viltošana;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datornoz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egumi;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spacing w:line="359" w:lineRule="auto"/>
        <w:ind w:left="719" w:right="499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noz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egumi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pret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tostar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apdraudēt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sug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dzīvniek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apdraudēt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sug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šķirņ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augu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nelikumīg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-1"/>
          <w:w w:val="100"/>
        </w:rPr>
        <w:t>tirdzniecība;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palīdzīb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nelikumīg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iebrauk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uzturēties;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slepkavība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smag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miesa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3"/>
          <w:w w:val="100"/>
        </w:rPr>
        <w:t>ā</w:t>
      </w:r>
      <w:r>
        <w:rPr>
          <w:b w:val="0"/>
          <w:bCs w:val="0"/>
          <w:spacing w:val="-1"/>
          <w:w w:val="100"/>
        </w:rPr>
        <w:t>jumi;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cilvēk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orgān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aud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nelikumīg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tirdzniecība;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persona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laupīšana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nelikumīg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brīvība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atņemšan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ķīlniek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sagrābšana;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rasism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ksenofobija;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organ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zēt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bruņot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laupīšana;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ku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tūra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preču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tostar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senliet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māksla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darbu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nelikumīg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tirdzniecība;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krāpšana;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reket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izspiešana;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viltošan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pirā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7"/>
          <w:w w:val="100"/>
        </w:rPr>
        <w:t>is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ražošana;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administratīv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dokument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viltošan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tirdzniecība;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08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maksāšana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līdzekļ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viltošana;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hor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cit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augšana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veicinātāj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nelikumīg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tirdzniecība;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kodolmater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āl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radioaktīv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materiāl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nelikumīg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tirdzniecība;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zagt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-1"/>
          <w:w w:val="100"/>
        </w:rPr>
        <w:t>transportlīdzekļ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dzniecība;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izvarošana;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dedzināšana;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noz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egumi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kuri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1"/>
          <w:w w:val="100"/>
        </w:rPr>
        <w:t>att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eca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Starptautiskā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Krimināl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iesa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jurisdikcija;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kuģ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gais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kuģ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sagrābšana;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sabotāža.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24" w:val="left" w:leader="none"/>
        </w:tabs>
        <w:ind w:left="724" w:right="0" w:hanging="288"/>
        <w:jc w:val="left"/>
      </w:pPr>
      <w:r>
        <w:rPr>
          <w:b w:val="0"/>
          <w:bCs w:val="0"/>
          <w:spacing w:val="-1"/>
          <w:w w:val="100"/>
        </w:rPr>
        <w:t>Nodarījuma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piln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apraksts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neattieca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1"/>
          <w:w w:val="100"/>
        </w:rPr>
        <w:t>da</w:t>
      </w:r>
      <w:r>
        <w:rPr>
          <w:b w:val="0"/>
          <w:bCs w:val="0"/>
          <w:spacing w:val="-11"/>
          <w:w w:val="100"/>
        </w:rPr>
        <w:t>ļ</w:t>
      </w:r>
      <w:r>
        <w:rPr>
          <w:b w:val="0"/>
          <w:bCs w:val="0"/>
          <w:spacing w:val="-1"/>
          <w:w w:val="100"/>
        </w:rPr>
        <w:t>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</w:t>
      </w:r>
    </w:p>
    <w:p>
      <w:pPr>
        <w:pStyle w:val="BodyText"/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87.556915pt;width:494.500026pt;height:273.700035pt;mso-position-horizontal-relative:page;mso-position-vertical-relative:paragraph;z-index:-574" coordorigin="1009,-5751" coordsize="9890,5474">
            <v:group style="position:absolute;left:1018;top:-5743;width:9874;height:2" coordorigin="1018,-5743" coordsize="9874,2">
              <v:shape style="position:absolute;left:1018;top:-5743;width:9874;height:2" coordorigin="1018,-5743" coordsize="9874,0" path="m1018,-5743l10891,-5743e" filled="f" stroked="t" strokeweight=".82pt" strokecolor="#000000">
                <v:path arrowok="t"/>
              </v:shape>
            </v:group>
            <v:group style="position:absolute;left:1025;top:-5741;width:2;height:5453" coordorigin="1025,-5741" coordsize="2,5453">
              <v:shape style="position:absolute;left:1025;top:-5741;width:2;height:5453" coordorigin="1025,-5741" coordsize="0,5453" path="m1025,-5741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5741;width:2;height:5453" coordorigin="10884,-5741" coordsize="2,5453">
              <v:shape style="position:absolute;left:10884;top:-5741;width:2;height:5453" coordorigin="10884,-5741" coordsize="0,5453" path="m10884,-5741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2"/>
          <w:w w:val="100"/>
        </w:rPr>
        <w:t>liet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bū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7"/>
          <w:w w:val="100"/>
        </w:rPr>
        <w:t>is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apstākļ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(fakulta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īv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informācija):</w:t>
      </w:r>
      <w:r>
        <w:rPr>
          <w:b w:val="0"/>
          <w:bCs w:val="0"/>
          <w:spacing w:val="0"/>
          <w:w w:val="100"/>
        </w:rPr>
      </w:r>
    </w:p>
    <w:p>
      <w:pPr>
        <w:spacing w:line="279" w:lineRule="auto" w:before="65"/>
        <w:ind w:left="152" w:right="34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single" w:color="0000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2"/>
          <w:w w:val="100"/>
          <w:sz w:val="24"/>
          <w:szCs w:val="24"/>
          <w:u w:val="single" w:color="0000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Tā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va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r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bū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t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piezīme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r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ekstrateritorialitāti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noilgum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pārtraukumie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m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u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citā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m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nodarījuma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99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sekām)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  <w:u w:val="none"/>
        </w:rPr>
      </w:r>
    </w:p>
    <w:p>
      <w:pPr>
        <w:pStyle w:val="BodyText"/>
        <w:spacing w:before="25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</w:t>
      </w:r>
    </w:p>
    <w:p>
      <w:pPr>
        <w:pStyle w:val="BodyText"/>
        <w:spacing w:before="50"/>
        <w:ind w:right="0"/>
        <w:jc w:val="left"/>
      </w:pPr>
      <w:r>
        <w:rPr/>
        <w:pict>
          <v:group style="position:absolute;margin-left:50.470001pt;margin-top:36.693104pt;width:494.500026pt;height:173.140007pt;mso-position-horizontal-relative:page;mso-position-vertical-relative:paragraph;z-index:-572" coordorigin="1009,734" coordsize="9890,3463">
            <v:group style="position:absolute;left:1018;top:742;width:9874;height:2" coordorigin="1018,742" coordsize="9874,2">
              <v:shape style="position:absolute;left:1018;top:742;width:9874;height:2" coordorigin="1018,742" coordsize="9874,0" path="m1018,742l10891,742e" filled="f" stroked="t" strokeweight=".82pt" strokecolor="#000000">
                <v:path arrowok="t"/>
              </v:shape>
            </v:group>
            <v:group style="position:absolute;left:1025;top:744;width:2;height:3442" coordorigin="1025,744" coordsize="2,3442">
              <v:shape style="position:absolute;left:1025;top:744;width:2;height:3442" coordorigin="1025,744" coordsize="0,3442" path="m1025,744l1025,4186e" filled="f" stroked="t" strokeweight=".82pt" strokecolor="#000000">
                <v:path arrowok="t"/>
              </v:shape>
            </v:group>
            <v:group style="position:absolute;left:1018;top:4188;width:9874;height:2" coordorigin="1018,4188" coordsize="9874,2">
              <v:shape style="position:absolute;left:1018;top:4188;width:9874;height:2" coordorigin="1018,4188" coordsize="9874,0" path="m1018,4188l10891,4188e" filled="f" stroked="t" strokeweight=".82pt" strokecolor="#000000">
                <v:path arrowok="t"/>
              </v:shape>
            </v:group>
            <v:group style="position:absolute;left:10884;top:744;width:2;height:3442" coordorigin="10884,744" coordsize="2,3442">
              <v:shape style="position:absolute;left:10884;top:744;width:2;height:3442" coordorigin="10884,744" coordsize="0,3442" path="m10884,744l10884,418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74" w:lineRule="exact" w:before="74"/>
        <w:ind w:left="719" w:right="464" w:hanging="567"/>
        <w:jc w:val="left"/>
      </w:pPr>
      <w:r>
        <w:rPr/>
        <w:pict>
          <v:group style="position:absolute;margin-left:50.470001pt;margin-top:-99.63002pt;width:494.500026pt;height:85.780022pt;mso-position-horizontal-relative:page;mso-position-vertical-relative:paragraph;z-index:-573" coordorigin="1009,-1993" coordsize="9890,1716">
            <v:group style="position:absolute;left:1018;top:-1984;width:9874;height:2" coordorigin="1018,-1984" coordsize="9874,2">
              <v:shape style="position:absolute;left:1018;top:-1984;width:9874;height:2" coordorigin="1018,-1984" coordsize="9874,0" path="m1018,-1984l10891,-1984e" filled="f" stroked="t" strokeweight=".82pt" strokecolor="#000000">
                <v:path arrowok="t"/>
              </v:shape>
            </v:group>
            <v:group style="position:absolute;left:1025;top:-1982;width:2;height:1694" coordorigin="1025,-1982" coordsize="2,1694">
              <v:shape style="position:absolute;left:1025;top:-1982;width:2;height:1694" coordorigin="1025,-1982" coordsize="0,1694" path="m1025,-1982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1982;width:2;height:1694" coordorigin="10884,-1982" coordsize="2,1694">
              <v:shape style="position:absolute;left:10884;top:-1982;width:2;height:1694" coordorigin="10884,-1982" coordsize="0,1694" path="m10884,-1982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5"/>
          <w:w w:val="100"/>
        </w:rPr>
        <w:t>Š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order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1"/>
          <w:w w:val="100"/>
        </w:rPr>
        <w:t>att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ecas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arī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tād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priekšmet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apķīlāšan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nodošanu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bū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vajadzīg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kā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erādījumi: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2" w:lineRule="auto"/>
        <w:ind w:left="719" w:right="704"/>
        <w:jc w:val="left"/>
      </w:pPr>
      <w:r>
        <w:rPr>
          <w:b w:val="0"/>
          <w:bCs w:val="0"/>
          <w:spacing w:val="5"/>
          <w:w w:val="100"/>
        </w:rPr>
        <w:t>Š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order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att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ecas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arī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tād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priekšmet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apķīlāšan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nodošanu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pieprasīt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persona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ieguvus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nodarījum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rezultātā: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Priekšmet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aprakst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atrašanā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vieta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zināma):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6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2" w:lineRule="auto" w:before="71"/>
        <w:ind w:left="719" w:right="950" w:hanging="567"/>
        <w:jc w:val="left"/>
      </w:pPr>
      <w:r>
        <w:rPr>
          <w:b w:val="0"/>
          <w:bCs w:val="0"/>
          <w:spacing w:val="0"/>
          <w:w w:val="100"/>
        </w:rPr>
        <w:t>Noda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3"/>
          <w:w w:val="100"/>
        </w:rPr>
        <w:t>ījums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uz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kura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pamat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ši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orderi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izsniegts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sodāms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5"/>
          <w:w w:val="100"/>
        </w:rPr>
        <w:t>/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2"/>
          <w:w w:val="100"/>
        </w:rPr>
        <w:t>sod</w:t>
      </w:r>
      <w:r>
        <w:rPr>
          <w:b w:val="0"/>
          <w:bCs w:val="0"/>
          <w:spacing w:val="-10"/>
          <w:w w:val="100"/>
        </w:rPr>
        <w:t>ī</w:t>
      </w:r>
      <w:r>
        <w:rPr>
          <w:b w:val="0"/>
          <w:bCs w:val="0"/>
          <w:spacing w:val="1"/>
          <w:w w:val="100"/>
        </w:rPr>
        <w:t>ts(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5"/>
          <w:w w:val="100"/>
        </w:rPr>
        <w:t>b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"/>
          <w:w w:val="100"/>
        </w:rPr>
        <w:t>īvība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atņemšana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sod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piespied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līdzekl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mūžu: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2" w:lineRule="auto"/>
        <w:ind w:left="719" w:right="1265" w:hanging="567"/>
        <w:jc w:val="left"/>
      </w:pPr>
      <w:r>
        <w:rPr>
          <w:b w:val="0"/>
          <w:bCs w:val="0"/>
          <w:spacing w:val="-1"/>
          <w:w w:val="100"/>
        </w:rPr>
        <w:t>izsniegšana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dalībvalst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tiesīb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sistēm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ļau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pārskatī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noteikt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sod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līdzekl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pēc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eprasījum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vēlākai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pē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gadie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mērķ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neizpildī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šād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sod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līdzekli,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un/vai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158" w:hanging="567"/>
        <w:jc w:val="left"/>
      </w:pPr>
      <w:r>
        <w:rPr/>
        <w:pict>
          <v:group style="position:absolute;margin-left:50.470001pt;margin-top:91.553146pt;width:494.500026pt;height:298.900017pt;mso-position-horizontal-relative:page;mso-position-vertical-relative:paragraph;z-index:-570" coordorigin="1009,1831" coordsize="9890,5978">
            <v:group style="position:absolute;left:1018;top:1839;width:9874;height:2" coordorigin="1018,1839" coordsize="9874,2">
              <v:shape style="position:absolute;left:1018;top:1839;width:9874;height:2" coordorigin="1018,1839" coordsize="9874,0" path="m1018,1839l10891,1839e" filled="f" stroked="t" strokeweight=".82pt" strokecolor="#000000">
                <v:path arrowok="t"/>
              </v:shape>
            </v:group>
            <v:group style="position:absolute;left:1025;top:1842;width:2;height:5957" coordorigin="1025,1842" coordsize="2,5957">
              <v:shape style="position:absolute;left:1025;top:1842;width:2;height:5957" coordorigin="1025,1842" coordsize="0,5957" path="m1025,1842l1025,7798e" filled="f" stroked="t" strokeweight=".82pt" strokecolor="#000000">
                <v:path arrowok="t"/>
              </v:shape>
            </v:group>
            <v:group style="position:absolute;left:1018;top:7801;width:9874;height:2" coordorigin="1018,7801" coordsize="9874,2">
              <v:shape style="position:absolute;left:1018;top:7801;width:9874;height:2" coordorigin="1018,7801" coordsize="9874,0" path="m1018,7801l10891,7801e" filled="f" stroked="t" strokeweight=".82pt" strokecolor="#000000">
                <v:path arrowok="t"/>
              </v:shape>
            </v:group>
            <v:group style="position:absolute;left:10884;top:1842;width:2;height:5957" coordorigin="10884,1842" coordsize="2,5957">
              <v:shape style="position:absolute;left:10884;top:1842;width:2;height:5957" coordorigin="10884,1842" coordsize="0,5957" path="m10884,1842l10884,779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izsniegšana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dalībvalst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tiesīb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sistēm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ļau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piemēro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apžēlošana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pasākumus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kuriem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saskaņ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izsniegšana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dalībvalst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tiesībā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praks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persona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1"/>
          <w:w w:val="100"/>
        </w:rPr>
        <w:t>iesības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nolūk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neizpi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1"/>
          <w:w w:val="100"/>
        </w:rPr>
        <w:t>ī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šād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sod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līdzekli.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06.91684pt;width:494.500026pt;height:175.05999pt;mso-position-horizontal-relative:page;mso-position-vertical-relative:paragraph;z-index:-571" coordorigin="1009,-4138" coordsize="9890,3501">
            <v:group style="position:absolute;left:1018;top:-4130;width:9874;height:2" coordorigin="1018,-4130" coordsize="9874,2">
              <v:shape style="position:absolute;left:1018;top:-4130;width:9874;height:2" coordorigin="1018,-4130" coordsize="9874,0" path="m1018,-4130l10891,-4130e" filled="f" stroked="t" strokeweight=".82pt" strokecolor="#000000">
                <v:path arrowok="t"/>
              </v:shape>
            </v:group>
            <v:group style="position:absolute;left:1025;top:-4128;width:2;height:3480" coordorigin="1025,-4128" coordsize="2,3480">
              <v:shape style="position:absolute;left:1025;top:-4128;width:2;height:3480" coordorigin="1025,-4128" coordsize="0,3480" path="m1025,-4128l1025,-648e" filled="f" stroked="t" strokeweight=".82pt" strokecolor="#000000">
                <v:path arrowok="t"/>
              </v:shape>
            </v:group>
            <v:group style="position:absolute;left:1018;top:-645;width:9874;height:2" coordorigin="1018,-645" coordsize="9874,2">
              <v:shape style="position:absolute;left:1018;top:-645;width:9874;height:2" coordorigin="1018,-645" coordsize="9874,0" path="m1018,-645l10891,-645e" filled="f" stroked="t" strokeweight=".82pt" strokecolor="#000000">
                <v:path arrowok="t"/>
              </v:shape>
            </v:group>
            <v:group style="position:absolute;left:10884;top:-4128;width:2;height:3480" coordorigin="10884,-4128" coordsize="2,3480">
              <v:shape style="position:absolute;left:10884;top:-4128;width:2;height:3480" coordorigin="10884,-4128" coordsize="0,3480" path="m10884,-4128l10884,-64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Ties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iestāde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izsniegus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orderi: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-1"/>
          <w:w w:val="100"/>
        </w:rPr>
        <w:t>Oficiālai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nosaukums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Tā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pārstāvj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uzvārd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5"/>
          <w:w w:val="100"/>
          <w:position w:val="0"/>
        </w:rPr>
        <w:t>:</w:t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Amat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(statuss/pakāpe)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Lieta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atsauce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Adrese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3"/>
          <w:w w:val="100"/>
        </w:rPr>
        <w:t>Tā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nr.: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(valsts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kods)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(apgabala/pilsētas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kods)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(...</w:t>
      </w:r>
      <w:r>
        <w:rPr>
          <w:b w:val="0"/>
          <w:bCs w:val="0"/>
          <w:spacing w:val="15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Faks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nr.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(valst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kods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(apgabala/pilsēta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kods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(…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pasts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83" w:lineRule="auto" w:before="7"/>
        <w:ind w:left="719" w:right="127"/>
        <w:jc w:val="left"/>
      </w:pPr>
      <w:r>
        <w:rPr>
          <w:b w:val="0"/>
          <w:bCs w:val="0"/>
          <w:spacing w:val="-1"/>
          <w:w w:val="100"/>
        </w:rPr>
        <w:t>Tā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persona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kontaktinformācija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kur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jāsazinās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vienoto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praktisk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nodošanas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kārtību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tabs>
          <w:tab w:pos="719" w:val="left" w:leader="none"/>
        </w:tabs>
        <w:spacing w:before="78"/>
        <w:ind w:right="0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69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1"/>
          <w:w w:val="100"/>
          <w:position w:val="0"/>
        </w:rPr>
        <w:t>Dažādā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valod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versijā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iekļau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atsauc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ties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vara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"nesēju</w:t>
      </w:r>
      <w:r>
        <w:rPr>
          <w:b w:val="0"/>
          <w:bCs w:val="0"/>
          <w:spacing w:val="0"/>
          <w:w w:val="100"/>
          <w:position w:val="0"/>
        </w:rPr>
        <w:t>"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position w:val="0"/>
        </w:rPr>
        <w:t>holde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position w:val="0"/>
        </w:rPr>
        <w:t>r</w:t>
      </w:r>
      <w:r>
        <w:rPr>
          <w:b w:val="0"/>
          <w:bCs w:val="0"/>
          <w:i w:val="0"/>
          <w:spacing w:val="1"/>
          <w:w w:val="100"/>
          <w:position w:val="0"/>
        </w:rPr>
        <w:t>).</w:t>
      </w:r>
      <w:r>
        <w:rPr>
          <w:b w:val="0"/>
          <w:bCs w:val="0"/>
          <w:i w:val="0"/>
          <w:spacing w:val="0"/>
          <w:w w:val="100"/>
          <w:position w:val="0"/>
        </w:rPr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79" w:lineRule="auto" w:before="69"/>
        <w:ind w:right="469"/>
        <w:jc w:val="left"/>
      </w:pP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Eiropa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apcie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inājum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order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nosūtīšan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administratīv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saņemšan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atbildīg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centrā</w:t>
      </w:r>
      <w:r>
        <w:rPr>
          <w:b w:val="0"/>
          <w:bCs w:val="0"/>
          <w:spacing w:val="-12"/>
          <w:w w:val="100"/>
        </w:rPr>
        <w:t>l</w:t>
      </w:r>
      <w:r>
        <w:rPr>
          <w:b w:val="0"/>
          <w:bCs w:val="0"/>
          <w:spacing w:val="0"/>
          <w:w w:val="100"/>
        </w:rPr>
        <w:t>ā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iestāde: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Centrā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0"/>
          <w:w w:val="100"/>
        </w:rPr>
        <w:t>ās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estāde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nosaukums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aktpersona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attiecīg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gadījum</w:t>
      </w:r>
      <w:r>
        <w:rPr>
          <w:b w:val="0"/>
          <w:bCs w:val="0"/>
          <w:spacing w:val="0"/>
          <w:w w:val="100"/>
        </w:rPr>
        <w:t>ā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(statuss/pakāp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uzvārds)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Adrese:.............................................................................................................................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3"/>
          <w:w w:val="100"/>
        </w:rPr>
        <w:t>Tā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nr.: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(valsts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kods)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(apgabala/pilsētas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kods)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(...</w:t>
      </w:r>
      <w:r>
        <w:rPr>
          <w:b w:val="0"/>
          <w:bCs w:val="0"/>
          <w:spacing w:val="15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96" w:lineRule="auto" w:before="69"/>
        <w:ind w:left="719" w:right="0"/>
        <w:jc w:val="left"/>
      </w:pPr>
      <w:r>
        <w:rPr/>
        <w:pict>
          <v:group style="position:absolute;margin-left:50.470001pt;margin-top:71.483131pt;width:494.500026pt;height:174.82pt;mso-position-horizontal-relative:page;mso-position-vertical-relative:paragraph;z-index:-567" coordorigin="1009,1430" coordsize="9890,3496">
            <v:group style="position:absolute;left:1018;top:1438;width:9874;height:2" coordorigin="1018,1438" coordsize="9874,2">
              <v:shape style="position:absolute;left:1018;top:1438;width:9874;height:2" coordorigin="1018,1438" coordsize="9874,0" path="m1018,1438l10891,1438e" filled="f" stroked="t" strokeweight=".82pt" strokecolor="#000000">
                <v:path arrowok="t"/>
              </v:shape>
            </v:group>
            <v:group style="position:absolute;left:1025;top:1440;width:2;height:3475" coordorigin="1025,1440" coordsize="2,3475">
              <v:shape style="position:absolute;left:1025;top:1440;width:2;height:3475" coordorigin="1025,1440" coordsize="0,3475" path="m1025,1440l1025,4915e" filled="f" stroked="t" strokeweight=".82pt" strokecolor="#000000">
                <v:path arrowok="t"/>
              </v:shape>
            </v:group>
            <v:group style="position:absolute;left:1018;top:4918;width:9874;height:2" coordorigin="1018,4918" coordsize="9874,2">
              <v:shape style="position:absolute;left:1018;top:4918;width:9874;height:2" coordorigin="1018,4918" coordsize="9874,0" path="m1018,4918l10891,4918e" filled="f" stroked="t" strokeweight=".82pt" strokecolor="#000000">
                <v:path arrowok="t"/>
              </v:shape>
            </v:group>
            <v:group style="position:absolute;left:10884;top:1440;width:2;height:3475" coordorigin="10884,1440" coordsize="2,3475">
              <v:shape style="position:absolute;left:10884;top:1440;width:2;height:3475" coordorigin="10884,1440" coordsize="0,3475" path="m10884,1440l10884,4915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Faks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nr.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(valst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kods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(apgabala/pilsēta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kods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pasts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274.116913pt;width:494.500026pt;height:242.500054pt;mso-position-horizontal-relative:page;mso-position-vertical-relative:paragraph;z-index:-568" coordorigin="1009,-5482" coordsize="9890,4850">
            <v:group style="position:absolute;left:1018;top:-5474;width:9874;height:2" coordorigin="1018,-5474" coordsize="9874,2">
              <v:shape style="position:absolute;left:1018;top:-5474;width:9874;height:2" coordorigin="1018,-5474" coordsize="9874,0" path="m1018,-5474l10891,-5474e" filled="f" stroked="t" strokeweight=".82pt" strokecolor="#000000">
                <v:path arrowok="t"/>
              </v:shape>
            </v:group>
            <v:group style="position:absolute;left:1025;top:-5472;width:2;height:4829" coordorigin="1025,-5472" coordsize="2,4829">
              <v:shape style="position:absolute;left:1025;top:-5472;width:2;height:4829" coordorigin="1025,-5472" coordsize="0,4829" path="m1025,-5472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5472;width:2;height:4829" coordorigin="10884,-5472" coordsize="2,4829">
              <v:shape style="position:absolute;left:10884;top:-5472;width:2;height:4829" coordorigin="10884,-5472" coordsize="0,4829" path="m10884,-5472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Izsniegšana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ties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iestāde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amatpersona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un/va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tā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pārstāvj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paraksts: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Uzvārds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........................</w:t>
      </w:r>
      <w:r>
        <w:rPr>
          <w:b w:val="0"/>
          <w:bCs w:val="0"/>
          <w:spacing w:val="1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</w:t>
      </w:r>
    </w:p>
    <w:p>
      <w:pPr>
        <w:pStyle w:val="BodyText"/>
        <w:spacing w:before="65"/>
        <w:ind w:right="0"/>
        <w:jc w:val="left"/>
      </w:pPr>
      <w:r>
        <w:rPr>
          <w:b w:val="0"/>
          <w:bCs w:val="0"/>
          <w:spacing w:val="-1"/>
          <w:w w:val="100"/>
        </w:rPr>
        <w:t>Amat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-1"/>
          <w:w w:val="100"/>
        </w:rPr>
        <w:t>(statuss/pakāpe)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right="0"/>
        <w:jc w:val="left"/>
      </w:pPr>
      <w:r>
        <w:rPr>
          <w:b w:val="0"/>
          <w:bCs w:val="0"/>
          <w:spacing w:val="-1"/>
          <w:w w:val="100"/>
        </w:rPr>
        <w:t>Datums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255.600006pt;margin-top:89.155128pt;width:84.000008pt;height:.1pt;mso-position-horizontal-relative:page;mso-position-vertical-relative:paragraph;z-index:-566" coordorigin="5112,1783" coordsize="1680,2">
            <v:shape style="position:absolute;left:5112;top:1783;width:1680;height:2" coordorigin="5112,1783" coordsize="1680,0" path="m5112,1783l6792,1783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Oficiālai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zīmog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tād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ir)</w:t>
      </w:r>
      <w:r>
        <w:rPr>
          <w:b w:val="0"/>
          <w:bCs w:val="0"/>
          <w:spacing w:val="0"/>
          <w:w w:val="100"/>
        </w:rPr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84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85.223938pt;width:47.357989pt;height:14pt;mso-position-horizontal-relative:page;mso-position-vertical-relative:page;z-index:-583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1pt;margin-top:785.223938pt;width:48.982074pt;height:14pt;mso-position-horizontal-relative:page;mso-position-vertical-relative:page;z-index:-582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ag/INA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</w:t>
                </w:r>
                <w:r>
                  <w:rPr>
                    <w:b w:val="0"/>
                    <w:bCs w:val="0"/>
                    <w:spacing w:val="5"/>
                    <w:w w:val="100"/>
                  </w:rPr>
                  <w:t>tr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2.840027pt;margin-top:785.223938pt;width:27.719971pt;height:31.491957pt;mso-position-horizontal-relative:page;mso-position-vertical-relative:page;z-index:-581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0" w:right="40"/>
                  <w:jc w:val="righ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0" w:right="34" w:firstLine="0"/>
                  <w:jc w:val="righ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100"/>
                    <w:sz w:val="36"/>
                    <w:szCs w:val="36"/>
                  </w:rPr>
                  <w:t>LV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80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79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65.767959pt;height:28.4pt;mso-position-horizontal-relative:page;mso-position-vertical-relative:page;z-index:-578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PIELIKUMS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1pt;margin-top:785.223938pt;width:48.715348pt;height:14pt;mso-position-horizontal-relative:page;mso-position-vertical-relative:page;z-index:-577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ag/INA/tr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2.840027pt;margin-top:785.223938pt;width:27.719971pt;height:31.491957pt;mso-position-horizontal-relative:page;mso-position-vertical-relative:page;z-index:-576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274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100"/>
                    <w:sz w:val="36"/>
                    <w:szCs w:val="36"/>
                  </w:rPr>
                  <w:t>LV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75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hanging="567"/>
        <w:jc w:val="righ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7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GEN</dc:title>
  <dcterms:created xsi:type="dcterms:W3CDTF">2014-11-19T09:18:19Z</dcterms:created>
  <dcterms:modified xsi:type="dcterms:W3CDTF">2014-11-19T09:18:19Z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2012-09-13T00:00:00Z</vt:filetime>
  </property>
  <property fmtid="{D5CDD505-2E9C-101B-9397-08002B2CF9AE}" pid="3" name="LastSaved">
    <vt:filetime>2014-11-19T00:00:00Z</vt:filetime>
  </property>
</Properties>
</file>