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0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636" w:top="620" w:bottom="820" w:left="1000" w:right="1020"/>
        </w:sectPr>
      </w:pPr>
    </w:p>
    <w:p>
      <w:pPr>
        <w:pStyle w:val="Heading1"/>
        <w:spacing w:before="69"/>
        <w:ind w:left="0" w:right="0"/>
        <w:jc w:val="right"/>
        <w:rPr>
          <w:b w:val="0"/>
          <w:bCs w:val="0"/>
        </w:rPr>
      </w:pPr>
      <w:r>
        <w:rPr>
          <w:spacing w:val="-1"/>
          <w:w w:val="100"/>
        </w:rPr>
        <w:t>EUROPO</w:t>
      </w:r>
      <w:r>
        <w:rPr>
          <w:spacing w:val="0"/>
          <w:w w:val="100"/>
        </w:rPr>
        <w:t>S</w:t>
      </w:r>
      <w:r>
        <w:rPr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</w:rPr>
      </w:r>
      <w:r>
        <w:rPr>
          <w:spacing w:val="-1"/>
          <w:w w:val="100"/>
        </w:rPr>
        <w:t>SĄJUNGOS</w:t>
      </w:r>
      <w:r>
        <w:rPr>
          <w:b w:val="0"/>
          <w:bCs w:val="0"/>
          <w:spacing w:val="0"/>
          <w:w w:val="100"/>
        </w:rPr>
      </w:r>
    </w:p>
    <w:p>
      <w:pPr>
        <w:spacing w:before="2"/>
        <w:ind w:left="0" w:right="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TARYBA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42" w:lineRule="auto" w:before="69"/>
        <w:ind w:left="1658" w:right="3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Briuselis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liepo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820" w:left="1000" w:right="1020"/>
          <w:cols w:num="2" w:equalWidth="0">
            <w:col w:w="4103" w:space="40"/>
            <w:col w:w="5737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66" w:val="left" w:leader="none"/>
        </w:tabs>
        <w:spacing w:before="69"/>
        <w:ind w:left="13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PRANEŠIMAS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31" w:val="left" w:leader="none"/>
        </w:tabs>
        <w:spacing w:before="41"/>
        <w:ind w:left="132" w:right="0"/>
        <w:jc w:val="left"/>
      </w:pPr>
      <w:r>
        <w:rPr>
          <w:b w:val="0"/>
          <w:bCs w:val="0"/>
          <w:spacing w:val="0"/>
          <w:w w:val="100"/>
        </w:rPr>
        <w:t>nuo: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Generalini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-1"/>
          <w:w w:val="100"/>
        </w:rPr>
        <w:t>sekretoriato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31" w:val="left" w:leader="none"/>
        </w:tabs>
        <w:spacing w:before="41"/>
        <w:ind w:left="132" w:right="0"/>
        <w:jc w:val="left"/>
      </w:pPr>
      <w:r>
        <w:rPr/>
        <w:pict>
          <v:group style="position:absolute;margin-left:56.639999pt;margin-top:16.73312pt;width:481.680008pt;height:.1pt;mso-position-horizontal-relative:page;mso-position-vertical-relative:paragraph;z-index:-593" coordorigin="1133,335" coordsize="9634,2">
            <v:shape style="position:absolute;left:1133;top:335;width:9634;height:2" coordorigin="1133,335" coordsize="9634,0" path="m1133,335l10766,335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1"/>
          <w:w w:val="100"/>
        </w:rPr>
        <w:t>ka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egaci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</w:p>
    <w:p>
      <w:pPr>
        <w:pStyle w:val="BodyText"/>
        <w:tabs>
          <w:tab w:pos="1831" w:val="left" w:leader="none"/>
        </w:tabs>
        <w:spacing w:line="232" w:lineRule="auto" w:before="19"/>
        <w:ind w:left="1832" w:right="117" w:hanging="1700"/>
        <w:jc w:val="left"/>
      </w:pPr>
      <w:r>
        <w:rPr>
          <w:b w:val="0"/>
          <w:bCs w:val="0"/>
          <w:spacing w:val="-1"/>
          <w:w w:val="100"/>
          <w:position w:val="-3"/>
        </w:rPr>
        <w:t>Dalykas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200</w:t>
      </w:r>
      <w:r>
        <w:rPr>
          <w:b w:val="0"/>
          <w:bCs w:val="0"/>
          <w:spacing w:val="0"/>
          <w:w w:val="100"/>
          <w:position w:val="0"/>
        </w:rPr>
        <w:t>9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vasari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</w:t>
      </w:r>
      <w:r>
        <w:rPr>
          <w:b w:val="0"/>
          <w:bCs w:val="0"/>
          <w:spacing w:val="0"/>
          <w:w w:val="100"/>
          <w:position w:val="0"/>
        </w:rPr>
        <w:t>6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Tarybo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pama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ini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sprendima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2009/299/TVR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š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dalies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ke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-1"/>
          <w:w w:val="100"/>
          <w:position w:val="0"/>
        </w:rPr>
        <w:t>čian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Pama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iniu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sprendimu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2002/584/TVR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2005/214/TVR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2006/783/TVR,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2008/909/TV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2008/947/TV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ip</w:t>
      </w:r>
      <w:r>
        <w:rPr>
          <w:b w:val="0"/>
          <w:bCs w:val="0"/>
          <w:spacing w:val="6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inan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asmen</w:t>
      </w:r>
      <w:r>
        <w:rPr>
          <w:b w:val="0"/>
          <w:bCs w:val="0"/>
          <w:spacing w:val="0"/>
          <w:w w:val="100"/>
          <w:position w:val="0"/>
        </w:rPr>
        <w:t>ų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procesine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teise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bei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skatinanti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tarpusavi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pripažinim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princip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taikym</w:t>
      </w:r>
      <w:r>
        <w:rPr>
          <w:b w:val="0"/>
          <w:bCs w:val="0"/>
          <w:spacing w:val="0"/>
          <w:w w:val="100"/>
          <w:position w:val="0"/>
        </w:rPr>
        <w:t>ą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sprendimams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priim</w:t>
      </w:r>
      <w:r>
        <w:rPr>
          <w:b w:val="0"/>
          <w:bCs w:val="0"/>
          <w:spacing w:val="8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iems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at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i</w:t>
      </w:r>
      <w:r>
        <w:rPr>
          <w:b w:val="0"/>
          <w:bCs w:val="0"/>
          <w:spacing w:val="-2"/>
          <w:w w:val="100"/>
          <w:position w:val="0"/>
        </w:rPr>
        <w:t>nkama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smeniu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asmeniška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nedalyvavu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teisminiam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nagrinėjime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1831" w:val="left" w:leader="none"/>
          <w:tab w:pos="9775" w:val="left" w:leader="none"/>
        </w:tabs>
        <w:spacing w:line="275" w:lineRule="exact"/>
        <w:ind w:left="11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Europos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arešto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orderio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formos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liduota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redakcija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69"/>
        <w:ind w:left="132" w:right="0"/>
        <w:jc w:val="left"/>
      </w:pPr>
      <w:r>
        <w:rPr/>
        <w:pict>
          <v:group style="position:absolute;margin-left:255.600006pt;margin-top:79.165131pt;width:84.000008pt;height:.1pt;mso-position-horizontal-relative:page;mso-position-vertical-relative:paragraph;z-index:-592" coordorigin="5112,1583" coordsize="1680,2">
            <v:shape style="position:absolute;left:5112;top:1583;width:1680;height:2" coordorigin="5112,1583" coordsize="1680,0" path="m5112,1583l6792,1583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egaci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pr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dedam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Europo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arešt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orderi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formo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kons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liduot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redakcija.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8" w:val="left" w:leader="none"/>
          <w:tab w:pos="9771" w:val="right" w:leader="none"/>
        </w:tabs>
        <w:spacing w:before="69"/>
        <w:ind w:left="132" w:right="0"/>
        <w:jc w:val="left"/>
      </w:pPr>
      <w:r>
        <w:rPr/>
        <w:pict>
          <v:group style="position:absolute;margin-left:55.200001pt;margin-top:.613123pt;width:485.040009pt;height:.1pt;mso-position-horizontal-relative:page;mso-position-vertical-relative:paragraph;z-index:-594" coordorigin="1104,12" coordsize="9701,2">
            <v:shape style="position:absolute;left:1104;top:12;width:9701;height:2" coordorigin="1104,12" coordsize="9701,0" path="m1104,12l10805,12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rs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5"/>
          <w:w w:val="100"/>
        </w:rPr>
        <w:t>/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1</w:t>
      </w:r>
    </w:p>
    <w:p>
      <w:pPr>
        <w:spacing w:after="0"/>
        <w:jc w:val="left"/>
        <w:sectPr>
          <w:type w:val="continuous"/>
          <w:pgSz w:w="11900" w:h="16820"/>
          <w:pgMar w:top="620" w:bottom="820" w:left="1000" w:right="1020"/>
        </w:sectPr>
      </w:pPr>
    </w:p>
    <w:p>
      <w:pPr>
        <w:pStyle w:val="Heading1"/>
        <w:spacing w:before="88"/>
        <w:ind w:left="0" w:right="150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PRIEDAS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before="788"/>
        <w:ind w:left="322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EUROPO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AREŠT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ORDERI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spacing w:line="359" w:lineRule="auto" w:before="554"/>
        <w:ind w:right="662"/>
        <w:jc w:val="left"/>
      </w:pPr>
      <w:r>
        <w:rPr>
          <w:b w:val="0"/>
          <w:bCs w:val="0"/>
          <w:spacing w:val="5"/>
          <w:w w:val="100"/>
        </w:rPr>
        <w:t>Š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3"/>
          <w:w w:val="100"/>
        </w:rPr>
        <w:t>or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er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išdav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kompeten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ing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teismin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ins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ucija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Prašau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tolia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nurodyta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asmu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būtų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areštuota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perduotas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būt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galim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vykdy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baudžiamąj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perseki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jim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vykdy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isvės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atėmim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nuosprendį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laisvė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aprib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jim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sprendimą.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line="240" w:lineRule="auto"/>
        <w:ind w:left="719" w:right="369" w:hanging="567"/>
        <w:jc w:val="left"/>
      </w:pPr>
      <w:r>
        <w:rPr/>
        <w:pict>
          <v:group style="position:absolute;margin-left:56.639999pt;margin-top:-3.711251pt;width:144.240006pt;height:.1pt;mso-position-horizontal-relative:page;mso-position-vertical-relative:paragraph;z-index:-591" coordorigin="1133,-74" coordsize="2885,2">
            <v:shape style="position:absolute;left:1133;top:-74;width:2885;height:2" coordorigin="1133,-74" coordsize="2885,0" path="m1133,-74l4018,-7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5"/>
          <w:w w:val="100"/>
          <w:position w:val="0"/>
        </w:rPr>
        <w:t>Š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order</w:t>
      </w:r>
      <w:r>
        <w:rPr>
          <w:b w:val="0"/>
          <w:bCs w:val="0"/>
          <w:spacing w:val="-10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tur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bū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parašyta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vien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š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vykdančiosio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ybė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narė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oficiali</w:t>
      </w:r>
      <w:r>
        <w:rPr>
          <w:b w:val="0"/>
          <w:bCs w:val="0"/>
          <w:spacing w:val="0"/>
          <w:w w:val="100"/>
          <w:position w:val="0"/>
        </w:rPr>
        <w:t>ų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kalb</w:t>
      </w:r>
      <w:r>
        <w:rPr>
          <w:b w:val="0"/>
          <w:bCs w:val="0"/>
          <w:spacing w:val="0"/>
          <w:w w:val="100"/>
          <w:position w:val="0"/>
        </w:rPr>
        <w:t>ų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arba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išversta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į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toki</w:t>
      </w:r>
      <w:r>
        <w:rPr>
          <w:b w:val="0"/>
          <w:bCs w:val="0"/>
          <w:spacing w:val="0"/>
          <w:w w:val="100"/>
          <w:position w:val="0"/>
        </w:rPr>
        <w:t>ą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kalbą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yb</w:t>
      </w:r>
      <w:r>
        <w:rPr>
          <w:b w:val="0"/>
          <w:bCs w:val="0"/>
          <w:spacing w:val="0"/>
          <w:w w:val="100"/>
          <w:position w:val="0"/>
        </w:rPr>
        <w:t>ė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yr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3"/>
          <w:w w:val="100"/>
          <w:position w:val="0"/>
        </w:rPr>
        <w:t>žin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ma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arb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kuri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nor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kit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ta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vals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ybe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priim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ina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kalba.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20"/>
          <w:pgMar w:footer="971" w:header="0" w:top="158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964" w:right="0" w:hanging="812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ac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api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praš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perduot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asmen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tapatybę: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Pavardė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Varda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3"/>
          <w:w w:val="100"/>
        </w:rPr>
        <w:t>ai)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Mergautin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pavard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(je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taiky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ina)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0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Pravardės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slapyvardžia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(je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taiky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ina)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5"/>
          <w:w w:val="100"/>
        </w:rPr>
        <w:t>lie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ybė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0"/>
          <w:w w:val="100"/>
        </w:rPr>
        <w:t>Gimimo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data: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0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Gimim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vieta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Gyvenam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viet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(arba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žin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adresas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2"/>
          <w:w w:val="100"/>
        </w:rPr>
        <w:t>Kalb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os),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kur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2"/>
          <w:w w:val="100"/>
        </w:rPr>
        <w:t>ias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praš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perduot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asmu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suprant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(je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žin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ma):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Prašo</w:t>
      </w:r>
      <w:r>
        <w:rPr>
          <w:b w:val="0"/>
          <w:bCs w:val="0"/>
          <w:spacing w:val="-9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perduoti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2"/>
          <w:w w:val="100"/>
        </w:rPr>
        <w:t>asmen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ypa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ingo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žymė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aprašymas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211"/>
        <w:jc w:val="left"/>
      </w:pPr>
      <w:r>
        <w:rPr/>
        <w:pict>
          <v:group style="position:absolute;margin-left:50.470001pt;margin-top:111.473129pt;width:494.500026pt;height:174.579995pt;mso-position-horizontal-relative:page;mso-position-vertical-relative:paragraph;z-index:-589" coordorigin="1009,2229" coordsize="9890,3492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470" coordorigin="1025,2240" coordsize="2,3470">
              <v:shape style="position:absolute;left:1025;top:2240;width:2;height:3470" coordorigin="1025,2240" coordsize="0,3470" path="m1025,2240l1025,5710e" filled="f" stroked="t" strokeweight=".82pt" strokecolor="#000000">
                <v:path arrowok="t"/>
              </v:shape>
            </v:group>
            <v:group style="position:absolute;left:1018;top:5713;width:9874;height:2" coordorigin="1018,5713" coordsize="9874,2">
              <v:shape style="position:absolute;left:1018;top:5713;width:9874;height:2" coordorigin="1018,5713" coordsize="9874,0" path="m1018,5713l10891,5713e" filled="f" stroked="t" strokeweight=".82pt" strokecolor="#000000">
                <v:path arrowok="t"/>
              </v:shape>
            </v:group>
            <v:group style="position:absolute;left:10884;top:2240;width:2;height:3470" coordorigin="10884,2240" coordsize="2,3470">
              <v:shape style="position:absolute;left:10884;top:2240;width:2;height:3470" coordorigin="10884,2240" coordsize="0,3470" path="m10884,2240l10884,571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Prašo</w:t>
      </w:r>
      <w:r>
        <w:rPr>
          <w:b w:val="0"/>
          <w:bCs w:val="0"/>
          <w:spacing w:val="-9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perduoti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asmen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nuotrauk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piršt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atspaudai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turim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gal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bū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persiųs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i,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99"/>
        </w:rPr>
        <w:t> </w:t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asmens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kur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reiki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kreip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kio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informacijos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kontaktinia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du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DNR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analit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(jeig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ši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du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2"/>
          <w:w w:val="100"/>
        </w:rPr>
        <w:t>ny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gal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bū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pateik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tač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nebuv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įtraukti).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3.076904pt;width:494.500026pt;height:369.220024pt;mso-position-horizontal-relative:page;mso-position-vertical-relative:paragraph;z-index:-590" coordorigin="1009,-7662" coordsize="9890,7384">
            <v:group style="position:absolute;left:1018;top:-7653;width:9874;height:2" coordorigin="1018,-7653" coordsize="9874,2">
              <v:shape style="position:absolute;left:1018;top:-7653;width:9874;height:2" coordorigin="1018,-7653" coordsize="9874,0" path="m1018,-7653l10891,-7653e" filled="f" stroked="t" strokeweight=".82pt" strokecolor="#000000">
                <v:path arrowok="t"/>
              </v:shape>
            </v:group>
            <v:group style="position:absolute;left:1025;top:-7651;width:2;height:7363" coordorigin="1025,-7651" coordsize="2,7363">
              <v:shape style="position:absolute;left:1025;top:-7651;width:2;height:7363" coordorigin="1025,-7651" coordsize="0,7363" path="m1025,-7651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7651;width:2;height:7363" coordorigin="10884,-7651" coordsize="2,7363">
              <v:shape style="position:absolute;left:10884;top:-7651;width:2;height:7363" coordorigin="10884,-7651" coordsize="0,7363" path="m10884,-7651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Sprendimas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kuri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pagrind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išduota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arešt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orderis: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Arešt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orderi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tok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poveik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turin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7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prendimas:...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Rūšis: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kd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nuosprendis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</w:t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eris: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acij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api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bausmė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trukmę: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79" w:lineRule="auto"/>
        <w:ind w:left="1285" w:right="839" w:hanging="567"/>
        <w:jc w:val="left"/>
      </w:pP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giausia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laisvė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atėmim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bausmė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įkalinim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terminas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kur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galim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skir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5"/>
          <w:w w:val="100"/>
        </w:rPr>
        <w:t>už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99"/>
        </w:rPr>
        <w:t> 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nusikalstam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veik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5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2"/>
          <w:w w:val="100"/>
        </w:rPr>
        <w:t>Sk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rtas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aisvė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atėmim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bausmė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įkalinim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terminas: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kę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likta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bausmė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aikas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4.213112pt;width:490.659999pt;height:402.819992pt;mso-position-horizontal-relative:page;mso-position-vertical-relative:paragraph;z-index:-587" coordorigin="1009,1084" coordsize="9813,8056">
            <v:group style="position:absolute;left:1018;top:1092;width:9797;height:2" coordorigin="1018,1092" coordsize="9797,2">
              <v:shape style="position:absolute;left:1018;top:1092;width:9797;height:2" coordorigin="1018,1092" coordsize="9797,0" path="m1018,1092l10814,1092e" filled="f" stroked="t" strokeweight=".82pt" strokecolor="#000000">
                <v:path arrowok="t"/>
              </v:shape>
            </v:group>
            <v:group style="position:absolute;left:1025;top:1095;width:2;height:8035" coordorigin="1025,1095" coordsize="2,8035">
              <v:shape style="position:absolute;left:1025;top:1095;width:2;height:8035" coordorigin="1025,1095" coordsize="0,8035" path="m1025,1095l1025,9130e" filled="f" stroked="t" strokeweight=".82pt" strokecolor="#000000">
                <v:path arrowok="t"/>
              </v:shape>
            </v:group>
            <v:group style="position:absolute;left:10807;top:1095;width:2;height:8035" coordorigin="10807,1095" coordsize="2,8035">
              <v:shape style="position:absolute;left:10807;top:1095;width:2;height:8035" coordorigin="10807,1095" coordsize="0,8035" path="m10807,1095l10807,9130e" filled="f" stroked="t" strokeweight=".82pt" strokecolor="#000000">
                <v:path arrowok="t"/>
              </v:shape>
            </v:group>
            <v:group style="position:absolute;left:1018;top:9132;width:9797;height:2" coordorigin="1018,9132" coordsize="9797,2">
              <v:shape style="position:absolute;left:1018;top:9132;width:9797;height:2" coordorigin="1018,9132" coordsize="9797,0" path="m1018,9132l10814,913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line="359" w:lineRule="auto" w:before="69"/>
        <w:ind w:left="964" w:right="915" w:hanging="850"/>
        <w:jc w:val="left"/>
      </w:pPr>
      <w:r>
        <w:rPr/>
        <w:pict>
          <v:group style="position:absolute;margin-left:50.470001pt;margin-top:-265.476868pt;width:494.500026pt;height:230.019951pt;mso-position-horizontal-relative:page;mso-position-vertical-relative:paragraph;z-index:-588" coordorigin="1009,-5310" coordsize="9890,4600">
            <v:group style="position:absolute;left:1018;top:-5301;width:9874;height:2" coordorigin="1018,-5301" coordsize="9874,2">
              <v:shape style="position:absolute;left:1018;top:-5301;width:9874;height:2" coordorigin="1018,-5301" coordsize="9874,0" path="m1018,-5301l10891,-5301e" filled="f" stroked="t" strokeweight=".82pt" strokecolor="#000000">
                <v:path arrowok="t"/>
              </v:shape>
            </v:group>
            <v:group style="position:absolute;left:1025;top:-5299;width:2;height:4579" coordorigin="1025,-5299" coordsize="2,4579">
              <v:shape style="position:absolute;left:1025;top:-5299;width:2;height:4579" coordorigin="1025,-5299" coordsize="0,4579" path="m1025,-5299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299;width:2;height:4579" coordorigin="10884,-5299" coordsize="2,4579">
              <v:shape style="position:absolute;left:10884;top:-5299;width:2;height:4579" coordorigin="10884,-5299" coordsize="0,4579" path="m10884,-5299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  <w:u w:val="single" w:color="000000"/>
        </w:rPr>
        <w:t>Nurod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4"/>
          <w:w w:val="100"/>
          <w:u w:val="single" w:color="000000"/>
        </w:rPr>
        <w:t>k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te,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ar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as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uo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as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eniškai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dalyvavo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teisminiame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kurio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priimtas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sprendimas: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08" w:val="left" w:leader="none"/>
        </w:tabs>
        <w:spacing w:line="363" w:lineRule="auto" w:before="69"/>
        <w:ind w:left="964" w:right="733" w:hanging="850"/>
        <w:jc w:val="left"/>
      </w:pPr>
      <w:r>
        <w:rPr>
          <w:b w:val="0"/>
          <w:bCs w:val="0"/>
          <w:spacing w:val="0"/>
          <w:w w:val="100"/>
          <w:u w:val="single" w:color="000000"/>
        </w:rPr>
        <w:t>Ta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p,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as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uo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as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eniškai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dalyvavo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sminiame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kurio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priimtas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8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u w:val="none"/>
        </w:rPr>
      </w:r>
      <w:r>
        <w:rPr>
          <w:b w:val="0"/>
          <w:bCs w:val="0"/>
          <w:spacing w:val="-8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sprendimas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08" w:val="left" w:leader="none"/>
        </w:tabs>
        <w:spacing w:line="359" w:lineRule="auto" w:before="69"/>
        <w:ind w:left="964" w:right="665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Ne,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asmuo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asmeniškai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nedalyvavo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miniame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nagrinėjime,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kurio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priimtas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9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sprendimas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0"/>
          <w:w w:val="100"/>
          <w:u w:val="single" w:color="000000"/>
        </w:rPr>
        <w:t>Jei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pažymėjote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punkto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langelį,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patvir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inkite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vieną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iš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šių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papunkčių: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05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3.1a.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asmeniui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asmeniškai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(metai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/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mėnuo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/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diena)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įteiktas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teismo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šaukimas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tokiu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būdu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informuotas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4"/>
          <w:w w:val="100"/>
          <w:u w:val="single" w:color="000000"/>
        </w:rPr>
        <w:t>p</w:t>
      </w:r>
      <w:r>
        <w:rPr>
          <w:b w:val="0"/>
          <w:bCs w:val="0"/>
          <w:spacing w:val="-3"/>
          <w:w w:val="100"/>
          <w:u w:val="single" w:color="000000"/>
        </w:rPr>
        <w:t>ie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numat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yt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ą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te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smin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nagrinėjimo,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kurio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priimtas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sprendimas,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laiką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vietą,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asmuo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infor</w:t>
      </w:r>
      <w:r>
        <w:rPr>
          <w:b w:val="0"/>
          <w:bCs w:val="0"/>
          <w:spacing w:val="-10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uotas,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bū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p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7"/>
          <w:w w:val="100"/>
          <w:u w:val="single" w:color="000000"/>
        </w:rPr>
        <w:t>iimt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as,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jis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neatvyks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teisminį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nagrinėjimą;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ARBA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39" w:lineRule="auto" w:before="69"/>
        <w:ind w:left="2096" w:right="33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asmeniui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nebuvo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asmeniškai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įteiktas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teismo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šaukimas,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t</w:t>
      </w:r>
      <w:r>
        <w:rPr>
          <w:b w:val="0"/>
          <w:bCs w:val="0"/>
          <w:spacing w:val="1"/>
          <w:w w:val="100"/>
          <w:u w:val="single" w:color="000000"/>
        </w:rPr>
        <w:t>ač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au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jis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kit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mis</w:t>
      </w:r>
      <w:r>
        <w:rPr>
          <w:b w:val="0"/>
          <w:bCs w:val="0"/>
          <w:spacing w:val="-4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99"/>
          <w:u w:val="none"/>
        </w:rPr>
        <w:t> </w:t>
      </w:r>
      <w:r>
        <w:rPr>
          <w:b w:val="0"/>
          <w:bCs w:val="0"/>
          <w:spacing w:val="-4"/>
          <w:w w:val="99"/>
          <w:u w:val="none"/>
        </w:rPr>
      </w:r>
      <w:r>
        <w:rPr>
          <w:b w:val="0"/>
          <w:bCs w:val="0"/>
          <w:spacing w:val="3"/>
          <w:w w:val="100"/>
          <w:u w:val="single" w:color="000000"/>
        </w:rPr>
        <w:t>pr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-2"/>
          <w:w w:val="100"/>
          <w:u w:val="single" w:color="000000"/>
        </w:rPr>
        <w:t>ėmis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fak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iškai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gavo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oficialią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informaciją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numa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yt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ą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teisminio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nagrinėjimo,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kurio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priimtas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sprendimas,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laiką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vietą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tokiu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būdu,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kad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buvo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škiai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nustat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2"/>
          <w:w w:val="100"/>
          <w:u w:val="single" w:color="000000"/>
        </w:rPr>
        <w:t>ta,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-2"/>
          <w:w w:val="100"/>
          <w:u w:val="single" w:color="000000"/>
        </w:rPr>
        <w:t>og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jis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žin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jo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apie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numa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yt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teisminį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nagrinėjimą,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asmuo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</w:t>
      </w:r>
      <w:r>
        <w:rPr>
          <w:b w:val="0"/>
          <w:bCs w:val="0"/>
          <w:spacing w:val="-1"/>
          <w:w w:val="100"/>
          <w:u w:val="single" w:color="000000"/>
        </w:rPr>
        <w:t>vo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informuotas,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bū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priimtas,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jei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jis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neatvyks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į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te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sminį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nagrinėjimą;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39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ARBA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6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žinoda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numatomą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teisminį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nagrinėjimą,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asmuo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įgali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jo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advokatą,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kurį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pask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-1"/>
          <w:w w:val="100"/>
          <w:u w:val="single" w:color="000000"/>
        </w:rPr>
        <w:t>rė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inkamas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asmuo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arba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vals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3"/>
          <w:w w:val="100"/>
          <w:u w:val="single" w:color="000000"/>
        </w:rPr>
        <w:t>ybė,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jį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gint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eisminio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</w:t>
      </w:r>
      <w:r>
        <w:rPr>
          <w:b w:val="0"/>
          <w:bCs w:val="0"/>
          <w:spacing w:val="-2"/>
          <w:w w:val="100"/>
          <w:u w:val="single" w:color="000000"/>
        </w:rPr>
        <w:t>e</w:t>
      </w:r>
      <w:r>
        <w:rPr>
          <w:b w:val="0"/>
          <w:bCs w:val="0"/>
          <w:spacing w:val="2"/>
          <w:w w:val="100"/>
          <w:u w:val="single" w:color="000000"/>
        </w:rPr>
        <w:t>tu,</w:t>
      </w:r>
      <w:r>
        <w:rPr>
          <w:b w:val="0"/>
          <w:bCs w:val="0"/>
          <w:spacing w:val="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99"/>
          <w:u w:val="none"/>
        </w:rPr>
        <w:t> </w:t>
      </w:r>
      <w:r>
        <w:rPr>
          <w:b w:val="0"/>
          <w:bCs w:val="0"/>
          <w:spacing w:val="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advokatas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tiesų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gynė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teisminio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metu;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ARBA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23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u w:val="single" w:color="000000"/>
        </w:rPr>
      </w:r>
      <w:r>
        <w:rPr>
          <w:b w:val="0"/>
          <w:bCs w:val="0"/>
          <w:spacing w:val="6"/>
          <w:w w:val="100"/>
          <w:u w:val="single" w:color="000000"/>
        </w:rPr>
        <w:t>(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2"/>
          <w:w w:val="100"/>
          <w:u w:val="single" w:color="000000"/>
        </w:rPr>
        <w:t>etai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/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mėnuo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/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diena)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asmeniui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įteikus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sprendimą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jį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aiškiai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informavus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apie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te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sę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į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bylo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persvars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ymą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arba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teisę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pateik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apeliacinį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skundą,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kurių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nagrinėjimo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šis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</w:t>
      </w:r>
      <w:r>
        <w:rPr>
          <w:b w:val="0"/>
          <w:bCs w:val="0"/>
          <w:spacing w:val="1"/>
          <w:w w:val="100"/>
          <w:u w:val="single" w:color="000000"/>
        </w:rPr>
        <w:t>smuo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turi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teisę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dalyvau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kurie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suteikia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galimybę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bylą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pakartotinai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esmės,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įskaitant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naujus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įrodymus,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šio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2"/>
          <w:w w:val="99"/>
          <w:u w:val="none"/>
        </w:rPr>
        <w:t>  </w:t>
      </w:r>
      <w:r>
        <w:rPr>
          <w:b w:val="0"/>
          <w:bCs w:val="0"/>
          <w:spacing w:val="-1"/>
          <w:w w:val="100"/>
          <w:u w:val="single" w:color="000000"/>
        </w:rPr>
        <w:t>proceso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pirminis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sprendimas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gali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bū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panaikintas,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asmuo: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aiškiai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nurodė,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neginčija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ARBA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ARBA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727" w:val="left" w:leader="none"/>
        </w:tabs>
        <w:spacing w:line="274" w:lineRule="exact" w:before="74"/>
        <w:ind w:left="727" w:right="1031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1"/>
          <w:w w:val="99"/>
          <w:u w:val="single" w:color="000000"/>
        </w:rPr>
        <w:t>per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1"/>
          <w:w w:val="99"/>
          <w:u w:val="single" w:color="000000"/>
        </w:rPr>
        <w:t>ta</w:t>
      </w:r>
      <w:r>
        <w:rPr>
          <w:b w:val="0"/>
          <w:bCs w:val="0"/>
          <w:spacing w:val="-10"/>
          <w:w w:val="99"/>
          <w:u w:val="single" w:color="000000"/>
        </w:rPr>
        <w:t>i</w:t>
      </w:r>
      <w:r>
        <w:rPr>
          <w:b w:val="0"/>
          <w:bCs w:val="0"/>
          <w:spacing w:val="4"/>
          <w:w w:val="99"/>
          <w:u w:val="single" w:color="000000"/>
        </w:rPr>
        <w:t>ko</w:t>
      </w:r>
      <w:r>
        <w:rPr>
          <w:b w:val="0"/>
          <w:bCs w:val="0"/>
          <w:spacing w:val="-10"/>
          <w:w w:val="99"/>
          <w:u w:val="single" w:color="000000"/>
        </w:rPr>
        <w:t>m</w:t>
      </w:r>
      <w:r>
        <w:rPr>
          <w:b w:val="0"/>
          <w:bCs w:val="0"/>
          <w:spacing w:val="0"/>
          <w:w w:val="99"/>
          <w:u w:val="single" w:color="000000"/>
        </w:rPr>
        <w:t>ą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3"/>
          <w:w w:val="99"/>
          <w:u w:val="single" w:color="000000"/>
        </w:rPr>
        <w:t>l</w:t>
      </w:r>
      <w:r>
        <w:rPr>
          <w:b w:val="0"/>
          <w:bCs w:val="0"/>
          <w:spacing w:val="3"/>
          <w:w w:val="99"/>
          <w:u w:val="single" w:color="000000"/>
        </w:rPr>
        <w:t>a</w:t>
      </w:r>
      <w:r>
        <w:rPr>
          <w:b w:val="0"/>
          <w:bCs w:val="0"/>
          <w:spacing w:val="0"/>
          <w:w w:val="99"/>
          <w:u w:val="single" w:color="000000"/>
        </w:rPr>
        <w:t>ikotarpį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nepareikalavo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persvars</w:t>
      </w:r>
      <w:r>
        <w:rPr>
          <w:b w:val="0"/>
          <w:bCs w:val="0"/>
          <w:spacing w:val="9"/>
          <w:w w:val="99"/>
          <w:u w:val="single" w:color="000000"/>
        </w:rPr>
        <w:t>t</w:t>
      </w:r>
      <w:r>
        <w:rPr>
          <w:b w:val="0"/>
          <w:bCs w:val="0"/>
          <w:spacing w:val="-10"/>
          <w:w w:val="99"/>
          <w:u w:val="single" w:color="000000"/>
        </w:rPr>
        <w:t>yt</w:t>
      </w:r>
      <w:r>
        <w:rPr>
          <w:b w:val="0"/>
          <w:bCs w:val="0"/>
          <w:spacing w:val="-41"/>
          <w:w w:val="100"/>
          <w:u w:val="single" w:color="000000"/>
        </w:rPr>
        <w:t> </w:t>
      </w:r>
      <w:r>
        <w:rPr>
          <w:b w:val="0"/>
          <w:bCs w:val="0"/>
          <w:spacing w:val="0"/>
          <w:w w:val="99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bylą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arba</w:t>
      </w:r>
      <w:r>
        <w:rPr>
          <w:b w:val="0"/>
          <w:bCs w:val="0"/>
          <w:spacing w:val="4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nepateikė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apeliacinio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skundo.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74" w:lineRule="exact"/>
        <w:jc w:val="left"/>
        <w:sectPr>
          <w:type w:val="continuous"/>
          <w:pgSz w:w="11900" w:h="16820"/>
          <w:pgMar w:top="620" w:bottom="820" w:left="980" w:right="980"/>
          <w:cols w:num="2" w:equalWidth="0">
            <w:col w:w="1512" w:space="40"/>
            <w:col w:w="8388"/>
          </w:cols>
        </w:sectPr>
      </w:pPr>
    </w:p>
    <w:p>
      <w:pPr>
        <w:spacing w:line="100" w:lineRule="exact" w:before="8"/>
        <w:rPr>
          <w:sz w:val="10"/>
          <w:szCs w:val="10"/>
        </w:rPr>
      </w:pPr>
      <w:r>
        <w:rPr/>
        <w:pict>
          <v:group style="position:absolute;margin-left:50.470001pt;margin-top:55.910023pt;width:490.659999pt;height:616.419976pt;mso-position-horizontal-relative:page;mso-position-vertical-relative:page;z-index:-586" coordorigin="1009,1118" coordsize="9813,12328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2307" coordorigin="1025,1129" coordsize="2,12307">
              <v:shape style="position:absolute;left:1025;top:1129;width:2;height:12307" coordorigin="1025,1129" coordsize="0,12307" path="m1025,1129l1025,13436e" filled="f" stroked="t" strokeweight=".82pt" strokecolor="#000000">
                <v:path arrowok="t"/>
              </v:shape>
            </v:group>
            <v:group style="position:absolute;left:1018;top:13438;width:9797;height:2" coordorigin="1018,13438" coordsize="9797,2">
              <v:shape style="position:absolute;left:1018;top:13438;width:9797;height:2" coordorigin="1018,13438" coordsize="9797,0" path="m1018,13438l10814,13438e" filled="f" stroked="t" strokeweight=".82pt" strokecolor="#000000">
                <v:path arrowok="t"/>
              </v:shape>
            </v:group>
            <v:group style="position:absolute;left:10807;top:1129;width:2;height:12307" coordorigin="10807,1129" coordsize="2,12307">
              <v:shape style="position:absolute;left:10807;top:1129;width:2;height:12307" coordorigin="10807,1129" coordsize="0,12307" path="m10807,1129l10807,1343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sprendimas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asmeniui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nebuvo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įteiktas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asmeniškai,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tačiau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195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šis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asmeniui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asmeniškai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įteiktas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nedelsiant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perdavimo,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6"/>
          <w:w w:val="100"/>
          <w:u w:val="single" w:color="000000"/>
        </w:rPr>
        <w:t>ir</w:t>
      </w:r>
      <w:r>
        <w:rPr>
          <w:b w:val="0"/>
          <w:bCs w:val="0"/>
          <w:spacing w:val="-5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338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asmeniui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įteikus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sprendimą,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jis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aiškiai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informuotas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apie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teisę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byl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persvarstymą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arba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teisę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pateik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apeliacinį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skundą,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kurių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nagrinėjimo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procese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šis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asmuo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turi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teisę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dalyvau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ir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kur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suteik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galimybę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bylą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pakartotinai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nagrinė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iš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esmės,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įskaitant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naujus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įrodymus,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šio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proce</w:t>
      </w:r>
      <w:r>
        <w:rPr>
          <w:b w:val="0"/>
          <w:bCs w:val="0"/>
          <w:spacing w:val="-8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p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6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inis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sprendimas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gali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bū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panaikintas,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ir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583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asmuo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informuotas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laikotarpį,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kurį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turi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prašy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persvarst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10"/>
          <w:w w:val="100"/>
          <w:u w:val="single" w:color="000000"/>
        </w:rPr>
        <w:t>ti</w:t>
      </w:r>
      <w:r>
        <w:rPr>
          <w:b w:val="0"/>
          <w:bCs w:val="0"/>
          <w:spacing w:val="-1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bylą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arba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pateik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apeliacinį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skundą;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šis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laikotarpis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yra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d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enų.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316" w:hanging="850"/>
        <w:jc w:val="left"/>
      </w:pPr>
      <w:r>
        <w:rPr>
          <w:b w:val="0"/>
          <w:bCs w:val="0"/>
          <w:spacing w:val="0"/>
          <w:w w:val="100"/>
          <w:u w:val="single" w:color="000000"/>
        </w:rPr>
        <w:t>Jei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pažymėjote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papunkčio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langelį,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pateikite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informaciją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apie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tai,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kaip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buvo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įvykd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2"/>
          <w:w w:val="100"/>
          <w:u w:val="single" w:color="000000"/>
        </w:rPr>
        <w:t>ta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at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nkama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sąlyga: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82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673.29998pt;mso-position-horizontal-relative:page;mso-position-vertical-relative:page;z-index:-585" coordorigin="1009,1449" coordsize="9890,13466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3445" coordorigin="1025,1460" coordsize="2,13445">
              <v:shape style="position:absolute;left:1025;top:1460;width:2;height:13445" coordorigin="1025,1460" coordsize="0,13445" path="m1025,1460l1025,14905e" filled="f" stroked="t" strokeweight=".82pt" strokecolor="#000000">
                <v:path arrowok="t"/>
              </v:shape>
            </v:group>
            <v:group style="position:absolute;left:1018;top:14907;width:9874;height:2" coordorigin="1018,14907" coordsize="9874,2">
              <v:shape style="position:absolute;left:1018;top:14907;width:9874;height:2" coordorigin="1018,14907" coordsize="9874,0" path="m1018,14907l10891,14907e" filled="f" stroked="t" strokeweight=".82pt" strokecolor="#000000">
                <v:path arrowok="t"/>
              </v:shape>
            </v:group>
            <v:group style="position:absolute;left:10884;top:1460;width:2;height:13445" coordorigin="10884,1460" coordsize="2,13445">
              <v:shape style="position:absolute;left:10884;top:1460;width:2;height:13445" coordorigin="10884,1460" coordsize="0,13445" path="m10884,1460l10884,1490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Nus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kalsta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veikos: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5"/>
          <w:w w:val="100"/>
        </w:rPr>
        <w:t>Š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order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susiję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viso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nusikalstam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veik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a).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59" w:lineRule="auto"/>
        <w:ind w:right="196"/>
        <w:jc w:val="left"/>
      </w:pP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nkybių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kuri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nusikalstam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os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veik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0"/>
          <w:w w:val="100"/>
        </w:rPr>
        <w:t>os)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buvo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padar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-1"/>
          <w:w w:val="100"/>
        </w:rPr>
        <w:t>os)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aprašymas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įskaitan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laiką,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viet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prašom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perduot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asmen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dalyvavim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padaran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ši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ias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nusikalstam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veik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as)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laipsnį;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59" w:lineRule="auto"/>
        <w:ind w:right="338"/>
        <w:jc w:val="left"/>
      </w:pPr>
      <w:r>
        <w:rPr>
          <w:b w:val="0"/>
          <w:bCs w:val="0"/>
          <w:spacing w:val="0"/>
          <w:w w:val="100"/>
        </w:rPr>
        <w:t>Nus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kalsta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ų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veiko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ų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pobūdis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teisin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kvalifikacij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taiky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įstatym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kodekso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nuostata: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59" w:lineRule="auto"/>
        <w:ind w:left="719" w:right="340" w:hanging="567"/>
        <w:jc w:val="left"/>
      </w:pPr>
      <w:r>
        <w:rPr>
          <w:b w:val="0"/>
          <w:bCs w:val="0"/>
          <w:spacing w:val="0"/>
          <w:w w:val="100"/>
        </w:rPr>
        <w:t>Jei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4"/>
          <w:w w:val="100"/>
        </w:rPr>
        <w:t>ta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pažymėkit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vien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kelia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ši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nusikalstam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veikų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baudžiam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išduodanči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3"/>
          <w:w w:val="100"/>
        </w:rPr>
        <w:t>je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2"/>
          <w:w w:val="100"/>
        </w:rPr>
        <w:t>vals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ybėj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narėj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laisvė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atėmim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bausm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įkalinimu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kuri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ilgiausia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termina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bent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9"/>
        <w:ind w:left="0" w:right="2229"/>
        <w:jc w:val="center"/>
      </w:pP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meta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2"/>
          <w:w w:val="100"/>
        </w:rPr>
        <w:t>ka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nustat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šduodanč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vals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ybė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narė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įstatymuose: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dalyvavima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-1"/>
          <w:w w:val="100"/>
        </w:rPr>
        <w:t>nusikalstam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rganizacij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je,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zmas,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2"/>
          <w:w w:val="100"/>
        </w:rPr>
        <w:t>žm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nėmis,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seksualini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vaik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išnaud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jima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6"/>
          <w:w w:val="100"/>
        </w:rPr>
        <w:t>v</w:t>
      </w:r>
      <w:r>
        <w:rPr>
          <w:b w:val="0"/>
          <w:bCs w:val="0"/>
          <w:spacing w:val="-1"/>
          <w:w w:val="100"/>
        </w:rPr>
        <w:t>aik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pornografija,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neteisėt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narkotikai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psichotropinėmi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medžiag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5"/>
          <w:w w:val="100"/>
        </w:rPr>
        <w:t>mis,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neteisėt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ginklais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šaudmenimi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sprogmenimis,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488.259972pt;mso-position-horizontal-relative:page;mso-position-vertical-relative:page;z-index:-584" coordorigin="1009,1118" coordsize="9890,9765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9744" coordorigin="1025,1129" coordsize="2,9744">
              <v:shape style="position:absolute;left:1025;top:1129;width:2;height:9744" coordorigin="1025,1129" coordsize="0,9744" path="m1025,1129l1025,10873e" filled="f" stroked="t" strokeweight=".82pt" strokecolor="#000000">
                <v:path arrowok="t"/>
              </v:shape>
            </v:group>
            <v:group style="position:absolute;left:1018;top:10875;width:9874;height:2" coordorigin="1018,10875" coordsize="9874,2">
              <v:shape style="position:absolute;left:1018;top:10875;width:9874;height:2" coordorigin="1018,10875" coordsize="9874,0" path="m1018,10875l10891,10875e" filled="f" stroked="t" strokeweight=".82pt" strokecolor="#000000">
                <v:path arrowok="t"/>
              </v:shape>
            </v:group>
            <v:group style="position:absolute;left:10884;top:1129;width:2;height:9744" coordorigin="10884,1129" coordsize="2,9744">
              <v:shape style="position:absolute;left:10884;top:1129;width:2;height:9744" coordorigin="10884,1129" coordsize="0,9744" path="m10884,1129l10884,1087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korupcija,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spacing w:line="240" w:lineRule="auto"/>
        <w:ind w:left="719" w:right="220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sukčiavimas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įskaitan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sukčiavimą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kuri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poveik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Europo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Bendrij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finansiniams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eresams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apibrėžt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liepo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Konvencij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dė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Europo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Bendrij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finansinių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eresų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apsaugos,</w:t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nusikalstam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būd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įgyt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pajam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pl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vimas,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valiutos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įskaitan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eurą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padirbinėjimas,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ektroniniai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0"/>
          <w:w w:val="100"/>
        </w:rPr>
        <w:t>nus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ka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2"/>
          <w:w w:val="100"/>
        </w:rPr>
        <w:t>mai,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spacing w:line="274" w:lineRule="exact"/>
        <w:ind w:left="719" w:right="292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nusikal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ima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aplinkai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įskaitan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netei</w:t>
      </w:r>
      <w:r>
        <w:rPr>
          <w:b w:val="0"/>
          <w:bCs w:val="0"/>
          <w:spacing w:val="-5"/>
          <w:w w:val="100"/>
        </w:rPr>
        <w:t>s</w:t>
      </w:r>
      <w:r>
        <w:rPr>
          <w:b w:val="0"/>
          <w:bCs w:val="0"/>
          <w:spacing w:val="-1"/>
          <w:w w:val="100"/>
        </w:rPr>
        <w:t>ėt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nykstanči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gyvūn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augal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rūšimi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bei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veislėmis,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pagalb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neteisėta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patekt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šal</w:t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apsigyven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je,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čini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nužudymas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sunku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kūn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sužal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jimas,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neteisėt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žmogau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organai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audiniais,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3"/>
          <w:w w:val="100"/>
        </w:rPr>
        <w:t>ž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oni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grobimas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neteisėta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laisv</w:t>
      </w:r>
      <w:r>
        <w:rPr>
          <w:b w:val="0"/>
          <w:bCs w:val="0"/>
          <w:spacing w:val="-2"/>
          <w:w w:val="100"/>
        </w:rPr>
        <w:t>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atėmima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įkait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ėmimas,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ras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ksen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3"/>
          <w:w w:val="100"/>
        </w:rPr>
        <w:t>bija,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zuota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ginkluota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apiplėšimas,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neteisėt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kultūro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vertybėmis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įskaitan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antikvarine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vertybe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kūrinius,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pinig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gavima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apgaulė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būdu,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reketavima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turt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prievartavi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as,</w:t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gamini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klastojima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piratavimas,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administracini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dokument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klastojima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jais,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1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kėji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3"/>
          <w:w w:val="100"/>
        </w:rPr>
        <w:t>pr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2"/>
          <w:w w:val="100"/>
        </w:rPr>
        <w:t>oni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astojimas,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1516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neteisėt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hormoninėmi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medžiagomi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kitomi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augim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ska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3"/>
          <w:w w:val="100"/>
        </w:rPr>
        <w:t>inanči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mis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medžiag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mis,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9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neteisėt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brandu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li</w:t>
      </w:r>
      <w:r>
        <w:rPr>
          <w:b w:val="0"/>
          <w:bCs w:val="0"/>
          <w:spacing w:val="-1"/>
          <w:w w:val="100"/>
        </w:rPr>
        <w:t>nėmi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radioak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yviosiomi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medžiag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mis,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prekyb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vogtomi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transport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priem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nėmis,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išžaginimas,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čini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padegimas,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Tarptautinia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baudžiamaja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teismu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teisming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nusikal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3"/>
          <w:w w:val="100"/>
        </w:rPr>
        <w:t>imai,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neteisėta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orlaivi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laiv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užgrobimas,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diversija.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23" w:val="left" w:leader="none"/>
        </w:tabs>
        <w:ind w:left="724" w:right="0" w:hanging="572"/>
        <w:jc w:val="left"/>
      </w:pPr>
      <w:r>
        <w:rPr>
          <w:b w:val="0"/>
          <w:bCs w:val="0"/>
          <w:spacing w:val="-2"/>
          <w:w w:val="100"/>
        </w:rPr>
        <w:t>Išsamu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nu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ikalstamo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ų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veiko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ų)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neįrašyto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ų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skirsnį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apibūdinimas: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</w:t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08.196899pt;width:494.500026pt;height:294.340020pt;mso-position-horizontal-relative:page;mso-position-vertical-relative:paragraph;z-index:-583" coordorigin="1009,-6164" coordsize="9890,5887">
            <v:group style="position:absolute;left:1018;top:-6156;width:9874;height:2" coordorigin="1018,-6156" coordsize="9874,2">
              <v:shape style="position:absolute;left:1018;top:-6156;width:9874;height:2" coordorigin="1018,-6156" coordsize="9874,0" path="m1018,-6156l10891,-6156e" filled="f" stroked="t" strokeweight=".82pt" strokecolor="#000000">
                <v:path arrowok="t"/>
              </v:shape>
            </v:group>
            <v:group style="position:absolute;left:1025;top:-6153;width:2;height:5866" coordorigin="1025,-6153" coordsize="2,5866">
              <v:shape style="position:absolute;left:1025;top:-6153;width:2;height:5866" coordorigin="1025,-6153" coordsize="0,5866" path="m1025,-6153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6153;width:2;height:5866" coordorigin="10884,-6153" coordsize="2,5866">
              <v:shape style="position:absolute;left:10884;top:-6153;width:2;height:5866" coordorigin="10884,-6153" coordsize="0,5866" path="m10884,-6153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6"/>
          <w:w w:val="100"/>
        </w:rPr>
        <w:t>Ki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byla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svarbio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aplinkybė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(neprival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informacija):</w:t>
      </w:r>
      <w:r>
        <w:rPr>
          <w:b w:val="0"/>
          <w:bCs w:val="0"/>
          <w:spacing w:val="0"/>
          <w:w w:val="100"/>
        </w:rPr>
      </w:r>
    </w:p>
    <w:p>
      <w:pPr>
        <w:spacing w:line="279" w:lineRule="auto" w:before="65"/>
        <w:ind w:left="152" w:right="62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2"/>
          <w:w w:val="100"/>
          <w:sz w:val="24"/>
          <w:szCs w:val="24"/>
          <w:u w:val="single" w:color="0000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Či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galim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nurodyt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eksteritorialumą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senatie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termin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ų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sustabdym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ą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kita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nusikalstamos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veiko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pasekmes)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30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44pt;width:494.500026pt;height:159.219994pt;mso-position-horizontal-relative:page;mso-position-vertical-relative:paragraph;z-index:-581" coordorigin="1009,729" coordsize="9890,3184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163" coordorigin="1025,740" coordsize="2,3163">
              <v:shape style="position:absolute;left:1025;top:740;width:2;height:3163" coordorigin="1025,740" coordsize="0,3163" path="m1025,740l1025,3903e" filled="f" stroked="t" strokeweight=".82pt" strokecolor="#000000">
                <v:path arrowok="t"/>
              </v:shape>
            </v:group>
            <v:group style="position:absolute;left:1018;top:3905;width:9874;height:2" coordorigin="1018,3905" coordsize="9874,2">
              <v:shape style="position:absolute;left:1018;top:3905;width:9874;height:2" coordorigin="1018,3905" coordsize="9874,0" path="m1018,3905l10891,3905e" filled="f" stroked="t" strokeweight=".82pt" strokecolor="#000000">
                <v:path arrowok="t"/>
              </v:shape>
            </v:group>
            <v:group style="position:absolute;left:10884;top:740;width:2;height:3163" coordorigin="10884,740" coordsize="2,3163">
              <v:shape style="position:absolute;left:10884;top:740;width:2;height:3163" coordorigin="10884,740" coordsize="0,3163" path="m10884,740l10884,390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99.636864pt;width:494.500026pt;height:85.779991pt;mso-position-horizontal-relative:page;mso-position-vertical-relative:paragraph;z-index:-582" coordorigin="1009,-1993" coordsize="9890,1716">
            <v:group style="position:absolute;left:1018;top:-1985;width:9874;height:2" coordorigin="1018,-1985" coordsize="9874,2">
              <v:shape style="position:absolute;left:1018;top:-1985;width:9874;height:2" coordorigin="1018,-1985" coordsize="9874,0" path="m1018,-1985l10891,-1985e" filled="f" stroked="t" strokeweight=".82pt" strokecolor="#000000">
                <v:path arrowok="t"/>
              </v:shape>
            </v:group>
            <v:group style="position:absolute;left:1025;top:-1982;width:2;height:1694" coordorigin="1025,-1982" coordsize="2,1694">
              <v:shape style="position:absolute;left:1025;top:-1982;width:2;height:1694" coordorigin="1025,-1982" coordsize="0,1694" path="m1025,-198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1982;width:2;height:1694" coordorigin="10884,-1982" coordsize="2,1694">
              <v:shape style="position:absolute;left:10884;top:-1982;width:2;height:1694" coordorigin="10884,-1982" coordsize="0,1694" path="m10884,-198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5"/>
          <w:w w:val="100"/>
        </w:rPr>
        <w:t>Š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order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pa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ko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turto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kuri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reikėt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kai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įrodymo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areštu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perėmimui: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284"/>
        <w:jc w:val="left"/>
      </w:pPr>
      <w:r>
        <w:rPr>
          <w:b w:val="0"/>
          <w:bCs w:val="0"/>
          <w:spacing w:val="5"/>
          <w:w w:val="100"/>
        </w:rPr>
        <w:t>Š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order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pa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ko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5"/>
          <w:w w:val="100"/>
        </w:rPr>
        <w:t>r</w:t>
      </w:r>
      <w:r>
        <w:rPr>
          <w:b w:val="0"/>
          <w:bCs w:val="0"/>
          <w:spacing w:val="0"/>
          <w:w w:val="100"/>
        </w:rPr>
        <w:t>to,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kurį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praš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perduot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asmu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įsigij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įvykdyta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nusikalstam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veika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areštu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perėmimui: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1"/>
          <w:w w:val="100"/>
        </w:rPr>
        <w:t>Turt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buvim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vietos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(je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žin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apibūdinimas: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71"/>
        <w:ind w:left="719" w:right="196" w:hanging="567"/>
        <w:jc w:val="left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nusikalstam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veik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dė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kurio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ių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buv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išduota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ši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orderis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baudžiam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laisv</w:t>
      </w:r>
      <w:r>
        <w:rPr>
          <w:b w:val="0"/>
          <w:bCs w:val="0"/>
          <w:spacing w:val="-2"/>
          <w:w w:val="100"/>
        </w:rPr>
        <w:t>ės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atėmim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gyvo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galvo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įkalinim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gyv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galvo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toki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bausm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yr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paskirta: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420" w:hanging="567"/>
        <w:jc w:val="left"/>
      </w:pPr>
      <w:r>
        <w:rPr>
          <w:b w:val="0"/>
          <w:bCs w:val="0"/>
          <w:spacing w:val="-1"/>
          <w:w w:val="100"/>
        </w:rPr>
        <w:t>išduodančiosio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vals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ybė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narė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teisin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sistem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leidži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gavu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prašym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metų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persvarst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paskirt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bausm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priem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nę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toki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bausm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priem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nebebūtų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vykd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ma,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(arba)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152" w:hanging="567"/>
        <w:jc w:val="left"/>
      </w:pPr>
      <w:r>
        <w:rPr/>
        <w:pict>
          <v:group style="position:absolute;margin-left:50.470001pt;margin-top:91.553085pt;width:494.500026pt;height:294.820015pt;mso-position-horizontal-relative:page;mso-position-vertical-relative:paragraph;z-index:-579" coordorigin="1009,1831" coordsize="9890,5896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875" coordorigin="1025,1842" coordsize="2,5875">
              <v:shape style="position:absolute;left:1025;top:1842;width:2;height:5875" coordorigin="1025,1842" coordsize="0,5875" path="m1025,1842l1025,7717e" filled="f" stroked="t" strokeweight=".82pt" strokecolor="#000000">
                <v:path arrowok="t"/>
              </v:shape>
            </v:group>
            <v:group style="position:absolute;left:1018;top:7719;width:9874;height:2" coordorigin="1018,7719" coordsize="9874,2">
              <v:shape style="position:absolute;left:1018;top:7719;width:9874;height:2" coordorigin="1018,7719" coordsize="9874,0" path="m1018,7719l10891,7719e" filled="f" stroked="t" strokeweight=".82pt" strokecolor="#000000">
                <v:path arrowok="t"/>
              </v:shape>
            </v:group>
            <v:group style="position:absolute;left:10884;top:1842;width:2;height:5875" coordorigin="10884,1842" coordsize="2,5875">
              <v:shape style="position:absolute;left:10884;top:1842;width:2;height:5875" coordorigin="10884,1842" coordsize="0,5875" path="m10884,1842l10884,771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išduodančiosio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vals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ybė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narė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teisin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sistem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leidži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suteik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8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nę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į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kuri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asmu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teisę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pagal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išduodanči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vals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ybė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narė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teis</w:t>
      </w:r>
      <w:r>
        <w:rPr>
          <w:b w:val="0"/>
          <w:bCs w:val="0"/>
          <w:spacing w:val="0"/>
          <w:w w:val="100"/>
        </w:rPr>
        <w:t>ę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praktiką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siekiant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toki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bausm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3"/>
          <w:w w:val="100"/>
        </w:rPr>
        <w:t>pr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nebebūtų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3"/>
          <w:w w:val="100"/>
        </w:rPr>
        <w:t>kdo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20.596832pt;width:494.500026pt;height:188.739983pt;mso-position-horizontal-relative:page;mso-position-vertical-relative:paragraph;z-index:-580" coordorigin="1009,-4412" coordsize="9890,3775">
            <v:group style="position:absolute;left:1018;top:-4404;width:9874;height:2" coordorigin="1018,-4404" coordsize="9874,2">
              <v:shape style="position:absolute;left:1018;top:-4404;width:9874;height:2" coordorigin="1018,-4404" coordsize="9874,0" path="m1018,-4404l10891,-4404e" filled="f" stroked="t" strokeweight=".82pt" strokecolor="#000000">
                <v:path arrowok="t"/>
              </v:shape>
            </v:group>
            <v:group style="position:absolute;left:1025;top:-4401;width:2;height:3754" coordorigin="1025,-4401" coordsize="2,3754">
              <v:shape style="position:absolute;left:1025;top:-4401;width:2;height:3754" coordorigin="1025,-4401" coordsize="0,3754" path="m1025,-4401l1025,-648e" filled="f" stroked="t" strokeweight=".82pt" strokecolor="#000000">
                <v:path arrowok="t"/>
              </v:shape>
            </v:group>
            <v:group style="position:absolute;left:1018;top:-645;width:9874;height:2" coordorigin="1018,-645" coordsize="9874,2">
              <v:shape style="position:absolute;left:1018;top:-645;width:9874;height:2" coordorigin="1018,-645" coordsize="9874,0" path="m1018,-645l10891,-645e" filled="f" stroked="t" strokeweight=".82pt" strokecolor="#000000">
                <v:path arrowok="t"/>
              </v:shape>
            </v:group>
            <v:group style="position:absolute;left:10884;top:-4401;width:2;height:3754" coordorigin="10884,-4401" coordsize="2,3754">
              <v:shape style="position:absolute;left:10884;top:-4401;width:2;height:3754" coordorigin="10884,-4401" coordsize="0,3754" path="m10884,-4401l10884,-6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2"/>
          <w:w w:val="100"/>
        </w:rPr>
        <w:t>smin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ins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ucija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išdav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orderį: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Oficialu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-1"/>
          <w:w w:val="100"/>
        </w:rPr>
        <w:t>pavadinimas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Jo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atstov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varda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pavard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2"/>
          <w:w w:val="100"/>
        </w:rPr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-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7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Užimama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posta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(pareigo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rangas)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5"/>
          <w:w w:val="100"/>
        </w:rPr>
        <w:t>Byl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numeris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Adresas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(šalie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kodas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(vietovė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miest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kodas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0" w:lineRule="auto" w:before="65"/>
        <w:ind w:left="719" w:right="24"/>
        <w:jc w:val="left"/>
      </w:pPr>
      <w:r>
        <w:rPr>
          <w:b w:val="0"/>
          <w:bCs w:val="0"/>
          <w:spacing w:val="-1"/>
          <w:w w:val="100"/>
        </w:rPr>
        <w:t>Faksas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(šalie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kodas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(v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etovė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miest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kodas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20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pašt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adresas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719" w:right="0"/>
        <w:jc w:val="left"/>
      </w:pPr>
      <w:r>
        <w:rPr>
          <w:b w:val="0"/>
          <w:bCs w:val="0"/>
          <w:spacing w:val="-1"/>
          <w:w w:val="100"/>
        </w:rPr>
        <w:t>Asmens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kuriu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tur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bū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susisiekt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dė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perdavim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praktini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klausimų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kontaktiniai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5"/>
        <w:ind w:left="719" w:right="0"/>
        <w:jc w:val="left"/>
      </w:pPr>
      <w:r>
        <w:rPr>
          <w:b w:val="0"/>
          <w:bCs w:val="0"/>
          <w:spacing w:val="1"/>
          <w:w w:val="100"/>
        </w:rPr>
        <w:t>duo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enys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78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2"/>
          <w:w w:val="100"/>
          <w:position w:val="0"/>
        </w:rPr>
        <w:t>Redakcijos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įvairi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mi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kalb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mi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nurodom</w:t>
      </w:r>
      <w:r>
        <w:rPr>
          <w:b w:val="0"/>
          <w:bCs w:val="0"/>
          <w:spacing w:val="-2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teisminiu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įgali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jimu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turinti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asmuo.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79" w:lineRule="auto" w:before="69"/>
        <w:ind w:right="292"/>
        <w:jc w:val="left"/>
      </w:pPr>
      <w:r>
        <w:rPr>
          <w:b w:val="0"/>
          <w:bCs w:val="0"/>
          <w:spacing w:val="-1"/>
          <w:w w:val="100"/>
        </w:rPr>
        <w:t>Jeig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paskirt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centrin</w:t>
      </w:r>
      <w:r>
        <w:rPr>
          <w:b w:val="0"/>
          <w:bCs w:val="0"/>
          <w:spacing w:val="0"/>
          <w:w w:val="100"/>
        </w:rPr>
        <w:t>ė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institucija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atsaking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Europo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arešt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orderi</w:t>
      </w:r>
      <w:r>
        <w:rPr>
          <w:b w:val="0"/>
          <w:bCs w:val="0"/>
          <w:spacing w:val="0"/>
          <w:w w:val="100"/>
        </w:rPr>
        <w:t>ų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perdavim</w:t>
      </w:r>
      <w:r>
        <w:rPr>
          <w:b w:val="0"/>
          <w:bCs w:val="0"/>
          <w:spacing w:val="0"/>
          <w:w w:val="100"/>
        </w:rPr>
        <w:t>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administrac</w:t>
      </w:r>
      <w:r>
        <w:rPr>
          <w:b w:val="0"/>
          <w:bCs w:val="0"/>
          <w:spacing w:val="-9"/>
          <w:w w:val="100"/>
        </w:rPr>
        <w:t>i</w:t>
      </w:r>
      <w:r>
        <w:rPr>
          <w:b w:val="0"/>
          <w:bCs w:val="0"/>
          <w:spacing w:val="-3"/>
          <w:w w:val="100"/>
        </w:rPr>
        <w:t>nį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1"/>
          <w:w w:val="100"/>
        </w:rPr>
        <w:t>gavimą: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2"/>
          <w:w w:val="100"/>
        </w:rPr>
        <w:t>Centrinė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ins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3"/>
          <w:w w:val="100"/>
        </w:rPr>
        <w:t>ucij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pavadinimas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As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pas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4"/>
          <w:w w:val="100"/>
        </w:rPr>
        <w:t>te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rau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3"/>
          <w:w w:val="100"/>
        </w:rPr>
        <w:t>taiky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(pareigo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rangas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varda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pavardė)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8"/>
          <w:w w:val="100"/>
        </w:rPr>
      </w:r>
      <w:r>
        <w:rPr>
          <w:b w:val="0"/>
          <w:bCs w:val="0"/>
          <w:spacing w:val="2"/>
          <w:w w:val="100"/>
        </w:rPr>
        <w:t>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Adresas:..................................................................................................................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</w:t>
      </w:r>
    </w:p>
    <w:p>
      <w:pPr>
        <w:pStyle w:val="BodyText"/>
        <w:spacing w:line="300" w:lineRule="auto" w:before="69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(šalie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kodas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(vietovė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miest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kodas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2"/>
        <w:ind w:left="719" w:right="24"/>
        <w:jc w:val="left"/>
      </w:pPr>
      <w:r>
        <w:rPr/>
        <w:pict>
          <v:group style="position:absolute;margin-left:50.470001pt;margin-top:68.133133pt;width:494.500026pt;height:190.899987pt;mso-position-horizontal-relative:page;mso-position-vertical-relative:paragraph;z-index:-576" coordorigin="1009,1363" coordsize="9890,3818">
            <v:group style="position:absolute;left:1018;top:1371;width:9874;height:2" coordorigin="1018,1371" coordsize="9874,2">
              <v:shape style="position:absolute;left:1018;top:1371;width:9874;height:2" coordorigin="1018,1371" coordsize="9874,0" path="m1018,1371l10891,1371e" filled="f" stroked="t" strokeweight=".82pt" strokecolor="#000000">
                <v:path arrowok="t"/>
              </v:shape>
            </v:group>
            <v:group style="position:absolute;left:1025;top:1373;width:2;height:3797" coordorigin="1025,1373" coordsize="2,3797">
              <v:shape style="position:absolute;left:1025;top:1373;width:2;height:3797" coordorigin="1025,1373" coordsize="0,3797" path="m1025,1373l1025,5170e" filled="f" stroked="t" strokeweight=".82pt" strokecolor="#000000">
                <v:path arrowok="t"/>
              </v:shape>
            </v:group>
            <v:group style="position:absolute;left:1018;top:5172;width:9874;height:2" coordorigin="1018,5172" coordsize="9874,2">
              <v:shape style="position:absolute;left:1018;top:5172;width:9874;height:2" coordorigin="1018,5172" coordsize="9874,0" path="m1018,5172l10891,5172e" filled="f" stroked="t" strokeweight=".82pt" strokecolor="#000000">
                <v:path arrowok="t"/>
              </v:shape>
            </v:group>
            <v:group style="position:absolute;left:10884;top:1373;width:2;height:3797" coordorigin="10884,1373" coordsize="2,3797">
              <v:shape style="position:absolute;left:10884;top:1373;width:2;height:3797" coordorigin="10884,1373" coordsize="0,3797" path="m10884,1373l10884,517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Faksas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(šalie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kodas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(vietovė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-1"/>
          <w:w w:val="100"/>
        </w:rPr>
        <w:t>iest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kodas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20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pašt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adresas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4.116913pt;width:494.500026pt;height:242.500054pt;mso-position-horizontal-relative:page;mso-position-vertical-relative:paragraph;z-index:-577" coordorigin="1009,-5482" coordsize="9890,4850">
            <v:group style="position:absolute;left:1018;top:-5474;width:9874;height:2" coordorigin="1018,-5474" coordsize="9874,2">
              <v:shape style="position:absolute;left:1018;top:-5474;width:9874;height:2" coordorigin="1018,-5474" coordsize="9874,0" path="m1018,-5474l10891,-5474e" filled="f" stroked="t" strokeweight=".82pt" strokecolor="#000000">
                <v:path arrowok="t"/>
              </v:shape>
            </v:group>
            <v:group style="position:absolute;left:1025;top:-5472;width:2;height:4829" coordorigin="1025,-5472" coordsize="2,4829">
              <v:shape style="position:absolute;left:1025;top:-5472;width:2;height:4829" coordorigin="1025,-5472" coordsize="0,4829" path="m1025,-5472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472;width:2;height:4829" coordorigin="10884,-5472" coordsize="2,4829">
              <v:shape style="position:absolute;left:10884;top:-5472;width:2;height:4829" coordorigin="10884,-5472" coordsize="0,4829" path="m10884,-5472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Išduodančiosio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teisminė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ucijo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(arba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atstov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parašas: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Pavadinima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varda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pavardė: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8" w:lineRule="auto" w:before="45"/>
        <w:ind w:right="195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Užimama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posta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(pareigo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rangas)</w:t>
      </w:r>
      <w:r>
        <w:rPr>
          <w:b w:val="0"/>
          <w:bCs w:val="0"/>
          <w:spacing w:val="1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Data:</w:t>
      </w:r>
      <w:r>
        <w:rPr>
          <w:b w:val="0"/>
          <w:bCs w:val="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78.11515pt;width:84.000006pt;height:.1pt;mso-position-horizontal-relative:page;mso-position-vertical-relative:paragraph;z-index:-575" coordorigin="5112,1562" coordsize="1680,2">
            <v:shape style="position:absolute;left:5112;top:1562;width:1680;height:2" coordorigin="5112,1562" coordsize="1680,0" path="m5112,1562l6792,1562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Oficialu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antspauda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(je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yra)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3.559998pt;margin-top:796.715881pt;width:26.001721pt;height:20pt;mso-position-horizontal-relative:page;mso-position-vertical-relative:page;z-index:-594" type="#_x0000_t202" filled="f" stroked="f">
          <v:textbox inset="0,0,0,0">
            <w:txbxContent>
              <w:p>
                <w:pPr>
                  <w:spacing w:line="388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LT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9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92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51.85577pt;height:28.4pt;mso-position-horizontal-relative:page;mso-position-vertical-relative:page;z-index:-59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PRIEDAS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8.279999pt;margin-top:785.223938pt;width:14.318001pt;height:14pt;mso-position-horizontal-relative:page;mso-position-vertical-relative:page;z-index:-59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2"/>
                    <w:w w:val="100"/>
                  </w:rPr>
                  <w:t>rsl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3.559998pt;margin-top:785.223938pt;width:27.000001pt;height:31.491957pt;mso-position-horizontal-relative:page;mso-position-vertical-relative:page;z-index:-589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60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LT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8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8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2014-11-19T09:17:44Z</dcterms:created>
  <dcterms:modified xsi:type="dcterms:W3CDTF">2014-11-19T09:17:44Z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2012-09-13T00:00:00Z</vt:filetime>
  </property>
  <property fmtid="{D5CDD505-2E9C-101B-9397-08002B2CF9AE}" pid="3" name="LastSaved">
    <vt:filetime>2014-11-19T00:00:00Z</vt:filetime>
  </property>
</Properties>
</file>