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412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84.00807pt;height:56.64pt;mso-position-horizontal-relative:char;mso-position-vertical-relative:line" type="#_x0000_t75">
            <v:imagedata r:id="rId6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50" w:lineRule="exac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5"/>
          <w:type w:val="continuous"/>
          <w:pgSz w:w="11900" w:h="16820"/>
          <w:pgMar w:footer="971" w:top="620" w:bottom="1160" w:left="980" w:right="980"/>
          <w:pgNumType w:start="1"/>
        </w:sectPr>
      </w:pPr>
    </w:p>
    <w:p>
      <w:pPr>
        <w:pStyle w:val="Heading1"/>
        <w:spacing w:line="242" w:lineRule="auto" w:before="69"/>
        <w:ind w:left="1372" w:right="0" w:firstLine="1281"/>
        <w:jc w:val="left"/>
        <w:rPr>
          <w:b w:val="0"/>
          <w:bCs w:val="0"/>
        </w:rPr>
      </w:pPr>
      <w:r>
        <w:rPr>
          <w:spacing w:val="-1"/>
          <w:w w:val="100"/>
        </w:rPr>
        <w:t>CONSEI</w:t>
      </w:r>
      <w:r>
        <w:rPr>
          <w:spacing w:val="0"/>
          <w:w w:val="100"/>
        </w:rPr>
        <w:t>L</w:t>
      </w:r>
      <w:r>
        <w:rPr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pacing w:val="1"/>
          <w:w w:val="100"/>
        </w:rPr>
      </w:r>
      <w:r>
        <w:rPr>
          <w:spacing w:val="-1"/>
          <w:w w:val="100"/>
        </w:rPr>
        <w:t>DE</w:t>
      </w:r>
      <w:r>
        <w:rPr>
          <w:rFonts w:ascii="Times New Roman" w:hAnsi="Times New Roman" w:cs="Times New Roman" w:eastAsia="Times New Roman"/>
          <w:spacing w:val="-1"/>
          <w:w w:val="100"/>
        </w:rPr>
        <w:t> </w:t>
      </w:r>
      <w:r>
        <w:rPr>
          <w:spacing w:val="-1"/>
          <w:w w:val="100"/>
        </w:rPr>
        <w:t>L'UNIO</w:t>
      </w:r>
      <w:r>
        <w:rPr>
          <w:spacing w:val="0"/>
          <w:w w:val="100"/>
        </w:rPr>
        <w:t>N</w:t>
      </w:r>
      <w:r>
        <w:rPr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pacing w:val="2"/>
          <w:w w:val="100"/>
        </w:rPr>
      </w:r>
      <w:r>
        <w:rPr>
          <w:spacing w:val="-1"/>
          <w:w w:val="100"/>
        </w:rPr>
        <w:t>EUROPÉENNE</w:t>
      </w:r>
      <w:r>
        <w:rPr>
          <w:b w:val="0"/>
          <w:bCs w:val="0"/>
          <w:spacing w:val="0"/>
          <w:w w:val="100"/>
        </w:rPr>
      </w:r>
    </w:p>
    <w:p>
      <w:pPr>
        <w:spacing w:line="242" w:lineRule="auto" w:before="69"/>
        <w:ind w:left="1657" w:right="60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pacing w:val="0"/>
          <w:w w:val="100"/>
        </w:rPr>
        <w:br w:type="column"/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Bruxelles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juille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2011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(29.07)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en)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13297/11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COPE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189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74" w:lineRule="exact"/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EUROJUS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116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before="2"/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20"/>
          <w:pgMar w:top="620" w:bottom="1160" w:left="980" w:right="980"/>
          <w:cols w:num="2" w:equalWidth="0">
            <w:col w:w="4124" w:space="40"/>
            <w:col w:w="5776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20"/>
        <w:rPr>
          <w:sz w:val="24"/>
          <w:szCs w:val="24"/>
        </w:rPr>
      </w:pPr>
      <w:r>
        <w:rPr>
          <w:sz w:val="24"/>
          <w:szCs w:val="24"/>
        </w:rPr>
      </w:r>
    </w:p>
    <w:p>
      <w:pPr>
        <w:tabs>
          <w:tab w:pos="9786" w:val="left" w:leader="none"/>
        </w:tabs>
        <w:spacing w:before="69"/>
        <w:ind w:left="15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w w:val="99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single" w:color="000000"/>
        </w:rPr>
        <w:t>NOTE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20"/>
          <w:pgMar w:top="620" w:bottom="1160" w:left="980" w:right="980"/>
        </w:sectPr>
      </w:pPr>
    </w:p>
    <w:p>
      <w:pPr>
        <w:pStyle w:val="BodyText"/>
        <w:spacing w:line="275" w:lineRule="auto" w:before="41"/>
        <w:ind w:right="0"/>
        <w:jc w:val="left"/>
      </w:pPr>
      <w:r>
        <w:rPr/>
        <w:pict>
          <v:group style="position:absolute;margin-left:56.639999pt;margin-top:32.573116pt;width:481.680008pt;height:.1pt;mso-position-horizontal-relative:page;mso-position-vertical-relative:paragraph;z-index:-544" coordorigin="1133,651" coordsize="9634,2">
            <v:shape style="position:absolute;left:1133;top:651;width:9634;height:2" coordorigin="1133,651" coordsize="9634,0" path="m1133,651l10766,651e" filled="f" stroked="t" strokeweight=".82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du: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95"/>
        </w:rPr>
        <w:t>aux: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 w:before="41"/>
        <w:ind w:right="5203"/>
        <w:jc w:val="left"/>
      </w:pPr>
      <w:r>
        <w:rPr>
          <w:spacing w:val="0"/>
          <w:w w:val="100"/>
        </w:rPr>
        <w:br w:type="column"/>
      </w:r>
      <w:r>
        <w:rPr>
          <w:b w:val="0"/>
          <w:bCs w:val="0"/>
          <w:spacing w:val="0"/>
          <w:w w:val="100"/>
        </w:rPr>
        <w:t>Secrétar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généra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Conseil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1"/>
          <w:w w:val="100"/>
        </w:rPr>
        <w:t>dé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éga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ns</w:t>
      </w:r>
    </w:p>
    <w:p>
      <w:pPr>
        <w:spacing w:after="0" w:line="275" w:lineRule="auto"/>
        <w:jc w:val="left"/>
        <w:sectPr>
          <w:type w:val="continuous"/>
          <w:pgSz w:w="11900" w:h="16820"/>
          <w:pgMar w:top="620" w:bottom="1160" w:left="980" w:right="980"/>
          <w:cols w:num="2" w:equalWidth="0">
            <w:col w:w="559" w:space="1140"/>
            <w:col w:w="8241"/>
          </w:cols>
        </w:sectPr>
      </w:pPr>
    </w:p>
    <w:p>
      <w:pPr>
        <w:pStyle w:val="BodyText"/>
        <w:tabs>
          <w:tab w:pos="1851" w:val="left" w:leader="none"/>
        </w:tabs>
        <w:spacing w:line="285" w:lineRule="exact"/>
        <w:ind w:right="0"/>
        <w:jc w:val="left"/>
      </w:pPr>
      <w:r>
        <w:rPr>
          <w:b w:val="0"/>
          <w:bCs w:val="0"/>
          <w:spacing w:val="-1"/>
          <w:w w:val="100"/>
          <w:position w:val="-3"/>
        </w:rPr>
        <w:t>Objet</w:t>
      </w:r>
      <w:r>
        <w:rPr>
          <w:b w:val="0"/>
          <w:bCs w:val="0"/>
          <w:spacing w:val="0"/>
          <w:w w:val="100"/>
          <w:position w:val="-3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-3"/>
        </w:rPr>
        <w:tab/>
      </w:r>
      <w:r>
        <w:rPr>
          <w:b w:val="0"/>
          <w:bCs w:val="0"/>
          <w:spacing w:val="-2"/>
          <w:w w:val="100"/>
          <w:position w:val="0"/>
        </w:rPr>
        <w:t>Décisi</w:t>
      </w:r>
      <w:r>
        <w:rPr>
          <w:b w:val="0"/>
          <w:bCs w:val="0"/>
          <w:spacing w:val="9"/>
          <w:w w:val="100"/>
          <w:position w:val="0"/>
        </w:rPr>
        <w:t>o</w:t>
      </w:r>
      <w:r>
        <w:rPr>
          <w:b w:val="0"/>
          <w:bCs w:val="0"/>
          <w:spacing w:val="-5"/>
          <w:w w:val="100"/>
          <w:position w:val="0"/>
        </w:rPr>
        <w:t>n</w:t>
      </w:r>
      <w:r>
        <w:rPr>
          <w:b w:val="0"/>
          <w:bCs w:val="0"/>
          <w:spacing w:val="1"/>
          <w:w w:val="100"/>
          <w:position w:val="0"/>
        </w:rPr>
        <w:t>-</w:t>
      </w:r>
      <w:r>
        <w:rPr>
          <w:b w:val="0"/>
          <w:bCs w:val="0"/>
          <w:spacing w:val="-1"/>
          <w:w w:val="100"/>
          <w:position w:val="0"/>
        </w:rPr>
        <w:t>cadr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2009/299/JA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Consei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</w:t>
      </w:r>
      <w:r>
        <w:rPr>
          <w:b w:val="0"/>
          <w:bCs w:val="0"/>
          <w:spacing w:val="0"/>
          <w:w w:val="100"/>
          <w:position w:val="0"/>
        </w:rPr>
        <w:t>6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févrie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</w:t>
      </w:r>
      <w:r>
        <w:rPr>
          <w:b w:val="0"/>
          <w:bCs w:val="0"/>
          <w:spacing w:val="0"/>
          <w:w w:val="100"/>
          <w:position w:val="0"/>
        </w:rPr>
        <w:t>9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portan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modifica</w:t>
      </w:r>
      <w:r>
        <w:rPr>
          <w:b w:val="0"/>
          <w:bCs w:val="0"/>
          <w:spacing w:val="9"/>
          <w:w w:val="100"/>
          <w:position w:val="0"/>
        </w:rPr>
        <w:t>t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4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n</w:t>
      </w:r>
    </w:p>
    <w:p>
      <w:pPr>
        <w:pStyle w:val="BodyText"/>
        <w:spacing w:line="242" w:lineRule="exact"/>
        <w:ind w:left="1852" w:right="0"/>
        <w:jc w:val="left"/>
      </w:pPr>
      <w:r>
        <w:rPr>
          <w:b w:val="0"/>
          <w:bCs w:val="0"/>
          <w:spacing w:val="-2"/>
          <w:w w:val="100"/>
        </w:rPr>
        <w:t>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décisi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cadre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2002/584/JAI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2005/214/JAI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2006/783/JAI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2008/909/JA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et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left="1852" w:right="0"/>
        <w:jc w:val="left"/>
      </w:pPr>
      <w:r>
        <w:rPr>
          <w:b w:val="0"/>
          <w:bCs w:val="0"/>
          <w:spacing w:val="-1"/>
          <w:w w:val="100"/>
        </w:rPr>
        <w:t>2008/947/JAI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renforçan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droit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procédurau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personne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favorisant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 w:before="7"/>
        <w:ind w:left="1852" w:right="0"/>
        <w:jc w:val="left"/>
      </w:pP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-1"/>
          <w:w w:val="100"/>
        </w:rPr>
        <w:t>'</w:t>
      </w:r>
      <w:r>
        <w:rPr>
          <w:b w:val="0"/>
          <w:bCs w:val="0"/>
          <w:spacing w:val="-1"/>
          <w:w w:val="100"/>
        </w:rPr>
        <w:t>applica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princip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reconnaissanc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mutuell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au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décisi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rendue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-1"/>
          <w:w w:val="100"/>
        </w:rPr>
        <w:t>'</w:t>
      </w:r>
      <w:r>
        <w:rPr>
          <w:b w:val="0"/>
          <w:bCs w:val="0"/>
          <w:spacing w:val="-1"/>
          <w:w w:val="100"/>
        </w:rPr>
        <w:t>absenc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personn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concerné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lor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procès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  <w:tab w:pos="9795" w:val="left" w:leader="none"/>
        </w:tabs>
        <w:spacing w:before="33"/>
        <w:ind w:left="138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-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Version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consolidée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formulaire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mandat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d'arrêt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européen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74" w:lineRule="exact" w:before="74"/>
        <w:ind w:right="1027"/>
        <w:jc w:val="left"/>
      </w:pPr>
      <w:r>
        <w:rPr/>
        <w:pict>
          <v:group style="position:absolute;margin-left:243.600006pt;margin-top:85.892006pt;width:108.00001pt;height:.1pt;mso-position-horizontal-relative:page;mso-position-vertical-relative:paragraph;z-index:-543" coordorigin="4872,1718" coordsize="2160,2">
            <v:shape style="position:absolute;left:4872;top:1718;width:2160;height:2" coordorigin="4872,1718" coordsize="2160,0" path="m4872,1718l7032,1718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</w:rPr>
        <w:t>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déléga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trouveron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annex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versi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cons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lidé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formula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0"/>
          <w:w w:val="100"/>
        </w:rPr>
        <w:t>andat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d'arrêt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européen.</w:t>
      </w:r>
      <w:r>
        <w:rPr>
          <w:b w:val="0"/>
          <w:bCs w:val="0"/>
          <w:spacing w:val="0"/>
          <w:w w:val="100"/>
        </w:rPr>
      </w:r>
    </w:p>
    <w:p>
      <w:pPr>
        <w:spacing w:after="0" w:line="274" w:lineRule="exact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pStyle w:val="Heading1"/>
        <w:spacing w:before="76"/>
        <w:ind w:left="0" w:right="147"/>
        <w:jc w:val="right"/>
        <w:rPr>
          <w:b w:val="0"/>
          <w:bCs w:val="0"/>
        </w:rPr>
      </w:pPr>
      <w:r>
        <w:rPr/>
      </w:r>
      <w:r>
        <w:rPr>
          <w:spacing w:val="-1"/>
          <w:w w:val="100"/>
          <w:u w:val="thick" w:color="000000"/>
        </w:rPr>
        <w:t>ANNEXE</w:t>
      </w:r>
      <w:r>
        <w:rPr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before="78"/>
        <w:ind w:left="3124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MANDAT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D'ARRÊ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EUROPÉE</w:t>
      </w:r>
      <w:r>
        <w:rPr>
          <w:rFonts w:ascii="Times New Roman" w:hAnsi="Times New Roman" w:cs="Times New Roman" w:eastAsia="Times New Roman"/>
          <w:b/>
          <w:bCs/>
          <w:spacing w:val="4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spacing w:line="140" w:lineRule="exact" w:before="5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/>
        <w:ind w:right="267"/>
        <w:jc w:val="left"/>
      </w:pP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présen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manda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ét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émi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autorit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judiciair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compétente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demand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personne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2"/>
          <w:w w:val="100"/>
        </w:rPr>
        <w:t>men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nné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-dessou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so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arrêté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remis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au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autorité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judiciaire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au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fin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l'exercic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poursu</w:t>
      </w:r>
      <w:r>
        <w:rPr>
          <w:b w:val="0"/>
          <w:bCs w:val="0"/>
          <w:spacing w:val="-9"/>
          <w:w w:val="100"/>
        </w:rPr>
        <w:t>i</w:t>
      </w:r>
      <w:r>
        <w:rPr>
          <w:b w:val="0"/>
          <w:bCs w:val="0"/>
          <w:spacing w:val="-1"/>
          <w:w w:val="100"/>
        </w:rPr>
        <w:t>te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pénale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l'exécu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d'un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d'un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mesur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sûret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priva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ive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liberté.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719" w:val="left" w:leader="none"/>
        </w:tabs>
        <w:spacing w:line="274" w:lineRule="exact"/>
        <w:ind w:left="719" w:right="167" w:hanging="567"/>
        <w:jc w:val="left"/>
      </w:pPr>
      <w:r>
        <w:rPr/>
        <w:pict>
          <v:group style="position:absolute;margin-left:56.639999pt;margin-top:-5.720001pt;width:144.240006pt;height:.1pt;mso-position-horizontal-relative:page;mso-position-vertical-relative:paragraph;z-index:-542" coordorigin="1133,-114" coordsize="2885,2">
            <v:shape style="position:absolute;left:1133;top:-114;width:2885;height:2" coordorigin="1133,-114" coordsize="2885,0" path="m1133,-114l4018,-11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présen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manda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doi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êtr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rédig</w:t>
      </w:r>
      <w:r>
        <w:rPr>
          <w:b w:val="0"/>
          <w:bCs w:val="0"/>
          <w:spacing w:val="0"/>
          <w:w w:val="100"/>
          <w:position w:val="0"/>
        </w:rPr>
        <w:t>é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tradui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dan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un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de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langue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officielle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l'Éta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membre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d'exécution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lorsqu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c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dernie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connu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dan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tout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autr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langu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accepté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pa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ce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État.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74" w:lineRule="exact"/>
        <w:jc w:val="left"/>
        <w:sectPr>
          <w:footerReference w:type="default" r:id="rId7"/>
          <w:pgSz w:w="11900" w:h="16820"/>
          <w:pgMar w:footer="971" w:header="0" w:top="1040" w:bottom="1160" w:left="980" w:right="980"/>
          <w:pgNumType w:start="2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359" w:lineRule="auto" w:before="78"/>
        <w:ind w:left="719" w:right="215" w:hanging="567"/>
        <w:jc w:val="left"/>
      </w:pPr>
      <w:r>
        <w:rPr>
          <w:b w:val="0"/>
          <w:bCs w:val="0"/>
          <w:spacing w:val="-1"/>
          <w:w w:val="100"/>
        </w:rPr>
        <w:t>Renseignement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rela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if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l'iden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personn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recherchée: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1"/>
          <w:w w:val="95"/>
        </w:rPr>
        <w:t>No</w:t>
      </w:r>
      <w:r>
        <w:rPr>
          <w:b w:val="0"/>
          <w:bCs w:val="0"/>
          <w:spacing w:val="-10"/>
          <w:w w:val="95"/>
        </w:rPr>
        <w:t>m</w:t>
      </w:r>
      <w:r>
        <w:rPr>
          <w:b w:val="0"/>
          <w:bCs w:val="0"/>
          <w:spacing w:val="0"/>
          <w:w w:val="95"/>
        </w:rPr>
        <w:t>:………………………………………………………………………..................……</w:t>
      </w:r>
      <w:r>
        <w:rPr>
          <w:b w:val="0"/>
          <w:bCs w:val="0"/>
          <w:spacing w:val="-2"/>
          <w:w w:val="95"/>
        </w:rPr>
        <w:t>…...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60" w:lineRule="auto" w:before="5"/>
        <w:ind w:left="719" w:right="168"/>
        <w:jc w:val="both"/>
      </w:pPr>
      <w:r>
        <w:rPr>
          <w:b w:val="0"/>
          <w:bCs w:val="0"/>
          <w:spacing w:val="-1"/>
          <w:w w:val="100"/>
        </w:rPr>
        <w:t>Prén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0"/>
          <w:w w:val="100"/>
        </w:rPr>
        <w:t>s):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…………………………………………………………………….................……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2"/>
          <w:w w:val="100"/>
        </w:rPr>
        <w:t>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No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jeu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fille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s'i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lieu:………………………………………………................…</w:t>
      </w:r>
      <w:r>
        <w:rPr>
          <w:b w:val="0"/>
          <w:bCs w:val="0"/>
          <w:spacing w:val="-2"/>
          <w:w w:val="100"/>
        </w:rPr>
        <w:t>…</w:t>
      </w:r>
      <w:r>
        <w:rPr>
          <w:b w:val="0"/>
          <w:bCs w:val="0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"/>
          <w:w w:val="100"/>
        </w:rPr>
        <w:t>alias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"/>
          <w:w w:val="100"/>
        </w:rPr>
        <w:t>s'i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"/>
          <w:w w:val="100"/>
        </w:rPr>
        <w:t>lieu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"/>
          <w:w w:val="100"/>
        </w:rPr>
        <w:t>…………………………………………………………...........………</w:t>
      </w:r>
      <w:r>
        <w:rPr>
          <w:b w:val="0"/>
          <w:bCs w:val="0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95"/>
        </w:rPr>
        <w:t>Sexe:…………….………………………………………………………….....................…</w:t>
      </w:r>
      <w:r>
        <w:rPr>
          <w:b w:val="0"/>
          <w:bCs w:val="0"/>
          <w:spacing w:val="-1"/>
          <w:w w:val="95"/>
        </w:rPr>
        <w:t>…</w:t>
      </w:r>
      <w:r>
        <w:rPr>
          <w:b w:val="0"/>
          <w:bCs w:val="0"/>
          <w:spacing w:val="0"/>
          <w:w w:val="95"/>
        </w:rPr>
        <w:t>…</w:t>
      </w:r>
    </w:p>
    <w:p>
      <w:pPr>
        <w:pStyle w:val="BodyText"/>
        <w:spacing w:line="360" w:lineRule="auto" w:before="3"/>
        <w:ind w:left="719" w:right="170"/>
        <w:jc w:val="both"/>
      </w:pPr>
      <w:r>
        <w:rPr>
          <w:b w:val="0"/>
          <w:bCs w:val="0"/>
          <w:spacing w:val="1"/>
          <w:w w:val="100"/>
        </w:rPr>
        <w:t>Nat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onal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té:…………………………………………………………………..................…</w:t>
      </w:r>
      <w:r>
        <w:rPr>
          <w:b w:val="0"/>
          <w:bCs w:val="0"/>
          <w:spacing w:val="-6"/>
          <w:w w:val="100"/>
        </w:rPr>
        <w:t>…</w:t>
      </w:r>
      <w:r>
        <w:rPr>
          <w:b w:val="0"/>
          <w:bCs w:val="0"/>
          <w:spacing w:val="0"/>
          <w:w w:val="100"/>
        </w:rPr>
        <w:t>.....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Date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1"/>
          <w:w w:val="100"/>
        </w:rPr>
        <w:t>naissance:……………………………………………………………...............………</w:t>
      </w:r>
      <w:r>
        <w:rPr>
          <w:b w:val="0"/>
          <w:bCs w:val="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Lie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-1"/>
          <w:w w:val="100"/>
        </w:rPr>
        <w:t>naissance:…………………………………………………………….................……</w:t>
      </w:r>
      <w:r>
        <w:rPr>
          <w:b w:val="0"/>
          <w:bCs w:val="0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Résidenc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7"/>
          <w:w w:val="100"/>
        </w:rPr>
      </w:r>
      <w:r>
        <w:rPr>
          <w:b w:val="0"/>
          <w:bCs w:val="0"/>
          <w:spacing w:val="-1"/>
          <w:w w:val="100"/>
        </w:rPr>
        <w:t>et/o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7"/>
          <w:w w:val="100"/>
        </w:rPr>
      </w:r>
      <w:r>
        <w:rPr>
          <w:b w:val="0"/>
          <w:bCs w:val="0"/>
          <w:spacing w:val="-1"/>
          <w:w w:val="100"/>
        </w:rPr>
        <w:t>adress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6"/>
          <w:w w:val="100"/>
        </w:rPr>
      </w:r>
      <w:r>
        <w:rPr>
          <w:b w:val="0"/>
          <w:bCs w:val="0"/>
          <w:spacing w:val="-1"/>
          <w:w w:val="100"/>
        </w:rPr>
        <w:t>connue:………………………………................…………………</w:t>
      </w:r>
      <w:r>
        <w:rPr>
          <w:b w:val="0"/>
          <w:bCs w:val="0"/>
          <w:spacing w:val="-7"/>
          <w:w w:val="100"/>
        </w:rPr>
        <w:t>…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363" w:lineRule="auto" w:before="3"/>
        <w:ind w:left="719" w:right="158"/>
        <w:jc w:val="both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…………………………………………………………………………………...................……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connu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langue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personn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recherché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mprend: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59" w:lineRule="auto"/>
        <w:ind w:left="719" w:right="158"/>
        <w:jc w:val="both"/>
      </w:pPr>
      <w:r>
        <w:rPr>
          <w:b w:val="0"/>
          <w:bCs w:val="0"/>
          <w:spacing w:val="0"/>
          <w:w w:val="100"/>
        </w:rPr>
        <w:t>…………………………………………………………………………..…….....................……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Tra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5"/>
          <w:w w:val="100"/>
        </w:rPr>
        <w:t>inc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if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descriptio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personn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recherchée:…………….....................…………</w:t>
      </w:r>
      <w:r>
        <w:rPr>
          <w:b w:val="0"/>
          <w:bCs w:val="0"/>
          <w:spacing w:val="-5"/>
          <w:w w:val="100"/>
        </w:rPr>
        <w:t>.</w:t>
      </w:r>
      <w:r>
        <w:rPr>
          <w:b w:val="0"/>
          <w:bCs w:val="0"/>
          <w:spacing w:val="2"/>
          <w:w w:val="100"/>
        </w:rPr>
        <w:t>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"/>
        <w:ind w:left="719" w:right="158"/>
        <w:jc w:val="both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……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left="719" w:right="272"/>
        <w:jc w:val="left"/>
      </w:pPr>
      <w:r>
        <w:rPr/>
        <w:pict>
          <v:group style="position:absolute;margin-left:50.470001pt;margin-top:112.433121pt;width:494.500026pt;height:209.379998pt;mso-position-horizontal-relative:page;mso-position-vertical-relative:paragraph;z-index:-540" coordorigin="1009,2249" coordsize="9890,4188">
            <v:group style="position:absolute;left:1018;top:2257;width:9874;height:2" coordorigin="1018,2257" coordsize="9874,2">
              <v:shape style="position:absolute;left:1018;top:2257;width:9874;height:2" coordorigin="1018,2257" coordsize="9874,0" path="m1018,2257l10891,2257e" filled="f" stroked="t" strokeweight=".82pt" strokecolor="#000000">
                <v:path arrowok="t"/>
              </v:shape>
            </v:group>
            <v:group style="position:absolute;left:1025;top:2259;width:2;height:4166" coordorigin="1025,2259" coordsize="2,4166">
              <v:shape style="position:absolute;left:1025;top:2259;width:2;height:4166" coordorigin="1025,2259" coordsize="0,4166" path="m1025,2259l1025,6426e" filled="f" stroked="t" strokeweight=".82pt" strokecolor="#000000">
                <v:path arrowok="t"/>
              </v:shape>
            </v:group>
            <v:group style="position:absolute;left:10884;top:2259;width:2;height:4166" coordorigin="10884,2259" coordsize="2,4166">
              <v:shape style="position:absolute;left:10884;top:2259;width:2;height:4166" coordorigin="10884,2259" coordsize="0,4166" path="m10884,2259l10884,6426e" filled="f" stroked="t" strokeweight=".82pt" strokecolor="#000000">
                <v:path arrowok="t"/>
              </v:shape>
            </v:group>
            <v:group style="position:absolute;left:1018;top:6428;width:9874;height:2" coordorigin="1018,6428" coordsize="9874,2">
              <v:shape style="position:absolute;left:1018;top:6428;width:9874;height:2" coordorigin="1018,6428" coordsize="9874,0" path="m1018,6428l10891,642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Phot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empreinte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digitale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personn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recherchée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elle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son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disponible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s'i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possibl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communiquer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coordonnée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personn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contacte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afi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d'obteni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ces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infor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profi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AD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donnée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peuven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êtr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mmuniquées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mai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n'on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pas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ét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incluses)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456.036865pt;width:494.500026pt;height:444.82pt;mso-position-horizontal-relative:page;mso-position-vertical-relative:paragraph;z-index:-541" coordorigin="1009,-9121" coordsize="9890,8896">
            <v:group style="position:absolute;left:1018;top:-9113;width:9874;height:2" coordorigin="1018,-9113" coordsize="9874,2">
              <v:shape style="position:absolute;left:1018;top:-9113;width:9874;height:2" coordorigin="1018,-9113" coordsize="9874,0" path="m1018,-9113l10891,-9113e" filled="f" stroked="t" strokeweight=".82pt" strokecolor="#000000">
                <v:path arrowok="t"/>
              </v:shape>
            </v:group>
            <v:group style="position:absolute;left:1025;top:-9110;width:2;height:8875" coordorigin="1025,-9110" coordsize="2,8875">
              <v:shape style="position:absolute;left:1025;top:-9110;width:2;height:8875" coordorigin="1025,-9110" coordsize="0,8875" path="m1025,-9110l1025,-235e" filled="f" stroked="t" strokeweight=".82pt" strokecolor="#000000">
                <v:path arrowok="t"/>
              </v:shape>
            </v:group>
            <v:group style="position:absolute;left:10884;top:-9110;width:2;height:8875" coordorigin="10884,-9110" coordsize="2,8875">
              <v:shape style="position:absolute;left:10884;top:-9110;width:2;height:8875" coordorigin="10884,-9110" coordsize="0,8875" path="m10884,-9110l10884,-235e" filled="f" stroked="t" strokeweight=".82pt" strokecolor="#000000">
                <v:path arrowok="t"/>
              </v:shape>
            </v:group>
            <v:group style="position:absolute;left:1018;top:-233;width:9874;height:2" coordorigin="1018,-233" coordsize="9874,2">
              <v:shape style="position:absolute;left:1018;top:-233;width:9874;height:2" coordorigin="1018,-233" coordsize="9874,0" path="m1018,-233l10891,-23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2"/>
          <w:w w:val="100"/>
        </w:rPr>
        <w:t>Décisi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su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laquell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fond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manda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d'arrê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1"/>
          <w:numId w:val="1"/>
        </w:numPr>
        <w:tabs>
          <w:tab w:pos="1232" w:val="left" w:leader="none"/>
        </w:tabs>
        <w:spacing w:line="722" w:lineRule="auto" w:before="69"/>
        <w:ind w:left="1232" w:right="165" w:hanging="514"/>
        <w:jc w:val="left"/>
      </w:pPr>
      <w:r>
        <w:rPr>
          <w:b w:val="0"/>
          <w:bCs w:val="0"/>
          <w:spacing w:val="-1"/>
          <w:w w:val="100"/>
        </w:rPr>
        <w:t>Manda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d'arrê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décisi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judiciair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ayan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mêm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force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…</w:t>
      </w:r>
      <w:r>
        <w:rPr>
          <w:b w:val="0"/>
          <w:bCs w:val="0"/>
          <w:spacing w:val="-2"/>
          <w:w w:val="100"/>
        </w:rPr>
        <w:t>…</w:t>
      </w:r>
      <w:r>
        <w:rPr>
          <w:b w:val="0"/>
          <w:bCs w:val="0"/>
          <w:spacing w:val="0"/>
          <w:w w:val="100"/>
        </w:rPr>
        <w:t>…………………………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7"/>
          <w:w w:val="100"/>
        </w:rPr>
        <w:t>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0"/>
          <w:w w:val="100"/>
        </w:rPr>
        <w:t>pe: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………………………………………………………………………..............…..</w:t>
      </w:r>
      <w:r>
        <w:rPr>
          <w:b w:val="0"/>
          <w:bCs w:val="0"/>
          <w:spacing w:val="1"/>
          <w:w w:val="100"/>
        </w:rPr>
        <w:t>.</w:t>
      </w:r>
      <w:r>
        <w:rPr>
          <w:b w:val="0"/>
          <w:bCs w:val="0"/>
          <w:spacing w:val="0"/>
          <w:w w:val="100"/>
        </w:rPr>
        <w:t>...</w:t>
      </w:r>
    </w:p>
    <w:p>
      <w:pPr>
        <w:pStyle w:val="BodyText"/>
        <w:tabs>
          <w:tab w:pos="1232" w:val="left" w:leader="none"/>
        </w:tabs>
        <w:spacing w:before="15"/>
        <w:ind w:left="719" w:right="0"/>
        <w:jc w:val="left"/>
      </w:pPr>
      <w:r>
        <w:rPr>
          <w:b w:val="0"/>
          <w:bCs w:val="0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95"/>
        </w:rPr>
        <w:t>Jugemen</w:t>
      </w:r>
      <w:r>
        <w:rPr>
          <w:b w:val="0"/>
          <w:bCs w:val="0"/>
          <w:spacing w:val="0"/>
          <w:w w:val="95"/>
        </w:rPr>
        <w:t>t</w:t>
      </w:r>
      <w:r>
        <w:rPr>
          <w:b w:val="0"/>
          <w:bCs w:val="0"/>
          <w:spacing w:val="0"/>
          <w:w w:val="95"/>
        </w:rPr>
        <w:t>      </w:t>
      </w:r>
      <w:r>
        <w:rPr>
          <w:b w:val="0"/>
          <w:bCs w:val="0"/>
          <w:spacing w:val="13"/>
          <w:w w:val="95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3"/>
          <w:w w:val="95"/>
        </w:rPr>
      </w:r>
      <w:r>
        <w:rPr>
          <w:b w:val="0"/>
          <w:bCs w:val="0"/>
          <w:spacing w:val="-1"/>
          <w:w w:val="95"/>
        </w:rPr>
        <w:t>e</w:t>
      </w:r>
      <w:r>
        <w:rPr>
          <w:b w:val="0"/>
          <w:bCs w:val="0"/>
          <w:spacing w:val="0"/>
          <w:w w:val="95"/>
        </w:rPr>
        <w:t>xécuto</w:t>
      </w:r>
      <w:r>
        <w:rPr>
          <w:b w:val="0"/>
          <w:bCs w:val="0"/>
          <w:spacing w:val="-10"/>
          <w:w w:val="95"/>
        </w:rPr>
        <w:t>i</w:t>
      </w:r>
      <w:r>
        <w:rPr>
          <w:b w:val="0"/>
          <w:bCs w:val="0"/>
          <w:spacing w:val="0"/>
          <w:w w:val="95"/>
        </w:rPr>
        <w:t>r</w:t>
      </w:r>
      <w:r>
        <w:rPr>
          <w:b w:val="0"/>
          <w:bCs w:val="0"/>
          <w:spacing w:val="0"/>
          <w:w w:val="95"/>
        </w:rPr>
        <w:t>e:……………………………………………………………….......</w:t>
      </w:r>
      <w:r>
        <w:rPr>
          <w:b w:val="0"/>
          <w:bCs w:val="0"/>
          <w:spacing w:val="-3"/>
          <w:w w:val="95"/>
        </w:rPr>
        <w:t>.</w:t>
      </w:r>
      <w:r>
        <w:rPr>
          <w:b w:val="0"/>
          <w:bCs w:val="0"/>
          <w:spacing w:val="1"/>
          <w:w w:val="95"/>
        </w:rPr>
        <w:t>.</w:t>
      </w:r>
      <w:r>
        <w:rPr>
          <w:b w:val="0"/>
          <w:bCs w:val="0"/>
          <w:spacing w:val="-3"/>
          <w:w w:val="95"/>
        </w:rPr>
        <w:t>.</w:t>
      </w:r>
      <w:r>
        <w:rPr>
          <w:b w:val="0"/>
          <w:bCs w:val="0"/>
          <w:spacing w:val="1"/>
          <w:w w:val="95"/>
        </w:rPr>
        <w:t>..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spacing w:line="359" w:lineRule="auto"/>
        <w:ind w:left="1232" w:right="172"/>
        <w:jc w:val="left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……………………………………………………………………………………………..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95"/>
        </w:rPr>
        <w:t>Référence:………………………………………………...............................................</w:t>
      </w:r>
      <w:r>
        <w:rPr>
          <w:b w:val="0"/>
          <w:bCs w:val="0"/>
          <w:spacing w:val="-3"/>
          <w:w w:val="95"/>
        </w:rPr>
        <w:t>.</w:t>
      </w:r>
      <w:r>
        <w:rPr>
          <w:b w:val="0"/>
          <w:bCs w:val="0"/>
          <w:spacing w:val="0"/>
          <w:w w:val="95"/>
        </w:rPr>
        <w:t>..</w:t>
      </w:r>
      <w:r>
        <w:rPr>
          <w:b w:val="0"/>
          <w:bCs w:val="0"/>
          <w:spacing w:val="1"/>
          <w:w w:val="95"/>
        </w:rPr>
        <w:t>.</w:t>
      </w:r>
      <w:r>
        <w:rPr>
          <w:b w:val="0"/>
          <w:bCs w:val="0"/>
          <w:spacing w:val="-3"/>
          <w:w w:val="95"/>
        </w:rPr>
        <w:t>..</w:t>
      </w:r>
      <w:r>
        <w:rPr>
          <w:b w:val="0"/>
          <w:bCs w:val="0"/>
          <w:spacing w:val="0"/>
          <w:w w:val="100"/>
        </w:rPr>
      </w:r>
    </w:p>
    <w:p>
      <w:pPr>
        <w:spacing w:after="0" w:line="359" w:lineRule="auto"/>
        <w:jc w:val="left"/>
        <w:sectPr>
          <w:pgSz w:w="11900" w:h="16820"/>
          <w:pgMar w:header="0" w:footer="971" w:top="134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0"/>
        <w:ind w:left="719" w:right="0" w:hanging="567"/>
        <w:jc w:val="left"/>
      </w:pPr>
      <w:r>
        <w:rPr>
          <w:b w:val="0"/>
          <w:bCs w:val="0"/>
          <w:spacing w:val="-1"/>
          <w:w w:val="100"/>
        </w:rPr>
        <w:t>Indica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su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duré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peine: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5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1"/>
          <w:numId w:val="1"/>
        </w:numPr>
        <w:tabs>
          <w:tab w:pos="1232" w:val="left" w:leader="none"/>
        </w:tabs>
        <w:spacing w:line="359" w:lineRule="auto" w:before="69"/>
        <w:ind w:left="1232" w:right="815" w:hanging="480"/>
        <w:jc w:val="left"/>
      </w:pPr>
      <w:r>
        <w:rPr>
          <w:b w:val="0"/>
          <w:bCs w:val="0"/>
          <w:spacing w:val="-2"/>
          <w:w w:val="100"/>
        </w:rPr>
        <w:t>Duré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maxim</w:t>
      </w:r>
      <w:r>
        <w:rPr>
          <w:b w:val="0"/>
          <w:bCs w:val="0"/>
          <w:spacing w:val="8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pein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mesur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sûre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priva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ive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libert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être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infligé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pou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l'infrac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5"/>
          <w:w w:val="100"/>
        </w:rPr>
        <w:t>/</w:t>
      </w:r>
      <w:r>
        <w:rPr>
          <w:b w:val="0"/>
          <w:bCs w:val="0"/>
          <w:spacing w:val="-2"/>
          <w:w w:val="100"/>
        </w:rPr>
        <w:t>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infrac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mmise(s):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"/>
        <w:ind w:left="719" w:right="0"/>
        <w:jc w:val="left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………………………………………………………………………………………………..</w:t>
      </w:r>
      <w:r>
        <w:rPr>
          <w:b w:val="0"/>
          <w:bCs w:val="0"/>
          <w:spacing w:val="-5"/>
          <w:w w:val="100"/>
        </w:rPr>
        <w:t>…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numPr>
          <w:ilvl w:val="1"/>
          <w:numId w:val="1"/>
        </w:numPr>
        <w:tabs>
          <w:tab w:pos="1232" w:val="left" w:leader="none"/>
        </w:tabs>
        <w:ind w:left="1232" w:right="0" w:hanging="514"/>
        <w:jc w:val="left"/>
      </w:pPr>
      <w:r>
        <w:rPr>
          <w:b w:val="0"/>
          <w:bCs w:val="0"/>
          <w:spacing w:val="-1"/>
          <w:w w:val="100"/>
        </w:rPr>
        <w:t>Duré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mesur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sûret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priva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ive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libert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infligée: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1232" w:right="0"/>
        <w:jc w:val="left"/>
      </w:pPr>
      <w:r>
        <w:rPr>
          <w:b w:val="0"/>
          <w:bCs w:val="0"/>
          <w:spacing w:val="-2"/>
          <w:w w:val="100"/>
        </w:rPr>
        <w:t>Pein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restant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purger:</w:t>
      </w:r>
      <w:r>
        <w:rPr>
          <w:b w:val="0"/>
          <w:bCs w:val="0"/>
          <w:spacing w:val="-1"/>
          <w:w w:val="100"/>
        </w:rPr>
        <w:t>…………………………………………</w:t>
      </w:r>
      <w:r>
        <w:rPr>
          <w:b w:val="0"/>
          <w:bCs w:val="0"/>
          <w:spacing w:val="0"/>
          <w:w w:val="100"/>
        </w:rPr>
        <w:t>…………………………..</w:t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………………………………………………………………………………………………..</w:t>
      </w:r>
      <w:r>
        <w:rPr>
          <w:b w:val="0"/>
          <w:bCs w:val="0"/>
          <w:spacing w:val="-5"/>
          <w:w w:val="100"/>
        </w:rPr>
        <w:t>…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719" w:right="0"/>
        <w:jc w:val="left"/>
      </w:pPr>
      <w:r>
        <w:rPr/>
        <w:pict>
          <v:group style="position:absolute;margin-left:50.470001pt;margin-top:63.953114pt;width:494.500026pt;height:320.739998pt;mso-position-horizontal-relative:page;mso-position-vertical-relative:paragraph;z-index:-538" coordorigin="1009,1279" coordsize="9890,6415">
            <v:group style="position:absolute;left:1018;top:1287;width:9874;height:2" coordorigin="1018,1287" coordsize="9874,2">
              <v:shape style="position:absolute;left:1018;top:1287;width:9874;height:2" coordorigin="1018,1287" coordsize="9874,0" path="m1018,1287l10891,1287e" filled="f" stroked="t" strokeweight=".82pt" strokecolor="#000000">
                <v:path arrowok="t"/>
              </v:shape>
            </v:group>
            <v:group style="position:absolute;left:1025;top:1290;width:2;height:6394" coordorigin="1025,1290" coordsize="2,6394">
              <v:shape style="position:absolute;left:1025;top:1290;width:2;height:6394" coordorigin="1025,1290" coordsize="0,6394" path="m1025,1290l1025,7683e" filled="f" stroked="t" strokeweight=".82pt" strokecolor="#000000">
                <v:path arrowok="t"/>
              </v:shape>
            </v:group>
            <v:group style="position:absolute;left:10884;top:1290;width:2;height:6394" coordorigin="10884,1290" coordsize="2,6394">
              <v:shape style="position:absolute;left:10884;top:1290;width:2;height:6394" coordorigin="10884,1290" coordsize="0,6394" path="m10884,1290l10884,7683e" filled="f" stroked="t" strokeweight=".82pt" strokecolor="#000000">
                <v:path arrowok="t"/>
              </v:shape>
            </v:group>
            <v:group style="position:absolute;left:1018;top:7686;width:9874;height:2" coordorigin="1018,7686" coordsize="9874,2">
              <v:shape style="position:absolute;left:1018;top:7686;width:9874;height:2" coordorigin="1018,7686" coordsize="9874,0" path="m1018,7686l10891,768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352" w:val="left" w:leader="none"/>
          <w:tab w:pos="719" w:val="left" w:leader="none"/>
        </w:tabs>
        <w:spacing w:before="69"/>
        <w:ind w:left="352" w:right="0" w:hanging="200"/>
        <w:jc w:val="left"/>
      </w:pPr>
      <w:r>
        <w:rPr/>
        <w:pict>
          <v:group style="position:absolute;margin-left:50.470001pt;margin-top:-269.796844pt;width:494.500026pt;height:230.979973pt;mso-position-horizontal-relative:page;mso-position-vertical-relative:paragraph;z-index:-539" coordorigin="1009,-5396" coordsize="9890,4620">
            <v:group style="position:absolute;left:1018;top:-5388;width:9874;height:2" coordorigin="1018,-5388" coordsize="9874,2">
              <v:shape style="position:absolute;left:1018;top:-5388;width:9874;height:2" coordorigin="1018,-5388" coordsize="9874,0" path="m1018,-5388l10891,-5388e" filled="f" stroked="t" strokeweight=".82pt" strokecolor="#000000">
                <v:path arrowok="t"/>
              </v:shape>
            </v:group>
            <v:group style="position:absolute;left:1025;top:-5385;width:2;height:4598" coordorigin="1025,-5385" coordsize="2,4598">
              <v:shape style="position:absolute;left:1025;top:-5385;width:2;height:4598" coordorigin="1025,-5385" coordsize="0,4598" path="m1025,-5385l1025,-787e" filled="f" stroked="t" strokeweight=".82pt" strokecolor="#000000">
                <v:path arrowok="t"/>
              </v:shape>
            </v:group>
            <v:group style="position:absolute;left:10884;top:-5385;width:2;height:4598" coordorigin="10884,-5385" coordsize="2,4598">
              <v:shape style="position:absolute;left:10884;top:-5385;width:2;height:4598" coordorigin="10884,-5385" coordsize="0,4598" path="m10884,-5385l10884,-787e" filled="f" stroked="t" strokeweight=".82pt" strokecolor="#000000">
                <v:path arrowok="t"/>
              </v:shape>
            </v:group>
            <v:group style="position:absolute;left:1018;top:-785;width:9874;height:2" coordorigin="1018,-785" coordsize="9874,2">
              <v:shape style="position:absolute;left:1018;top:-785;width:9874;height:2" coordorigin="1018,-785" coordsize="9874,0" path="m1018,-785l10891,-785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  <w:u w:val="single" w:color="000000"/>
        </w:rPr>
        <w:t>Indiquez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l'intéressé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comparu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personne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procès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mené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à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décisi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5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: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40" w:lineRule="exact" w:before="6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332" w:val="left" w:leader="none"/>
          <w:tab w:pos="968" w:val="left" w:leader="none"/>
        </w:tabs>
        <w:spacing w:before="69"/>
        <w:ind w:left="719" w:right="0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Oui,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l'intéressé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comparu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personne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</w:t>
      </w:r>
      <w:r>
        <w:rPr>
          <w:b w:val="0"/>
          <w:bCs w:val="0"/>
          <w:spacing w:val="-2"/>
          <w:w w:val="100"/>
          <w:u w:val="single" w:color="000000"/>
        </w:rPr>
        <w:t>c</w:t>
      </w:r>
      <w:r>
        <w:rPr>
          <w:b w:val="0"/>
          <w:bCs w:val="0"/>
          <w:spacing w:val="-2"/>
          <w:w w:val="100"/>
          <w:u w:val="single" w:color="000000"/>
        </w:rPr>
        <w:t>ès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qui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mené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à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décisi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5"/>
          <w:w w:val="100"/>
          <w:u w:val="single" w:color="000000"/>
        </w:rPr>
        <w:t>n.</w:t>
      </w:r>
      <w:r>
        <w:rPr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40" w:lineRule="exact" w:before="6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332" w:val="left" w:leader="none"/>
          <w:tab w:pos="968" w:val="left" w:leader="none"/>
        </w:tabs>
        <w:spacing w:before="69"/>
        <w:ind w:left="332" w:right="0" w:hanging="180"/>
        <w:jc w:val="left"/>
      </w:pPr>
      <w:r>
        <w:rPr>
          <w:b w:val="0"/>
          <w:bCs w:val="0"/>
          <w:spacing w:val="-6"/>
          <w:w w:val="100"/>
          <w:u w:val="single" w:color="000000"/>
        </w:rPr>
        <w:t>N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n,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l'intéressé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n'a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pas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c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mparu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personne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</w:t>
      </w:r>
      <w:r>
        <w:rPr>
          <w:b w:val="0"/>
          <w:bCs w:val="0"/>
          <w:spacing w:val="-2"/>
          <w:w w:val="100"/>
          <w:u w:val="single" w:color="000000"/>
        </w:rPr>
        <w:t>c</w:t>
      </w:r>
      <w:r>
        <w:rPr>
          <w:b w:val="0"/>
          <w:bCs w:val="0"/>
          <w:spacing w:val="-2"/>
          <w:w w:val="100"/>
          <w:u w:val="single" w:color="000000"/>
        </w:rPr>
        <w:t>ès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qui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mené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à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décisi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5"/>
          <w:w w:val="100"/>
          <w:u w:val="single" w:color="000000"/>
        </w:rPr>
        <w:t>n.</w:t>
      </w:r>
      <w:r>
        <w:rPr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40" w:lineRule="exact" w:before="1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335" w:val="left" w:leader="none"/>
          <w:tab w:pos="719" w:val="left" w:leader="none"/>
        </w:tabs>
        <w:spacing w:before="69"/>
        <w:ind w:left="335" w:right="0" w:hanging="183"/>
        <w:jc w:val="left"/>
      </w:pPr>
      <w:r>
        <w:rPr>
          <w:b w:val="0"/>
          <w:bCs w:val="0"/>
          <w:spacing w:val="5"/>
          <w:w w:val="100"/>
          <w:u w:val="single" w:color="000000"/>
        </w:rPr>
        <w:t>Si</w:t>
      </w:r>
      <w:r>
        <w:rPr>
          <w:b w:val="0"/>
          <w:bCs w:val="0"/>
          <w:spacing w:val="-1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vous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avez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coché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case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point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2,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veuillez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confirmer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40" w:lineRule="exact" w:before="6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832" w:val="left" w:leader="none"/>
        </w:tabs>
        <w:spacing w:line="240" w:lineRule="auto" w:before="69"/>
        <w:ind w:left="2432" w:right="186" w:hanging="1200"/>
        <w:jc w:val="both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3.1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a)</w:t>
      </w:r>
      <w:r>
        <w:rPr>
          <w:b w:val="0"/>
          <w:bCs w:val="0"/>
          <w:spacing w:val="-1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l'intéressé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été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cité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à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personne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(jour/m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is/année)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ainsi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été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informé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de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la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date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et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du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lieu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fixés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pour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procès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qui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mené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à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la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décisi</w:t>
      </w:r>
      <w:r>
        <w:rPr>
          <w:b w:val="0"/>
          <w:bCs w:val="0"/>
          <w:spacing w:val="7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n,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s'il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été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infor</w:t>
      </w:r>
      <w:r>
        <w:rPr>
          <w:b w:val="0"/>
          <w:bCs w:val="0"/>
          <w:spacing w:val="-10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é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qu'une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décisi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pouvait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être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rendue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</w:t>
      </w:r>
      <w:r>
        <w:rPr>
          <w:b w:val="0"/>
          <w:bCs w:val="0"/>
          <w:spacing w:val="-6"/>
          <w:w w:val="100"/>
          <w:u w:val="single" w:color="000000"/>
        </w:rPr>
        <w:t>n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1"/>
          <w:w w:val="100"/>
          <w:u w:val="single" w:color="000000"/>
        </w:rPr>
        <w:t>co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1"/>
          <w:w w:val="100"/>
          <w:u w:val="single" w:color="000000"/>
        </w:rPr>
        <w:t>parut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2"/>
          <w:w w:val="100"/>
          <w:u w:val="single" w:color="000000"/>
        </w:rPr>
        <w:t>on;</w:t>
      </w:r>
      <w:r>
        <w:rPr>
          <w:b w:val="0"/>
          <w:bCs w:val="0"/>
          <w:spacing w:val="2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40" w:lineRule="exact" w:before="6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1232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40" w:lineRule="exact" w:before="6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832" w:val="left" w:leader="none"/>
        </w:tabs>
        <w:spacing w:line="240" w:lineRule="auto" w:before="69"/>
        <w:ind w:left="2432" w:right="340" w:hanging="120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1"/>
          <w:w w:val="100"/>
          <w:u w:val="single" w:color="000000"/>
        </w:rPr>
        <w:t>3.1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b)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l'intéressé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n'a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été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cité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à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personne,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mais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été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informé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officiellement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effec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-2"/>
          <w:w w:val="100"/>
          <w:u w:val="single" w:color="000000"/>
        </w:rPr>
        <w:t>ivement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par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d'autres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yens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date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lieu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fixés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pour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procès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2"/>
          <w:w w:val="100"/>
          <w:u w:val="single" w:color="000000"/>
        </w:rPr>
        <w:t>qui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mené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à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la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décisi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n,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telle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sorte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qu'il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été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établi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manière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non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équivoque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l'intéressé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connaissan</w:t>
      </w:r>
      <w:r>
        <w:rPr>
          <w:b w:val="0"/>
          <w:bCs w:val="0"/>
          <w:spacing w:val="-2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procès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prévu,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été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infor</w:t>
      </w:r>
      <w:r>
        <w:rPr>
          <w:b w:val="0"/>
          <w:bCs w:val="0"/>
          <w:spacing w:val="-10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é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qu'une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décisi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pouvait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être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rendue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</w:t>
      </w:r>
      <w:r>
        <w:rPr>
          <w:b w:val="0"/>
          <w:bCs w:val="0"/>
          <w:spacing w:val="-6"/>
          <w:w w:val="100"/>
          <w:u w:val="single" w:color="000000"/>
        </w:rPr>
        <w:t>n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1"/>
          <w:w w:val="100"/>
          <w:u w:val="single" w:color="000000"/>
        </w:rPr>
        <w:t>co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1"/>
          <w:w w:val="100"/>
          <w:u w:val="single" w:color="000000"/>
        </w:rPr>
        <w:t>parut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2"/>
          <w:w w:val="100"/>
          <w:u w:val="single" w:color="000000"/>
        </w:rPr>
        <w:t>on;</w:t>
      </w:r>
      <w:r>
        <w:rPr>
          <w:b w:val="0"/>
          <w:bCs w:val="0"/>
          <w:spacing w:val="2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40" w:lineRule="auto"/>
        <w:jc w:val="left"/>
        <w:sectPr>
          <w:pgSz w:w="11900" w:h="16820"/>
          <w:pgMar w:header="0" w:footer="971" w:top="1080" w:bottom="1160" w:left="980" w:right="980"/>
        </w:sectPr>
      </w:pPr>
    </w:p>
    <w:p>
      <w:pPr>
        <w:pStyle w:val="BodyText"/>
        <w:spacing w:before="78"/>
        <w:ind w:left="719" w:right="0"/>
        <w:jc w:val="left"/>
      </w:pPr>
      <w:r>
        <w:rPr/>
        <w:pict>
          <v:group style="position:absolute;margin-left:50.470001pt;margin-top:55.910023pt;width:494.500026pt;height:617.379982pt;mso-position-horizontal-relative:page;mso-position-vertical-relative:page;z-index:-537" coordorigin="1009,1118" coordsize="9890,12348">
            <v:group style="position:absolute;left:1018;top:1126;width:9874;height:2" coordorigin="1018,1126" coordsize="9874,2">
              <v:shape style="position:absolute;left:1018;top:1126;width:9874;height:2" coordorigin="1018,1126" coordsize="9874,0" path="m1018,1126l10891,1126e" filled="f" stroked="t" strokeweight=".82pt" strokecolor="#000000">
                <v:path arrowok="t"/>
              </v:shape>
            </v:group>
            <v:group style="position:absolute;left:1025;top:1129;width:2;height:12326" coordorigin="1025,1129" coordsize="2,12326">
              <v:shape style="position:absolute;left:1025;top:1129;width:2;height:12326" coordorigin="1025,1129" coordsize="0,12326" path="m1025,1129l1025,13455e" filled="f" stroked="t" strokeweight=".82pt" strokecolor="#000000">
                <v:path arrowok="t"/>
              </v:shape>
            </v:group>
            <v:group style="position:absolute;left:10884;top:1129;width:2;height:12326" coordorigin="10884,1129" coordsize="2,12326">
              <v:shape style="position:absolute;left:10884;top:1129;width:2;height:12326" coordorigin="10884,1129" coordsize="0,12326" path="m10884,1129l10884,13455e" filled="f" stroked="t" strokeweight=".82pt" strokecolor="#000000">
                <v:path arrowok="t"/>
              </v:shape>
            </v:group>
            <v:group style="position:absolute;left:1018;top:13458;width:9874;height:2" coordorigin="1018,13458" coordsize="9874,2">
              <v:shape style="position:absolute;left:1018;top:13458;width:9874;height:2" coordorigin="1018,13458" coordsize="9874,0" path="m1018,13458l10891,1345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232" w:val="left" w:leader="none"/>
        </w:tabs>
        <w:spacing w:line="240" w:lineRule="auto" w:before="69"/>
        <w:ind w:left="1832" w:right="426" w:hanging="1114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1"/>
          <w:w w:val="100"/>
          <w:u w:val="single" w:color="000000"/>
        </w:rPr>
        <w:t>3.</w:t>
      </w:r>
      <w:r>
        <w:rPr>
          <w:b w:val="0"/>
          <w:bCs w:val="0"/>
          <w:spacing w:val="0"/>
          <w:w w:val="100"/>
          <w:u w:val="single" w:color="000000"/>
        </w:rPr>
        <w:t>2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4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1"/>
          <w:w w:val="100"/>
          <w:u w:val="single" w:color="000000"/>
        </w:rPr>
      </w:r>
      <w:r>
        <w:rPr>
          <w:b w:val="0"/>
          <w:bCs w:val="0"/>
          <w:spacing w:val="3"/>
          <w:w w:val="100"/>
          <w:u w:val="single" w:color="000000"/>
        </w:rPr>
        <w:t>a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-1"/>
          <w:w w:val="100"/>
          <w:u w:val="single" w:color="000000"/>
        </w:rPr>
        <w:t>ant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connaissance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procès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prévu,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l'intéressé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donné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mandat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à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conseil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jur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dique,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qui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été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dés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gné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it</w:t>
      </w:r>
      <w:r>
        <w:rPr>
          <w:b w:val="0"/>
          <w:bCs w:val="0"/>
          <w:spacing w:val="1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l'intéressé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it</w:t>
      </w:r>
      <w:r>
        <w:rPr>
          <w:b w:val="0"/>
          <w:bCs w:val="0"/>
          <w:spacing w:val="1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l'État,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pour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défendre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au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procès,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7"/>
          <w:w w:val="100"/>
          <w:u w:val="single" w:color="000000"/>
        </w:rPr>
        <w:t>é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é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effect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ivement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défendu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conseil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pendant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procès;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232" w:val="left" w:leader="none"/>
          <w:tab w:pos="1832" w:val="left" w:leader="none"/>
        </w:tabs>
        <w:spacing w:line="240" w:lineRule="auto" w:before="69"/>
        <w:ind w:left="1832" w:right="195" w:hanging="1114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</w:t>
      </w:r>
      <w:r>
        <w:rPr>
          <w:b w:val="0"/>
          <w:bCs w:val="0"/>
          <w:spacing w:val="2"/>
          <w:w w:val="100"/>
          <w:u w:val="single" w:color="000000"/>
        </w:rPr>
        <w:t>.3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l'intéressé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s'est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signifier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décisi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….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(jour/m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is/année)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été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expressément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informé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droit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à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nouvelle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procédure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jugement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à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procédure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d'appel,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à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laquelle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l'intéressé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droit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participer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permet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réexaminer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'affaire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sur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fond,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tenant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compte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nouveaux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éléments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preuve,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peut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aboutir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à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infirma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io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décision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ini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iale,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2432" w:val="left" w:leader="none"/>
        </w:tabs>
        <w:spacing w:before="69"/>
        <w:ind w:left="1832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l'intéressé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indiqué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expressément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qu'il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contestait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décisi</w:t>
      </w:r>
      <w:r>
        <w:rPr>
          <w:b w:val="0"/>
          <w:bCs w:val="0"/>
          <w:spacing w:val="7"/>
          <w:w w:val="100"/>
          <w:u w:val="single" w:color="000000"/>
        </w:rPr>
        <w:t>o</w:t>
      </w:r>
      <w:r>
        <w:rPr>
          <w:b w:val="0"/>
          <w:bCs w:val="0"/>
          <w:spacing w:val="-6"/>
          <w:w w:val="100"/>
          <w:u w:val="single" w:color="000000"/>
        </w:rPr>
        <w:t>n;</w:t>
      </w:r>
      <w:r>
        <w:rPr>
          <w:b w:val="0"/>
          <w:bCs w:val="0"/>
          <w:spacing w:val="-5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1832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2432" w:val="left" w:leader="none"/>
        </w:tabs>
        <w:spacing w:line="274" w:lineRule="exact" w:before="74"/>
        <w:ind w:left="2432" w:right="665" w:hanging="60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l'intéressé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n'a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demandé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nouvelle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procédure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jugement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procédure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d'appel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dans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délai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impar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6"/>
          <w:w w:val="100"/>
          <w:u w:val="single" w:color="000000"/>
        </w:rPr>
        <w:t>i;</w:t>
      </w:r>
      <w:r>
        <w:rPr>
          <w:b w:val="0"/>
          <w:bCs w:val="0"/>
          <w:spacing w:val="-5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285" w:val="left" w:leader="none"/>
        </w:tabs>
        <w:spacing w:before="69"/>
        <w:ind w:left="719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1"/>
          <w:w w:val="100"/>
          <w:u w:val="single" w:color="000000"/>
        </w:rPr>
        <w:t>3.4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4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7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l'intéressé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n'a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reçu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personnellement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sig</w:t>
      </w:r>
      <w:r>
        <w:rPr>
          <w:b w:val="0"/>
          <w:bCs w:val="0"/>
          <w:spacing w:val="-2"/>
          <w:w w:val="100"/>
          <w:u w:val="single" w:color="000000"/>
        </w:rPr>
        <w:t>n</w:t>
      </w:r>
      <w:r>
        <w:rPr>
          <w:b w:val="0"/>
          <w:bCs w:val="0"/>
          <w:spacing w:val="1"/>
          <w:w w:val="100"/>
          <w:u w:val="single" w:color="000000"/>
        </w:rPr>
        <w:t>ificat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-2"/>
          <w:w w:val="100"/>
          <w:u w:val="single" w:color="000000"/>
        </w:rPr>
        <w:t>on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décisi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n,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mais</w:t>
      </w:r>
      <w:r>
        <w:rPr>
          <w:b w:val="0"/>
          <w:bCs w:val="0"/>
          <w:spacing w:val="-3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2"/>
        </w:numPr>
        <w:tabs>
          <w:tab w:pos="2432" w:val="left" w:leader="none"/>
        </w:tabs>
        <w:spacing w:before="69"/>
        <w:ind w:left="2432" w:right="0" w:hanging="600"/>
        <w:jc w:val="left"/>
      </w:pPr>
      <w:r>
        <w:rPr>
          <w:b w:val="0"/>
          <w:bCs w:val="0"/>
          <w:spacing w:val="-1"/>
          <w:w w:val="100"/>
          <w:u w:val="single" w:color="000000"/>
        </w:rPr>
        <w:t>il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recevra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personnellement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sans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délai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après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remise,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2"/>
        </w:numPr>
        <w:tabs>
          <w:tab w:pos="2432" w:val="left" w:leader="none"/>
        </w:tabs>
        <w:spacing w:line="240" w:lineRule="auto" w:before="69"/>
        <w:ind w:left="2432" w:right="248" w:hanging="600"/>
        <w:jc w:val="left"/>
      </w:pPr>
      <w:r>
        <w:rPr>
          <w:b w:val="0"/>
          <w:bCs w:val="0"/>
          <w:spacing w:val="-11"/>
          <w:w w:val="100"/>
          <w:u w:val="single" w:color="000000"/>
        </w:rPr>
        <w:t>lo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rsqu'il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l'aura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reçue,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sera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expressément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informé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droit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à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nouvelle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procédure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jugement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à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procédure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d'appel,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à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laquelle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l'intéressé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droit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participer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permet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réexaminer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l'affaire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sur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8"/>
          <w:w w:val="100"/>
          <w:u w:val="single" w:color="000000"/>
        </w:rPr>
        <w:t>fo</w:t>
      </w:r>
      <w:r>
        <w:rPr>
          <w:b w:val="0"/>
          <w:bCs w:val="0"/>
          <w:spacing w:val="-4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nd,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tenant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compte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nouveaux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éléments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preuve,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peut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aboutir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à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une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infirma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io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de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la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décisi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init</w:t>
      </w:r>
      <w:r>
        <w:rPr>
          <w:b w:val="0"/>
          <w:bCs w:val="0"/>
          <w:spacing w:val="-4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iale,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2"/>
        </w:numPr>
        <w:tabs>
          <w:tab w:pos="2432" w:val="left" w:leader="none"/>
        </w:tabs>
        <w:spacing w:line="242" w:lineRule="auto" w:before="69"/>
        <w:ind w:left="2432" w:right="187" w:hanging="600"/>
        <w:jc w:val="left"/>
      </w:pPr>
      <w:r>
        <w:rPr>
          <w:b w:val="0"/>
          <w:bCs w:val="0"/>
          <w:spacing w:val="-2"/>
          <w:w w:val="100"/>
          <w:u w:val="single" w:color="000000"/>
        </w:rPr>
        <w:t>il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sera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informé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du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délai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dans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lequel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il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it</w:t>
      </w:r>
      <w:r>
        <w:rPr>
          <w:b w:val="0"/>
          <w:bCs w:val="0"/>
          <w:spacing w:val="11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de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ander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nouv</w:t>
      </w:r>
      <w:r>
        <w:rPr>
          <w:b w:val="0"/>
          <w:bCs w:val="0"/>
          <w:spacing w:val="3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lle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procédure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jugement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procédure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d'appel,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soit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…jours.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332" w:val="left" w:leader="none"/>
          <w:tab w:pos="719" w:val="left" w:leader="none"/>
        </w:tabs>
        <w:spacing w:line="274" w:lineRule="exact" w:before="74"/>
        <w:ind w:left="719" w:right="267" w:hanging="567"/>
        <w:jc w:val="left"/>
      </w:pPr>
      <w:r>
        <w:rPr>
          <w:b w:val="0"/>
          <w:bCs w:val="0"/>
          <w:spacing w:val="5"/>
          <w:w w:val="100"/>
          <w:u w:val="single" w:color="000000"/>
        </w:rPr>
        <w:t>Si</w:t>
      </w:r>
      <w:r>
        <w:rPr>
          <w:b w:val="0"/>
          <w:bCs w:val="0"/>
          <w:spacing w:val="-1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vous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avez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coché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case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point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3.1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b),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3.2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3.3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dessus,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veuillez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indiquer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comment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cond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on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concernée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été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remplie: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</w:t>
      </w:r>
      <w:r>
        <w:rPr>
          <w:b w:val="0"/>
          <w:bCs w:val="0"/>
          <w:spacing w:val="0"/>
          <w:w w:val="100"/>
          <w:u w:val="single" w:color="000000"/>
        </w:rPr>
        <w:t>……………</w:t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pgSz w:w="11900" w:h="16820"/>
          <w:pgMar w:header="0" w:footer="971" w:top="134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0"/>
        <w:ind w:left="719" w:right="0" w:hanging="567"/>
        <w:jc w:val="left"/>
      </w:pPr>
      <w:r>
        <w:rPr/>
        <w:pict>
          <v:group style="position:absolute;margin-left:50.470001pt;margin-top:55.910023pt;width:494.500026pt;height:490.419976pt;mso-position-horizontal-relative:page;mso-position-vertical-relative:page;z-index:-536" coordorigin="1009,1118" coordsize="9890,9808">
            <v:group style="position:absolute;left:1018;top:1126;width:9874;height:2" coordorigin="1018,1126" coordsize="9874,2">
              <v:shape style="position:absolute;left:1018;top:1126;width:9874;height:2" coordorigin="1018,1126" coordsize="9874,0" path="m1018,1126l10891,1126e" filled="f" stroked="t" strokeweight=".82pt" strokecolor="#000000">
                <v:path arrowok="t"/>
              </v:shape>
            </v:group>
            <v:group style="position:absolute;left:1025;top:1129;width:2;height:9787" coordorigin="1025,1129" coordsize="2,9787">
              <v:shape style="position:absolute;left:1025;top:1129;width:2;height:9787" coordorigin="1025,1129" coordsize="0,9787" path="m1025,1129l1025,10916e" filled="f" stroked="t" strokeweight=".82pt" strokecolor="#000000">
                <v:path arrowok="t"/>
              </v:shape>
            </v:group>
            <v:group style="position:absolute;left:10884;top:1129;width:2;height:9787" coordorigin="10884,1129" coordsize="2,9787">
              <v:shape style="position:absolute;left:10884;top:1129;width:2;height:9787" coordorigin="10884,1129" coordsize="0,9787" path="m10884,1129l10884,10916e" filled="f" stroked="t" strokeweight=".82pt" strokecolor="#000000">
                <v:path arrowok="t"/>
              </v:shape>
            </v:group>
            <v:group style="position:absolute;left:1018;top:10918;width:9874;height:2" coordorigin="1018,10918" coordsize="9874,2">
              <v:shape style="position:absolute;left:1018;top:10918;width:9874;height:2" coordorigin="1018,10918" coordsize="9874,0" path="m1018,10918l10891,1091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2"/>
          <w:w w:val="100"/>
        </w:rPr>
        <w:t>Infrac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n(s):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présen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manda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rapport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tota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à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……………..infractions.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359" w:lineRule="auto"/>
        <w:ind w:right="345"/>
        <w:jc w:val="left"/>
      </w:pPr>
      <w:r>
        <w:rPr>
          <w:b w:val="0"/>
          <w:bCs w:val="0"/>
          <w:spacing w:val="-1"/>
          <w:w w:val="100"/>
        </w:rPr>
        <w:t>Descrip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circonstance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lesquelle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l'infractio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infrac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(ont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ét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commise(s),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mp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7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7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7"/>
          <w:w w:val="100"/>
        </w:rPr>
        <w:t>m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l'heure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-1"/>
          <w:w w:val="100"/>
        </w:rPr>
        <w:t>ie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ains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degr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participatio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personne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recherché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l'infrac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au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infrac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5"/>
          <w:w w:val="100"/>
        </w:rPr>
        <w:t>ns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9"/>
        <w:ind w:right="0"/>
        <w:jc w:val="left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…………………………………………………………………………………………………………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…………………………………………………………………………………………………………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359" w:lineRule="auto"/>
        <w:ind w:right="0"/>
        <w:jc w:val="left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Natur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qualifica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légal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infraction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disposi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statutair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applicable: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9"/>
        <w:ind w:right="0"/>
        <w:jc w:val="left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…………………………………………………………………………………………………………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…………………………………………………………………………………………………………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…………………………………………………………………………………………………………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…………………………………………………………………………………………………………</w:t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…………………………………………………………………………………………………………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line="359" w:lineRule="auto"/>
        <w:ind w:left="719" w:right="257" w:hanging="567"/>
        <w:jc w:val="left"/>
      </w:pPr>
      <w:r>
        <w:rPr>
          <w:b w:val="0"/>
          <w:bCs w:val="0"/>
          <w:spacing w:val="-1"/>
          <w:w w:val="100"/>
        </w:rPr>
        <w:t>Cocher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échéant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s'i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s'agi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d'un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infraction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suivante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punie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l'Éta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membre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2"/>
          <w:w w:val="100"/>
        </w:rPr>
        <w:t>d'émissi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d'un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mesur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sûret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priva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ive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libert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d'u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maximu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d'au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3"/>
          <w:w w:val="100"/>
        </w:rPr>
        <w:t>in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telle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qu'elle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son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définie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droi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l'Éta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membr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d'émissi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6"/>
          <w:w w:val="100"/>
        </w:rPr>
        <w:t>n: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9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part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cipa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organisa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criminelle;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terror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sme;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2"/>
          <w:w w:val="100"/>
        </w:rPr>
        <w:t>tra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être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humains;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3"/>
          <w:w w:val="100"/>
        </w:rPr>
        <w:t>expl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sexuell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enfant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pédopornographie;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traf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illicit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stupéfiant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substance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psychotropes;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traf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illici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d'armes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muni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d'expl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sifs;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080" w:bottom="1160" w:left="980" w:right="980"/>
        </w:sectPr>
      </w:pPr>
    </w:p>
    <w:p>
      <w:pPr>
        <w:pStyle w:val="BodyText"/>
        <w:tabs>
          <w:tab w:pos="719" w:val="left" w:leader="none"/>
        </w:tabs>
        <w:spacing w:before="60"/>
        <w:ind w:right="0"/>
        <w:jc w:val="left"/>
      </w:pPr>
      <w:r>
        <w:rPr/>
        <w:pict>
          <v:group style="position:absolute;margin-left:50.470001pt;margin-top:55.910023pt;width:494.500026pt;height:389.859978pt;mso-position-horizontal-relative:page;mso-position-vertical-relative:page;z-index:-535" coordorigin="1009,1118" coordsize="9890,7797">
            <v:group style="position:absolute;left:1018;top:1126;width:9874;height:2" coordorigin="1018,1126" coordsize="9874,2">
              <v:shape style="position:absolute;left:1018;top:1126;width:9874;height:2" coordorigin="1018,1126" coordsize="9874,0" path="m1018,1126l10891,1126e" filled="f" stroked="t" strokeweight=".82pt" strokecolor="#000000">
                <v:path arrowok="t"/>
              </v:shape>
            </v:group>
            <v:group style="position:absolute;left:1025;top:1129;width:2;height:7776" coordorigin="1025,1129" coordsize="2,7776">
              <v:shape style="position:absolute;left:1025;top:1129;width:2;height:7776" coordorigin="1025,1129" coordsize="0,7776" path="m1025,1129l1025,8905e" filled="f" stroked="t" strokeweight=".82pt" strokecolor="#000000">
                <v:path arrowok="t"/>
              </v:shape>
            </v:group>
            <v:group style="position:absolute;left:10884;top:1129;width:2;height:7776" coordorigin="10884,1129" coordsize="2,7776">
              <v:shape style="position:absolute;left:10884;top:1129;width:2;height:7776" coordorigin="10884,1129" coordsize="0,7776" path="m10884,1129l10884,8905e" filled="f" stroked="t" strokeweight=".82pt" strokecolor="#000000">
                <v:path arrowok="t"/>
              </v:shape>
            </v:group>
            <v:group style="position:absolute;left:1018;top:8907;width:9874;height:2" coordorigin="1018,8907" coordsize="9874,2">
              <v:shape style="position:absolute;left:1018;top:8907;width:9874;height:2" coordorigin="1018,8907" coordsize="9874,0" path="m1018,8907l10891,8907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corruption;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719" w:val="left" w:leader="none"/>
        </w:tabs>
        <w:spacing w:line="336" w:lineRule="auto"/>
        <w:ind w:left="719" w:right="493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fraude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compri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fraud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portan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atteint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au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intérêt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financier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mmunautés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européenne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conven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1"/>
          <w:w w:val="100"/>
        </w:rPr>
        <w:t>ille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199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rela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protectio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intérêts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financier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mm</w:t>
      </w:r>
      <w:r>
        <w:rPr>
          <w:b w:val="0"/>
          <w:bCs w:val="0"/>
          <w:spacing w:val="0"/>
          <w:w w:val="100"/>
        </w:rPr>
        <w:t>unautés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européennes;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1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blanchimen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produi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crime;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fau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monnayage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compri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contrefaço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l'euro;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cybercriminali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é;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719" w:val="left" w:leader="none"/>
        </w:tabs>
        <w:spacing w:line="333" w:lineRule="auto"/>
        <w:ind w:left="719" w:right="380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crime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contr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l'environnement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compri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trafi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illicit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d'espèce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animale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menacées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traf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illicit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d'espèce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d'essence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végétale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menacées;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9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l'entré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séjou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irrégulier;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5"/>
          <w:w w:val="100"/>
        </w:rPr>
        <w:t>h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micid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volontaire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coup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blessure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graves;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traf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illicit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d'organe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tissu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humains;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enlèvement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séquestratio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pris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d'otage;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rac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sme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xénophobie;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5"/>
          <w:w w:val="100"/>
        </w:rPr>
        <w:t>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7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nisé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ave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arme;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traf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illicit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bien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culturel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6"/>
          <w:w w:val="100"/>
        </w:rPr>
        <w:t>mp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an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iquité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œuvre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d'art;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escroquerie;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racke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extorsio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fonds;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contrefaço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piratag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produits;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falsifica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document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administratif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trafi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faux;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08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8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falsifica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5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5"/>
          <w:w w:val="100"/>
        </w:rPr>
        <w:t>m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paiement;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traf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illicit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substance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hormonale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autre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facteur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croissance;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traf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illicit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ma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ière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nucléaire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radioactives;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traf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véhicule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3"/>
          <w:w w:val="100"/>
        </w:rPr>
        <w:t>lés;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6"/>
          <w:w w:val="100"/>
        </w:rPr>
        <w:t>vi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l;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incendi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re;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crime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relevan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juridic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Cou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pénal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interna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nale;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détourne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5"/>
          <w:w w:val="100"/>
        </w:rPr>
      </w:r>
      <w:r>
        <w:rPr>
          <w:b w:val="0"/>
          <w:bCs w:val="0"/>
          <w:spacing w:val="0"/>
          <w:w w:val="100"/>
        </w:rPr>
        <w:t>d'avion/navire;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sabotage.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10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line="363" w:lineRule="auto"/>
        <w:ind w:left="719" w:right="570" w:hanging="567"/>
        <w:jc w:val="left"/>
      </w:pPr>
      <w:r>
        <w:rPr>
          <w:b w:val="0"/>
          <w:bCs w:val="0"/>
          <w:spacing w:val="-1"/>
          <w:w w:val="100"/>
        </w:rPr>
        <w:t>Descrip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-1"/>
          <w:w w:val="100"/>
        </w:rPr>
        <w:t>lèt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l'infractio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infrac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qu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rel</w:t>
      </w:r>
      <w:r>
        <w:rPr>
          <w:b w:val="0"/>
          <w:bCs w:val="0"/>
          <w:spacing w:val="3"/>
          <w:w w:val="100"/>
        </w:rPr>
        <w:t>è</w:t>
      </w:r>
      <w:r>
        <w:rPr>
          <w:b w:val="0"/>
          <w:bCs w:val="0"/>
          <w:spacing w:val="-1"/>
          <w:w w:val="100"/>
        </w:rPr>
        <w:t>ven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visé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2"/>
          <w:w w:val="100"/>
        </w:rPr>
        <w:t>poin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1"/>
          <w:w w:val="100"/>
        </w:rPr>
        <w:t>avant: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…………………………………………………………………………………………………………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right="0"/>
        <w:jc w:val="left"/>
      </w:pPr>
      <w:r>
        <w:rPr/>
        <w:pict>
          <v:group style="position:absolute;margin-left:50.470001pt;margin-top:50.273121pt;width:494.500026pt;height:120.58001pt;mso-position-horizontal-relative:page;mso-position-vertical-relative:paragraph;z-index:-533" coordorigin="1009,1005" coordsize="9890,2412">
            <v:group style="position:absolute;left:1018;top:1014;width:9874;height:2" coordorigin="1018,1014" coordsize="9874,2">
              <v:shape style="position:absolute;left:1018;top:1014;width:9874;height:2" coordorigin="1018,1014" coordsize="9874,0" path="m1018,1014l10891,1014e" filled="f" stroked="t" strokeweight=".82pt" strokecolor="#000000">
                <v:path arrowok="t"/>
              </v:shape>
            </v:group>
            <v:group style="position:absolute;left:1025;top:1016;width:2;height:2390" coordorigin="1025,1016" coordsize="2,2390">
              <v:shape style="position:absolute;left:1025;top:1016;width:2;height:2390" coordorigin="1025,1016" coordsize="0,2390" path="m1025,1016l1025,3406e" filled="f" stroked="t" strokeweight=".82pt" strokecolor="#000000">
                <v:path arrowok="t"/>
              </v:shape>
            </v:group>
            <v:group style="position:absolute;left:10884;top:1016;width:2;height:2390" coordorigin="10884,1016" coordsize="2,2390">
              <v:shape style="position:absolute;left:10884;top:1016;width:2;height:2390" coordorigin="10884,1016" coordsize="0,2390" path="m10884,1016l10884,3406e" filled="f" stroked="t" strokeweight=".82pt" strokecolor="#000000">
                <v:path arrowok="t"/>
              </v:shape>
            </v:group>
            <v:group style="position:absolute;left:1018;top:3409;width:9874;height:2" coordorigin="1018,3409" coordsize="9874,2">
              <v:shape style="position:absolute;left:1018;top:3409;width:9874;height:2" coordorigin="1018,3409" coordsize="9874,0" path="m1018,3409l10891,3409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…………………………………………………………………………………………………………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318.036865pt;width:494.500026pt;height:293.140007pt;mso-position-horizontal-relative:page;mso-position-vertical-relative:paragraph;z-index:-534" coordorigin="1009,-6361" coordsize="9890,5863">
            <v:group style="position:absolute;left:1018;top:-6353;width:9874;height:2" coordorigin="1018,-6353" coordsize="9874,2">
              <v:shape style="position:absolute;left:1018;top:-6353;width:9874;height:2" coordorigin="1018,-6353" coordsize="9874,0" path="m1018,-6353l10891,-6353e" filled="f" stroked="t" strokeweight=".82pt" strokecolor="#000000">
                <v:path arrowok="t"/>
              </v:shape>
            </v:group>
            <v:group style="position:absolute;left:1025;top:-6350;width:2;height:5842" coordorigin="1025,-6350" coordsize="2,5842">
              <v:shape style="position:absolute;left:1025;top:-6350;width:2;height:5842" coordorigin="1025,-6350" coordsize="0,5842" path="m1025,-6350l1025,-509e" filled="f" stroked="t" strokeweight=".82pt" strokecolor="#000000">
                <v:path arrowok="t"/>
              </v:shape>
            </v:group>
            <v:group style="position:absolute;left:10884;top:-6350;width:2;height:5842" coordorigin="10884,-6350" coordsize="2,5842">
              <v:shape style="position:absolute;left:10884;top:-6350;width:2;height:5842" coordorigin="10884,-6350" coordsize="0,5842" path="m10884,-6350l10884,-509e" filled="f" stroked="t" strokeweight=".82pt" strokecolor="#000000">
                <v:path arrowok="t"/>
              </v:shape>
            </v:group>
            <v:group style="position:absolute;left:1018;top:-506;width:9874;height:2" coordorigin="1018,-506" coordsize="9874,2">
              <v:shape style="position:absolute;left:1018;top:-506;width:9874;height:2" coordorigin="1018,-506" coordsize="9874,0" path="m1018,-506l10891,-50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Autre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circonstance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pertinente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l'espèc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(informa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faculta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3"/>
          <w:w w:val="100"/>
        </w:rPr>
        <w:t>ives):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42" w:lineRule="auto"/>
        <w:ind w:left="152" w:right="15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NB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serai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possibl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d'inclur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ic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remarque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su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l'extraterritorialité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l'interruptio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périodes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limitée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dan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temp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autre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conséquence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l'infraction)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</w:r>
    </w:p>
    <w:p>
      <w:pPr>
        <w:spacing w:line="260" w:lineRule="exact" w:before="1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…………………………………………………………………………………………………………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right="0"/>
        <w:jc w:val="left"/>
      </w:pPr>
      <w:r>
        <w:rPr/>
        <w:pict>
          <v:group style="position:absolute;margin-left:50.470001pt;margin-top:63.953114pt;width:494.500026pt;height:182.740006pt;mso-position-horizontal-relative:page;mso-position-vertical-relative:paragraph;z-index:-532" coordorigin="1009,1279" coordsize="9890,3655">
            <v:group style="position:absolute;left:1018;top:1287;width:9874;height:2" coordorigin="1018,1287" coordsize="9874,2">
              <v:shape style="position:absolute;left:1018;top:1287;width:9874;height:2" coordorigin="1018,1287" coordsize="9874,0" path="m1018,1287l10891,1287e" filled="f" stroked="t" strokeweight=".82pt" strokecolor="#000000">
                <v:path arrowok="t"/>
              </v:shape>
            </v:group>
            <v:group style="position:absolute;left:1025;top:1290;width:2;height:3634" coordorigin="1025,1290" coordsize="2,3634">
              <v:shape style="position:absolute;left:1025;top:1290;width:2;height:3634" coordorigin="1025,1290" coordsize="0,3634" path="m1025,1290l1025,4923e" filled="f" stroked="t" strokeweight=".82pt" strokecolor="#000000">
                <v:path arrowok="t"/>
              </v:shape>
            </v:group>
            <v:group style="position:absolute;left:10884;top:1290;width:2;height:3634" coordorigin="10884,1290" coordsize="2,3634">
              <v:shape style="position:absolute;left:10884;top:1290;width:2;height:3634" coordorigin="10884,1290" coordsize="0,3634" path="m10884,1290l10884,4923e" filled="f" stroked="t" strokeweight=".82pt" strokecolor="#000000">
                <v:path arrowok="t"/>
              </v:shape>
            </v:group>
            <v:group style="position:absolute;left:1018;top:4926;width:9874;height:2" coordorigin="1018,4926" coordsize="9874,2">
              <v:shape style="position:absolute;left:1018;top:4926;width:9874;height:2" coordorigin="1018,4926" coordsize="9874,0" path="m1018,4926l10891,492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…………………………………………………………………………………………………………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74" w:lineRule="exact" w:before="74"/>
        <w:ind w:left="719" w:right="156" w:hanging="567"/>
        <w:jc w:val="left"/>
      </w:pP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présen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manda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rapport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égalemen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saisi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remis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objet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peuven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servir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èce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convic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5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3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2" w:lineRule="auto"/>
        <w:ind w:left="752" w:right="0"/>
        <w:jc w:val="left"/>
      </w:pP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présen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manda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rappor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égalemen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saisi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remis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objet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acqui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personn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recherché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fai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l'infraction: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escr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objet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lie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ù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trouvent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(s'il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son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connus):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………………………………………………………………………………..................……..</w:t>
      </w:r>
    </w:p>
    <w:p>
      <w:pPr>
        <w:pStyle w:val="BodyText"/>
        <w:spacing w:line="274" w:lineRule="exact"/>
        <w:ind w:left="719" w:right="0"/>
        <w:jc w:val="left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</w:t>
      </w:r>
    </w:p>
    <w:p>
      <w:pPr>
        <w:pStyle w:val="BodyText"/>
        <w:spacing w:before="2"/>
        <w:ind w:left="719" w:right="0"/>
        <w:jc w:val="left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</w:t>
      </w:r>
    </w:p>
    <w:p>
      <w:pPr>
        <w:spacing w:after="0"/>
        <w:jc w:val="left"/>
        <w:sectPr>
          <w:pgSz w:w="11900" w:h="16820"/>
          <w:pgMar w:header="0" w:footer="971" w:top="134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42" w:lineRule="auto" w:before="72"/>
        <w:ind w:left="719" w:right="612" w:hanging="567"/>
        <w:jc w:val="left"/>
      </w:pPr>
      <w:r>
        <w:rPr>
          <w:b w:val="0"/>
          <w:bCs w:val="0"/>
          <w:spacing w:val="-1"/>
          <w:w w:val="100"/>
        </w:rPr>
        <w:t>L'infrac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infrac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pou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laquell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lesquelle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manda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ét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émi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sont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passible(s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d'un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mesur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sûret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priva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ive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libert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caractèr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perpétue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4"/>
          <w:w w:val="100"/>
        </w:rPr>
        <w:t>(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pou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effe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tell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pein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mesure: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ind w:left="719" w:right="0" w:hanging="567"/>
        <w:jc w:val="left"/>
      </w:pP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systèm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juridiqu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l'Éta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membr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d'émissi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prév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un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révisi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pein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infligée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left="719" w:right="0"/>
        <w:jc w:val="left"/>
      </w:pP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su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demand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plu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tar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aprè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vu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no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exécu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cett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pein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ou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480" w:lineRule="auto" w:before="2"/>
        <w:ind w:right="8003" w:firstLine="566"/>
        <w:jc w:val="left"/>
      </w:pPr>
      <w:r>
        <w:rPr>
          <w:b w:val="0"/>
          <w:bCs w:val="0"/>
          <w:spacing w:val="-1"/>
          <w:w w:val="100"/>
        </w:rPr>
        <w:t>mesure;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1"/>
          <w:w w:val="100"/>
        </w:rPr>
        <w:t>et/ou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0" w:lineRule="auto" w:before="10"/>
        <w:ind w:left="719" w:right="167" w:hanging="567"/>
        <w:jc w:val="left"/>
      </w:pPr>
      <w:r>
        <w:rPr/>
        <w:pict>
          <v:group style="position:absolute;margin-left:50.470001pt;margin-top:71.17308pt;width:494.500026pt;height:362.260018pt;mso-position-horizontal-relative:page;mso-position-vertical-relative:paragraph;z-index:-530" coordorigin="1009,1423" coordsize="9890,7245">
            <v:group style="position:absolute;left:1018;top:1432;width:9874;height:2" coordorigin="1018,1432" coordsize="9874,2">
              <v:shape style="position:absolute;left:1018;top:1432;width:9874;height:2" coordorigin="1018,1432" coordsize="9874,0" path="m1018,1432l10891,1432e" filled="f" stroked="t" strokeweight=".82pt" strokecolor="#000000">
                <v:path arrowok="t"/>
              </v:shape>
            </v:group>
            <v:group style="position:absolute;left:1025;top:1434;width:2;height:7224" coordorigin="1025,1434" coordsize="2,7224">
              <v:shape style="position:absolute;left:1025;top:1434;width:2;height:7224" coordorigin="1025,1434" coordsize="0,7224" path="m1025,1434l1025,8658e" filled="f" stroked="t" strokeweight=".82pt" strokecolor="#000000">
                <v:path arrowok="t"/>
              </v:shape>
            </v:group>
            <v:group style="position:absolute;left:10884;top:1434;width:2;height:7224" coordorigin="10884,1434" coordsize="2,7224">
              <v:shape style="position:absolute;left:10884;top:1434;width:2;height:7224" coordorigin="10884,1434" coordsize="0,7224" path="m10884,1434l10884,8658e" filled="f" stroked="t" strokeweight=".82pt" strokecolor="#000000">
                <v:path arrowok="t"/>
              </v:shape>
            </v:group>
            <v:group style="position:absolute;left:1018;top:8660;width:9874;height:2" coordorigin="1018,8660" coordsize="9874,2">
              <v:shape style="position:absolute;left:1018;top:8660;width:9874;height:2" coordorigin="1018,8660" coordsize="9874,0" path="m1018,8660l10891,866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systè</w:t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5"/>
          <w:w w:val="100"/>
        </w:rPr>
        <w:t>ju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"/>
          <w:w w:val="100"/>
        </w:rPr>
        <w:t>idiqu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l'Éta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membr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d'émissi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prév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l'applica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mesure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clémence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auxquelle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personn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prétendr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vert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droi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pratiqu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l'Éta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membre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2"/>
          <w:w w:val="100"/>
        </w:rPr>
        <w:t>d'émissi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3"/>
          <w:w w:val="100"/>
        </w:rPr>
        <w:t>vu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3"/>
          <w:w w:val="100"/>
        </w:rPr>
        <w:t>no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exécu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cett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mesure.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8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07.636932pt;width:494.500026pt;height:196.660027pt;mso-position-horizontal-relative:page;mso-position-vertical-relative:paragraph;z-index:-531" coordorigin="1009,-4153" coordsize="9890,3933">
            <v:group style="position:absolute;left:1018;top:-4145;width:9874;height:2" coordorigin="1018,-4145" coordsize="9874,2">
              <v:shape style="position:absolute;left:1018;top:-4145;width:9874;height:2" coordorigin="1018,-4145" coordsize="9874,0" path="m1018,-4145l10891,-4145e" filled="f" stroked="t" strokeweight=".82pt" strokecolor="#000000">
                <v:path arrowok="t"/>
              </v:shape>
            </v:group>
            <v:group style="position:absolute;left:1025;top:-4142;width:2;height:3912" coordorigin="1025,-4142" coordsize="2,3912">
              <v:shape style="position:absolute;left:1025;top:-4142;width:2;height:3912" coordorigin="1025,-4142" coordsize="0,3912" path="m1025,-4142l1025,-230e" filled="f" stroked="t" strokeweight=".82pt" strokecolor="#000000">
                <v:path arrowok="t"/>
              </v:shape>
            </v:group>
            <v:group style="position:absolute;left:10884;top:-4142;width:2;height:3912" coordorigin="10884,-4142" coordsize="2,3912">
              <v:shape style="position:absolute;left:10884;top:-4142;width:2;height:3912" coordorigin="10884,-4142" coordsize="0,3912" path="m10884,-4142l10884,-230e" filled="f" stroked="t" strokeweight=".82pt" strokecolor="#000000">
                <v:path arrowok="t"/>
              </v:shape>
            </v:group>
            <v:group style="position:absolute;left:1018;top:-228;width:9874;height:2" coordorigin="1018,-228" coordsize="9874,2">
              <v:shape style="position:absolute;left:1018;top:-228;width:9874;height:2" coordorigin="1018,-228" coordsize="9874,0" path="m1018,-228l10891,-22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L'autorit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judiciair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qu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émi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mandat: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spacing w:line="677" w:lineRule="auto"/>
        <w:ind w:left="719" w:right="180"/>
        <w:jc w:val="both"/>
      </w:pPr>
      <w:r>
        <w:rPr>
          <w:b w:val="0"/>
          <w:bCs w:val="0"/>
          <w:spacing w:val="2"/>
          <w:w w:val="100"/>
        </w:rPr>
        <w:t>No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9"/>
          <w:w w:val="100"/>
        </w:rPr>
      </w:r>
      <w:r>
        <w:rPr>
          <w:b w:val="0"/>
          <w:bCs w:val="0"/>
          <w:spacing w:val="0"/>
          <w:w w:val="100"/>
        </w:rPr>
        <w:t>officiel:…………………………………………………………………………………</w:t>
      </w:r>
      <w:r>
        <w:rPr>
          <w:b w:val="0"/>
          <w:bCs w:val="0"/>
          <w:spacing w:val="0"/>
          <w:w w:val="100"/>
        </w:rPr>
        <w:t>….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"/>
          <w:w w:val="100"/>
        </w:rPr>
        <w:t>No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représentan</w:t>
      </w:r>
      <w:r>
        <w:rPr>
          <w:b w:val="0"/>
          <w:bCs w:val="0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position w:val="11"/>
          <w:sz w:val="16"/>
          <w:szCs w:val="16"/>
        </w:rPr>
        <w:t>1</w:t>
      </w:r>
      <w:r>
        <w:rPr>
          <w:b w:val="0"/>
          <w:bCs w:val="0"/>
          <w:spacing w:val="2"/>
          <w:w w:val="100"/>
          <w:position w:val="0"/>
        </w:rPr>
        <w:t>.</w:t>
      </w:r>
      <w:r>
        <w:rPr>
          <w:b w:val="0"/>
          <w:bCs w:val="0"/>
          <w:spacing w:val="0"/>
          <w:w w:val="100"/>
          <w:position w:val="0"/>
        </w:rPr>
        <w:t>………………………………………………………………………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Fonc</w:t>
      </w:r>
      <w:r>
        <w:rPr>
          <w:b w:val="0"/>
          <w:bCs w:val="0"/>
          <w:spacing w:val="10"/>
          <w:w w:val="100"/>
          <w:position w:val="0"/>
        </w:rPr>
        <w:t>t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4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(t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tre/grade):</w:t>
      </w:r>
      <w:r>
        <w:rPr>
          <w:b w:val="0"/>
          <w:bCs w:val="0"/>
          <w:spacing w:val="-1"/>
          <w:w w:val="100"/>
          <w:position w:val="0"/>
        </w:rPr>
        <w:t>………………………………………………………………</w:t>
      </w:r>
      <w:r>
        <w:rPr>
          <w:b w:val="0"/>
          <w:bCs w:val="0"/>
          <w:spacing w:val="0"/>
          <w:w w:val="100"/>
          <w:position w:val="0"/>
        </w:rPr>
        <w:t>…………...</w:t>
      </w:r>
    </w:p>
    <w:p>
      <w:pPr>
        <w:pStyle w:val="BodyText"/>
        <w:spacing w:line="363" w:lineRule="auto" w:before="65"/>
        <w:ind w:left="719" w:right="160"/>
        <w:jc w:val="both"/>
      </w:pPr>
      <w:r>
        <w:rPr>
          <w:b w:val="0"/>
          <w:bCs w:val="0"/>
          <w:spacing w:val="-1"/>
          <w:w w:val="100"/>
        </w:rPr>
        <w:t>Référenc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-1"/>
          <w:w w:val="100"/>
        </w:rPr>
        <w:t>dossier:………………………………………………………………………</w:t>
      </w:r>
      <w:r>
        <w:rPr>
          <w:b w:val="0"/>
          <w:bCs w:val="0"/>
          <w:spacing w:val="0"/>
          <w:w w:val="100"/>
        </w:rPr>
        <w:t>……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95"/>
        </w:rPr>
        <w:t>Adresse</w:t>
      </w:r>
      <w:r>
        <w:rPr>
          <w:b w:val="0"/>
          <w:bCs w:val="0"/>
          <w:spacing w:val="0"/>
          <w:w w:val="95"/>
        </w:rPr>
        <w:t>:………………………………………………………………………………………</w:t>
      </w:r>
      <w:r>
        <w:rPr>
          <w:b w:val="0"/>
          <w:bCs w:val="0"/>
          <w:spacing w:val="0"/>
          <w:w w:val="95"/>
        </w:rPr>
        <w:t>….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360" w:lineRule="auto"/>
        <w:ind w:left="719" w:right="189"/>
        <w:jc w:val="both"/>
      </w:pPr>
      <w:r>
        <w:rPr>
          <w:b w:val="0"/>
          <w:bCs w:val="0"/>
          <w:spacing w:val="0"/>
          <w:w w:val="100"/>
        </w:rPr>
        <w:t>Nº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té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-1"/>
          <w:w w:val="100"/>
        </w:rPr>
        <w:t>.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(indica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pays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(indica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8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zon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urbain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(…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……………………………....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Nº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té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1"/>
          <w:w w:val="100"/>
        </w:rPr>
        <w:t>écop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(indica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pays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(indica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zon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urbain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(…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………………………...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………………………………………………………………………………………….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Coord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nnée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</w:rPr>
      </w:r>
      <w:r>
        <w:rPr>
          <w:b w:val="0"/>
          <w:bCs w:val="0"/>
          <w:spacing w:val="-1"/>
          <w:w w:val="100"/>
        </w:rPr>
        <w:t>personn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</w:rPr>
      </w:r>
      <w:r>
        <w:rPr>
          <w:b w:val="0"/>
          <w:bCs w:val="0"/>
          <w:spacing w:val="-1"/>
          <w:w w:val="100"/>
        </w:rPr>
        <w:t>contacte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</w:rPr>
      </w:r>
      <w:r>
        <w:rPr>
          <w:b w:val="0"/>
          <w:bCs w:val="0"/>
          <w:spacing w:val="-1"/>
          <w:w w:val="100"/>
        </w:rPr>
        <w:t>afi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</w:rPr>
      </w:r>
      <w:r>
        <w:rPr>
          <w:b w:val="0"/>
          <w:bCs w:val="0"/>
          <w:spacing w:val="-1"/>
          <w:w w:val="100"/>
        </w:rPr>
        <w:t>prendr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</w:rPr>
      </w:r>
      <w:r>
        <w:rPr>
          <w:b w:val="0"/>
          <w:bCs w:val="0"/>
          <w:spacing w:val="-1"/>
          <w:w w:val="100"/>
        </w:rPr>
        <w:t>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-1"/>
          <w:w w:val="100"/>
        </w:rPr>
        <w:t>disposi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</w:r>
      <w:r>
        <w:rPr>
          <w:b w:val="0"/>
          <w:bCs w:val="0"/>
          <w:spacing w:val="-1"/>
          <w:w w:val="100"/>
        </w:rPr>
        <w:t>pratique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</w:r>
      <w:r>
        <w:rPr>
          <w:b w:val="0"/>
          <w:bCs w:val="0"/>
          <w:spacing w:val="-1"/>
          <w:w w:val="100"/>
        </w:rPr>
        <w:t>nécessaires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remis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personne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…………………………………………………………………….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0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719" w:val="left" w:leader="none"/>
        </w:tabs>
        <w:spacing w:line="274" w:lineRule="exact"/>
        <w:ind w:left="719" w:right="1228" w:hanging="567"/>
        <w:jc w:val="left"/>
      </w:pPr>
      <w:r>
        <w:rPr/>
        <w:pict>
          <v:group style="position:absolute;margin-left:56.639999pt;margin-top:-5.720001pt;width:144.240006pt;height:.1pt;mso-position-horizontal-relative:page;mso-position-vertical-relative:paragraph;z-index:-529" coordorigin="1133,-114" coordsize="2885,2">
            <v:shape style="position:absolute;left:1133;top:-114;width:2885;height:2" coordorigin="1133,-114" coordsize="2885,0" path="m1133,-114l4018,-11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6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ser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fai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men</w:t>
      </w:r>
      <w:r>
        <w:rPr>
          <w:b w:val="0"/>
          <w:bCs w:val="0"/>
          <w:spacing w:val="9"/>
          <w:w w:val="100"/>
          <w:position w:val="0"/>
        </w:rPr>
        <w:t>t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4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détenteu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l'autorit</w:t>
      </w:r>
      <w:r>
        <w:rPr>
          <w:b w:val="0"/>
          <w:bCs w:val="0"/>
          <w:spacing w:val="0"/>
          <w:w w:val="100"/>
          <w:position w:val="0"/>
        </w:rPr>
        <w:t>é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judiciair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dan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le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dif</w:t>
      </w:r>
      <w:r>
        <w:rPr>
          <w:b w:val="0"/>
          <w:bCs w:val="0"/>
          <w:spacing w:val="-5"/>
          <w:w w:val="100"/>
          <w:position w:val="0"/>
        </w:rPr>
        <w:t>f</w:t>
      </w:r>
      <w:r>
        <w:rPr>
          <w:b w:val="0"/>
          <w:bCs w:val="0"/>
          <w:spacing w:val="-1"/>
          <w:w w:val="100"/>
          <w:position w:val="0"/>
        </w:rPr>
        <w:t>érente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versi</w:t>
      </w:r>
      <w:r>
        <w:rPr>
          <w:b w:val="0"/>
          <w:bCs w:val="0"/>
          <w:spacing w:val="9"/>
          <w:w w:val="100"/>
          <w:position w:val="0"/>
        </w:rPr>
        <w:t>o</w:t>
      </w:r>
      <w:r>
        <w:rPr>
          <w:b w:val="0"/>
          <w:bCs w:val="0"/>
          <w:spacing w:val="-4"/>
          <w:w w:val="100"/>
          <w:position w:val="0"/>
        </w:rPr>
        <w:t>ns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linguis</w:t>
      </w:r>
      <w:r>
        <w:rPr>
          <w:b w:val="0"/>
          <w:bCs w:val="0"/>
          <w:spacing w:val="10"/>
          <w:w w:val="100"/>
          <w:position w:val="0"/>
        </w:rPr>
        <w:t>t</w:t>
      </w:r>
      <w:r>
        <w:rPr>
          <w:b w:val="0"/>
          <w:bCs w:val="0"/>
          <w:spacing w:val="-2"/>
          <w:w w:val="100"/>
          <w:position w:val="0"/>
        </w:rPr>
        <w:t>iques.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74" w:lineRule="exact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spacing w:line="359" w:lineRule="auto" w:before="78"/>
        <w:ind w:right="281"/>
        <w:jc w:val="left"/>
      </w:pPr>
      <w:r>
        <w:rPr/>
        <w:pict>
          <v:group style="position:absolute;margin-left:50.470001pt;margin-top:55.910023pt;width:494.500026pt;height:348.339989pt;mso-position-horizontal-relative:page;mso-position-vertical-relative:page;z-index:-528" coordorigin="1009,1118" coordsize="9890,6967">
            <v:group style="position:absolute;left:1018;top:1126;width:9874;height:2" coordorigin="1018,1126" coordsize="9874,2">
              <v:shape style="position:absolute;left:1018;top:1126;width:9874;height:2" coordorigin="1018,1126" coordsize="9874,0" path="m1018,1126l10891,1126e" filled="f" stroked="t" strokeweight=".82pt" strokecolor="#000000">
                <v:path arrowok="t"/>
              </v:shape>
            </v:group>
            <v:group style="position:absolute;left:1025;top:1129;width:2;height:6946" coordorigin="1025,1129" coordsize="2,6946">
              <v:shape style="position:absolute;left:1025;top:1129;width:2;height:6946" coordorigin="1025,1129" coordsize="0,6946" path="m1025,1129l1025,8074e" filled="f" stroked="t" strokeweight=".82pt" strokecolor="#000000">
                <v:path arrowok="t"/>
              </v:shape>
            </v:group>
            <v:group style="position:absolute;left:10884;top:1129;width:2;height:6946" coordorigin="10884,1129" coordsize="2,6946">
              <v:shape style="position:absolute;left:10884;top:1129;width:2;height:6946" coordorigin="10884,1129" coordsize="0,6946" path="m10884,1129l10884,8074e" filled="f" stroked="t" strokeweight=".82pt" strokecolor="#000000">
                <v:path arrowok="t"/>
              </v:shape>
            </v:group>
            <v:group style="position:absolute;left:1018;top:8077;width:9874;height:2" coordorigin="1018,8077" coordsize="9874,2">
              <v:shape style="position:absolute;left:1018;top:8077;width:9874;height:2" coordorigin="1018,8077" coordsize="9874,0" path="m1018,8077l10891,8077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désigna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d'un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autorit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central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transmissio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réceptio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administrative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2"/>
          <w:w w:val="100"/>
        </w:rPr>
        <w:t>man</w:t>
      </w:r>
      <w:r>
        <w:rPr>
          <w:b w:val="0"/>
          <w:bCs w:val="0"/>
          <w:spacing w:val="-1"/>
          <w:w w:val="100"/>
        </w:rPr>
        <w:t>dat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d'arrê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européens: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3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2"/>
          <w:w w:val="100"/>
        </w:rPr>
        <w:t>No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5"/>
          <w:w w:val="100"/>
        </w:rPr>
      </w:r>
      <w:r>
        <w:rPr>
          <w:b w:val="0"/>
          <w:bCs w:val="0"/>
          <w:spacing w:val="-1"/>
          <w:w w:val="100"/>
        </w:rPr>
        <w:t>l'autorit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5"/>
          <w:w w:val="100"/>
        </w:rPr>
      </w:r>
      <w:r>
        <w:rPr>
          <w:b w:val="0"/>
          <w:bCs w:val="0"/>
          <w:spacing w:val="-1"/>
          <w:w w:val="100"/>
        </w:rPr>
        <w:t>centrale:…………………………………………………………………</w:t>
      </w:r>
      <w:r>
        <w:rPr>
          <w:b w:val="0"/>
          <w:bCs w:val="0"/>
          <w:spacing w:val="-2"/>
          <w:w w:val="100"/>
        </w:rPr>
        <w:t>…</w:t>
      </w:r>
      <w:r>
        <w:rPr>
          <w:b w:val="0"/>
          <w:bCs w:val="0"/>
          <w:spacing w:val="0"/>
          <w:w w:val="100"/>
        </w:rPr>
        <w:t>…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</w:t>
      </w:r>
      <w:r>
        <w:rPr>
          <w:b w:val="0"/>
          <w:bCs w:val="0"/>
          <w:spacing w:val="2"/>
          <w:w w:val="100"/>
        </w:rPr>
        <w:t>..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10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Personn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contacter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échéan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(titre/grad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spacing w:line="359" w:lineRule="auto"/>
        <w:ind w:left="719" w:right="0"/>
        <w:jc w:val="left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…………………………………………………………………………………………………...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Personn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contacter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échéan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(titre/grad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…………………………………….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359" w:lineRule="auto" w:before="5"/>
        <w:ind w:left="719" w:right="215"/>
        <w:jc w:val="left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Adresse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-1"/>
          <w:w w:val="100"/>
        </w:rPr>
        <w:t>……………………………………………………………………………………</w:t>
      </w:r>
      <w:r>
        <w:rPr>
          <w:b w:val="0"/>
          <w:bCs w:val="0"/>
          <w:spacing w:val="0"/>
          <w:w w:val="100"/>
        </w:rPr>
        <w:t>….</w:t>
      </w:r>
    </w:p>
    <w:p>
      <w:pPr>
        <w:pStyle w:val="BodyText"/>
        <w:spacing w:line="359" w:lineRule="auto" w:before="9"/>
        <w:ind w:left="719" w:right="271"/>
        <w:jc w:val="left"/>
      </w:pPr>
      <w:r>
        <w:rPr/>
        <w:pict>
          <v:group style="position:absolute;margin-left:50.470001pt;margin-top:119.603127pt;width:494.500026pt;height:217.05999pt;mso-position-horizontal-relative:page;mso-position-vertical-relative:paragraph;z-index:-527" coordorigin="1009,2392" coordsize="9890,4341">
            <v:group style="position:absolute;left:1018;top:2400;width:9874;height:2" coordorigin="1018,2400" coordsize="9874,2">
              <v:shape style="position:absolute;left:1018;top:2400;width:9874;height:2" coordorigin="1018,2400" coordsize="9874,0" path="m1018,2400l10891,2400e" filled="f" stroked="t" strokeweight=".82pt" strokecolor="#000000">
                <v:path arrowok="t"/>
              </v:shape>
            </v:group>
            <v:group style="position:absolute;left:1025;top:2403;width:2;height:4320" coordorigin="1025,2403" coordsize="2,4320">
              <v:shape style="position:absolute;left:1025;top:2403;width:2;height:4320" coordorigin="1025,2403" coordsize="0,4320" path="m1025,2403l1025,6723e" filled="f" stroked="t" strokeweight=".82pt" strokecolor="#000000">
                <v:path arrowok="t"/>
              </v:shape>
            </v:group>
            <v:group style="position:absolute;left:10884;top:2403;width:2;height:4320" coordorigin="10884,2403" coordsize="2,4320">
              <v:shape style="position:absolute;left:10884;top:2403;width:2;height:4320" coordorigin="10884,2403" coordsize="0,4320" path="m10884,2403l10884,6723e" filled="f" stroked="t" strokeweight=".82pt" strokecolor="#000000">
                <v:path arrowok="t"/>
              </v:shape>
            </v:group>
            <v:group style="position:absolute;left:1018;top:6725;width:9874;height:2" coordorigin="1018,6725" coordsize="9874,2">
              <v:shape style="position:absolute;left:1018;top:6725;width:9874;height:2" coordorigin="1018,6725" coordsize="9874,0" path="m1018,6725l10891,6725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Nº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té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-1"/>
          <w:w w:val="100"/>
        </w:rPr>
        <w:t>.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(indica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pays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(indica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8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zon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urbain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0"/>
          <w:w w:val="100"/>
        </w:rPr>
        <w:t>…)…………………………</w:t>
      </w:r>
      <w:r>
        <w:rPr>
          <w:b w:val="0"/>
          <w:bCs w:val="0"/>
          <w:spacing w:val="1"/>
          <w:w w:val="100"/>
        </w:rPr>
        <w:t>…..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Nº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té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1"/>
          <w:w w:val="100"/>
        </w:rPr>
        <w:t>écop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(indica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pays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(indica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zon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urbain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(…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………………………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………………………………………………………………………………………</w:t>
      </w:r>
      <w:r>
        <w:rPr>
          <w:b w:val="0"/>
          <w:bCs w:val="0"/>
          <w:spacing w:val="1"/>
          <w:w w:val="100"/>
        </w:rPr>
        <w:t>.</w:t>
      </w:r>
      <w:r>
        <w:rPr>
          <w:b w:val="0"/>
          <w:bCs w:val="0"/>
          <w:spacing w:val="-3"/>
          <w:w w:val="100"/>
        </w:rPr>
        <w:t>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right="0"/>
        <w:jc w:val="left"/>
      </w:pPr>
      <w:r>
        <w:rPr>
          <w:b w:val="0"/>
          <w:bCs w:val="0"/>
          <w:spacing w:val="5"/>
          <w:w w:val="100"/>
        </w:rPr>
        <w:t>S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gnatur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l'autorit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judiciair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d'émissi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et/o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représentant: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spacing w:line="359" w:lineRule="auto"/>
        <w:ind w:right="0"/>
        <w:jc w:val="left"/>
      </w:pP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"/>
          <w:w w:val="100"/>
        </w:rPr>
        <w:t>No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Fonc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(t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tre/grade):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………………………………………………………………………………..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Date: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………………………………………………………………………………………………….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/>
        <w:pict>
          <v:group style="position:absolute;margin-left:252.479996pt;margin-top:111.715126pt;width:90.000009pt;height:.1pt;mso-position-horizontal-relative:page;mso-position-vertical-relative:paragraph;z-index:-526" coordorigin="5050,2234" coordsize="1800,2">
            <v:shape style="position:absolute;left:5050;top:2234;width:1800;height:2" coordorigin="5050,2234" coordsize="1800,0" path="m5050,2234l6850,2234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</w:rPr>
        <w:t>Cache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officie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(s'i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disponible)</w:t>
      </w:r>
      <w:r>
        <w:rPr>
          <w:b w:val="0"/>
          <w:bCs w:val="0"/>
          <w:spacing w:val="0"/>
          <w:w w:val="100"/>
        </w:rPr>
      </w:r>
    </w:p>
    <w:sectPr>
      <w:pgSz w:w="11900" w:h="16820"/>
      <w:pgMar w:header="0" w:footer="971" w:top="1340" w:bottom="1160" w:left="9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44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785.223938pt;width:47.357989pt;height:14pt;mso-position-horizontal-relative:page;mso-position-vertical-relative:page;z-index:-543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9.160004pt;margin-top:785.223938pt;width:27.356079pt;height:14pt;mso-position-horizontal-relative:page;mso-position-vertical-relative:page;z-index:-542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2"/>
                    <w:w w:val="100"/>
                  </w:rPr>
                  <w:t>re</w:t>
                </w:r>
                <w:r>
                  <w:rPr>
                    <w:b w:val="0"/>
                    <w:bCs w:val="0"/>
                    <w:spacing w:val="-11"/>
                    <w:w w:val="100"/>
                  </w:rPr>
                  <w:t>l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/</w:t>
                </w:r>
                <w:r>
                  <w:rPr>
                    <w:b w:val="0"/>
                    <w:bCs w:val="0"/>
                    <w:spacing w:val="3"/>
                    <w:w w:val="100"/>
                  </w:rPr>
                  <w:t>a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f</w:t>
                </w:r>
              </w:p>
            </w:txbxContent>
          </v:textbox>
          <w10:wrap type="none"/>
        </v:shape>
      </w:pict>
    </w:r>
    <w:r>
      <w:rPr/>
      <w:pict>
        <v:shape style="position:absolute;margin-left:511.640015pt;margin-top:785.223938pt;width:27.0pt;height:31.251956pt;mso-position-horizontal-relative:page;mso-position-vertical-relative:page;z-index:-541" type="#_x0000_t202" filled="f" stroked="f">
          <v:textbox inset="0,0,0,0">
            <w:txbxContent>
              <w:p>
                <w:pPr>
                  <w:pStyle w:val="BodyText"/>
                  <w:spacing w:line="255" w:lineRule="exact"/>
                  <w:ind w:left="0" w:right="40"/>
                  <w:jc w:val="righ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  <w:p>
                <w:pPr>
                  <w:spacing w:line="358" w:lineRule="exact"/>
                  <w:ind w:left="0" w:right="38" w:firstLine="0"/>
                  <w:jc w:val="righ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0"/>
                    <w:w w:val="100"/>
                    <w:sz w:val="36"/>
                    <w:szCs w:val="36"/>
                  </w:rPr>
                  <w:t>FR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9.399994pt;margin-top:799.383911pt;width:48.140909pt;height:14pt;mso-position-horizontal-relative:page;mso-position-vertical-relative:page;z-index:-540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39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 style="position:absolute;margin-left:55.639999pt;margin-top:785.223938pt;width:51.042223pt;height:28.16pt;mso-position-horizontal-relative:page;mso-position-vertical-relative:page;z-index:-538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  <w:p>
                <w:pPr>
                  <w:pStyle w:val="BodyText"/>
                  <w:spacing w:before="7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ANNEXE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8.679993pt;margin-top:785.223938pt;width:27.726186pt;height:14pt;mso-position-horizontal-relative:page;mso-position-vertical-relative:page;z-index:-537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er</w:t>
                </w:r>
                <w:r>
                  <w:rPr>
                    <w:b w:val="0"/>
                    <w:bCs w:val="0"/>
                    <w:spacing w:val="-3"/>
                    <w:w w:val="100"/>
                  </w:rPr>
                  <w:t>s</w:t>
                </w:r>
                <w:r>
                  <w:rPr>
                    <w:b w:val="0"/>
                    <w:bCs w:val="0"/>
                    <w:spacing w:val="5"/>
                    <w:w w:val="100"/>
                  </w:rPr>
                  <w:t>/</w:t>
                </w:r>
                <w:r>
                  <w:rPr>
                    <w:b w:val="0"/>
                    <w:bCs w:val="0"/>
                    <w:spacing w:val="-11"/>
                    <w:w w:val="100"/>
                  </w:rPr>
                  <w:t>l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c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640015pt;margin-top:785.223938pt;width:27.0pt;height:31.251956pt;mso-position-horizontal-relative:page;mso-position-vertical-relative:page;z-index:-536" type="#_x0000_t202" filled="f" stroked="f">
          <v:textbox inset="0,0,0,0">
            <w:txbxContent>
              <w:p>
                <w:pPr>
                  <w:pStyle w:val="BodyText"/>
                  <w:spacing w:line="255" w:lineRule="exact"/>
                  <w:ind w:left="260" w:right="0"/>
                  <w:jc w:val="lef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  <w:p>
                <w:pPr>
                  <w:spacing w:line="358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0"/>
                    <w:w w:val="100"/>
                    <w:sz w:val="36"/>
                    <w:szCs w:val="36"/>
                  </w:rPr>
                  <w:t>FR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9.399994pt;margin-top:799.383911pt;width:48.140909pt;height:14pt;mso-position-horizontal-relative:page;mso-position-vertical-relative:page;z-index:-535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lvlText w:val="%1.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180"/>
        <w:jc w:val="left"/>
      </w:pPr>
      <w:rPr>
        <w:rFonts w:hint="default"/>
        <w:u w:val="single" w:color="000000"/>
      </w:rPr>
    </w:lvl>
    <w:lvl w:ilvl="1">
      <w:start w:val="1"/>
      <w:numFmt w:val="bullet"/>
      <w:lvlText w:val="–"/>
      <w:lvlJc w:val="left"/>
      <w:pPr>
        <w:ind w:hanging="60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-1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hanging="51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657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title>st13297.fr11.doc</dc:title>
  <dcterms:created xsi:type="dcterms:W3CDTF">2014-11-19T09:15:28Z</dcterms:created>
  <dcterms:modified xsi:type="dcterms:W3CDTF">2014-11-19T09:15:28Z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2012-09-12T00:00:00Z</vt:filetime>
  </property>
  <property fmtid="{D5CDD505-2E9C-101B-9397-08002B2CF9AE}" pid="3" name="LastSaved">
    <vt:filetime>2014-11-19T00:00:00Z</vt:filetime>
  </property>
</Properties>
</file>