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before="69"/>
        <w:ind w:left="0" w:right="1"/>
        <w:jc w:val="right"/>
        <w:rPr>
          <w:b w:val="0"/>
          <w:bCs w:val="0"/>
        </w:rPr>
      </w:pPr>
      <w:r>
        <w:rPr>
          <w:spacing w:val="-1"/>
          <w:w w:val="100"/>
        </w:rPr>
        <w:t>EUROOP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pacing w:val="1"/>
          <w:w w:val="100"/>
        </w:rPr>
      </w:r>
      <w:r>
        <w:rPr>
          <w:spacing w:val="-1"/>
          <w:w w:val="100"/>
        </w:rPr>
        <w:t>LIIDU</w:t>
      </w:r>
      <w:r>
        <w:rPr>
          <w:b w:val="0"/>
          <w:bCs w:val="0"/>
          <w:spacing w:val="0"/>
          <w:w w:val="100"/>
        </w:rPr>
      </w:r>
    </w:p>
    <w:p>
      <w:pPr>
        <w:spacing w:before="2"/>
        <w:ind w:left="0" w:right="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95"/>
          <w:sz w:val="24"/>
          <w:szCs w:val="24"/>
        </w:rPr>
        <w:t>NÕUKOGU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42" w:lineRule="auto" w:before="69"/>
        <w:ind w:left="1657" w:right="109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Brüssel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juuli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(28.07)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4" w:space="40"/>
            <w:col w:w="5776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MÄRKUS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61" w:val="left" w:leader="none"/>
        </w:tabs>
        <w:spacing w:before="41"/>
        <w:ind w:right="0"/>
        <w:jc w:val="left"/>
      </w:pPr>
      <w:r>
        <w:rPr>
          <w:b w:val="0"/>
          <w:bCs w:val="0"/>
          <w:spacing w:val="1"/>
          <w:w w:val="100"/>
        </w:rPr>
        <w:t>Saat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Peasekretariaat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61" w:val="left" w:leader="none"/>
        </w:tabs>
        <w:spacing w:before="41"/>
        <w:ind w:right="0"/>
        <w:jc w:val="left"/>
      </w:pPr>
      <w:r>
        <w:rPr/>
        <w:pict>
          <v:group style="position:absolute;margin-left:56.639999pt;margin-top:16.73312pt;width:481.679993pt;height:.1pt;mso-position-horizontal-relative:page;mso-position-vertical-relative:paragraph;z-index:-566" coordorigin="1133,335" coordsize="9634,2">
            <v:shape style="position:absolute;left:1133;top:335;width:9634;height:2" coordorigin="1133,335" coordsize="9634,0" path="m1133,335l10766,335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1"/>
          <w:w w:val="100"/>
        </w:rPr>
        <w:t>Saa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2"/>
          <w:w w:val="100"/>
        </w:rPr>
        <w:t>egats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3"/>
          <w:w w:val="100"/>
        </w:rPr>
        <w:t>oon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</w:p>
    <w:p>
      <w:pPr>
        <w:pStyle w:val="BodyText"/>
        <w:tabs>
          <w:tab w:pos="1861" w:val="left" w:leader="none"/>
        </w:tabs>
        <w:spacing w:line="232" w:lineRule="auto" w:before="19"/>
        <w:ind w:left="1861" w:right="417" w:hanging="1709"/>
        <w:jc w:val="left"/>
      </w:pPr>
      <w:r>
        <w:rPr>
          <w:b w:val="0"/>
          <w:bCs w:val="0"/>
          <w:spacing w:val="1"/>
          <w:w w:val="100"/>
          <w:position w:val="-3"/>
        </w:rPr>
        <w:t>Tee</w:t>
      </w:r>
      <w:r>
        <w:rPr>
          <w:b w:val="0"/>
          <w:bCs w:val="0"/>
          <w:spacing w:val="-11"/>
          <w:w w:val="100"/>
          <w:position w:val="-3"/>
        </w:rPr>
        <w:t>m</w:t>
      </w:r>
      <w:r>
        <w:rPr>
          <w:b w:val="0"/>
          <w:bCs w:val="0"/>
          <w:spacing w:val="-1"/>
          <w:w w:val="100"/>
          <w:position w:val="-3"/>
        </w:rPr>
        <w:t>a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Nõukog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raamotsu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2009/299/JSK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veebrua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milleg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muudetakse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raa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4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tsuse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2002/584/JSK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2005/214/JSK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2006/783/JSK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2008/909/JS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ning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2008/947/JSK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edendade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seeläb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isikut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mene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lusõigus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tõhustade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selliste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otsust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vastastikus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tunnustamis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põhimõtt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kohaldamist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tehakse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kui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asja</w:t>
      </w:r>
      <w:r>
        <w:rPr>
          <w:b w:val="0"/>
          <w:bCs w:val="0"/>
          <w:spacing w:val="9"/>
          <w:w w:val="100"/>
          <w:position w:val="0"/>
        </w:rPr>
        <w:t>o</w:t>
      </w:r>
      <w:r>
        <w:rPr>
          <w:b w:val="0"/>
          <w:bCs w:val="0"/>
          <w:spacing w:val="-11"/>
          <w:w w:val="100"/>
          <w:position w:val="0"/>
        </w:rPr>
        <w:t>m</w:t>
      </w:r>
      <w:r>
        <w:rPr>
          <w:b w:val="0"/>
          <w:bCs w:val="0"/>
          <w:spacing w:val="3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isi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viib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isiklikul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ohtuliku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arutelul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1861" w:val="left" w:leader="none"/>
          <w:tab w:pos="9795" w:val="left" w:leader="none"/>
        </w:tabs>
        <w:spacing w:before="37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Euroopa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vahistamismääruse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vormi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kons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lideeritud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versioon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59" w:lineRule="auto" w:before="69"/>
        <w:ind w:right="729"/>
        <w:jc w:val="left"/>
      </w:pPr>
      <w:r>
        <w:rPr/>
        <w:pict>
          <v:group style="position:absolute;margin-left:255.600006pt;margin-top:99.805115pt;width:84.000008pt;height:.1pt;mso-position-horizontal-relative:page;mso-position-vertical-relative:paragraph;z-index:-565" coordorigin="5112,1996" coordsize="1680,2">
            <v:shape style="position:absolute;left:5112;top:1996;width:1680;height:2" coordorigin="5112,1996" coordsize="1680,0" path="m5112,1996l6792,1996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2"/>
          <w:w w:val="100"/>
        </w:rPr>
        <w:t>Käes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vag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edastataks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delegatsioonidel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Euroop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vorm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kons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1"/>
          <w:w w:val="100"/>
        </w:rPr>
        <w:t>lideeritud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versioon.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9"/>
        <w:jc w:val="right"/>
        <w:rPr>
          <w:b w:val="0"/>
          <w:bCs w:val="0"/>
        </w:rPr>
      </w:pPr>
      <w:r>
        <w:rPr/>
      </w:r>
      <w:r>
        <w:rPr>
          <w:spacing w:val="-1"/>
          <w:w w:val="100"/>
          <w:u w:val="thick" w:color="000000"/>
        </w:rPr>
        <w:t>LISA</w:t>
      </w:r>
      <w:r>
        <w:rPr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97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EUROOP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VAHISTAMISMÄÄRU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417"/>
        <w:jc w:val="left"/>
      </w:pPr>
      <w:r>
        <w:rPr>
          <w:b w:val="0"/>
          <w:bCs w:val="0"/>
          <w:spacing w:val="-2"/>
          <w:w w:val="100"/>
        </w:rPr>
        <w:t>Käes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vahista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-1"/>
          <w:w w:val="100"/>
        </w:rPr>
        <w:t>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päde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õigusasutus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Taotlen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allpoo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nimetatu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isik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võetak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antak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ül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kriminaalmenetlus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raame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koht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andmisek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6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vabadusekaristus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8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badus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piirav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julge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lekumee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3"/>
          <w:w w:val="100"/>
        </w:rPr>
        <w:t>ä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tmiseks.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268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64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6"/>
          <w:w w:val="100"/>
          <w:position w:val="0"/>
        </w:rPr>
        <w:t>K</w:t>
      </w:r>
      <w:r>
        <w:rPr>
          <w:b w:val="0"/>
          <w:bCs w:val="0"/>
          <w:spacing w:val="4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vahistamismäärus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täite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rii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teada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pea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käes</w:t>
      </w:r>
      <w:r>
        <w:rPr>
          <w:b w:val="0"/>
          <w:bCs w:val="0"/>
          <w:spacing w:val="8"/>
          <w:w w:val="100"/>
          <w:position w:val="0"/>
        </w:rPr>
        <w:t>o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3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vahistamismääru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olem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kirjutatud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tä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5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liikmesriig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ühe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ame</w:t>
      </w:r>
      <w:r>
        <w:rPr>
          <w:b w:val="0"/>
          <w:bCs w:val="0"/>
          <w:spacing w:val="9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liku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keele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9"/>
          <w:w w:val="100"/>
          <w:position w:val="0"/>
        </w:rPr>
        <w:t>õ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6"/>
          <w:w w:val="100"/>
          <w:position w:val="0"/>
        </w:rPr>
        <w:t>mi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5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ahe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muu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sell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riig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aktsepteeritu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keeles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5"/>
          <w:w w:val="100"/>
          <w:position w:val="0"/>
        </w:rPr>
        <w:t>v</w:t>
      </w:r>
      <w:r>
        <w:rPr>
          <w:b w:val="0"/>
          <w:bCs w:val="0"/>
          <w:spacing w:val="9"/>
          <w:w w:val="100"/>
          <w:position w:val="0"/>
        </w:rPr>
        <w:t>õ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selless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keeld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tõlgitud.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7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Tagaotsitav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isikuan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2"/>
          <w:w w:val="100"/>
        </w:rPr>
        <w:t>med: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Nimi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Eesnim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(eesnimed)</w:t>
      </w:r>
      <w:r>
        <w:rPr>
          <w:b w:val="0"/>
          <w:bCs w:val="0"/>
          <w:spacing w:val="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Va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aduse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korral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sünninimi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Va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aduse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korral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1"/>
          <w:w w:val="100"/>
        </w:rPr>
        <w:t>var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unimed: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Sugu: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dakondsus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Sünniaeg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Sünnikoht: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1"/>
          <w:w w:val="100"/>
        </w:rPr>
        <w:t>ukoh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a/v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ead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ole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aadress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Keel(ed)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milles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tagaotsita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(ku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teada)</w:t>
      </w:r>
      <w:r>
        <w:rPr>
          <w:b w:val="0"/>
          <w:bCs w:val="0"/>
          <w:spacing w:val="13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Tagaotsitav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-1"/>
          <w:w w:val="100"/>
        </w:rPr>
        <w:t>iselo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likud</w:t>
      </w:r>
      <w:r>
        <w:rPr>
          <w:b w:val="0"/>
          <w:bCs w:val="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</w:rPr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-1"/>
          <w:w w:val="100"/>
        </w:rPr>
        <w:t>nused/kirjeldused</w:t>
      </w:r>
      <w:r>
        <w:rPr>
          <w:b w:val="0"/>
          <w:bCs w:val="0"/>
          <w:spacing w:val="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213"/>
        <w:jc w:val="left"/>
      </w:pPr>
      <w:r>
        <w:rPr/>
        <w:pict>
          <v:group style="position:absolute;margin-left:50.470001pt;margin-top:111.473129pt;width:494.500026pt;height:176.979988pt;mso-position-horizontal-relative:page;mso-position-vertical-relative:paragraph;z-index:-562" coordorigin="1009,2229" coordsize="9890,3540">
            <v:group style="position:absolute;left:1018;top:2238;width:9874;height:2" coordorigin="1018,2238" coordsize="9874,2">
              <v:shape style="position:absolute;left:1018;top:2238;width:9874;height:2" coordorigin="1018,2238" coordsize="9874,0" path="m1018,2238l10891,2238e" filled="f" stroked="t" strokeweight=".82pt" strokecolor="#000000">
                <v:path arrowok="t"/>
              </v:shape>
            </v:group>
            <v:group style="position:absolute;left:1025;top:2240;width:2;height:3518" coordorigin="1025,2240" coordsize="2,3518">
              <v:shape style="position:absolute;left:1025;top:2240;width:2;height:3518" coordorigin="1025,2240" coordsize="0,3518" path="m1025,2240l1025,5758e" filled="f" stroked="t" strokeweight=".82pt" strokecolor="#000000">
                <v:path arrowok="t"/>
              </v:shape>
            </v:group>
            <v:group style="position:absolute;left:1018;top:5761;width:9874;height:2" coordorigin="1018,5761" coordsize="9874,2">
              <v:shape style="position:absolute;left:1018;top:5761;width:9874;height:2" coordorigin="1018,5761" coordsize="9874,0" path="m1018,5761l10891,5761e" filled="f" stroked="t" strokeweight=".82pt" strokecolor="#000000">
                <v:path arrowok="t"/>
              </v:shape>
            </v:group>
            <v:group style="position:absolute;left:10884;top:2240;width:2;height:3518" coordorigin="10884,2240" coordsize="2,3518">
              <v:shape style="position:absolute;left:10884;top:2240;width:2;height:3518" coordorigin="10884,2240" coordsize="0,3518" path="m10884,2240l10884,575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Tagaotsitav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fot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sõrmejäljed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ku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olema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edastada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2"/>
          <w:w w:val="100"/>
        </w:rPr>
        <w:t>iku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kontaktandmed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pool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tule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teab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saamisek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pöörduda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andme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(ku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neid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tõende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saa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esitada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kui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lisatud)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350.916901pt;width:494.500026pt;height:336.820031pt;mso-position-horizontal-relative:page;mso-position-vertical-relative:paragraph;z-index:-563" coordorigin="1009,-7018" coordsize="9890,6736">
            <v:group style="position:absolute;left:1018;top:-7010;width:9874;height:2" coordorigin="1018,-7010" coordsize="9874,2">
              <v:shape style="position:absolute;left:1018;top:-7010;width:9874;height:2" coordorigin="1018,-7010" coordsize="9874,0" path="m1018,-7010l10891,-7010e" filled="f" stroked="t" strokeweight=".82pt" strokecolor="#000000">
                <v:path arrowok="t"/>
              </v:shape>
            </v:group>
            <v:group style="position:absolute;left:1025;top:-7008;width:2;height:6715" coordorigin="1025,-7008" coordsize="2,6715">
              <v:shape style="position:absolute;left:1025;top:-7008;width:2;height:6715" coordorigin="1025,-7008" coordsize="0,6715" path="m1025,-7008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7008;width:2;height:6715" coordorigin="10884,-7008" coordsize="2,6715">
              <v:shape style="position:absolute;left:10884;top:-7008;width:2;height:6715" coordorigin="10884,-7008" coordsize="0,6715" path="m10884,-7008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Otsus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mill</w:t>
      </w:r>
      <w:r>
        <w:rPr>
          <w:b w:val="0"/>
          <w:bCs w:val="0"/>
          <w:spacing w:val="8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8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histamismääru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põhineb: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Vahistamismääru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sam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toimeg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kohtuotsus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285" w:val="left" w:leader="none"/>
        </w:tabs>
        <w:spacing w:line="700" w:lineRule="atLeast" w:before="5"/>
        <w:ind w:left="719" w:right="187" w:firstLine="566"/>
        <w:jc w:val="left"/>
      </w:pPr>
      <w:r>
        <w:rPr>
          <w:b w:val="0"/>
          <w:bCs w:val="0"/>
          <w:spacing w:val="0"/>
          <w:w w:val="100"/>
        </w:rPr>
        <w:t>Tüüp:</w:t>
      </w:r>
      <w:r>
        <w:rPr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3"/>
          <w:w w:val="100"/>
        </w:rPr>
        <w:t>Tä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tmisele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pööratav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kohtuotsus:</w:t>
      </w:r>
      <w:r>
        <w:rPr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1328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1285" w:right="0"/>
        <w:jc w:val="left"/>
      </w:pPr>
      <w:r>
        <w:rPr>
          <w:b w:val="0"/>
          <w:bCs w:val="0"/>
          <w:spacing w:val="-1"/>
          <w:w w:val="100"/>
        </w:rPr>
        <w:t>Viide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2"/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Karistus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pikkus: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spacing w:line="283" w:lineRule="auto"/>
        <w:ind w:left="1285" w:right="518" w:hanging="567"/>
        <w:jc w:val="left"/>
      </w:pPr>
      <w:r>
        <w:rPr>
          <w:b w:val="0"/>
          <w:bCs w:val="0"/>
          <w:spacing w:val="-1"/>
          <w:w w:val="100"/>
        </w:rPr>
        <w:t>Vabadusekaotus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vabadus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piirav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julge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lekumee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maksimaaln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pikku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mida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süüte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(süütegude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või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7"/>
          <w:w w:val="100"/>
        </w:rPr>
        <w:t>is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Määratu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vabadusekaotus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vabadus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piirav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julge</w:t>
      </w:r>
      <w:r>
        <w:rPr>
          <w:b w:val="0"/>
          <w:bCs w:val="0"/>
          <w:spacing w:val="7"/>
          <w:w w:val="100"/>
        </w:rPr>
        <w:t>o</w:t>
      </w:r>
      <w:r>
        <w:rPr>
          <w:b w:val="0"/>
          <w:bCs w:val="0"/>
          <w:spacing w:val="-2"/>
          <w:w w:val="100"/>
        </w:rPr>
        <w:t>lekumee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-2"/>
          <w:w w:val="100"/>
        </w:rPr>
        <w:t>ikkus: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Järelejäänu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karistus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kandmis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aeg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3.973122pt;width:490.659999pt;height:313.060021pt;mso-position-horizontal-relative:page;mso-position-vertical-relative:paragraph;z-index:-560" coordorigin="1009,1079" coordsize="9813,6261">
            <v:group style="position:absolute;left:1018;top:1088;width:9797;height:2" coordorigin="1018,1088" coordsize="9797,2">
              <v:shape style="position:absolute;left:1018;top:1088;width:9797;height:2" coordorigin="1018,1088" coordsize="9797,0" path="m1018,1088l10814,1088e" filled="f" stroked="t" strokeweight=".82pt" strokecolor="#000000">
                <v:path arrowok="t"/>
              </v:shape>
            </v:group>
            <v:group style="position:absolute;left:1025;top:1090;width:2;height:6240" coordorigin="1025,1090" coordsize="2,6240">
              <v:shape style="position:absolute;left:1025;top:1090;width:2;height:6240" coordorigin="1025,1090" coordsize="0,6240" path="m1025,1090l1025,7330e" filled="f" stroked="t" strokeweight=".82pt" strokecolor="#000000">
                <v:path arrowok="t"/>
              </v:shape>
            </v:group>
            <v:group style="position:absolute;left:10807;top:1090;width:2;height:6240" coordorigin="10807,1090" coordsize="2,6240">
              <v:shape style="position:absolute;left:10807;top:1090;width:2;height:6240" coordorigin="10807,1090" coordsize="0,6240" path="m10807,1090l10807,7330e" filled="f" stroked="t" strokeweight=".82pt" strokecolor="#000000">
                <v:path arrowok="t"/>
              </v:shape>
            </v:group>
            <v:group style="position:absolute;left:1018;top:7332;width:9797;height:2" coordorigin="1018,7332" coordsize="9797,2">
              <v:shape style="position:absolute;left:1018;top:7332;width:9797;height:2" coordorigin="1018,7332" coordsize="9797,0" path="m1018,7332l10814,733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4" w:val="left" w:leader="none"/>
          <w:tab w:pos="963" w:val="left" w:leader="none"/>
        </w:tabs>
        <w:spacing w:before="69"/>
        <w:ind w:left="314" w:right="0" w:hanging="200"/>
        <w:jc w:val="left"/>
      </w:pPr>
      <w:r>
        <w:rPr/>
        <w:pict>
          <v:group style="position:absolute;margin-left:50.470001pt;margin-top:-249.636871pt;width:494.500026pt;height:214.179985pt;mso-position-horizontal-relative:page;mso-position-vertical-relative:paragraph;z-index:-561" coordorigin="1009,-4993" coordsize="9890,4284">
            <v:group style="position:absolute;left:1018;top:-4985;width:9874;height:2" coordorigin="1018,-4985" coordsize="9874,2">
              <v:shape style="position:absolute;left:1018;top:-4985;width:9874;height:2" coordorigin="1018,-4985" coordsize="9874,0" path="m1018,-4985l10891,-4985e" filled="f" stroked="t" strokeweight=".82pt" strokecolor="#000000">
                <v:path arrowok="t"/>
              </v:shape>
            </v:group>
            <v:group style="position:absolute;left:1025;top:-4982;width:2;height:4262" coordorigin="1025,-4982" coordsize="2,4262">
              <v:shape style="position:absolute;left:1025;top:-4982;width:2;height:4262" coordorigin="1025,-4982" coordsize="0,4262" path="m1025,-4982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4982;width:2;height:4262" coordorigin="10884,-4982" coordsize="2,4262">
              <v:shape style="position:absolute;left:10884;top:-4982;width:2;height:4262" coordorigin="10884,-4982" coordsize="0,4262" path="m10884,-4982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  <w:u w:val="single" w:color="000000"/>
        </w:rPr>
        <w:t>Märk</w:t>
      </w:r>
      <w:r>
        <w:rPr>
          <w:b w:val="0"/>
          <w:bCs w:val="0"/>
          <w:spacing w:val="-1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ilmus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isiklikult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tulemusel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</w:t>
      </w:r>
      <w:r>
        <w:rPr>
          <w:b w:val="0"/>
          <w:bCs w:val="0"/>
          <w:spacing w:val="-8"/>
          <w:w w:val="100"/>
          <w:u w:val="single" w:color="000000"/>
        </w:rPr>
        <w:t>h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47" w:val="left" w:leader="none"/>
        </w:tabs>
        <w:spacing w:before="69"/>
        <w:ind w:left="964" w:right="0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Jah,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ilmus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isiklikult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arutelule,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tulemusel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tehti.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1247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2"/>
          <w:w w:val="100"/>
          <w:u w:val="single" w:color="000000"/>
        </w:rPr>
        <w:t>E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ilmunud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isiklikult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tulemusel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tehti.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6"/>
          <w:w w:val="100"/>
          <w:u w:val="single" w:color="000000"/>
        </w:rPr>
        <w:t>K</w:t>
      </w:r>
      <w:r>
        <w:rPr>
          <w:b w:val="0"/>
          <w:bCs w:val="0"/>
          <w:spacing w:val="4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märgistasite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single" w:color="000000"/>
        </w:rPr>
        <w:t>all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lahtri,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palun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kinnitage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ühte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järgmi</w:t>
      </w:r>
      <w:r>
        <w:rPr>
          <w:b w:val="0"/>
          <w:bCs w:val="0"/>
          <w:spacing w:val="-5"/>
          <w:w w:val="100"/>
          <w:u w:val="single" w:color="000000"/>
        </w:rPr>
        <w:t>s</w:t>
      </w:r>
      <w:r>
        <w:rPr>
          <w:b w:val="0"/>
          <w:bCs w:val="0"/>
          <w:spacing w:val="2"/>
          <w:w w:val="100"/>
          <w:u w:val="single" w:color="000000"/>
        </w:rPr>
        <w:t>est: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05" w:hanging="1133"/>
        <w:jc w:val="both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3.1a.</w:t>
      </w:r>
      <w:r>
        <w:rPr>
          <w:b w:val="0"/>
          <w:bCs w:val="0"/>
          <w:spacing w:val="2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7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2"/>
          <w:w w:val="100"/>
          <w:u w:val="single" w:color="000000"/>
        </w:rPr>
        <w:t>masele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isikule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esita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(päev/kuu/aasta)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isiklikult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kohtukutse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ning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seega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teav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tati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teda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sellest,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millal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toimub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kava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kohaselt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tu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emusel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asjaomane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tehti,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teavitati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sellest,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võib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teha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siis,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ilmu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arutelule,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VÕI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42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3.1b.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masele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esitatud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kohtukutset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isiklikult,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sai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tegelikult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muul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viisil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ame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liku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teabe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kohta,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millal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toimub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kava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kohaselt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arute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u,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tulemusel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teht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sellisel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viisil,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ühemõtteliselt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tehti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kindlaks,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kavandatud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kohtulikust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arutelust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teadlik,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teda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teavitati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sellest,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võib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teha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siis,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ilmu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arutelule,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8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VÕI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olles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kavandatud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</w:t>
      </w:r>
      <w:r>
        <w:rPr>
          <w:b w:val="0"/>
          <w:bCs w:val="0"/>
          <w:spacing w:val="-6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ikust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teadlik,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andnud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exact" w:before="7"/>
        <w:ind w:left="2096" w:right="479"/>
        <w:jc w:val="left"/>
      </w:pPr>
      <w:r>
        <w:rPr>
          <w:b w:val="0"/>
          <w:bCs w:val="0"/>
        </w:rPr>
      </w:r>
      <w:r>
        <w:rPr>
          <w:b w:val="0"/>
          <w:bCs w:val="0"/>
          <w:spacing w:val="-5"/>
          <w:w w:val="100"/>
          <w:u w:val="single" w:color="000000"/>
        </w:rPr>
        <w:t>vo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single" w:color="000000"/>
        </w:rPr>
        <w:t>li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used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enda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kaitsmiseks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asjaomase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õ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6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iigi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poolt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määratud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õigusnõustajale,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kes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teda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kaitses,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VÕI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6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masele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isikule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toimetati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kätte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(päev/kuu/aasta)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</w:t>
      </w:r>
      <w:r>
        <w:rPr>
          <w:b w:val="0"/>
          <w:bCs w:val="0"/>
          <w:spacing w:val="-8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teda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teav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tati</w:t>
      </w:r>
      <w:r>
        <w:rPr>
          <w:b w:val="0"/>
          <w:bCs w:val="0"/>
          <w:spacing w:val="3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99"/>
          <w:u w:val="none"/>
        </w:rPr>
        <w:t> </w:t>
      </w:r>
      <w:r>
        <w:rPr>
          <w:b w:val="0"/>
          <w:bCs w:val="0"/>
          <w:spacing w:val="3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selgesõnaliselt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õigusest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taotleda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uues</w:t>
      </w:r>
      <w:r>
        <w:rPr>
          <w:b w:val="0"/>
          <w:bCs w:val="0"/>
          <w:spacing w:val="8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lä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bivaatamist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9"/>
          <w:w w:val="100"/>
          <w:u w:val="single" w:color="000000"/>
        </w:rPr>
        <w:t>õ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single" w:color="000000"/>
        </w:rPr>
        <w:t>o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2"/>
          <w:w w:val="100"/>
          <w:u w:val="single" w:color="000000"/>
        </w:rPr>
        <w:t>sus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edasi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kaevata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ning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tema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õigusest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osaleda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sellel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7"/>
          <w:w w:val="100"/>
          <w:u w:val="single" w:color="000000"/>
        </w:rPr>
        <w:t>õ</w:t>
      </w:r>
      <w:r>
        <w:rPr>
          <w:b w:val="0"/>
          <w:bCs w:val="0"/>
          <w:spacing w:val="-2"/>
          <w:w w:val="100"/>
          <w:u w:val="single" w:color="000000"/>
        </w:rPr>
        <w:t>imaldab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asja,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sealhulgas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tõendusmaterjali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sisulist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uuesti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läbivaatamist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7"/>
          <w:w w:val="100"/>
          <w:u w:val="single" w:color="000000"/>
        </w:rPr>
        <w:t>õ</w:t>
      </w:r>
      <w:r>
        <w:rPr>
          <w:b w:val="0"/>
          <w:bCs w:val="0"/>
          <w:spacing w:val="-6"/>
          <w:w w:val="100"/>
          <w:u w:val="single" w:color="000000"/>
        </w:rPr>
        <w:t>ib</w:t>
      </w:r>
      <w:r>
        <w:rPr>
          <w:b w:val="0"/>
          <w:bCs w:val="0"/>
          <w:spacing w:val="-5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99"/>
          <w:u w:val="none"/>
        </w:rPr>
        <w:t> </w:t>
      </w:r>
      <w:r>
        <w:rPr>
          <w:b w:val="0"/>
          <w:bCs w:val="0"/>
          <w:spacing w:val="-5"/>
          <w:w w:val="99"/>
          <w:u w:val="none"/>
        </w:rPr>
      </w:r>
      <w:r>
        <w:rPr>
          <w:b w:val="0"/>
          <w:bCs w:val="0"/>
          <w:spacing w:val="-2"/>
          <w:w w:val="100"/>
          <w:u w:val="single" w:color="000000"/>
        </w:rPr>
        <w:t>viia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3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lgse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tühistamiseni,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ning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teatas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selgesõnaliselt,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vaidlusta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otsust,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VÕI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20"/>
          <w:pgMar w:header="0" w:footer="971" w:top="1180" w:bottom="1160" w:left="980" w:right="980"/>
        </w:sectPr>
      </w:pPr>
    </w:p>
    <w:p>
      <w:pPr>
        <w:spacing w:line="140" w:lineRule="exact" w:before="1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-1"/>
          <w:w w:val="100"/>
          <w:u w:val="single" w:color="000000"/>
        </w:rPr>
        <w:t>VÕI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970" w:val="left" w:leader="none"/>
        </w:tabs>
        <w:spacing w:line="274" w:lineRule="exact" w:before="74"/>
        <w:ind w:left="970" w:right="651" w:hanging="567"/>
        <w:jc w:val="left"/>
      </w:pPr>
      <w:r>
        <w:rPr/>
        <w:br w:type="column"/>
      </w: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99"/>
          <w:u w:val="single" w:color="000000"/>
        </w:rPr>
        <w:t>asja</w:t>
      </w:r>
      <w:r>
        <w:rPr>
          <w:b w:val="0"/>
          <w:bCs w:val="0"/>
          <w:spacing w:val="9"/>
          <w:w w:val="99"/>
          <w:u w:val="single" w:color="000000"/>
        </w:rPr>
        <w:t>o</w:t>
      </w:r>
      <w:r>
        <w:rPr>
          <w:b w:val="0"/>
          <w:bCs w:val="0"/>
          <w:spacing w:val="-10"/>
          <w:w w:val="99"/>
          <w:u w:val="single" w:color="000000"/>
        </w:rPr>
        <w:t>ma</w:t>
      </w:r>
      <w:r>
        <w:rPr>
          <w:b w:val="0"/>
          <w:bCs w:val="0"/>
          <w:spacing w:val="-48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ne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isik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ei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taotlenud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asja</w:t>
      </w:r>
      <w:r>
        <w:rPr>
          <w:b w:val="0"/>
          <w:bCs w:val="0"/>
          <w:spacing w:val="3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uues</w:t>
      </w:r>
      <w:r>
        <w:rPr>
          <w:b w:val="0"/>
          <w:bCs w:val="0"/>
          <w:spacing w:val="9"/>
          <w:w w:val="99"/>
          <w:u w:val="single" w:color="000000"/>
        </w:rPr>
        <w:t>t</w:t>
      </w:r>
      <w:r>
        <w:rPr>
          <w:b w:val="0"/>
          <w:bCs w:val="0"/>
          <w:spacing w:val="0"/>
          <w:w w:val="99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7"/>
          <w:w w:val="99"/>
          <w:u w:val="single" w:color="000000"/>
        </w:rPr>
        <w:t>l</w:t>
      </w:r>
      <w:r>
        <w:rPr>
          <w:b w:val="0"/>
          <w:bCs w:val="0"/>
          <w:spacing w:val="3"/>
          <w:w w:val="99"/>
          <w:u w:val="single" w:color="000000"/>
        </w:rPr>
        <w:t>ä</w:t>
      </w:r>
      <w:r>
        <w:rPr>
          <w:b w:val="0"/>
          <w:bCs w:val="0"/>
          <w:spacing w:val="-1"/>
          <w:w w:val="99"/>
          <w:u w:val="single" w:color="000000"/>
        </w:rPr>
        <w:t>bivaatamist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ega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kaevanud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99"/>
          <w:u w:val="single" w:color="000000"/>
        </w:rPr>
        <w:t>otsust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edasi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kindlaksmääratud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ajavahemiku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jooksul,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4" w:lineRule="exact"/>
        <w:jc w:val="left"/>
        <w:sectPr>
          <w:type w:val="continuous"/>
          <w:pgSz w:w="11900" w:h="16820"/>
          <w:pgMar w:top="620" w:bottom="1160" w:left="980" w:right="980"/>
          <w:cols w:num="2" w:equalWidth="0">
            <w:col w:w="1270" w:space="40"/>
            <w:col w:w="8630"/>
          </w:cols>
        </w:sectPr>
      </w:pPr>
    </w:p>
    <w:p>
      <w:pPr>
        <w:spacing w:line="100" w:lineRule="exact" w:before="8"/>
        <w:rPr>
          <w:sz w:val="10"/>
          <w:szCs w:val="10"/>
        </w:rPr>
      </w:pPr>
      <w:r>
        <w:rPr/>
        <w:pict>
          <v:group style="position:absolute;margin-left:50.470001pt;margin-top:55.910023pt;width:490.659999pt;height:616.419976pt;mso-position-horizontal-relative:page;mso-position-vertical-relative:page;z-index:-559" coordorigin="1009,1118" coordsize="9813,12328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307" coordorigin="1025,1129" coordsize="2,12307">
              <v:shape style="position:absolute;left:1025;top:1129;width:2;height:12307" coordorigin="1025,1129" coordsize="0,12307" path="m1025,1129l1025,13436e" filled="f" stroked="t" strokeweight=".82pt" strokecolor="#000000">
                <v:path arrowok="t"/>
              </v:shape>
            </v:group>
            <v:group style="position:absolute;left:1018;top:13438;width:9797;height:2" coordorigin="1018,13438" coordsize="9797,2">
              <v:shape style="position:absolute;left:1018;top:13438;width:9797;height:2" coordorigin="1018,13438" coordsize="9797,0" path="m1018,13438l10814,13438e" filled="f" stroked="t" strokeweight=".82pt" strokecolor="#000000">
                <v:path arrowok="t"/>
              </v:shape>
            </v:group>
            <v:group style="position:absolute;left:10807;top:1129;width:2;height:12307" coordorigin="10807,1129" coordsize="2,12307">
              <v:shape style="position:absolute;left:10807;top:1129;width:2;height:12307" coordorigin="10807,1129" coordsize="0,12307" path="m10807,1129l10807,1343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masele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isikule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toimetatud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</w:t>
      </w:r>
      <w:r>
        <w:rPr>
          <w:b w:val="0"/>
          <w:bCs w:val="0"/>
          <w:spacing w:val="3"/>
          <w:w w:val="100"/>
          <w:u w:val="single" w:color="000000"/>
        </w:rPr>
        <w:t>k</w:t>
      </w:r>
      <w:r>
        <w:rPr>
          <w:b w:val="0"/>
          <w:bCs w:val="0"/>
          <w:spacing w:val="-1"/>
          <w:w w:val="100"/>
          <w:u w:val="single" w:color="000000"/>
        </w:rPr>
        <w:t>likult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kätte,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kuid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74" w:lineRule="exact" w:before="74"/>
        <w:ind w:left="2663" w:right="1074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masele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toimetatakse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8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isiklikult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kätte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viivitamatu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pärast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üleandmist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ning</w:t>
      </w:r>
      <w:r>
        <w:rPr>
          <w:b w:val="0"/>
          <w:bCs w:val="0"/>
          <w:spacing w:val="-2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517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otsuse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kättetoimetamisel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teavitatakse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asjaomast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isikut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selgesõnaliselt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õ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gusest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taot</w:t>
      </w:r>
      <w:r>
        <w:rPr>
          <w:b w:val="0"/>
          <w:bCs w:val="0"/>
          <w:spacing w:val="-1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1"/>
          <w:w w:val="100"/>
          <w:u w:val="single" w:color="000000"/>
        </w:rPr>
        <w:t>lä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bivaatamist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või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edasi</w:t>
      </w:r>
      <w:r>
        <w:rPr>
          <w:b w:val="0"/>
          <w:bCs w:val="0"/>
          <w:spacing w:val="-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kaevata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ning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te</w:t>
      </w:r>
      <w:r>
        <w:rPr>
          <w:b w:val="0"/>
          <w:bCs w:val="0"/>
          <w:spacing w:val="-11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õ</w:t>
      </w:r>
      <w:r>
        <w:rPr>
          <w:b w:val="0"/>
          <w:bCs w:val="0"/>
          <w:spacing w:val="-1"/>
          <w:w w:val="100"/>
          <w:u w:val="single" w:color="000000"/>
        </w:rPr>
        <w:t>igusest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osaleda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sellel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kohtulikul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arutelul,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8"/>
          <w:w w:val="100"/>
          <w:u w:val="single" w:color="000000"/>
        </w:rPr>
        <w:t>õ</w:t>
      </w:r>
      <w:r>
        <w:rPr>
          <w:b w:val="0"/>
          <w:bCs w:val="0"/>
          <w:spacing w:val="-1"/>
          <w:w w:val="100"/>
          <w:u w:val="single" w:color="000000"/>
        </w:rPr>
        <w:t>imaldab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sealhulgas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tõendusmaterjali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sisulist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uuesti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läbivaatamist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mille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tu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emuseks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9"/>
          <w:w w:val="100"/>
          <w:u w:val="single" w:color="000000"/>
        </w:rPr>
        <w:t>õ</w:t>
      </w:r>
      <w:r>
        <w:rPr>
          <w:b w:val="0"/>
          <w:bCs w:val="0"/>
          <w:spacing w:val="-6"/>
          <w:w w:val="100"/>
          <w:u w:val="single" w:color="000000"/>
        </w:rPr>
        <w:t>ib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lla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algse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otsuse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tühistamine,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ning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2"/>
        </w:numPr>
        <w:tabs>
          <w:tab w:pos="2663" w:val="left" w:leader="none"/>
        </w:tabs>
        <w:spacing w:line="240" w:lineRule="auto" w:before="69"/>
        <w:ind w:left="2663" w:right="517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mast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isikut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teavitatakse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ajavahemikust,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mi</w:t>
      </w:r>
      <w:r>
        <w:rPr>
          <w:b w:val="0"/>
          <w:bCs w:val="0"/>
          <w:spacing w:val="-1"/>
          <w:w w:val="100"/>
          <w:u w:val="single" w:color="000000"/>
        </w:rPr>
        <w:t>lle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jooksul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peab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-7"/>
          <w:w w:val="100"/>
          <w:u w:val="single" w:color="000000"/>
        </w:rPr>
        <w:t>a</w:t>
      </w:r>
      <w:r>
        <w:rPr>
          <w:b w:val="0"/>
          <w:bCs w:val="0"/>
          <w:spacing w:val="2"/>
          <w:w w:val="100"/>
          <w:u w:val="single" w:color="000000"/>
        </w:rPr>
        <w:t>ot</w:t>
      </w:r>
      <w:r>
        <w:rPr>
          <w:b w:val="0"/>
          <w:bCs w:val="0"/>
          <w:spacing w:val="-11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ema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uues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8"/>
          <w:w w:val="100"/>
          <w:u w:val="single" w:color="000000"/>
        </w:rPr>
        <w:t>l</w:t>
      </w:r>
      <w:r>
        <w:rPr>
          <w:b w:val="0"/>
          <w:bCs w:val="0"/>
          <w:spacing w:val="3"/>
          <w:w w:val="100"/>
          <w:u w:val="single" w:color="000000"/>
        </w:rPr>
        <w:t>ä</w:t>
      </w:r>
      <w:r>
        <w:rPr>
          <w:b w:val="0"/>
          <w:bCs w:val="0"/>
          <w:spacing w:val="-1"/>
          <w:w w:val="100"/>
          <w:u w:val="single" w:color="000000"/>
        </w:rPr>
        <w:t>bivaatamist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9"/>
          <w:w w:val="100"/>
          <w:u w:val="single" w:color="000000"/>
        </w:rPr>
        <w:t>õ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kaebama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otsuse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edasi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ning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mille</w:t>
      </w:r>
      <w:r>
        <w:rPr>
          <w:b w:val="0"/>
          <w:bCs w:val="0"/>
          <w:spacing w:val="-2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kestus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päeva.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2"/>
        </w:numPr>
        <w:tabs>
          <w:tab w:pos="294" w:val="left" w:leader="none"/>
          <w:tab w:pos="963" w:val="left" w:leader="none"/>
        </w:tabs>
        <w:spacing w:line="359" w:lineRule="auto" w:before="69"/>
        <w:ind w:left="964" w:right="315" w:hanging="850"/>
        <w:jc w:val="left"/>
      </w:pPr>
      <w:r>
        <w:rPr>
          <w:b w:val="0"/>
          <w:bCs w:val="0"/>
          <w:spacing w:val="-6"/>
          <w:w w:val="100"/>
          <w:u w:val="single" w:color="000000"/>
        </w:rPr>
        <w:t>K</w:t>
      </w:r>
      <w:r>
        <w:rPr>
          <w:b w:val="0"/>
          <w:bCs w:val="0"/>
          <w:spacing w:val="4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5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märgistasite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punk</w:t>
      </w:r>
      <w:r>
        <w:rPr>
          <w:b w:val="0"/>
          <w:bCs w:val="0"/>
          <w:spacing w:val="9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3.1b,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või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3.3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all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le</w:t>
      </w:r>
      <w:r>
        <w:rPr>
          <w:b w:val="0"/>
          <w:bCs w:val="0"/>
          <w:spacing w:val="-4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va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lahtri,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palun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esitage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teave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selle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kohta,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2"/>
          <w:w w:val="100"/>
          <w:u w:val="single" w:color="000000"/>
        </w:rPr>
        <w:t>ku</w:t>
      </w:r>
      <w:r>
        <w:rPr>
          <w:b w:val="0"/>
          <w:bCs w:val="0"/>
          <w:spacing w:val="-11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das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asja</w:t>
      </w:r>
      <w:r>
        <w:rPr>
          <w:b w:val="0"/>
          <w:bCs w:val="0"/>
          <w:spacing w:val="9"/>
          <w:w w:val="100"/>
          <w:u w:val="single" w:color="000000"/>
        </w:rPr>
        <w:t>o</w:t>
      </w:r>
      <w:r>
        <w:rPr>
          <w:b w:val="0"/>
          <w:bCs w:val="0"/>
          <w:spacing w:val="-11"/>
          <w:w w:val="100"/>
          <w:u w:val="single" w:color="000000"/>
        </w:rPr>
        <w:t>ma</w:t>
      </w:r>
      <w:r>
        <w:rPr>
          <w:b w:val="0"/>
          <w:bCs w:val="0"/>
          <w:spacing w:val="-5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tingimus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on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täidetud: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</w:t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71"/>
        <w:ind w:left="719" w:right="0" w:hanging="567"/>
        <w:jc w:val="left"/>
      </w:pPr>
      <w:r>
        <w:rPr/>
        <w:pict>
          <v:group style="position:absolute;margin-left:50.470001pt;margin-top:72.470016pt;width:494.500026pt;height:574.419976pt;mso-position-horizontal-relative:page;mso-position-vertical-relative:page;z-index:-558" coordorigin="1009,1449" coordsize="9890,11488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1467" coordorigin="1025,1460" coordsize="2,11467">
              <v:shape style="position:absolute;left:1025;top:1460;width:2;height:11467" coordorigin="1025,1460" coordsize="0,11467" path="m1025,1460l1025,12927e" filled="f" stroked="t" strokeweight=".82pt" strokecolor="#000000">
                <v:path arrowok="t"/>
              </v:shape>
            </v:group>
            <v:group style="position:absolute;left:1018;top:12930;width:9874;height:2" coordorigin="1018,12930" coordsize="9874,2">
              <v:shape style="position:absolute;left:1018;top:12930;width:9874;height:2" coordorigin="1018,12930" coordsize="9874,0" path="m1018,12930l10891,12930e" filled="f" stroked="t" strokeweight=".82pt" strokecolor="#000000">
                <v:path arrowok="t"/>
              </v:shape>
            </v:group>
            <v:group style="position:absolute;left:10884;top:1460;width:2;height:11467" coordorigin="10884,1460" coordsize="2,11467">
              <v:shape style="position:absolute;left:10884;top:1460;width:2;height:11467" coordorigin="10884,1460" coordsize="0,11467" path="m10884,1460l10884,1292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Süüteod: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2"/>
          <w:w w:val="100"/>
        </w:rPr>
        <w:t>Käes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vahistamismääru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seotu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kokku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süüteoga.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378"/>
        <w:jc w:val="left"/>
      </w:pPr>
      <w:r>
        <w:rPr>
          <w:b w:val="0"/>
          <w:bCs w:val="0"/>
          <w:spacing w:val="-1"/>
          <w:w w:val="100"/>
        </w:rPr>
        <w:t>Süüte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(süütegude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toimepanek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tehi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kirjeldus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sealhulga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tagaotsitav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süüteo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(süütegudes)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2"/>
          <w:w w:val="100"/>
        </w:rPr>
        <w:t>osa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emis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aeg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koh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laad: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Süü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7"/>
          <w:w w:val="100"/>
        </w:rPr>
        <w:t>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(süütegude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olemu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juriidilin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kvalifitseerimin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kohaldata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õigusnorm/seadus: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360" w:lineRule="auto"/>
        <w:ind w:left="719" w:right="402" w:hanging="567"/>
        <w:jc w:val="left"/>
      </w:pPr>
      <w:r>
        <w:rPr>
          <w:b w:val="0"/>
          <w:bCs w:val="0"/>
          <w:spacing w:val="-1"/>
          <w:w w:val="100"/>
        </w:rPr>
        <w:t>Võimalus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korra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märkid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3"/>
          <w:w w:val="100"/>
        </w:rPr>
        <w:t>ig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ük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9"/>
          <w:w w:val="100"/>
        </w:rPr>
        <w:t>mi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järgmistes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süütegudest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nag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nee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määra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le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liik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-1"/>
          <w:w w:val="100"/>
        </w:rPr>
        <w:t>esriig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seadustes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teinud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liikmesriigi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karistata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vähema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aast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pikkus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maksimaals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vabadusekaotus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või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vabadus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piirav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julge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"/>
          <w:w w:val="100"/>
        </w:rPr>
        <w:t>lekumee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mega: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7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kur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tegeliku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ühenduse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osalemine;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terror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sm;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inimkaubandus;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last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seksuaaln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2"/>
          <w:w w:val="100"/>
        </w:rPr>
        <w:t>ä</w:t>
      </w:r>
      <w:r>
        <w:rPr>
          <w:b w:val="0"/>
          <w:bCs w:val="0"/>
          <w:spacing w:val="-1"/>
          <w:w w:val="100"/>
        </w:rPr>
        <w:t>rakasutamin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lapsporno;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narkootilist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psühhotroopset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ainet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salakaubavedu;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ebaseadusli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relvade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laskemoon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1"/>
          <w:w w:val="100"/>
        </w:rPr>
        <w:t>hkeaineteg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kauplemine;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3"/>
        <w:ind w:right="0"/>
        <w:jc w:val="left"/>
      </w:pPr>
      <w:r>
        <w:rPr/>
        <w:pict>
          <v:group style="position:absolute;margin-left:50.470001pt;margin-top:76.549973pt;width:494.500026pt;height:396.820031pt;mso-position-horizontal-relative:page;mso-position-vertical-relative:page;z-index:-557" coordorigin="1009,1531" coordsize="9890,7936">
            <v:group style="position:absolute;left:1018;top:1539;width:9874;height:2" coordorigin="1018,1539" coordsize="9874,2">
              <v:shape style="position:absolute;left:1018;top:1539;width:9874;height:2" coordorigin="1018,1539" coordsize="9874,0" path="m1018,1539l10891,1539e" filled="f" stroked="t" strokeweight=".82pt" strokecolor="#000000">
                <v:path arrowok="t"/>
              </v:shape>
            </v:group>
            <v:group style="position:absolute;left:1025;top:1542;width:2;height:7915" coordorigin="1025,1542" coordsize="2,7915">
              <v:shape style="position:absolute;left:1025;top:1542;width:2;height:7915" coordorigin="1025,1542" coordsize="0,7915" path="m1025,1542l1025,9457e" filled="f" stroked="t" strokeweight=".82pt" strokecolor="#000000">
                <v:path arrowok="t"/>
              </v:shape>
            </v:group>
            <v:group style="position:absolute;left:1018;top:9459;width:9874;height:2" coordorigin="1018,9459" coordsize="9874,2">
              <v:shape style="position:absolute;left:1018;top:9459;width:9874;height:2" coordorigin="1018,9459" coordsize="9874,0" path="m1018,9459l10891,9459e" filled="f" stroked="t" strokeweight=".82pt" strokecolor="#000000">
                <v:path arrowok="t"/>
              </v:shape>
            </v:group>
            <v:group style="position:absolute;left:10884;top:1542;width:2;height:7915" coordorigin="10884,1542" coordsize="2,7915">
              <v:shape style="position:absolute;left:10884;top:1542;width:2;height:7915" coordorigin="10884,1542" coordsize="0,7915" path="m10884,1542l10884,9457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korrupts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1"/>
          <w:w w:val="100"/>
        </w:rPr>
        <w:t>oon;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364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pettus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sealhulga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pettus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kahjusta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Euroop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ühendust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finantshuv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juul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aasta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Euroop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ühendust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finantshuvid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kaits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konventsioon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tähenduses;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kur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tegelikul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2"/>
          <w:w w:val="100"/>
        </w:rPr>
        <w:t>tee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saadud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rahapesu;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võltsimine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sealhulga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eurod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võltsimine;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arvu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ikuriteod;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spacing w:line="359" w:lineRule="auto"/>
        <w:ind w:left="719" w:right="926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keskkonnakuriteod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sealhulga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eri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hustatu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loom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6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aimeliikid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6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taimesortide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salakaubavedu;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5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kaas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aitamin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ebaseaduslikul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sisses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1"/>
          <w:w w:val="100"/>
        </w:rPr>
        <w:t>idul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ebaseaduslikul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riigi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elamisele;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tahtli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tapmine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rask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kehavigastus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tekitamine;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ebaseadusli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kauplemin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inimorganit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kudedega;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inimrööv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ebaseadusli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vabadus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võt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pantvang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võtmine;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rassis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ksenofoobia;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organ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seer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1"/>
          <w:w w:val="100"/>
        </w:rPr>
        <w:t>võ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0"/>
          <w:w w:val="100"/>
        </w:rPr>
        <w:t>relvastatud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röövimine;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ku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-1"/>
          <w:w w:val="100"/>
        </w:rPr>
        <w:t>tuuriväärtuste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sealhulga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antiik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2"/>
          <w:w w:val="100"/>
        </w:rPr>
        <w:t>kuns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semete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salakaubavedu;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kelmus;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väljapressimin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rah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väljapressimine;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toodet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võltsimin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piraatkoop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valmistamine;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haldusdokumentid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2"/>
          <w:w w:val="100"/>
        </w:rPr>
        <w:t>simin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nendeg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2"/>
          <w:w w:val="100"/>
        </w:rPr>
        <w:t>kaubi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0"/>
          <w:w w:val="100"/>
        </w:rPr>
        <w:t>semine;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maksevahend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simine;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ebaseadusli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kauplemin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hormoonpreparaatid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muud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kasvukiirendajatega;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tuu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amater</w:t>
      </w:r>
      <w:r>
        <w:rPr>
          <w:b w:val="0"/>
          <w:bCs w:val="0"/>
          <w:spacing w:val="-10"/>
          <w:w w:val="100"/>
        </w:rPr>
        <w:t>j</w:t>
      </w:r>
      <w:r>
        <w:rPr>
          <w:b w:val="0"/>
          <w:bCs w:val="0"/>
          <w:spacing w:val="-1"/>
          <w:w w:val="100"/>
        </w:rPr>
        <w:t>alid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radioak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iivset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ainet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salakaubavedu;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varastatud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7"/>
          <w:w w:val="100"/>
        </w:rPr>
        <w:t>s</w:t>
      </w:r>
      <w:r>
        <w:rPr>
          <w:b w:val="0"/>
          <w:bCs w:val="0"/>
          <w:spacing w:val="4"/>
          <w:w w:val="100"/>
        </w:rPr>
        <w:t>õ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"/>
          <w:w w:val="100"/>
        </w:rPr>
        <w:t>duk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0"/>
          <w:w w:val="100"/>
        </w:rPr>
        <w:t>tega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kauplemine;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vägistamine;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süütamine;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Rahvusvahelis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Kriminaalkoht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kohtualluvuss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kuuluva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kuriteod;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õhusõiduk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8"/>
          <w:w w:val="100"/>
        </w:rPr>
        <w:t>la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kaaperdamine;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sabotaaž.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719" w:val="left" w:leader="none"/>
        </w:tabs>
        <w:ind w:left="719" w:right="0" w:hanging="567"/>
        <w:jc w:val="left"/>
      </w:pPr>
      <w:r>
        <w:rPr>
          <w:b w:val="0"/>
          <w:bCs w:val="0"/>
          <w:spacing w:val="-1"/>
          <w:w w:val="100"/>
        </w:rPr>
        <w:t>Sell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süüte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(nend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süütegude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täieli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kirjeldus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8"/>
          <w:w w:val="100"/>
        </w:rPr>
        <w:t>l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le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eespoo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osas: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</w:t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87.796906pt;width:494.500026pt;height:273.700035pt;mso-position-horizontal-relative:page;mso-position-vertical-relative:paragraph;z-index:-556" coordorigin="1009,-5756" coordsize="9890,5474">
            <v:group style="position:absolute;left:1018;top:-5748;width:9874;height:2" coordorigin="1018,-5748" coordsize="9874,2">
              <v:shape style="position:absolute;left:1018;top:-5748;width:9874;height:2" coordorigin="1018,-5748" coordsize="9874,0" path="m1018,-5748l10891,-5748e" filled="f" stroked="t" strokeweight=".82pt" strokecolor="#000000">
                <v:path arrowok="t"/>
              </v:shape>
            </v:group>
            <v:group style="position:absolute;left:1025;top:-5745;width:2;height:5453" coordorigin="1025,-5745" coordsize="2,5453">
              <v:shape style="position:absolute;left:1025;top:-5745;width:2;height:5453" coordorigin="1025,-5745" coordsize="0,5453" path="m1025,-5745l1025,-293e" filled="f" stroked="t" strokeweight=".82pt" strokecolor="#000000">
                <v:path arrowok="t"/>
              </v:shape>
            </v:group>
            <v:group style="position:absolute;left:1018;top:-290;width:9874;height:2" coordorigin="1018,-290" coordsize="9874,2">
              <v:shape style="position:absolute;left:1018;top:-290;width:9874;height:2" coordorigin="1018,-290" coordsize="9874,0" path="m1018,-290l10891,-290e" filled="f" stroked="t" strokeweight=".82pt" strokecolor="#000000">
                <v:path arrowok="t"/>
              </v:shape>
            </v:group>
            <v:group style="position:absolute;left:10884;top:-5745;width:2;height:5453" coordorigin="10884,-5745" coordsize="2,5453">
              <v:shape style="position:absolute;left:10884;top:-5745;width:2;height:5453" coordorigin="10884,-5745" coordsize="0,5453" path="m10884,-5745l10884,-29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Muu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asjag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seotu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olulise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asja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2"/>
          <w:w w:val="100"/>
        </w:rPr>
        <w:t>lu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(vabatah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teave):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74"/>
        <w:ind w:left="152" w:right="87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  <w:sz w:val="24"/>
          <w:szCs w:val="24"/>
          <w:u w:val="single" w:color="0000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Sii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tulek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är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tuu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märkuse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eksterritoriaalsuse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aegumis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katkemis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j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süüte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muude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tagajärged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-1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kohta)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30"/>
        <w:ind w:right="0"/>
        <w:jc w:val="left"/>
      </w:pPr>
      <w:r>
        <w:rPr>
          <w:b w:val="0"/>
          <w:bCs w:val="0"/>
          <w:spacing w:val="0"/>
          <w:w w:val="100"/>
        </w:rPr>
        <w:t>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14pt;width:494.500026pt;height:173.139992pt;mso-position-horizontal-relative:page;mso-position-vertical-relative:paragraph;z-index:-554" coordorigin="1009,729" coordsize="9890,3463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442" coordorigin="1025,740" coordsize="2,3442">
              <v:shape style="position:absolute;left:1025;top:740;width:2;height:3442" coordorigin="1025,740" coordsize="0,3442" path="m1025,740l1025,4181e" filled="f" stroked="t" strokeweight=".82pt" strokecolor="#000000">
                <v:path arrowok="t"/>
              </v:shape>
            </v:group>
            <v:group style="position:absolute;left:1018;top:4184;width:9874;height:2" coordorigin="1018,4184" coordsize="9874,2">
              <v:shape style="position:absolute;left:1018;top:4184;width:9874;height:2" coordorigin="1018,4184" coordsize="9874,0" path="m1018,4184l10891,4184e" filled="f" stroked="t" strokeweight=".82pt" strokecolor="#000000">
                <v:path arrowok="t"/>
              </v:shape>
            </v:group>
            <v:group style="position:absolute;left:10884;top:740;width:2;height:3442" coordorigin="10884,740" coordsize="2,3442">
              <v:shape style="position:absolute;left:10884;top:740;width:2;height:3442" coordorigin="10884,740" coordsize="0,3442" path="m10884,740l10884,41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2" w:lineRule="auto" w:before="69"/>
        <w:ind w:left="719" w:right="643" w:hanging="567"/>
        <w:jc w:val="left"/>
      </w:pPr>
      <w:r>
        <w:rPr/>
        <w:pict>
          <v:group style="position:absolute;margin-left:50.470001pt;margin-top:-100.836876pt;width:494.500026pt;height:86.980004pt;mso-position-horizontal-relative:page;mso-position-vertical-relative:paragraph;z-index:-555" coordorigin="1009,-2017" coordsize="9890,1740">
            <v:group style="position:absolute;left:1018;top:-2009;width:9874;height:2" coordorigin="1018,-2009" coordsize="9874,2">
              <v:shape style="position:absolute;left:1018;top:-2009;width:9874;height:2" coordorigin="1018,-2009" coordsize="9874,0" path="m1018,-2009l10891,-2009e" filled="f" stroked="t" strokeweight=".82pt" strokecolor="#000000">
                <v:path arrowok="t"/>
              </v:shape>
            </v:group>
            <v:group style="position:absolute;left:1025;top:-2006;width:2;height:1718" coordorigin="1025,-2006" coordsize="2,1718">
              <v:shape style="position:absolute;left:1025;top:-2006;width:2;height:1718" coordorigin="1025,-2006" coordsize="0,1718" path="m1025,-2006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2006;width:2;height:1718" coordorigin="10884,-2006" coordsize="2,1718">
              <v:shape style="position:absolute;left:10884;top:-2006;width:2;height:1718" coordorigin="10884,-2006" coordsize="0,1718" path="m10884,-2006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2"/>
          <w:w w:val="100"/>
        </w:rPr>
        <w:t>Käes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vahistamismääru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-1"/>
          <w:w w:val="100"/>
        </w:rPr>
        <w:t>lma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sellis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arestimis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üleandmist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3"/>
          <w:w w:val="100"/>
        </w:rPr>
        <w:t>olla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1"/>
          <w:w w:val="100"/>
        </w:rPr>
        <w:t>vajali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asitõendina: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302"/>
        <w:jc w:val="left"/>
      </w:pPr>
      <w:r>
        <w:rPr>
          <w:b w:val="0"/>
          <w:bCs w:val="0"/>
          <w:spacing w:val="-2"/>
          <w:w w:val="100"/>
        </w:rPr>
        <w:t>Käes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vahistamismääru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-1"/>
          <w:w w:val="100"/>
        </w:rPr>
        <w:t>lma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sellis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arestimis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üleandmist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mill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tagaots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-1"/>
          <w:w w:val="100"/>
        </w:rPr>
        <w:t>tav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andas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süüteo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1"/>
          <w:w w:val="100"/>
        </w:rPr>
        <w:t>emuse</w:t>
      </w:r>
      <w:r>
        <w:rPr>
          <w:b w:val="0"/>
          <w:bCs w:val="0"/>
          <w:spacing w:val="-10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0"/>
          <w:w w:val="100"/>
        </w:rPr>
        <w:t>Vara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1"/>
          <w:w w:val="100"/>
        </w:rPr>
        <w:t>eldu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asukoht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(ku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teada):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6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line="240" w:lineRule="auto" w:before="71"/>
        <w:ind w:left="719" w:right="383" w:hanging="567"/>
        <w:jc w:val="left"/>
      </w:pPr>
      <w:r>
        <w:rPr>
          <w:b w:val="0"/>
          <w:bCs w:val="0"/>
          <w:spacing w:val="-1"/>
          <w:w w:val="100"/>
        </w:rPr>
        <w:t>Süüteg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(süüteod)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mill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aluse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käes</w:t>
      </w:r>
      <w:r>
        <w:rPr>
          <w:b w:val="0"/>
          <w:bCs w:val="0"/>
          <w:spacing w:val="8"/>
          <w:w w:val="100"/>
        </w:rPr>
        <w:t>o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vahistamismääru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tehtud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karistata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selle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(nende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karistatu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eluaegs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vabadusekaotuseg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-1"/>
          <w:w w:val="100"/>
        </w:rPr>
        <w:t>uaegs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vabadus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piirava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julge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-2"/>
          <w:w w:val="100"/>
        </w:rPr>
        <w:t>lekumee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mega: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240" w:lineRule="auto"/>
        <w:ind w:left="719" w:right="469" w:hanging="567"/>
        <w:jc w:val="left"/>
      </w:pP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liikmesriig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2"/>
          <w:w w:val="100"/>
        </w:rPr>
        <w:t>igussüstee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-1"/>
          <w:w w:val="100"/>
        </w:rPr>
        <w:t>imalda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määratu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karistus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või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läbivaatamis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taotlus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esitamise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8"/>
          <w:w w:val="100"/>
        </w:rPr>
        <w:t>v</w:t>
      </w:r>
      <w:r>
        <w:rPr>
          <w:b w:val="0"/>
          <w:bCs w:val="0"/>
          <w:spacing w:val="3"/>
          <w:w w:val="100"/>
        </w:rPr>
        <w:t>ä</w:t>
      </w:r>
      <w:r>
        <w:rPr>
          <w:b w:val="0"/>
          <w:bCs w:val="0"/>
          <w:spacing w:val="-1"/>
          <w:w w:val="100"/>
        </w:rPr>
        <w:t>hemal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aast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möödumisel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läbivaatamise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eesmär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karistus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6"/>
          <w:w w:val="100"/>
        </w:rPr>
        <w:t>mee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4"/>
          <w:w w:val="100"/>
        </w:rPr>
        <w:t>tä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jätmine,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2"/>
          <w:w w:val="100"/>
        </w:rPr>
        <w:t>ja/v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81" w:val="left" w:leader="none"/>
        </w:tabs>
        <w:spacing w:line="240" w:lineRule="auto"/>
        <w:ind w:left="719" w:right="297" w:hanging="567"/>
        <w:jc w:val="left"/>
      </w:pPr>
      <w:r>
        <w:rPr/>
        <w:pict>
          <v:group style="position:absolute;margin-left:50.470001pt;margin-top:91.553085pt;width:494.500026pt;height:298.900032pt;mso-position-horizontal-relative:page;mso-position-vertical-relative:paragraph;z-index:-552" coordorigin="1009,1831" coordsize="9890,5978">
            <v:group style="position:absolute;left:1018;top:1839;width:9874;height:2" coordorigin="1018,1839" coordsize="9874,2">
              <v:shape style="position:absolute;left:1018;top:1839;width:9874;height:2" coordorigin="1018,1839" coordsize="9874,0" path="m1018,1839l10891,1839e" filled="f" stroked="t" strokeweight=".82pt" strokecolor="#000000">
                <v:path arrowok="t"/>
              </v:shape>
            </v:group>
            <v:group style="position:absolute;left:1025;top:1842;width:2;height:5957" coordorigin="1025,1842" coordsize="2,5957">
              <v:shape style="position:absolute;left:1025;top:1842;width:2;height:5957" coordorigin="1025,1842" coordsize="0,5957" path="m1025,1842l1025,7798e" filled="f" stroked="t" strokeweight=".82pt" strokecolor="#000000">
                <v:path arrowok="t"/>
              </v:shape>
            </v:group>
            <v:group style="position:absolute;left:1018;top:7801;width:9874;height:2" coordorigin="1018,7801" coordsize="9874,2">
              <v:shape style="position:absolute;left:1018;top:7801;width:9874;height:2" coordorigin="1018,7801" coordsize="9874,0" path="m1018,7801l10891,7801e" filled="f" stroked="t" strokeweight=".82pt" strokecolor="#000000">
                <v:path arrowok="t"/>
              </v:shape>
            </v:group>
            <v:group style="position:absolute;left:10884;top:1842;width:2;height:5957" coordorigin="10884,1842" coordsize="2,5957">
              <v:shape style="position:absolute;left:10884;top:1842;width:2;height:5957" coordorigin="10884,1842" coordsize="0,5957" path="m10884,1842l10884,779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-1"/>
          <w:w w:val="100"/>
        </w:rPr>
        <w:t>liikmesriig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2"/>
          <w:w w:val="100"/>
        </w:rPr>
        <w:t>igussüstee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-1"/>
          <w:w w:val="100"/>
        </w:rPr>
        <w:t>imalda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armuandmismee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2"/>
          <w:w w:val="100"/>
        </w:rPr>
        <w:t>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2"/>
          <w:w w:val="100"/>
        </w:rPr>
        <w:t>mida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-1"/>
          <w:w w:val="100"/>
        </w:rPr>
        <w:t>saa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isik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suhte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kohaldad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liikmesriig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-1"/>
          <w:w w:val="100"/>
        </w:rPr>
        <w:t>igus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võ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tavad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alusel,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2"/>
          <w:w w:val="100"/>
        </w:rPr>
        <w:t>mee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6"/>
          <w:w w:val="100"/>
        </w:rPr>
        <w:t>me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eesmär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kõnealus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karistus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9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1"/>
          <w:w w:val="100"/>
        </w:rPr>
        <w:t>tä</w:t>
      </w:r>
      <w:r>
        <w:rPr>
          <w:b w:val="0"/>
          <w:bCs w:val="0"/>
          <w:spacing w:val="-11"/>
          <w:w w:val="100"/>
        </w:rPr>
        <w:t>i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1"/>
          <w:w w:val="100"/>
        </w:rPr>
        <w:t>m</w:t>
      </w:r>
      <w:r>
        <w:rPr>
          <w:b w:val="0"/>
          <w:bCs w:val="0"/>
          <w:spacing w:val="1"/>
          <w:w w:val="100"/>
        </w:rPr>
        <w:t>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-1"/>
          <w:w w:val="100"/>
        </w:rPr>
        <w:t>ä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3"/>
          <w:w w:val="100"/>
        </w:rPr>
        <w:t>mine.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719" w:val="left" w:leader="none"/>
        </w:tabs>
        <w:spacing w:before="69"/>
        <w:ind w:left="719" w:right="0" w:hanging="567"/>
        <w:jc w:val="left"/>
      </w:pPr>
      <w:r>
        <w:rPr/>
        <w:pict>
          <v:group style="position:absolute;margin-left:50.470001pt;margin-top:-234.516876pt;width:494.500026pt;height:202.659966pt;mso-position-horizontal-relative:page;mso-position-vertical-relative:paragraph;z-index:-553" coordorigin="1009,-4690" coordsize="9890,4053">
            <v:group style="position:absolute;left:1018;top:-4682;width:9874;height:2" coordorigin="1018,-4682" coordsize="9874,2">
              <v:shape style="position:absolute;left:1018;top:-4682;width:9874;height:2" coordorigin="1018,-4682" coordsize="9874,0" path="m1018,-4682l10891,-4682e" filled="f" stroked="t" strokeweight=".82pt" strokecolor="#000000">
                <v:path arrowok="t"/>
              </v:shape>
            </v:group>
            <v:group style="position:absolute;left:1025;top:-4680;width:2;height:4032" coordorigin="1025,-4680" coordsize="2,4032">
              <v:shape style="position:absolute;left:1025;top:-4680;width:2;height:4032" coordorigin="1025,-4680" coordsize="0,4032" path="m1025,-4680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680;width:2;height:4032" coordorigin="10884,-4680" coordsize="2,4032">
              <v:shape style="position:absolute;left:10884;top:-4680;width:2;height:4032" coordorigin="10884,-4680" coordsize="0,4032" path="m10884,-4680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-1"/>
          <w:w w:val="100"/>
        </w:rPr>
        <w:t>õigusasutus: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2"/>
          <w:w w:val="100"/>
        </w:rPr>
        <w:t>Ame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2"/>
          <w:w w:val="100"/>
        </w:rPr>
        <w:t>nimi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2"/>
          <w:w w:val="100"/>
        </w:rPr>
        <w:t>Esindaj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2"/>
          <w:w w:val="100"/>
        </w:rPr>
        <w:t>nim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10"/>
          <w:w w:val="100"/>
          <w:position w:val="0"/>
        </w:rPr>
        <w:t>:</w:t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2"/>
          <w:w w:val="100"/>
        </w:rPr>
        <w:t>Ame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ikoh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3"/>
          <w:w w:val="100"/>
        </w:rPr>
      </w:r>
      <w:r>
        <w:rPr>
          <w:b w:val="0"/>
          <w:bCs w:val="0"/>
          <w:spacing w:val="-2"/>
          <w:w w:val="100"/>
        </w:rPr>
        <w:t>(ame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inimetus/ame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ijärk)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3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Toimik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viide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Aadress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kood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(piirkonna/linn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suunanumber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Faks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kood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(piirkonna/linn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suunanumber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post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83" w:lineRule="auto" w:before="7"/>
        <w:ind w:left="719" w:right="0"/>
        <w:jc w:val="left"/>
      </w:pPr>
      <w:r>
        <w:rPr>
          <w:b w:val="0"/>
          <w:bCs w:val="0"/>
          <w:spacing w:val="2"/>
          <w:w w:val="100"/>
        </w:rPr>
        <w:t>Is</w:t>
      </w:r>
      <w:r>
        <w:rPr>
          <w:b w:val="0"/>
          <w:bCs w:val="0"/>
          <w:spacing w:val="-10"/>
          <w:w w:val="100"/>
        </w:rPr>
        <w:t>i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kontaktandmed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kelleg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võtt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ühendus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üleandmisek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vajalik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praktilist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korralduste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tegemisel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51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1"/>
          <w:w w:val="100"/>
          <w:position w:val="0"/>
        </w:rPr>
        <w:t>Er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kee</w:t>
      </w:r>
      <w:r>
        <w:rPr>
          <w:b w:val="0"/>
          <w:bCs w:val="0"/>
          <w:spacing w:val="-1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vers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3"/>
          <w:w w:val="100"/>
          <w:position w:val="0"/>
        </w:rPr>
        <w:t>oon</w:t>
      </w:r>
      <w:r>
        <w:rPr>
          <w:b w:val="0"/>
          <w:bCs w:val="0"/>
          <w:spacing w:val="-11"/>
          <w:w w:val="100"/>
          <w:position w:val="0"/>
        </w:rPr>
        <w:t>i</w:t>
      </w:r>
      <w:r>
        <w:rPr>
          <w:b w:val="0"/>
          <w:bCs w:val="0"/>
          <w:spacing w:val="-1"/>
          <w:w w:val="100"/>
          <w:position w:val="0"/>
        </w:rPr>
        <w:t>de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märgitaks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sii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viid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õigusasutus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„haldajale”.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-6"/>
          <w:w w:val="100"/>
        </w:rPr>
        <w:t>K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uroop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vahistamismäärust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edastamin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vastuvõtmin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kuulu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keskasutus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hald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salasse: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Keskasutus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nimi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1"/>
          <w:w w:val="100"/>
        </w:rPr>
        <w:t>Va</w:t>
      </w:r>
      <w:r>
        <w:rPr>
          <w:b w:val="0"/>
          <w:bCs w:val="0"/>
          <w:spacing w:val="-11"/>
          <w:w w:val="100"/>
        </w:rPr>
        <w:t>j</w:t>
      </w:r>
      <w:r>
        <w:rPr>
          <w:b w:val="0"/>
          <w:bCs w:val="0"/>
          <w:spacing w:val="0"/>
          <w:w w:val="100"/>
        </w:rPr>
        <w:t>aduse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korral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kontaktisi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(ame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inimetus/ame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2"/>
          <w:w w:val="100"/>
        </w:rPr>
        <w:t>ijär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2"/>
          <w:w w:val="100"/>
        </w:rPr>
        <w:t>nimi)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4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Aadress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6"/>
          <w:w w:val="100"/>
        </w:rPr>
      </w:r>
      <w:r>
        <w:rPr>
          <w:b w:val="0"/>
          <w:bCs w:val="0"/>
          <w:spacing w:val="2"/>
          <w:w w:val="100"/>
        </w:rPr>
        <w:t>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</w:t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3"/>
          <w:w w:val="100"/>
        </w:rPr>
        <w:t>Te</w:t>
      </w:r>
      <w:r>
        <w:rPr>
          <w:b w:val="0"/>
          <w:bCs w:val="0"/>
          <w:spacing w:val="-1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kood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(piirkonna/linn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suunanumber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04" w:lineRule="auto" w:before="74"/>
        <w:ind w:left="719" w:right="0"/>
        <w:jc w:val="left"/>
      </w:pPr>
      <w:r>
        <w:rPr/>
        <w:pict>
          <v:group style="position:absolute;margin-left:50.470001pt;margin-top:72.693092pt;width:494.500026pt;height:176.980004pt;mso-position-horizontal-relative:page;mso-position-vertical-relative:paragraph;z-index:-549" coordorigin="1009,1454" coordsize="9890,3540">
            <v:group style="position:absolute;left:1018;top:1462;width:9874;height:2" coordorigin="1018,1462" coordsize="9874,2">
              <v:shape style="position:absolute;left:1018;top:1462;width:9874;height:2" coordorigin="1018,1462" coordsize="9874,0" path="m1018,1462l10891,1462e" filled="f" stroked="t" strokeweight=".82pt" strokecolor="#000000">
                <v:path arrowok="t"/>
              </v:shape>
            </v:group>
            <v:group style="position:absolute;left:1025;top:1464;width:2;height:3518" coordorigin="1025,1464" coordsize="2,3518">
              <v:shape style="position:absolute;left:1025;top:1464;width:2;height:3518" coordorigin="1025,1464" coordsize="0,3518" path="m1025,1464l1025,4983e" filled="f" stroked="t" strokeweight=".82pt" strokecolor="#000000">
                <v:path arrowok="t"/>
              </v:shape>
            </v:group>
            <v:group style="position:absolute;left:1018;top:4985;width:9874;height:2" coordorigin="1018,4985" coordsize="9874,2">
              <v:shape style="position:absolute;left:1018;top:4985;width:9874;height:2" coordorigin="1018,4985" coordsize="9874,0" path="m1018,4985l10891,4985e" filled="f" stroked="t" strokeweight=".82pt" strokecolor="#000000">
                <v:path arrowok="t"/>
              </v:shape>
            </v:group>
            <v:group style="position:absolute;left:10884;top:1464;width:2;height:3518" coordorigin="10884,1464" coordsize="2,3518">
              <v:shape style="position:absolute;left:10884;top:1464;width:2;height:3518" coordorigin="10884,1464" coordsize="0,3518" path="m10884,1464l10884,498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Faks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(riig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kood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(piirkonna/linn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suunanumber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(…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post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60.916901pt;width:494.500026pt;height:229.300042pt;mso-position-horizontal-relative:page;mso-position-vertical-relative:paragraph;z-index:-550" coordorigin="1009,-5218" coordsize="9890,4586">
            <v:group style="position:absolute;left:1018;top:-5210;width:9874;height:2" coordorigin="1018,-5210" coordsize="9874,2">
              <v:shape style="position:absolute;left:1018;top:-5210;width:9874;height:2" coordorigin="1018,-5210" coordsize="9874,0" path="m1018,-5210l10891,-5210e" filled="f" stroked="t" strokeweight=".82pt" strokecolor="#000000">
                <v:path arrowok="t"/>
              </v:shape>
            </v:group>
            <v:group style="position:absolute;left:1025;top:-5208;width:2;height:4565" coordorigin="1025,-5208" coordsize="2,4565">
              <v:shape style="position:absolute;left:1025;top:-5208;width:2;height:4565" coordorigin="1025,-5208" coordsize="0,4565" path="m1025,-5208l1025,-643e" filled="f" stroked="t" strokeweight=".82pt" strokecolor="#000000">
                <v:path arrowok="t"/>
              </v:shape>
            </v:group>
            <v:group style="position:absolute;left:1018;top:-641;width:9874;height:2" coordorigin="1018,-641" coordsize="9874,2">
              <v:shape style="position:absolute;left:1018;top:-641;width:9874;height:2" coordorigin="1018,-641" coordsize="9874,0" path="m1018,-641l10891,-641e" filled="f" stroked="t" strokeweight=".82pt" strokecolor="#000000">
                <v:path arrowok="t"/>
              </v:shape>
            </v:group>
            <v:group style="position:absolute;left:10884;top:-5208;width:2;height:4565" coordorigin="10884,-5208" coordsize="2,4565">
              <v:shape style="position:absolute;left:10884;top:-5208;width:2;height:4565" coordorigin="10884,-5208" coordsize="0,4565" path="m10884,-5208l10884,-643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Vahistamismäärus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teinu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õigusasutus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ja/v</w:t>
      </w:r>
      <w:r>
        <w:rPr>
          <w:b w:val="0"/>
          <w:bCs w:val="0"/>
          <w:spacing w:val="8"/>
          <w:w w:val="100"/>
        </w:rPr>
        <w:t>õ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sell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esindaj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allkiri: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308" w:lineRule="auto"/>
        <w:ind w:right="187"/>
        <w:jc w:val="left"/>
      </w:pPr>
      <w:r>
        <w:rPr>
          <w:b w:val="0"/>
          <w:bCs w:val="0"/>
          <w:spacing w:val="0"/>
          <w:w w:val="100"/>
        </w:rPr>
        <w:t>Nimi: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</w:t>
      </w:r>
      <w:r>
        <w:rPr>
          <w:b w:val="0"/>
          <w:bCs w:val="0"/>
          <w:spacing w:val="1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2"/>
          <w:w w:val="100"/>
        </w:rPr>
        <w:t>ikoh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-2"/>
          <w:w w:val="100"/>
        </w:rPr>
        <w:t>(ame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inimetus/ame</w:t>
      </w:r>
      <w:r>
        <w:rPr>
          <w:b w:val="0"/>
          <w:bCs w:val="0"/>
          <w:spacing w:val="9"/>
          <w:w w:val="100"/>
        </w:rPr>
        <w:t>t</w:t>
      </w:r>
      <w:r>
        <w:rPr>
          <w:b w:val="0"/>
          <w:bCs w:val="0"/>
          <w:spacing w:val="-1"/>
          <w:w w:val="100"/>
        </w:rPr>
        <w:t>ijärk)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-1"/>
          <w:w w:val="100"/>
        </w:rPr>
        <w:t>Kuupäev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89.395119pt;width:84.000008pt;height:.1pt;mso-position-horizontal-relative:page;mso-position-vertical-relative:paragraph;z-index:-548" coordorigin="5112,1788" coordsize="1680,2">
            <v:shape style="position:absolute;left:5112;top:1788;width:1680;height:2" coordorigin="5112,1788" coordsize="1680,0" path="m5112,1788l6792,1788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2"/>
          <w:w w:val="100"/>
        </w:rPr>
        <w:t>Ame</w:t>
      </w:r>
      <w:r>
        <w:rPr>
          <w:b w:val="0"/>
          <w:bCs w:val="0"/>
          <w:spacing w:val="10"/>
          <w:w w:val="100"/>
        </w:rPr>
        <w:t>t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tempe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(ku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olemas)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66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57989pt;height:14pt;mso-position-horizontal-relative:page;mso-position-vertical-relative:page;z-index:-56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8.040009pt;margin-top:785.223938pt;width:14.70697pt;height:14pt;mso-position-horizontal-relative:page;mso-position-vertical-relative:page;z-index:-56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pji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559998pt;margin-top:785.223938pt;width:27.0pt;height:31.491957pt;mso-position-horizontal-relative:page;mso-position-vertical-relative:page;z-index:-563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9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95"/>
                    <w:sz w:val="36"/>
                    <w:szCs w:val="36"/>
                  </w:rPr>
                  <w:t>ET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6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61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47.357989pt;height:28.4pt;mso-position-horizontal-relative:page;mso-position-vertical-relative:page;z-index:-56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LISA</w:t>
                </w:r>
              </w:p>
            </w:txbxContent>
          </v:textbox>
          <w10:wrap type="none"/>
        </v:shape>
      </w:pict>
    </w:r>
    <w:r>
      <w:rPr/>
      <w:pict>
        <v:shape style="position:absolute;margin-left:418.040009pt;margin-top:785.223938pt;width:14.70697pt;height:14pt;mso-position-horizontal-relative:page;mso-position-vertical-relative:page;z-index:-55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pji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559998pt;margin-top:785.223938pt;width:27.0pt;height:31.491957pt;mso-position-horizontal-relative:page;mso-position-vertical-relative:page;z-index:-558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6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ET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7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2014-11-19T09:11:05Z</dcterms:created>
  <dcterms:modified xsi:type="dcterms:W3CDTF">2014-11-19T09:11:05Z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2012-09-11T00:00:00Z</vt:filetime>
  </property>
  <property fmtid="{D5CDD505-2E9C-101B-9397-08002B2CF9AE}" pid="3" name="LastSaved">
    <vt:filetime>2014-11-19T00:00:00Z</vt:filetime>
  </property>
</Properties>
</file>