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1698" w:right="0" w:firstLine="897"/>
        <w:jc w:val="left"/>
        <w:rPr>
          <w:b w:val="0"/>
          <w:bCs w:val="0"/>
        </w:rPr>
      </w:pPr>
      <w:r>
        <w:rPr>
          <w:spacing w:val="-1"/>
          <w:w w:val="100"/>
        </w:rPr>
        <w:t>CONSEJ</w:t>
      </w:r>
      <w:r>
        <w:rPr>
          <w:spacing w:val="0"/>
          <w:w w:val="100"/>
        </w:rPr>
        <w:t>O</w:t>
      </w:r>
      <w:r>
        <w:rPr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pacing w:val="2"/>
          <w:w w:val="100"/>
        </w:rPr>
      </w:r>
      <w:r>
        <w:rPr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L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UNIÓ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EUROPEA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7" w:right="44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Bruselas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juli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201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4" w:space="40"/>
            <w:col w:w="5776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NOTA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spacing w:before="45"/>
        <w:ind w:right="0"/>
        <w:jc w:val="left"/>
      </w:pPr>
      <w:r>
        <w:rPr>
          <w:b w:val="0"/>
          <w:bCs w:val="0"/>
          <w:spacing w:val="-1"/>
          <w:w w:val="100"/>
        </w:rPr>
        <w:t>De: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5"/>
        <w:ind w:right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0"/>
          <w:w w:val="100"/>
        </w:rPr>
        <w:t>Secretar</w:t>
      </w:r>
      <w:r>
        <w:rPr>
          <w:b w:val="0"/>
          <w:bCs w:val="0"/>
          <w:spacing w:val="-10"/>
          <w:w w:val="100"/>
        </w:rPr>
        <w:t>í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0"/>
          <w:w w:val="100"/>
        </w:rPr>
        <w:t>General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498" w:space="1202"/>
            <w:col w:w="8240"/>
          </w:cols>
        </w:sectPr>
      </w:pPr>
    </w:p>
    <w:p>
      <w:pPr>
        <w:pStyle w:val="BodyText"/>
        <w:tabs>
          <w:tab w:pos="1851" w:val="left" w:leader="none"/>
          <w:tab w:pos="9786" w:val="left" w:leader="none"/>
        </w:tabs>
        <w:spacing w:line="283" w:lineRule="auto" w:before="41"/>
        <w:ind w:right="153"/>
        <w:jc w:val="left"/>
      </w:pPr>
      <w:r>
        <w:rPr>
          <w:b w:val="0"/>
          <w:bCs w:val="0"/>
        </w:rPr>
      </w:r>
      <w:r>
        <w:rPr>
          <w:b w:val="0"/>
          <w:bCs w:val="0"/>
          <w:spacing w:val="-6"/>
          <w:w w:val="100"/>
          <w:u w:val="single" w:color="000000"/>
        </w:rPr>
        <w:t>A: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De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egac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es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Asunto: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ab/>
      </w:r>
      <w:r>
        <w:rPr>
          <w:b w:val="0"/>
          <w:bCs w:val="0"/>
          <w:spacing w:val="-2"/>
          <w:w w:val="100"/>
          <w:u w:val="none"/>
        </w:rPr>
        <w:t>Decisi</w:t>
      </w:r>
      <w:r>
        <w:rPr>
          <w:b w:val="0"/>
          <w:bCs w:val="0"/>
          <w:spacing w:val="9"/>
          <w:w w:val="100"/>
          <w:u w:val="none"/>
        </w:rPr>
        <w:t>ó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-2"/>
          <w:w w:val="100"/>
          <w:u w:val="none"/>
        </w:rPr>
        <w:t>Marc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4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2009/299/JA</w:t>
      </w:r>
      <w:r>
        <w:rPr>
          <w:b w:val="0"/>
          <w:bCs w:val="0"/>
          <w:spacing w:val="0"/>
          <w:w w:val="100"/>
          <w:u w:val="none"/>
        </w:rPr>
        <w:t>I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de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Consejo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d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2</w:t>
      </w:r>
      <w:r>
        <w:rPr>
          <w:b w:val="0"/>
          <w:bCs w:val="0"/>
          <w:spacing w:val="0"/>
          <w:w w:val="100"/>
          <w:u w:val="none"/>
        </w:rPr>
        <w:t>6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d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febrer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d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2009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po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-1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que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25" w:lineRule="exact"/>
        <w:ind w:left="1852" w:right="412"/>
        <w:jc w:val="both"/>
      </w:pP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modifica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Decisi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Marc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2002/584/JAI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2005/214/JAI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2006/783/JAI,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2"/>
        <w:ind w:left="1852" w:right="224"/>
        <w:jc w:val="both"/>
      </w:pPr>
      <w:r>
        <w:rPr>
          <w:b w:val="0"/>
          <w:bCs w:val="0"/>
          <w:spacing w:val="-1"/>
          <w:w w:val="100"/>
        </w:rPr>
        <w:t>2008/909/JA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2008/947/JAI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destinad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reforza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derecho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procesale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propicia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aplicaci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principi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reconocimient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mutu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reso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1"/>
          <w:w w:val="100"/>
        </w:rPr>
        <w:t>uc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ctadas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juici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celebrado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comparecenci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imputado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  <w:tab w:pos="9795" w:val="left" w:leader="none"/>
        </w:tabs>
        <w:spacing w:before="36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Vers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ón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lidada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formulario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orden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detención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europea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59" w:lineRule="auto" w:before="69"/>
        <w:ind w:right="205"/>
        <w:jc w:val="left"/>
      </w:pPr>
      <w:r>
        <w:rPr/>
        <w:pict>
          <v:group style="position:absolute;margin-left:225.600006pt;margin-top:99.805115pt;width:144.000014pt;height:.1pt;mso-position-horizontal-relative:page;mso-position-vertical-relative:paragraph;z-index:-586" coordorigin="4512,1996" coordsize="2880,2">
            <v:shape style="position:absolute;left:4512;top:1996;width:2880;height:2" coordorigin="4512,1996" coordsize="2880,0" path="m4512,1996l7392,1996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unt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conocimient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Delegaci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3"/>
          <w:w w:val="100"/>
        </w:rPr>
        <w:t>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5"/>
          <w:w w:val="100"/>
        </w:rPr>
        <w:t>v</w:t>
      </w:r>
      <w:r>
        <w:rPr>
          <w:b w:val="0"/>
          <w:bCs w:val="0"/>
          <w:spacing w:val="1"/>
          <w:w w:val="100"/>
        </w:rPr>
        <w:t>ers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cons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lidad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formulari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orden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detenció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europe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359" w:lineRule="auto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68"/>
        <w:ind w:left="0" w:right="150"/>
        <w:jc w:val="right"/>
        <w:rPr>
          <w:b w:val="0"/>
          <w:bCs w:val="0"/>
        </w:rPr>
      </w:pPr>
      <w:r>
        <w:rPr/>
      </w:r>
      <w:r>
        <w:rPr>
          <w:spacing w:val="-1"/>
          <w:w w:val="100"/>
          <w:u w:val="thick" w:color="000000"/>
        </w:rPr>
        <w:t>ANEXO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78"/>
        <w:ind w:left="2898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ORDE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DETENCIÓ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252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dictad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autorida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judicia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mpetente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Solicit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detenci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entreg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autoridade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judiciale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menci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nad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continuaci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efecto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enjuiciamient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ejecuci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segurida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2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0"/>
          <w:w w:val="100"/>
        </w:rPr>
        <w:t>libertad.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542" w:hanging="567"/>
        <w:jc w:val="both"/>
      </w:pPr>
      <w:r>
        <w:rPr/>
        <w:pict>
          <v:group style="position:absolute;margin-left:56.639999pt;margin-top:.188749pt;width:144.240006pt;height:.1pt;mso-position-horizontal-relative:page;mso-position-vertical-relative:paragraph;z-index:-585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present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orde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deber</w:t>
      </w:r>
      <w:r>
        <w:rPr>
          <w:b w:val="0"/>
          <w:bCs w:val="0"/>
          <w:spacing w:val="0"/>
          <w:w w:val="100"/>
          <w:position w:val="0"/>
        </w:rPr>
        <w:t>á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redactars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traducirs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lengua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ofici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le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Estado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miembr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ejecuci</w:t>
      </w:r>
      <w:r>
        <w:rPr>
          <w:b w:val="0"/>
          <w:bCs w:val="0"/>
          <w:spacing w:val="9"/>
          <w:w w:val="100"/>
          <w:position w:val="0"/>
        </w:rPr>
        <w:t>ó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conoc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dich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Estado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cualquie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otr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lengu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aceptad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por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éste.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both"/>
        <w:sectPr>
          <w:footerReference w:type="default" r:id="rId7"/>
          <w:pgSz w:w="11900" w:h="16820"/>
          <w:pgMar w:footer="971" w:header="0" w:top="146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805" w:val="left" w:leader="none"/>
        </w:tabs>
        <w:spacing w:before="59"/>
        <w:ind w:left="239" w:right="0" w:firstLine="0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ac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2"/>
          <w:w w:val="100"/>
        </w:rPr>
        <w:t>re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3"/>
          <w:w w:val="100"/>
        </w:rPr>
        <w:t>iden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buscada: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0"/>
          <w:w w:val="100"/>
        </w:rPr>
        <w:t>Apellido(s):</w:t>
      </w:r>
      <w:r>
        <w:rPr>
          <w:b w:val="0"/>
          <w:bCs w:val="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Nombre(s)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Apellido(s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solter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caso)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Alia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aso):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0"/>
          <w:w w:val="100"/>
        </w:rPr>
        <w:t>Sexo:</w:t>
      </w:r>
      <w:r>
        <w:rPr>
          <w:b w:val="0"/>
          <w:bCs w:val="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0"/>
          <w:w w:val="100"/>
        </w:rPr>
        <w:t>Nac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onalidad: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Fech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nacimiento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0"/>
          <w:w w:val="100"/>
        </w:rPr>
        <w:t>Lugar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nacimiento:</w:t>
      </w:r>
      <w:r>
        <w:rPr>
          <w:b w:val="0"/>
          <w:bCs w:val="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Residenci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y/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domicili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conocido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conocerse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idi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ma(s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buscada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Rasgo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físico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particulares/descripció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buscada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0" w:lineRule="auto"/>
        <w:ind w:left="805" w:right="542"/>
        <w:jc w:val="left"/>
      </w:pPr>
      <w:r>
        <w:rPr/>
        <w:pict>
          <v:group style="position:absolute;margin-left:55.990002pt;margin-top:111.473099pt;width:483.460006pt;height:201.220009pt;mso-position-horizontal-relative:page;mso-position-vertical-relative:paragraph;z-index:-583" coordorigin="1120,2229" coordsize="9669,4024">
            <v:group style="position:absolute;left:1128;top:2238;width:9653;height:2" coordorigin="1128,2238" coordsize="9653,2">
              <v:shape style="position:absolute;left:1128;top:2238;width:9653;height:2" coordorigin="1128,2238" coordsize="9653,0" path="m1128,2238l10781,2238e" filled="f" stroked="t" strokeweight=".82pt" strokecolor="#000000">
                <v:path arrowok="t"/>
              </v:shape>
            </v:group>
            <v:group style="position:absolute;left:1135;top:2240;width:2;height:4003" coordorigin="1135,2240" coordsize="2,4003">
              <v:shape style="position:absolute;left:1135;top:2240;width:2;height:4003" coordorigin="1135,2240" coordsize="0,4003" path="m1135,2240l1135,6243e" filled="f" stroked="t" strokeweight=".82pt" strokecolor="#000000">
                <v:path arrowok="t"/>
              </v:shape>
            </v:group>
            <v:group style="position:absolute;left:1128;top:6246;width:9653;height:2" coordorigin="1128,6246" coordsize="9653,2">
              <v:shape style="position:absolute;left:1128;top:6246;width:9653;height:2" coordorigin="1128,6246" coordsize="9653,0" path="m1128,6246l10781,6246e" filled="f" stroked="t" strokeweight=".82pt" strokecolor="#000000">
                <v:path arrowok="t"/>
              </v:shape>
            </v:group>
            <v:group style="position:absolute;left:10774;top:2240;width:2;height:4003" coordorigin="10774,2240" coordsize="2,4003">
              <v:shape style="position:absolute;left:10774;top:2240;width:2;height:4003" coordorigin="10774,2240" coordsize="0,4003" path="m10774,2240l10774,62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Fotografí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impresi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dac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ilare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buscada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está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disponible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pueden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transmi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seña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dirigirs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obtenerla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obtene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una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caracterizació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incluid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informació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dispon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transmisi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05" w:val="left" w:leader="none"/>
        </w:tabs>
        <w:spacing w:before="69"/>
        <w:ind w:left="805" w:right="0" w:hanging="567"/>
        <w:jc w:val="left"/>
      </w:pPr>
      <w:r>
        <w:rPr/>
        <w:pict>
          <v:group style="position:absolute;margin-left:55.990002pt;margin-top:-418.596863pt;width:483.460006pt;height:408.339989pt;mso-position-horizontal-relative:page;mso-position-vertical-relative:paragraph;z-index:-584" coordorigin="1120,-8372" coordsize="9669,8167">
            <v:group style="position:absolute;left:1128;top:-8364;width:9653;height:2" coordorigin="1128,-8364" coordsize="9653,2">
              <v:shape style="position:absolute;left:1128;top:-8364;width:9653;height:2" coordorigin="1128,-8364" coordsize="9653,0" path="m1128,-8364l10781,-8364e" filled="f" stroked="t" strokeweight=".82pt" strokecolor="#000000">
                <v:path arrowok="t"/>
              </v:shape>
            </v:group>
            <v:group style="position:absolute;left:1135;top:-8361;width:2;height:8146" coordorigin="1135,-8361" coordsize="2,8146">
              <v:shape style="position:absolute;left:1135;top:-8361;width:2;height:8146" coordorigin="1135,-8361" coordsize="0,8146" path="m1135,-8361l1135,-216e" filled="f" stroked="t" strokeweight=".82pt" strokecolor="#000000">
                <v:path arrowok="t"/>
              </v:shape>
            </v:group>
            <v:group style="position:absolute;left:10774;top:-8361;width:2;height:8146" coordorigin="10774,-8361" coordsize="2,8146">
              <v:shape style="position:absolute;left:10774;top:-8361;width:2;height:8146" coordorigin="10774,-8361" coordsize="0,8146" path="m10774,-8361l10774,-216e" filled="f" stroked="t" strokeweight=".82pt" strokecolor="#000000">
                <v:path arrowok="t"/>
              </v:shape>
            </v:group>
            <v:group style="position:absolute;left:1128;top:-213;width:9638;height:2" coordorigin="1128,-213" coordsize="9638,2">
              <v:shape style="position:absolute;left:1128;top:-213;width:9638;height:2" coordorigin="1128,-213" coordsize="9638,0" path="m1128,-213l10766,-21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Decisi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sobr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bas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detenci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detenció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resoluci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judicia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ejecu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igua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fuerza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po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Sentenci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ejecu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5"/>
          <w:w w:val="100"/>
        </w:rPr>
        <w:t>iva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Referencia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34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805" w:val="left" w:leader="none"/>
        </w:tabs>
        <w:spacing w:before="59"/>
        <w:ind w:left="805" w:right="0" w:hanging="567"/>
        <w:jc w:val="left"/>
      </w:pPr>
      <w:r>
        <w:rPr>
          <w:b w:val="0"/>
          <w:bCs w:val="0"/>
          <w:spacing w:val="-2"/>
          <w:w w:val="100"/>
        </w:rPr>
        <w:t>Indicaci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duració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pena: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805" w:val="left" w:leader="none"/>
        </w:tabs>
        <w:spacing w:line="359" w:lineRule="auto"/>
        <w:ind w:left="805" w:right="1021" w:hanging="567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rac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máxim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segurida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liberta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puede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ctars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infracci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infracci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nes: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9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2"/>
        </w:numPr>
        <w:tabs>
          <w:tab w:pos="863" w:val="left" w:leader="none"/>
        </w:tabs>
        <w:ind w:left="863" w:right="0" w:hanging="624"/>
        <w:jc w:val="left"/>
      </w:pPr>
      <w:r>
        <w:rPr>
          <w:b w:val="0"/>
          <w:bCs w:val="0"/>
          <w:spacing w:val="0"/>
          <w:w w:val="100"/>
        </w:rPr>
        <w:t>Durac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segurida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liberta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impuesta: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cumplir: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829" w:right="0"/>
        <w:jc w:val="left"/>
      </w:pPr>
      <w:r>
        <w:rPr/>
        <w:pict>
          <v:group style="position:absolute;margin-left:55.990002pt;margin-top:62.993153pt;width:483.460006pt;height:277.299996pt;mso-position-horizontal-relative:page;mso-position-vertical-relative:paragraph;z-index:-581" coordorigin="1120,1260" coordsize="9669,5546">
            <v:group style="position:absolute;left:1128;top:1268;width:9653;height:2" coordorigin="1128,1268" coordsize="9653,2">
              <v:shape style="position:absolute;left:1128;top:1268;width:9653;height:2" coordorigin="1128,1268" coordsize="9653,0" path="m1128,1268l10781,1268e" filled="f" stroked="t" strokeweight=".82pt" strokecolor="#000000">
                <v:path arrowok="t"/>
              </v:shape>
            </v:group>
            <v:group style="position:absolute;left:1135;top:1270;width:2;height:5525" coordorigin="1135,1270" coordsize="2,5525">
              <v:shape style="position:absolute;left:1135;top:1270;width:2;height:5525" coordorigin="1135,1270" coordsize="0,5525" path="m1135,1270l1135,6795e" filled="f" stroked="t" strokeweight=".82pt" strokecolor="#000000">
                <v:path arrowok="t"/>
              </v:shape>
            </v:group>
            <v:group style="position:absolute;left:1128;top:6798;width:9653;height:2" coordorigin="1128,6798" coordsize="9653,2">
              <v:shape style="position:absolute;left:1128;top:6798;width:9653;height:2" coordorigin="1128,6798" coordsize="9653,0" path="m1128,6798l10781,6798e" filled="f" stroked="t" strokeweight=".82pt" strokecolor="#000000">
                <v:path arrowok="t"/>
              </v:shape>
            </v:group>
            <v:group style="position:absolute;left:10774;top:1270;width:2;height:5525" coordorigin="10774,1270" coordsize="2,5525">
              <v:shape style="position:absolute;left:10774;top:1270;width:2;height:5525" coordorigin="10774,1270" coordsize="0,5525" path="m10774,1270l10774,679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439" w:val="left" w:leader="none"/>
          <w:tab w:pos="1088" w:val="left" w:leader="none"/>
          <w:tab w:pos="1338" w:val="left" w:leader="none"/>
        </w:tabs>
        <w:spacing w:line="359" w:lineRule="auto" w:before="69"/>
        <w:ind w:left="239" w:right="1622" w:firstLine="0"/>
        <w:jc w:val="left"/>
      </w:pPr>
      <w:r>
        <w:rPr/>
        <w:pict>
          <v:group style="position:absolute;margin-left:55.990002pt;margin-top:-266.67688pt;width:483.460006pt;height:249.700005pt;mso-position-horizontal-relative:page;mso-position-vertical-relative:paragraph;z-index:-582" coordorigin="1120,-5334" coordsize="9669,4994">
            <v:group style="position:absolute;left:1128;top:-5325;width:9653;height:2" coordorigin="1128,-5325" coordsize="9653,2">
              <v:shape style="position:absolute;left:1128;top:-5325;width:9653;height:2" coordorigin="1128,-5325" coordsize="9653,0" path="m1128,-5325l10781,-5325e" filled="f" stroked="t" strokeweight=".82pt" strokecolor="#000000">
                <v:path arrowok="t"/>
              </v:shape>
            </v:group>
            <v:group style="position:absolute;left:1135;top:-5323;width:2;height:4973" coordorigin="1135,-5323" coordsize="2,4973">
              <v:shape style="position:absolute;left:1135;top:-5323;width:2;height:4973" coordorigin="1135,-5323" coordsize="0,4973" path="m1135,-5323l1135,-350e" filled="f" stroked="t" strokeweight=".82pt" strokecolor="#000000">
                <v:path arrowok="t"/>
              </v:shape>
            </v:group>
            <v:group style="position:absolute;left:10774;top:-5323;width:2;height:4973" coordorigin="10774,-5323" coordsize="2,4973">
              <v:shape style="position:absolute;left:10774;top:-5323;width:2;height:4973" coordorigin="10774,-5323" coordsize="0,4973" path="m10774,-5323l10774,-350e" filled="f" stroked="t" strokeweight=".82pt" strokecolor="#000000">
                <v:path arrowok="t"/>
              </v:shape>
            </v:group>
            <v:group style="position:absolute;left:1128;top:-348;width:9638;height:2" coordorigin="1128,-348" coordsize="9638,2">
              <v:shape style="position:absolute;left:1128;top:-348;width:9638;height:2" coordorigin="1128,-348" coordsize="9638,0" path="m1128,-348l10766,-3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  <w:u w:val="single" w:color="000000"/>
        </w:rPr>
        <w:t>Indiq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si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imputado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compareció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deriva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lució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n: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9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1.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  <w:tab/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11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el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imputado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compareció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deriva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</w:t>
      </w:r>
      <w:r>
        <w:rPr>
          <w:b w:val="0"/>
          <w:bCs w:val="0"/>
          <w:spacing w:val="7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lució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n.</w:t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numPr>
          <w:ilvl w:val="0"/>
          <w:numId w:val="3"/>
        </w:numPr>
        <w:tabs>
          <w:tab w:pos="419" w:val="left" w:leader="none"/>
          <w:tab w:pos="1338" w:val="left" w:leader="none"/>
        </w:tabs>
        <w:spacing w:before="9"/>
        <w:ind w:left="1146" w:right="0" w:hanging="908"/>
        <w:jc w:val="left"/>
      </w:pP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el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imputado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compareció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deriva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</w:t>
      </w:r>
      <w:r>
        <w:rPr>
          <w:b w:val="0"/>
          <w:bCs w:val="0"/>
          <w:spacing w:val="7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lució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n.</w:t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3"/>
        </w:numPr>
        <w:tabs>
          <w:tab w:pos="419" w:val="left" w:leader="none"/>
          <w:tab w:pos="1088" w:val="left" w:leader="none"/>
        </w:tabs>
        <w:spacing w:line="359" w:lineRule="auto"/>
        <w:ind w:left="1146" w:right="1054" w:hanging="908"/>
        <w:jc w:val="left"/>
      </w:pPr>
      <w:r>
        <w:rPr>
          <w:b w:val="0"/>
          <w:bCs w:val="0"/>
          <w:spacing w:val="5"/>
          <w:w w:val="100"/>
          <w:u w:val="single" w:color="000000"/>
        </w:rPr>
        <w:t>Si</w:t>
      </w:r>
      <w:r>
        <w:rPr>
          <w:b w:val="0"/>
          <w:bCs w:val="0"/>
          <w:spacing w:val="-1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marcado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casilla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sírvase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confirmar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existencia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los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s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guientes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hechos: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2279" w:val="left" w:leader="none"/>
        </w:tabs>
        <w:spacing w:line="240" w:lineRule="auto" w:before="5"/>
        <w:ind w:left="2279" w:right="492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>  </w:t>
      </w:r>
      <w:r>
        <w:rPr>
          <w:rFonts w:ascii="Times New Roman" w:hAnsi="Times New Roman" w:cs="Times New Roman" w:eastAsia="Times New Roman"/>
          <w:b w:val="0"/>
          <w:bCs w:val="0"/>
          <w:spacing w:val="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3.1a.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3"/>
          <w:w w:val="100"/>
          <w:u w:val="single" w:color="000000"/>
        </w:rPr>
        <w:t>el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imputado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citado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(día/mes/año)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así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lugar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fecha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previstos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para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juicio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del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que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deriva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resolución,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ó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podría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dictarse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lució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caso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inc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mparecencia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3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juici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3" w:lineRule="exact"/>
        <w:ind w:left="1146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2279" w:val="left" w:leader="none"/>
        </w:tabs>
        <w:spacing w:line="239" w:lineRule="auto"/>
        <w:ind w:left="2279" w:right="280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>  </w:t>
      </w:r>
      <w:r>
        <w:rPr>
          <w:rFonts w:ascii="Times New Roman" w:hAnsi="Times New Roman" w:cs="Times New Roman" w:eastAsia="Times New Roman"/>
          <w:b w:val="0"/>
          <w:bCs w:val="0"/>
          <w:spacing w:val="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3.1</w:t>
      </w:r>
      <w:r>
        <w:rPr>
          <w:b w:val="0"/>
          <w:bCs w:val="0"/>
          <w:spacing w:val="-5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3"/>
          <w:w w:val="100"/>
          <w:u w:val="single" w:color="000000"/>
        </w:rPr>
        <w:t>el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imputado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citado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recibió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efec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ivamente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otros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medios,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podido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establecerse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lugar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dudas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tenía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conocimiento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celebraci</w:t>
      </w:r>
      <w:r>
        <w:rPr>
          <w:b w:val="0"/>
          <w:bCs w:val="0"/>
          <w:spacing w:val="8"/>
          <w:w w:val="100"/>
          <w:u w:val="single" w:color="000000"/>
        </w:rPr>
        <w:t>ó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prevista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deriva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reso</w:t>
      </w:r>
      <w:r>
        <w:rPr>
          <w:b w:val="0"/>
          <w:bCs w:val="0"/>
          <w:spacing w:val="-10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uc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9"/>
          <w:w w:val="100"/>
          <w:u w:val="single" w:color="000000"/>
        </w:rPr>
        <w:t>ó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informaci</w:t>
      </w:r>
      <w:r>
        <w:rPr>
          <w:b w:val="0"/>
          <w:bCs w:val="0"/>
          <w:spacing w:val="9"/>
          <w:w w:val="100"/>
          <w:u w:val="single" w:color="000000"/>
        </w:rPr>
        <w:t>ó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oficial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fecha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lugar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previstos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para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mismo,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informó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podría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dictarse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lució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inc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mparecencia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el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juici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39" w:lineRule="auto"/>
        <w:jc w:val="left"/>
        <w:sectPr>
          <w:pgSz w:w="11900" w:h="16820"/>
          <w:pgMar w:header="0" w:footer="971" w:top="134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/>
        <w:pict>
          <v:group style="position:absolute;margin-left:50.470001pt;margin-top:55.910023pt;width:490.659999pt;height:585.219979pt;mso-position-horizontal-relative:page;mso-position-vertical-relative:page;z-index:-580" coordorigin="1009,1118" coordsize="9813,11704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1683" coordorigin="1025,1129" coordsize="2,11683">
              <v:shape style="position:absolute;left:1025;top:1129;width:2;height:11683" coordorigin="1025,1129" coordsize="0,11683" path="m1025,1129l1025,12812e" filled="f" stroked="t" strokeweight=".82pt" strokecolor="#000000">
                <v:path arrowok="t"/>
              </v:shape>
            </v:group>
            <v:group style="position:absolute;left:1018;top:12814;width:9797;height:2" coordorigin="1018,12814" coordsize="9797,2">
              <v:shape style="position:absolute;left:1018;top:12814;width:9797;height:2" coordorigin="1018,12814" coordsize="9797,0" path="m1018,12814l10814,12814e" filled="f" stroked="t" strokeweight=".82pt" strokecolor="#000000">
                <v:path arrowok="t"/>
              </v:shape>
            </v:group>
            <v:group style="position:absolute;left:10807;top:1129;width:2;height:11683" coordorigin="10807,1129" coordsize="2,11683">
              <v:shape style="position:absolute;left:10807;top:1129;width:2;height:11683" coordorigin="10807,1129" coordsize="0,11683" path="m10807,1129l10807,1281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101" w:right="253" w:hanging="1138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  <w:u w:val="single" w:color="000000"/>
        </w:rPr>
      </w:r>
      <w:r>
        <w:rPr>
          <w:b w:val="0"/>
          <w:bCs w:val="0"/>
          <w:spacing w:val="1"/>
          <w:w w:val="100"/>
          <w:u w:val="single" w:color="000000"/>
        </w:rPr>
        <w:t>ten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endo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conocimiento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celebraci</w:t>
      </w:r>
      <w:r>
        <w:rPr>
          <w:b w:val="0"/>
          <w:bCs w:val="0"/>
          <w:spacing w:val="8"/>
          <w:w w:val="100"/>
          <w:u w:val="single" w:color="000000"/>
        </w:rPr>
        <w:t>ó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prevista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imputado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mandato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letrado,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bien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designado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él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mismo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Estado,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de</w:t>
      </w:r>
      <w:r>
        <w:rPr>
          <w:b w:val="0"/>
          <w:bCs w:val="0"/>
          <w:spacing w:val="-9"/>
          <w:w w:val="100"/>
          <w:u w:val="single" w:color="000000"/>
        </w:rPr>
        <w:t>f</w:t>
      </w:r>
      <w:r>
        <w:rPr>
          <w:b w:val="0"/>
          <w:bCs w:val="0"/>
          <w:spacing w:val="-1"/>
          <w:w w:val="100"/>
          <w:u w:val="single" w:color="000000"/>
        </w:rPr>
        <w:t>endiera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efectivamente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defendido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dicho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letrado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juici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101" w:right="243" w:hanging="1138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2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7"/>
          <w:w w:val="100"/>
          <w:u w:val="single" w:color="000000"/>
        </w:rPr>
      </w:r>
      <w:r>
        <w:rPr>
          <w:b w:val="0"/>
          <w:bCs w:val="0"/>
          <w:spacing w:val="3"/>
          <w:w w:val="100"/>
          <w:u w:val="single" w:color="000000"/>
        </w:rPr>
        <w:t>al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imputado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fue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notificada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res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lució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(día/mes/año)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informó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expresamente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derecho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nuevo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interponer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recurso,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tendr</w:t>
      </w:r>
      <w:r>
        <w:rPr>
          <w:b w:val="0"/>
          <w:bCs w:val="0"/>
          <w:spacing w:val="-1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derecho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comparecer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lve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ían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examinar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los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argumentos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presentados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incluso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3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ibles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nuevos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elementos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probatorios,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podr</w:t>
      </w:r>
      <w:r>
        <w:rPr>
          <w:b w:val="0"/>
          <w:bCs w:val="0"/>
          <w:spacing w:val="-1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lugar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resoluci</w:t>
      </w:r>
      <w:r>
        <w:rPr>
          <w:b w:val="0"/>
          <w:bCs w:val="0"/>
          <w:spacing w:val="9"/>
          <w:w w:val="100"/>
          <w:u w:val="single" w:color="000000"/>
        </w:rPr>
        <w:t>ó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contraria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inicial,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3"/>
          <w:w w:val="100"/>
          <w:u w:val="single" w:color="000000"/>
        </w:rPr>
        <w:t>el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imputado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declaró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expresamente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impugnaba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resoluci</w:t>
      </w:r>
      <w:r>
        <w:rPr>
          <w:b w:val="0"/>
          <w:bCs w:val="0"/>
          <w:spacing w:val="7"/>
          <w:w w:val="100"/>
          <w:u w:val="single" w:color="000000"/>
        </w:rPr>
        <w:t>ó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279" w:val="left" w:leader="none"/>
        </w:tabs>
        <w:spacing w:line="242" w:lineRule="auto" w:before="69"/>
        <w:ind w:left="2279" w:right="1227" w:hanging="567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solicitó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nuevo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interpuso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recurso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dentro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plazo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establecido;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5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5"/>
          <w:w w:val="100"/>
          <w:u w:val="single" w:color="000000"/>
        </w:rPr>
      </w:r>
      <w:r>
        <w:rPr>
          <w:b w:val="0"/>
          <w:bCs w:val="0"/>
          <w:spacing w:val="3"/>
          <w:w w:val="100"/>
          <w:u w:val="single" w:color="000000"/>
        </w:rPr>
        <w:t>al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imputado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fue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notificada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</w:t>
      </w:r>
      <w:r>
        <w:rPr>
          <w:b w:val="0"/>
          <w:bCs w:val="0"/>
          <w:spacing w:val="7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lució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pero: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3"/>
        </w:numPr>
        <w:tabs>
          <w:tab w:pos="2663" w:val="left" w:leader="none"/>
        </w:tabs>
        <w:spacing w:before="69"/>
        <w:ind w:left="2663" w:right="0" w:hanging="562"/>
        <w:jc w:val="left"/>
      </w:pPr>
      <w:r>
        <w:rPr>
          <w:b w:val="0"/>
          <w:bCs w:val="0"/>
          <w:spacing w:val="-2"/>
          <w:w w:val="100"/>
          <w:u w:val="single" w:color="000000"/>
        </w:rPr>
        <w:t>se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notificará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re</w:t>
      </w:r>
      <w:r>
        <w:rPr>
          <w:b w:val="0"/>
          <w:bCs w:val="0"/>
          <w:spacing w:val="1"/>
          <w:w w:val="100"/>
          <w:u w:val="single" w:color="000000"/>
        </w:rPr>
        <w:t>so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4"/>
          <w:w w:val="100"/>
          <w:u w:val="single" w:color="000000"/>
        </w:rPr>
        <w:t>uc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9"/>
          <w:w w:val="100"/>
          <w:u w:val="single" w:color="000000"/>
        </w:rPr>
        <w:t>ón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demora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tras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entrega,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3"/>
        </w:numPr>
        <w:tabs>
          <w:tab w:pos="2663" w:val="left" w:leader="none"/>
        </w:tabs>
        <w:spacing w:line="240" w:lineRule="auto" w:before="69"/>
        <w:ind w:left="2663" w:right="287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cuando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notifique,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imputado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expresamente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su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derecho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nuevo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interponer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recurso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tendría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derecho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comparecer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lverían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examinarse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los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argumentos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presentados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cluso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posibles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nuevos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elementos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probatorios,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podría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lugar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lució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contraria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inici</w:t>
      </w:r>
      <w:r>
        <w:rPr>
          <w:b w:val="0"/>
          <w:bCs w:val="0"/>
          <w:spacing w:val="8"/>
          <w:w w:val="100"/>
          <w:u w:val="single" w:color="000000"/>
        </w:rPr>
        <w:t>a</w:t>
      </w:r>
      <w:r>
        <w:rPr>
          <w:b w:val="0"/>
          <w:bCs w:val="0"/>
          <w:spacing w:val="-11"/>
          <w:w w:val="100"/>
          <w:u w:val="single" w:color="000000"/>
        </w:rPr>
        <w:t>l,</w:t>
      </w:r>
      <w:r>
        <w:rPr>
          <w:b w:val="0"/>
          <w:bCs w:val="0"/>
          <w:spacing w:val="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3"/>
        </w:numPr>
        <w:tabs>
          <w:tab w:pos="2663" w:val="left" w:leader="none"/>
        </w:tabs>
        <w:spacing w:line="242" w:lineRule="auto" w:before="69"/>
        <w:ind w:left="2668" w:right="545" w:hanging="567"/>
        <w:jc w:val="left"/>
      </w:pPr>
      <w:r>
        <w:rPr>
          <w:b w:val="0"/>
          <w:bCs w:val="0"/>
          <w:spacing w:val="-2"/>
          <w:w w:val="100"/>
          <w:u w:val="single" w:color="000000"/>
        </w:rPr>
        <w:t>se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informará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plazo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que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tiene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que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solici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nuevo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juicio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6"/>
          <w:w w:val="100"/>
          <w:u w:val="single" w:color="000000"/>
        </w:rPr>
        <w:t>in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erponer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el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recurso,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será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días</w:t>
      </w:r>
      <w:r>
        <w:rPr>
          <w:b w:val="0"/>
          <w:bCs w:val="0"/>
          <w:spacing w:val="2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numPr>
          <w:ilvl w:val="0"/>
          <w:numId w:val="3"/>
        </w:numPr>
        <w:tabs>
          <w:tab w:pos="1002" w:val="left" w:leader="none"/>
        </w:tabs>
        <w:spacing w:line="312" w:lineRule="auto"/>
        <w:ind w:left="1002" w:right="201" w:hanging="888"/>
        <w:jc w:val="left"/>
      </w:pPr>
      <w:r>
        <w:rPr>
          <w:b w:val="0"/>
          <w:bCs w:val="0"/>
          <w:spacing w:val="5"/>
          <w:w w:val="100"/>
          <w:u w:val="single" w:color="000000"/>
        </w:rPr>
        <w:t>Si</w:t>
      </w:r>
      <w:r>
        <w:rPr>
          <w:b w:val="0"/>
          <w:bCs w:val="0"/>
          <w:spacing w:val="-16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marca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casilla,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los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puntos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sírvase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facili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ar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informaci</w:t>
      </w:r>
      <w:r>
        <w:rPr>
          <w:b w:val="0"/>
          <w:bCs w:val="0"/>
          <w:spacing w:val="9"/>
          <w:w w:val="100"/>
          <w:u w:val="single" w:color="000000"/>
        </w:rPr>
        <w:t>ó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sobre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el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1"/>
          <w:w w:val="100"/>
          <w:u w:val="single" w:color="000000"/>
        </w:rPr>
        <w:t>mo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cumplió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condici</w:t>
      </w:r>
      <w:r>
        <w:rPr>
          <w:b w:val="0"/>
          <w:bCs w:val="0"/>
          <w:spacing w:val="9"/>
          <w:w w:val="100"/>
          <w:u w:val="single" w:color="000000"/>
        </w:rPr>
        <w:t>ó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pertinent</w:t>
      </w:r>
      <w:r>
        <w:rPr>
          <w:b w:val="0"/>
          <w:bCs w:val="0"/>
          <w:spacing w:val="-2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: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51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</w:t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1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593.619988pt;mso-position-horizontal-relative:page;mso-position-vertical-relative:page;z-index:-579" coordorigin="1009,1449" coordsize="9890,11872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1851" coordorigin="1025,1460" coordsize="2,11851">
              <v:shape style="position:absolute;left:1025;top:1460;width:2;height:11851" coordorigin="1025,1460" coordsize="0,11851" path="m1025,1460l1025,13311e" filled="f" stroked="t" strokeweight=".82pt" strokecolor="#000000">
                <v:path arrowok="t"/>
              </v:shape>
            </v:group>
            <v:group style="position:absolute;left:1018;top:13314;width:9874;height:2" coordorigin="1018,13314" coordsize="9874,2">
              <v:shape style="position:absolute;left:1018;top:13314;width:9874;height:2" coordorigin="1018,13314" coordsize="9874,0" path="m1018,13314l10891,13314e" filled="f" stroked="t" strokeweight=".82pt" strokecolor="#000000">
                <v:path arrowok="t"/>
              </v:shape>
            </v:group>
            <v:group style="position:absolute;left:10884;top:1460;width:2;height:11851" coordorigin="10884,1460" coordsize="2,11851">
              <v:shape style="position:absolute;left:10884;top:1460;width:2;height:11851" coordorigin="10884,1460" coordsize="0,11851" path="m10884,1460l10884,1331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Infracción(es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ref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tota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infracción/infracci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3"/>
          <w:w w:val="100"/>
        </w:rPr>
        <w:t>nes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36" w:lineRule="auto"/>
        <w:ind w:right="194"/>
        <w:jc w:val="left"/>
      </w:pPr>
      <w:r>
        <w:rPr>
          <w:b w:val="0"/>
          <w:bCs w:val="0"/>
          <w:spacing w:val="-1"/>
          <w:w w:val="100"/>
        </w:rPr>
        <w:t>Descripci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circunstancia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ió/come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iero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infracció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infracci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nes,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incluid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(fech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hora)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luga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grad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participaci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la(s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misma(s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persona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buscada</w:t>
      </w:r>
      <w:r>
        <w:rPr>
          <w:b w:val="0"/>
          <w:bCs w:val="0"/>
          <w:spacing w:val="2"/>
          <w:w w:val="100"/>
        </w:rPr>
        <w:t>..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</w:t>
      </w:r>
    </w:p>
    <w:p>
      <w:pPr>
        <w:pStyle w:val="BodyText"/>
        <w:spacing w:before="25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Natura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5"/>
          <w:w w:val="100"/>
        </w:rPr>
        <w:t>ez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2"/>
          <w:w w:val="100"/>
        </w:rPr>
        <w:t>ificaci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infra</w:t>
      </w:r>
      <w:r>
        <w:rPr>
          <w:b w:val="0"/>
          <w:bCs w:val="0"/>
          <w:spacing w:val="1"/>
          <w:w w:val="100"/>
        </w:rPr>
        <w:t>cc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infracci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disposici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códig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aplicabl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</w:t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336" w:lineRule="auto"/>
        <w:ind w:left="719" w:right="311" w:hanging="567"/>
        <w:jc w:val="left"/>
      </w:pPr>
      <w:r>
        <w:rPr>
          <w:b w:val="0"/>
          <w:bCs w:val="0"/>
          <w:spacing w:val="-1"/>
          <w:w w:val="100"/>
        </w:rPr>
        <w:t>Márquens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casilla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correspondiente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varia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infracci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"/>
          <w:w w:val="100"/>
        </w:rPr>
        <w:t>nes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guiente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igada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Estad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emiso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seguridad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privativa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liberta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máxim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meno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años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segú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está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definida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Derecho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Estad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miembr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emiso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pertenenci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organizació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delic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humano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explotació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sexua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6"/>
          <w:w w:val="100"/>
        </w:rPr>
        <w:t>iñ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pornografí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infanti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tráf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ilícit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estupefaciente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sustancia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psicotrópicas,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tráf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ilícit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armas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munici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explosivos,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/>
        <w:pict>
          <v:group style="position:absolute;margin-left:50.470001pt;margin-top:76.549973pt;width:494.500026pt;height:432.34002pt;mso-position-horizontal-relative:page;mso-position-vertical-relative:page;z-index:-578" coordorigin="1009,1531" coordsize="9890,8647">
            <v:group style="position:absolute;left:1018;top:1539;width:9874;height:2" coordorigin="1018,1539" coordsize="9874,2">
              <v:shape style="position:absolute;left:1018;top:1539;width:9874;height:2" coordorigin="1018,1539" coordsize="9874,0" path="m1018,1539l10891,1539e" filled="f" stroked="t" strokeweight=".82pt" strokecolor="#000000">
                <v:path arrowok="t"/>
              </v:shape>
            </v:group>
            <v:group style="position:absolute;left:1025;top:1542;width:2;height:8626" coordorigin="1025,1542" coordsize="2,8626">
              <v:shape style="position:absolute;left:1025;top:1542;width:2;height:8626" coordorigin="1025,1542" coordsize="0,8626" path="m1025,1542l1025,10167e" filled="f" stroked="t" strokeweight=".82pt" strokecolor="#000000">
                <v:path arrowok="t"/>
              </v:shape>
            </v:group>
            <v:group style="position:absolute;left:1018;top:10170;width:9874;height:2" coordorigin="1018,10170" coordsize="9874,2">
              <v:shape style="position:absolute;left:1018;top:10170;width:9874;height:2" coordorigin="1018,10170" coordsize="9874,0" path="m1018,10170l10891,10170e" filled="f" stroked="t" strokeweight=".82pt" strokecolor="#000000">
                <v:path arrowok="t"/>
              </v:shape>
            </v:group>
            <v:group style="position:absolute;left:10884;top:1542;width:2;height:8626" coordorigin="10884,1542" coordsize="2,8626">
              <v:shape style="position:absolute;left:10884;top:1542;width:2;height:8626" coordorigin="10884,1542" coordsize="0,8626" path="m10884,1542l10884,1016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corrupc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ón,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spacing w:line="360" w:lineRule="auto"/>
        <w:ind w:left="719" w:right="200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fraude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incluid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afect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interese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financiero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nidade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Europea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arreg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Conveni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relativ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protecció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interese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financieros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"/>
          <w:w w:val="100"/>
        </w:rPr>
        <w:t>nidade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Europeas;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blanque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producto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delito,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moneda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incluid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falsificaci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euro,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delito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informá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ic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3"/>
          <w:w w:val="100"/>
        </w:rPr>
        <w:t>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346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delito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medi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ambiente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incluid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ilícit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especie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animale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protegida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especie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variedade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vegetale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protegidas,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ud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entrad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residenci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situaci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3"/>
          <w:w w:val="100"/>
        </w:rPr>
        <w:t>ilegal,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5"/>
          <w:w w:val="100"/>
        </w:rPr>
        <w:t>h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micidi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2"/>
          <w:w w:val="100"/>
        </w:rPr>
        <w:t>ar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agres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co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lesi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graves,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tráf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ilícit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órgano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tejido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humanos,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secuestro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detenció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tom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rehenes,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rac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xen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bia,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robo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organizado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armada,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ilícit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biene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culturales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incluida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antigüedade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obra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arte,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estafa,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chantaj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x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1"/>
          <w:w w:val="100"/>
        </w:rPr>
        <w:t>ors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fondos,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vi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laci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derecho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propieda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industria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falsificaci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mercancías,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documento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administrativo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tráfic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documento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falsos,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tabs>
          <w:tab w:pos="805" w:val="left" w:leader="none"/>
        </w:tabs>
        <w:spacing w:before="78"/>
        <w:ind w:left="239"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3"/>
          <w:w w:val="100"/>
        </w:rPr>
        <w:t>medi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pago,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tráf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ilícit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sustancia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onales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1"/>
          <w:w w:val="100"/>
        </w:rPr>
        <w:t>otro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0"/>
          <w:w w:val="100"/>
        </w:rPr>
        <w:t>actores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crecimiento,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tráf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ilícit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materiale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radiac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"/>
          <w:w w:val="100"/>
        </w:rPr>
        <w:t>ivo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sustancia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nucleares,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tráf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vehículo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robados,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vi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laci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-5"/>
          <w:w w:val="100"/>
        </w:rPr>
        <w:t>n,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incendi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ario,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delito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incluido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jurisdicci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Cort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Pena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Internaci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nal,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secue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tr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aeronave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buques,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805" w:val="left" w:leader="none"/>
        </w:tabs>
        <w:ind w:left="239"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sabota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4"/>
        </w:numPr>
        <w:tabs>
          <w:tab w:pos="805" w:val="left" w:leader="none"/>
        </w:tabs>
        <w:spacing w:line="242" w:lineRule="auto"/>
        <w:ind w:left="805" w:right="733" w:hanging="567"/>
        <w:jc w:val="left"/>
      </w:pPr>
      <w:r>
        <w:rPr>
          <w:b w:val="0"/>
          <w:bCs w:val="0"/>
          <w:spacing w:val="-1"/>
          <w:w w:val="100"/>
        </w:rPr>
        <w:t>Descripci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detallad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infracci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infraccione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enumerada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punto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I: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268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268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805" w:val="left" w:leader="none"/>
        </w:tabs>
        <w:spacing w:before="69"/>
        <w:ind w:left="805" w:right="0" w:hanging="567"/>
        <w:jc w:val="left"/>
      </w:pPr>
      <w:r>
        <w:rPr/>
        <w:pict>
          <v:group style="position:absolute;margin-left:55.990002pt;margin-top:-332.196869pt;width:483.460006pt;height:306.82pt;mso-position-horizontal-relative:page;mso-position-vertical-relative:paragraph;z-index:-577" coordorigin="1120,-6644" coordsize="9669,6136">
            <v:group style="position:absolute;left:1128;top:-6636;width:9653;height:2" coordorigin="1128,-6636" coordsize="9653,2">
              <v:shape style="position:absolute;left:1128;top:-6636;width:9653;height:2" coordorigin="1128,-6636" coordsize="9653,0" path="m1128,-6636l10781,-6636e" filled="f" stroked="t" strokeweight=".82pt" strokecolor="#000000">
                <v:path arrowok="t"/>
              </v:shape>
            </v:group>
            <v:group style="position:absolute;left:1135;top:-6633;width:2;height:6115" coordorigin="1135,-6633" coordsize="2,6115">
              <v:shape style="position:absolute;left:1135;top:-6633;width:2;height:6115" coordorigin="1135,-6633" coordsize="0,6115" path="m1135,-6633l1135,-518e" filled="f" stroked="t" strokeweight=".82pt" strokecolor="#000000">
                <v:path arrowok="t"/>
              </v:shape>
            </v:group>
            <v:group style="position:absolute;left:10774;top:-6633;width:2;height:6115" coordorigin="10774,-6633" coordsize="2,6115">
              <v:shape style="position:absolute;left:10774;top:-6633;width:2;height:6115" coordorigin="10774,-6633" coordsize="0,6115" path="m10774,-6633l10774,-518e" filled="f" stroked="t" strokeweight=".82pt" strokecolor="#000000">
                <v:path arrowok="t"/>
              </v:shape>
            </v:group>
            <v:group style="position:absolute;left:1128;top:-516;width:9638;height:2" coordorigin="1128,-516" coordsize="9638,2">
              <v:shape style="position:absolute;left:1128;top:-516;width:9638;height:2" coordorigin="1128,-516" coordsize="9638,0" path="m1128,-516l10766,-51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Otra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circunstancia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relacionada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(inf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ac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faculta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iva):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83" w:lineRule="auto"/>
        <w:ind w:left="239" w:right="125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single" w:color="0000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Puede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incluirs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obse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vacione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sobr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extraterritorialidad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suspensió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plazo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de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prescripció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limitació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tempora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y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otra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consecuencia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infracción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  <w:t>)</w:t>
      </w:r>
    </w:p>
    <w:p>
      <w:pPr>
        <w:spacing w:line="280" w:lineRule="exact" w:before="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left="268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268" w:right="0"/>
        <w:jc w:val="left"/>
      </w:pPr>
      <w:r>
        <w:rPr/>
        <w:pict>
          <v:group style="position:absolute;margin-left:55.990002pt;margin-top:55.914295pt;width:483.460006pt;height:169.540016pt;mso-position-horizontal-relative:page;mso-position-vertical-relative:paragraph;z-index:-575" coordorigin="1120,1118" coordsize="9669,3391">
            <v:group style="position:absolute;left:1128;top:1126;width:9653;height:2" coordorigin="1128,1126" coordsize="9653,2">
              <v:shape style="position:absolute;left:1128;top:1126;width:9653;height:2" coordorigin="1128,1126" coordsize="9653,0" path="m1128,1126l10781,1126e" filled="f" stroked="t" strokeweight=".82pt" strokecolor="#000000">
                <v:path arrowok="t"/>
              </v:shape>
            </v:group>
            <v:group style="position:absolute;left:1135;top:1129;width:2;height:3370" coordorigin="1135,1129" coordsize="2,3370">
              <v:shape style="position:absolute;left:1135;top:1129;width:2;height:3370" coordorigin="1135,1129" coordsize="0,3370" path="m1135,1129l1135,4498e" filled="f" stroked="t" strokeweight=".82pt" strokecolor="#000000">
                <v:path arrowok="t"/>
              </v:shape>
            </v:group>
            <v:group style="position:absolute;left:1128;top:4501;width:9653;height:2" coordorigin="1128,4501" coordsize="9653,2">
              <v:shape style="position:absolute;left:1128;top:4501;width:9653;height:2" coordorigin="1128,4501" coordsize="9653,0" path="m1128,4501l10781,4501e" filled="f" stroked="t" strokeweight=".82pt" strokecolor="#000000">
                <v:path arrowok="t"/>
              </v:shape>
            </v:group>
            <v:group style="position:absolute;left:10774;top:1129;width:2;height:3370" coordorigin="10774,1129" coordsize="2,3370">
              <v:shape style="position:absolute;left:10774;top:1129;width:2;height:3370" coordorigin="10774,1129" coordsize="0,3370" path="m10774,1129l10774,449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805" w:val="left" w:leader="none"/>
        </w:tabs>
        <w:spacing w:line="242" w:lineRule="auto" w:before="69"/>
        <w:ind w:left="805" w:right="950" w:hanging="567"/>
        <w:jc w:val="left"/>
      </w:pPr>
      <w:r>
        <w:rPr/>
        <w:pict>
          <v:group style="position:absolute;margin-left:55.990002pt;margin-top:-150.516876pt;width:483.460006pt;height:125.619988pt;mso-position-horizontal-relative:page;mso-position-vertical-relative:paragraph;z-index:-576" coordorigin="1120,-3010" coordsize="9669,2512">
            <v:group style="position:absolute;left:1128;top:-3002;width:9653;height:2" coordorigin="1128,-3002" coordsize="9653,2">
              <v:shape style="position:absolute;left:1128;top:-3002;width:9653;height:2" coordorigin="1128,-3002" coordsize="9653,0" path="m1128,-3002l10781,-3002e" filled="f" stroked="t" strokeweight=".82pt" strokecolor="#000000">
                <v:path arrowok="t"/>
              </v:shape>
            </v:group>
            <v:group style="position:absolute;left:1135;top:-3000;width:2;height:2491" coordorigin="1135,-3000" coordsize="2,2491">
              <v:shape style="position:absolute;left:1135;top:-3000;width:2;height:2491" coordorigin="1135,-3000" coordsize="0,2491" path="m1135,-3000l1135,-509e" filled="f" stroked="t" strokeweight=".82pt" strokecolor="#000000">
                <v:path arrowok="t"/>
              </v:shape>
            </v:group>
            <v:group style="position:absolute;left:1128;top:-506;width:9653;height:2" coordorigin="1128,-506" coordsize="9653,2">
              <v:shape style="position:absolute;left:1128;top:-506;width:9653;height:2" coordorigin="1128,-506" coordsize="9653,0" path="m1128,-506l10781,-506e" filled="f" stroked="t" strokeweight=".82pt" strokecolor="#000000">
                <v:path arrowok="t"/>
              </v:shape>
            </v:group>
            <v:group style="position:absolute;left:10774;top:-3000;width:2;height:2491" coordorigin="10774,-3000" coordsize="2,2491">
              <v:shape style="position:absolute;left:10774;top:-3000;width:2;height:2491" coordorigin="10774,-3000" coordsize="0,2491" path="m10774,-3000l10774,-50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refier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igualment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intervenci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reg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objeto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pueda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servi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pru</w:t>
      </w:r>
      <w:r>
        <w:rPr>
          <w:b w:val="0"/>
          <w:bCs w:val="0"/>
          <w:spacing w:val="-3"/>
          <w:w w:val="100"/>
        </w:rPr>
        <w:t>eba.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805" w:right="292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refier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igualment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intervenci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reg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objeto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buscad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resulta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infracci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-6"/>
          <w:w w:val="100"/>
        </w:rPr>
        <w:t>n: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805" w:right="0"/>
        <w:jc w:val="left"/>
      </w:pPr>
      <w:r>
        <w:rPr>
          <w:b w:val="0"/>
          <w:bCs w:val="0"/>
          <w:spacing w:val="-1"/>
          <w:w w:val="100"/>
        </w:rPr>
        <w:t>Descripci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9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calizaci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objeto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conocerse):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1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829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34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0" w:lineRule="auto" w:before="71"/>
        <w:ind w:left="719" w:right="906" w:hanging="567"/>
        <w:jc w:val="left"/>
      </w:pP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infracci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infraccione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a(s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emi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es/son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punible(s)/ha(n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luga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medid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segurida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"/>
          <w:w w:val="100"/>
        </w:rPr>
        <w:t>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liberta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carácter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0"/>
          <w:w w:val="100"/>
        </w:rPr>
        <w:t>perpetuo: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74" w:lineRule="exact"/>
        <w:ind w:left="719" w:right="187" w:hanging="567"/>
        <w:jc w:val="left"/>
      </w:pPr>
      <w:r>
        <w:rPr>
          <w:rFonts w:ascii="Symbol" w:hAnsi="Symbol" w:cs="Symbol" w:eastAsia="Symbol"/>
          <w:b w:val="0"/>
          <w:bCs w:val="0"/>
          <w:w w:val="219"/>
        </w:rPr>
        <w:t></w:t>
      </w:r>
      <w:r>
        <w:rPr>
          <w:rFonts w:ascii="Times New Roman" w:hAnsi="Times New Roman" w:cs="Times New Roman" w:eastAsia="Times New Roman"/>
          <w:b w:val="0"/>
          <w:bCs w:val="0"/>
          <w:w w:val="100"/>
        </w:rPr>
        <w:tab/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ordenamient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jurídic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Estad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emiso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dispon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revisa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impuest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previa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1"/>
          <w:w w:val="100"/>
        </w:rPr>
        <w:t>pet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cuand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haya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transcurrid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meno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año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efecto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ejecuci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pena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medida.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3"/>
          <w:w w:val="100"/>
        </w:rPr>
        <w:t>y/o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0" w:lineRule="auto"/>
        <w:ind w:left="719" w:right="484" w:hanging="567"/>
        <w:jc w:val="left"/>
      </w:pPr>
      <w:r>
        <w:rPr/>
        <w:pict>
          <v:group style="position:absolute;margin-left:50.470001pt;margin-top:91.553085pt;width:494.500026pt;height:282.340020pt;mso-position-horizontal-relative:page;mso-position-vertical-relative:paragraph;z-index:-573" coordorigin="1009,1831" coordsize="9890,5647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626" coordorigin="1025,1842" coordsize="2,5626">
              <v:shape style="position:absolute;left:1025;top:1842;width:2;height:5626" coordorigin="1025,1842" coordsize="0,5626" path="m1025,1842l1025,7467e" filled="f" stroked="t" strokeweight=".82pt" strokecolor="#000000">
                <v:path arrowok="t"/>
              </v:shape>
            </v:group>
            <v:group style="position:absolute;left:1018;top:7470;width:9874;height:2" coordorigin="1018,7470" coordsize="9874,2">
              <v:shape style="position:absolute;left:1018;top:7470;width:9874;height:2" coordorigin="1018,7470" coordsize="9874,0" path="m1018,7470l10891,7470e" filled="f" stroked="t" strokeweight=".82pt" strokecolor="#000000">
                <v:path arrowok="t"/>
              </v:shape>
            </v:group>
            <v:group style="position:absolute;left:10884;top:1842;width:2;height:5626" coordorigin="10884,1842" coordsize="2,5626">
              <v:shape style="position:absolute;left:10884;top:1842;width:2;height:5626" coordorigin="10884,1842" coordsize="0,5626" path="m10884,1842l10884,746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ordenamient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jurídic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Estad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miembr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emiso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dispon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aplica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medida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emenci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tien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derech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cues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"/>
          <w:w w:val="100"/>
        </w:rPr>
        <w:t>ión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arregl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Derech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práctic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Estad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emisor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efecto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ejecuci</w:t>
      </w:r>
      <w:r>
        <w:rPr>
          <w:b w:val="0"/>
          <w:bCs w:val="0"/>
          <w:spacing w:val="8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medida.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49.15686pt;width:494.500026pt;height:217.29998pt;mso-position-horizontal-relative:page;mso-position-vertical-relative:paragraph;z-index:-574" coordorigin="1009,-4983" coordsize="9890,4346">
            <v:group style="position:absolute;left:1018;top:-4975;width:9874;height:2" coordorigin="1018,-4975" coordsize="9874,2">
              <v:shape style="position:absolute;left:1018;top:-4975;width:9874;height:2" coordorigin="1018,-4975" coordsize="9874,0" path="m1018,-4975l10891,-4975e" filled="f" stroked="t" strokeweight=".82pt" strokecolor="#000000">
                <v:path arrowok="t"/>
              </v:shape>
            </v:group>
            <v:group style="position:absolute;left:1025;top:-4973;width:2;height:4325" coordorigin="1025,-4973" coordsize="2,4325">
              <v:shape style="position:absolute;left:1025;top:-4973;width:2;height:4325" coordorigin="1025,-4973" coordsize="0,4325" path="m1025,-4973l1025,-648e" filled="f" stroked="t" strokeweight=".82pt" strokecolor="#000000">
                <v:path arrowok="t"/>
              </v:shape>
            </v:group>
            <v:group style="position:absolute;left:1018;top:-645;width:9874;height:2" coordorigin="1018,-645" coordsize="9874,2">
              <v:shape style="position:absolute;left:1018;top:-645;width:9874;height:2" coordorigin="1018,-645" coordsize="9874,0" path="m1018,-645l10891,-645e" filled="f" stroked="t" strokeweight=".82pt" strokecolor="#000000">
                <v:path arrowok="t"/>
              </v:shape>
            </v:group>
            <v:group style="position:absolute;left:10884;top:-4973;width:2;height:4325" coordorigin="10884,-4973" coordsize="2,4325">
              <v:shape style="position:absolute;left:10884;top:-4973;width:2;height:4325" coordorigin="10884,-4973" coordsize="0,4325" path="m10884,-4973l10884,-6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Autor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judicia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emisor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3"/>
          <w:w w:val="100"/>
        </w:rPr>
        <w:t>Den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minaci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ofici</w:t>
      </w:r>
      <w:r>
        <w:rPr>
          <w:b w:val="0"/>
          <w:bCs w:val="0"/>
          <w:spacing w:val="8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Nombr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representant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0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  <w:t>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2"/>
          <w:w w:val="100"/>
        </w:rPr>
        <w:t>Funci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(cargo/grado):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Referenci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expediente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recc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N.</w:t>
      </w:r>
      <w:r>
        <w:rPr>
          <w:b w:val="0"/>
          <w:bCs w:val="0"/>
          <w:spacing w:val="0"/>
          <w:w w:val="100"/>
        </w:rPr>
        <w:t>º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teléf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(prefij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país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(prefij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ciudad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N.</w:t>
      </w:r>
      <w:r>
        <w:rPr>
          <w:b w:val="0"/>
          <w:bCs w:val="0"/>
          <w:spacing w:val="0"/>
          <w:w w:val="100"/>
        </w:rPr>
        <w:t>º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(prefij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país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(prefij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ciudad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Corre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electrónic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"/>
        <w:ind w:left="719" w:right="0"/>
        <w:jc w:val="left"/>
      </w:pPr>
      <w:r>
        <w:rPr>
          <w:b w:val="0"/>
          <w:bCs w:val="0"/>
          <w:spacing w:val="-1"/>
          <w:w w:val="100"/>
        </w:rPr>
        <w:t>Seña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contact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aspecto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práctico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entrega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4"/>
          <w:w w:val="100"/>
        </w:rPr>
      </w:r>
      <w:r>
        <w:rPr>
          <w:b w:val="0"/>
          <w:bCs w:val="0"/>
          <w:spacing w:val="2"/>
          <w:w w:val="100"/>
        </w:rPr>
        <w:t>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1" w:lineRule="auto" w:before="78"/>
        <w:ind w:left="719" w:right="359" w:hanging="567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72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incluirá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diferente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versi</w:t>
      </w:r>
      <w:r>
        <w:rPr>
          <w:b w:val="0"/>
          <w:bCs w:val="0"/>
          <w:spacing w:val="8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ne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lingüís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icas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un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referenci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"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5"/>
          <w:w w:val="100"/>
          <w:position w:val="0"/>
        </w:rPr>
        <w:t>t</w:t>
      </w:r>
      <w:r>
        <w:rPr>
          <w:b w:val="0"/>
          <w:bCs w:val="0"/>
          <w:spacing w:val="4"/>
          <w:w w:val="100"/>
          <w:position w:val="0"/>
        </w:rPr>
        <w:t>u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ar</w:t>
      </w:r>
      <w:r>
        <w:rPr>
          <w:b w:val="0"/>
          <w:bCs w:val="0"/>
          <w:spacing w:val="0"/>
          <w:w w:val="100"/>
          <w:position w:val="0"/>
        </w:rPr>
        <w:t>"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autoridad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judicial.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83" w:lineRule="auto" w:before="69"/>
        <w:ind w:right="392"/>
        <w:jc w:val="left"/>
      </w:pP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designars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autorida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centra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transmisi</w:t>
      </w:r>
      <w:r>
        <w:rPr>
          <w:b w:val="0"/>
          <w:bCs w:val="0"/>
          <w:spacing w:val="7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recepci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administrativa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órdene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detenció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europeas: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Nombr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autorida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central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contacto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(cargo/grad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nombre</w:t>
      </w:r>
      <w:r>
        <w:rPr>
          <w:b w:val="0"/>
          <w:bCs w:val="0"/>
          <w:spacing w:val="0"/>
          <w:w w:val="100"/>
        </w:rPr>
        <w:t>):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recc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:............................................................................................................................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N.</w:t>
      </w:r>
      <w:r>
        <w:rPr>
          <w:b w:val="0"/>
          <w:bCs w:val="0"/>
          <w:spacing w:val="0"/>
          <w:w w:val="100"/>
        </w:rPr>
        <w:t>º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teléf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(prefij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país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(prefij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ciudad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/>
        <w:pict>
          <v:group style="position:absolute;margin-left:50.470001pt;margin-top:72.693123pt;width:494.500026pt;height:193.540001pt;mso-position-horizontal-relative:page;mso-position-vertical-relative:paragraph;z-index:-570" coordorigin="1009,1454" coordsize="9890,3871">
            <v:group style="position:absolute;left:1018;top:1462;width:9874;height:2" coordorigin="1018,1462" coordsize="9874,2">
              <v:shape style="position:absolute;left:1018;top:1462;width:9874;height:2" coordorigin="1018,1462" coordsize="9874,0" path="m1018,1462l10891,1462e" filled="f" stroked="t" strokeweight=".82pt" strokecolor="#000000">
                <v:path arrowok="t"/>
              </v:shape>
            </v:group>
            <v:group style="position:absolute;left:1025;top:1464;width:2;height:3850" coordorigin="1025,1464" coordsize="2,3850">
              <v:shape style="position:absolute;left:1025;top:1464;width:2;height:3850" coordorigin="1025,1464" coordsize="0,3850" path="m1025,1464l1025,5314e" filled="f" stroked="t" strokeweight=".82pt" strokecolor="#000000">
                <v:path arrowok="t"/>
              </v:shape>
            </v:group>
            <v:group style="position:absolute;left:1018;top:5316;width:9874;height:2" coordorigin="1018,5316" coordsize="9874,2">
              <v:shape style="position:absolute;left:1018;top:5316;width:9874;height:2" coordorigin="1018,5316" coordsize="9874,0" path="m1018,5316l10891,5316e" filled="f" stroked="t" strokeweight=".82pt" strokecolor="#000000">
                <v:path arrowok="t"/>
              </v:shape>
            </v:group>
            <v:group style="position:absolute;left:10884;top:1464;width:2;height:3850" coordorigin="10884,1464" coordsize="2,3850">
              <v:shape style="position:absolute;left:10884;top:1464;width:2;height:3850" coordorigin="10884,1464" coordsize="0,3850" path="m10884,1464l10884,531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N.</w:t>
      </w:r>
      <w:r>
        <w:rPr>
          <w:b w:val="0"/>
          <w:bCs w:val="0"/>
          <w:spacing w:val="0"/>
          <w:w w:val="100"/>
        </w:rPr>
        <w:t>º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(prefij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país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(prefij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ciudad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Corre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electrónic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7.956909pt;width:494.500026pt;height:246.34002pt;mso-position-horizontal-relative:page;mso-position-vertical-relative:paragraph;z-index:-571" coordorigin="1009,-5559" coordsize="9890,4927">
            <v:group style="position:absolute;left:1018;top:-5551;width:9874;height:2" coordorigin="1018,-5551" coordsize="9874,2">
              <v:shape style="position:absolute;left:1018;top:-5551;width:9874;height:2" coordorigin="1018,-5551" coordsize="9874,0" path="m1018,-5551l10891,-5551e" filled="f" stroked="t" strokeweight=".82pt" strokecolor="#000000">
                <v:path arrowok="t"/>
              </v:shape>
            </v:group>
            <v:group style="position:absolute;left:1025;top:-5549;width:2;height:4906" coordorigin="1025,-5549" coordsize="2,4906">
              <v:shape style="position:absolute;left:1025;top:-5549;width:2;height:4906" coordorigin="1025,-5549" coordsize="0,4906" path="m1025,-5549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549;width:2;height:4906" coordorigin="10884,-5549" coordsize="2,4906">
              <v:shape style="position:absolute;left:10884;top:-5549;width:2;height:4906" coordorigin="10884,-5549" coordsize="0,4906" path="m10884,-5549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au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or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judicia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emisora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representant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ambo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Nombre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right="0"/>
        <w:jc w:val="left"/>
      </w:pPr>
      <w:r>
        <w:rPr>
          <w:b w:val="0"/>
          <w:bCs w:val="0"/>
          <w:spacing w:val="-2"/>
          <w:w w:val="100"/>
        </w:rPr>
        <w:t>Funci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(cargo/grado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-2"/>
          <w:w w:val="100"/>
        </w:rPr>
        <w:t>Fech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25.600006pt;margin-top:80.995125pt;width:144.000014pt;height:.1pt;mso-position-horizontal-relative:page;mso-position-vertical-relative:paragraph;z-index:-569" coordorigin="4512,1620" coordsize="2880,2">
            <v:shape style="position:absolute;left:4512;top:1620;width:2880;height:2" coordorigin="4512,1620" coordsize="2880,0" path="m4512,1620l7392,1620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2"/>
          <w:w w:val="100"/>
        </w:rPr>
        <w:t>Sell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oficia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(s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hay)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86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72986pt;height:14pt;mso-position-horizontal-relative:page;mso-position-vertical-relative:page;z-index:-58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5.23999pt;margin-top:785.223938pt;width:60.070924pt;height:14pt;mso-position-horizontal-relative:page;mso-position-vertical-relative:page;z-index:-584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cc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/JLG/psm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5.479980pt;margin-top:785.223938pt;width:25.080017pt;height:31.491957pt;mso-position-horizontal-relative:page;mso-position-vertical-relative:page;z-index:-583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41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ES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8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81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47.372986pt;height:28.4pt;mso-position-horizontal-relative:page;mso-position-vertical-relative:page;z-index:-58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2"/>
                    <w:w w:val="100"/>
                  </w:rPr>
                  <w:t>ANEXO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5.23999pt;margin-top:785.223938pt;width:60.070924pt;height:14pt;mso-position-horizontal-relative:page;mso-position-vertical-relative:page;z-index:-57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cc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/JLG/psm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5.479980pt;margin-top:785.223938pt;width:25.080017pt;height:31.491957pt;mso-position-horizontal-relative:page;mso-position-vertical-relative:page;z-index:-578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21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ES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7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righ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lvlText w:val="%1."/>
      <w:lvlJc w:val="left"/>
      <w:pPr>
        <w:ind w:hanging="567"/>
        <w:jc w:val="righ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hanging="180"/>
        <w:jc w:val="righ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2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7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st13297.es11.doc</dc:title>
  <dcterms:created xsi:type="dcterms:W3CDTF">2014-11-19T09:10:15Z</dcterms:created>
  <dcterms:modified xsi:type="dcterms:W3CDTF">2014-11-19T09:10:15Z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2012-09-11T00:00:00Z</vt:filetime>
  </property>
  <property fmtid="{D5CDD505-2E9C-101B-9397-08002B2CF9AE}" pid="3" name="LastSaved">
    <vt:filetime>2014-11-19T00:00:00Z</vt:filetime>
  </property>
</Properties>
</file>