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EE5" w:rsidRDefault="00A05EE5">
      <w:pPr>
        <w:spacing w:before="10" w:after="0" w:line="100" w:lineRule="exact"/>
        <w:rPr>
          <w:sz w:val="10"/>
          <w:szCs w:val="10"/>
        </w:rPr>
      </w:pPr>
    </w:p>
    <w:p w:rsidR="00A05EE5" w:rsidRDefault="00A05EE5">
      <w:pPr>
        <w:spacing w:after="0" w:line="200" w:lineRule="exact"/>
        <w:rPr>
          <w:sz w:val="20"/>
          <w:szCs w:val="20"/>
        </w:rPr>
      </w:pPr>
    </w:p>
    <w:p w:rsidR="00A05EE5" w:rsidRPr="0035611A" w:rsidRDefault="00A05EE5">
      <w:pPr>
        <w:spacing w:before="7" w:after="0" w:line="120" w:lineRule="exact"/>
        <w:rPr>
          <w:sz w:val="12"/>
          <w:szCs w:val="12"/>
          <w:lang w:val="de-DE"/>
        </w:rPr>
      </w:pPr>
    </w:p>
    <w:p w:rsidR="00A05EE5" w:rsidRPr="0035611A" w:rsidRDefault="00A05EE5">
      <w:pPr>
        <w:spacing w:after="0" w:line="200" w:lineRule="exact"/>
        <w:rPr>
          <w:sz w:val="20"/>
          <w:szCs w:val="20"/>
          <w:lang w:val="de-DE"/>
        </w:rPr>
      </w:pPr>
    </w:p>
    <w:p w:rsidR="00A05EE5" w:rsidRPr="0035611A" w:rsidRDefault="00A05EE5">
      <w:pPr>
        <w:spacing w:after="0" w:line="200" w:lineRule="exact"/>
        <w:rPr>
          <w:sz w:val="20"/>
          <w:szCs w:val="20"/>
          <w:lang w:val="de-DE"/>
        </w:rPr>
      </w:pPr>
    </w:p>
    <w:p w:rsidR="00A05EE5" w:rsidRPr="0035611A" w:rsidRDefault="00240390">
      <w:pPr>
        <w:spacing w:before="41" w:after="0" w:line="240" w:lineRule="auto"/>
        <w:ind w:left="4982" w:right="4950"/>
        <w:jc w:val="center"/>
        <w:rPr>
          <w:rFonts w:ascii="Arial" w:eastAsia="Arial" w:hAnsi="Arial" w:cs="Arial"/>
          <w:sz w:val="15"/>
          <w:szCs w:val="15"/>
          <w:lang w:val="de-DE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page">
                  <wp:posOffset>530225</wp:posOffset>
                </wp:positionH>
                <wp:positionV relativeFrom="paragraph">
                  <wp:posOffset>-284480</wp:posOffset>
                </wp:positionV>
                <wp:extent cx="6501765" cy="1270"/>
                <wp:effectExtent l="6350" t="10795" r="6985" b="6985"/>
                <wp:wrapNone/>
                <wp:docPr id="157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1765" cy="1270"/>
                          <a:chOff x="835" y="-448"/>
                          <a:chExt cx="10239" cy="2"/>
                        </a:xfrm>
                      </wpg:grpSpPr>
                      <wps:wsp>
                        <wps:cNvPr id="158" name="Freeform 111"/>
                        <wps:cNvSpPr>
                          <a:spLocks/>
                        </wps:cNvSpPr>
                        <wps:spPr bwMode="auto">
                          <a:xfrm>
                            <a:off x="835" y="-448"/>
                            <a:ext cx="10239" cy="2"/>
                          </a:xfrm>
                          <a:custGeom>
                            <a:avLst/>
                            <a:gdLst>
                              <a:gd name="T0" fmla="+- 0 835 835"/>
                              <a:gd name="T1" fmla="*/ T0 w 10239"/>
                              <a:gd name="T2" fmla="+- 0 11074 835"/>
                              <a:gd name="T3" fmla="*/ T2 w 1023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239">
                                <a:moveTo>
                                  <a:pt x="0" y="0"/>
                                </a:moveTo>
                                <a:lnTo>
                                  <a:pt x="10239" y="0"/>
                                </a:lnTo>
                              </a:path>
                            </a:pathLst>
                          </a:custGeom>
                          <a:noFill/>
                          <a:ln w="9142">
                            <a:solidFill>
                              <a:srgbClr val="1F1C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0" o:spid="_x0000_s1026" style="position:absolute;margin-left:41.75pt;margin-top:-22.4pt;width:511.95pt;height:.1pt;z-index:-251663360;mso-position-horizontal-relative:page" coordorigin="835,-448" coordsize="1023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">
                <v:shape id="Freeform 111" o:spid="_x0000_s1027" style="position:absolute;left:835;top:-448;width:10239;height:2;visibility:visible;mso-wrap-style:square;v-text-anchor:top" coordsize="1023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8PMYA&#10;AADcAAAADwAAAGRycy9kb3ducmV2LnhtbESPQUvDQBCF74L/YRnBm9200CCx26JCGy8WTbXnMTsm&#10;IdnZkF2b9N93DgVvM7w3732z2kyuUycaQuPZwHyWgCIuvW24MvB12D48ggoR2WLnmQycKcBmfXuz&#10;wsz6kT/pVMRKSQiHDA3UMfaZ1qGsyWGY+Z5YtF8/OIyyDpW2A44S7jq9SJJUO2xYGmrs6bWmsi3+&#10;nIH3/Nj+HEK+36btx/eYv+yO6XxnzP3d9PwEKtIU/83X6zcr+EuhlWdkAr2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XP8PMYAAADcAAAADwAAAAAAAAAAAAAAAACYAgAAZHJz&#10;L2Rvd25yZXYueG1sUEsFBgAAAAAEAAQA9QAAAIsDAAAAAA==&#10;" path="m,l10239,e" filled="f" strokecolor="#1f1c1f" strokeweight=".25394mm">
                  <v:path arrowok="t" o:connecttype="custom" o:connectlocs="0,0;10239,0" o:connectangles="0,0"/>
                </v:shape>
                <w10:wrap anchorx="page"/>
              </v:group>
            </w:pict>
          </mc:Fallback>
        </mc:AlternateContent>
      </w:r>
      <w:r w:rsidR="0035611A" w:rsidRPr="0035611A">
        <w:rPr>
          <w:rFonts w:ascii="Arial" w:eastAsia="Arial" w:hAnsi="Arial" w:cs="Arial"/>
          <w:i/>
          <w:color w:val="231F1F"/>
          <w:sz w:val="15"/>
          <w:szCs w:val="15"/>
          <w:lang w:val="de-DE"/>
        </w:rPr>
        <w:t>BILAG</w:t>
      </w:r>
    </w:p>
    <w:p w:rsidR="00A05EE5" w:rsidRPr="0035611A" w:rsidRDefault="00A05EE5">
      <w:pPr>
        <w:spacing w:before="6" w:after="0" w:line="190" w:lineRule="exact"/>
        <w:rPr>
          <w:sz w:val="19"/>
          <w:szCs w:val="19"/>
          <w:lang w:val="de-DE"/>
        </w:rPr>
      </w:pPr>
    </w:p>
    <w:p w:rsidR="00A05EE5" w:rsidRPr="0035611A" w:rsidRDefault="0035611A" w:rsidP="00D620CF">
      <w:pPr>
        <w:spacing w:after="0" w:line="240" w:lineRule="auto"/>
        <w:ind w:left="4317" w:right="4081"/>
        <w:jc w:val="center"/>
        <w:rPr>
          <w:rFonts w:ascii="Times New Roman" w:eastAsia="Times New Roman" w:hAnsi="Times New Roman" w:cs="Times New Roman"/>
          <w:sz w:val="17"/>
          <w:szCs w:val="17"/>
          <w:lang w:val="de-DE"/>
        </w:rPr>
      </w:pPr>
      <w:r w:rsidRPr="00D620CF">
        <w:rPr>
          <w:rFonts w:ascii="Times New Roman" w:eastAsia="Times New Roman" w:hAnsi="Times New Roman" w:cs="Times New Roman"/>
          <w:b/>
          <w:bCs/>
          <w:color w:val="231F1F"/>
          <w:sz w:val="17"/>
          <w:szCs w:val="17"/>
          <w:lang w:val="de-DE"/>
        </w:rPr>
        <w:t xml:space="preserve">ATTEST, </w:t>
      </w:r>
      <w:r w:rsidRPr="00152F85">
        <w:rPr>
          <w:rFonts w:ascii="Times New Roman" w:eastAsia="Times New Roman" w:hAnsi="Times New Roman" w:cs="Times New Roman"/>
          <w:b/>
          <w:bCs/>
          <w:color w:val="231F1F"/>
          <w:sz w:val="17"/>
          <w:szCs w:val="17"/>
          <w:lang w:val="de-DE"/>
        </w:rPr>
        <w:t>JF</w:t>
      </w:r>
      <w:r w:rsidRPr="00152F85">
        <w:rPr>
          <w:rFonts w:ascii="Times New Roman" w:eastAsia="Times New Roman" w:hAnsi="Times New Roman" w:cs="Times New Roman"/>
          <w:b/>
          <w:bCs/>
          <w:color w:val="231F1F"/>
          <w:sz w:val="20"/>
          <w:szCs w:val="20"/>
          <w:lang w:val="de-DE"/>
        </w:rPr>
        <w:t>.</w:t>
      </w:r>
      <w:r w:rsidRPr="0035611A">
        <w:rPr>
          <w:rFonts w:ascii="Times New Roman" w:eastAsia="Times New Roman" w:hAnsi="Times New Roman" w:cs="Times New Roman"/>
          <w:b/>
          <w:bCs/>
          <w:color w:val="231F1F"/>
          <w:spacing w:val="16"/>
          <w:w w:val="58"/>
          <w:sz w:val="23"/>
          <w:szCs w:val="23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b/>
          <w:bCs/>
          <w:color w:val="231F1F"/>
          <w:w w:val="88"/>
          <w:sz w:val="17"/>
          <w:szCs w:val="17"/>
          <w:lang w:val="de-DE"/>
        </w:rPr>
        <w:t>ARTIKEL</w:t>
      </w:r>
      <w:r w:rsidRPr="0035611A">
        <w:rPr>
          <w:rFonts w:ascii="Times New Roman" w:eastAsia="Times New Roman" w:hAnsi="Times New Roman" w:cs="Times New Roman"/>
          <w:b/>
          <w:bCs/>
          <w:color w:val="231F1F"/>
          <w:spacing w:val="19"/>
          <w:w w:val="88"/>
          <w:sz w:val="17"/>
          <w:szCs w:val="17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b/>
          <w:bCs/>
          <w:color w:val="231F1F"/>
          <w:w w:val="108"/>
          <w:sz w:val="17"/>
          <w:szCs w:val="17"/>
          <w:lang w:val="de-DE"/>
        </w:rPr>
        <w:t>9</w:t>
      </w:r>
    </w:p>
    <w:p w:rsidR="00A05EE5" w:rsidRPr="0035611A" w:rsidRDefault="00A05EE5">
      <w:pPr>
        <w:spacing w:after="0" w:line="200" w:lineRule="exact"/>
        <w:rPr>
          <w:sz w:val="20"/>
          <w:szCs w:val="20"/>
          <w:lang w:val="de-DE"/>
        </w:rPr>
      </w:pPr>
    </w:p>
    <w:p w:rsidR="00A05EE5" w:rsidRPr="0035611A" w:rsidRDefault="00A05EE5">
      <w:pPr>
        <w:spacing w:before="14" w:after="0" w:line="220" w:lineRule="exact"/>
        <w:rPr>
          <w:lang w:val="de-DE"/>
        </w:rPr>
      </w:pPr>
    </w:p>
    <w:p w:rsidR="00A05EE5" w:rsidRPr="0035611A" w:rsidRDefault="0035611A">
      <w:pPr>
        <w:spacing w:after="0" w:line="240" w:lineRule="auto"/>
        <w:ind w:left="1321" w:right="-20"/>
        <w:rPr>
          <w:rFonts w:ascii="Times New Roman" w:eastAsia="Times New Roman" w:hAnsi="Times New Roman" w:cs="Times New Roman"/>
          <w:sz w:val="16"/>
          <w:szCs w:val="16"/>
          <w:lang w:val="de-DE"/>
        </w:rPr>
      </w:pP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a)  </w:t>
      </w:r>
      <w:r w:rsidRPr="0035611A">
        <w:rPr>
          <w:rFonts w:ascii="Times New Roman" w:eastAsia="Times New Roman" w:hAnsi="Times New Roman" w:cs="Times New Roman"/>
          <w:color w:val="231F1F"/>
          <w:spacing w:val="7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P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judicielle</w:t>
      </w:r>
      <w:proofErr w:type="spellEnd"/>
      <w:r w:rsidRP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myndighed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Pr="0035611A">
        <w:rPr>
          <w:rFonts w:ascii="Times New Roman" w:eastAsia="Times New Roman" w:hAnsi="Times New Roman" w:cs="Times New Roman"/>
          <w:color w:val="231F1F"/>
          <w:spacing w:val="25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Pr="0035611A">
        <w:rPr>
          <w:rFonts w:ascii="Times New Roman" w:eastAsia="Times New Roman" w:hAnsi="Times New Roman" w:cs="Times New Roman"/>
          <w:color w:val="231F1F"/>
          <w:spacing w:val="15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har</w:t>
      </w:r>
      <w:r w:rsidRPr="0035611A">
        <w:rPr>
          <w:rFonts w:ascii="Times New Roman" w:eastAsia="Times New Roman" w:hAnsi="Times New Roman" w:cs="Times New Roman"/>
          <w:color w:val="231F1F"/>
          <w:spacing w:val="20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afsagt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pacing w:val="5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w w:val="101"/>
          <w:sz w:val="16"/>
          <w:szCs w:val="16"/>
          <w:lang w:val="de-DE"/>
        </w:rPr>
        <w:t>indefrysningskendelsen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w w:val="101"/>
          <w:sz w:val="16"/>
          <w:szCs w:val="16"/>
          <w:lang w:val="de-DE"/>
        </w:rPr>
        <w:t>:</w:t>
      </w:r>
    </w:p>
    <w:p w:rsidR="00A05EE5" w:rsidRPr="0035611A" w:rsidRDefault="00A05EE5">
      <w:pPr>
        <w:spacing w:before="3" w:after="0" w:line="130" w:lineRule="exact"/>
        <w:rPr>
          <w:sz w:val="13"/>
          <w:szCs w:val="13"/>
          <w:lang w:val="de-DE"/>
        </w:rPr>
      </w:pPr>
    </w:p>
    <w:p w:rsidR="00A05EE5" w:rsidRDefault="0035611A" w:rsidP="00095CD3">
      <w:pPr>
        <w:spacing w:after="0" w:line="240" w:lineRule="auto"/>
        <w:ind w:left="1580" w:right="1104"/>
        <w:jc w:val="both"/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de-DE"/>
        </w:rPr>
      </w:pPr>
      <w:proofErr w:type="spellStart"/>
      <w:r w:rsidRP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Officiel</w:t>
      </w:r>
      <w:proofErr w:type="spellEnd"/>
      <w:r w:rsidRP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betegnelse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</w:t>
      </w:r>
      <w:r w:rsidRPr="0035611A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w w:val="141"/>
          <w:sz w:val="16"/>
          <w:szCs w:val="16"/>
          <w:lang w:val="de-DE"/>
        </w:rPr>
        <w:t>............................................................................................................</w:t>
      </w:r>
      <w:r w:rsidRPr="0035611A">
        <w:rPr>
          <w:rFonts w:ascii="Times New Roman" w:eastAsia="Times New Roman" w:hAnsi="Times New Roman" w:cs="Times New Roman"/>
          <w:color w:val="231F1F"/>
          <w:spacing w:val="8"/>
          <w:w w:val="141"/>
          <w:sz w:val="16"/>
          <w:szCs w:val="16"/>
          <w:lang w:val="de-DE"/>
        </w:rPr>
        <w:t>.</w:t>
      </w:r>
      <w:r w:rsidRPr="0035611A"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de-DE"/>
        </w:rPr>
        <w:t>.</w:t>
      </w:r>
      <w:r w:rsidR="00095CD3"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de-DE"/>
        </w:rPr>
        <w:t>...</w:t>
      </w:r>
    </w:p>
    <w:p w:rsidR="00095CD3" w:rsidRPr="0035611A" w:rsidRDefault="00095CD3" w:rsidP="00095CD3">
      <w:pPr>
        <w:spacing w:after="0" w:line="240" w:lineRule="auto"/>
        <w:ind w:left="1580" w:right="1104"/>
        <w:jc w:val="both"/>
        <w:rPr>
          <w:rFonts w:ascii="Times New Roman" w:eastAsia="Times New Roman" w:hAnsi="Times New Roman" w:cs="Times New Roman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</w:t>
      </w:r>
      <w:r>
        <w:rPr>
          <w:rFonts w:ascii="Times New Roman" w:eastAsia="Times New Roman" w:hAnsi="Times New Roman" w:cs="Times New Roman"/>
          <w:sz w:val="16"/>
          <w:szCs w:val="16"/>
          <w:lang w:val="de-DE"/>
        </w:rPr>
        <w:t>……………………………………………………………………………………………………………………………</w:t>
      </w:r>
    </w:p>
    <w:p w:rsidR="00A05EE5" w:rsidRPr="0035611A" w:rsidRDefault="00A05EE5">
      <w:pPr>
        <w:spacing w:after="0" w:line="200" w:lineRule="exact"/>
        <w:rPr>
          <w:sz w:val="20"/>
          <w:szCs w:val="20"/>
          <w:lang w:val="de-DE"/>
        </w:rPr>
      </w:pPr>
    </w:p>
    <w:p w:rsidR="00A05EE5" w:rsidRPr="0035611A" w:rsidRDefault="0035611A" w:rsidP="00095CD3">
      <w:pPr>
        <w:spacing w:after="0" w:line="413" w:lineRule="auto"/>
        <w:ind w:left="1573" w:right="1104" w:firstLine="7"/>
        <w:jc w:val="both"/>
        <w:rPr>
          <w:rFonts w:ascii="Times New Roman" w:eastAsia="Times New Roman" w:hAnsi="Times New Roman" w:cs="Times New Roman"/>
          <w:sz w:val="16"/>
          <w:szCs w:val="16"/>
          <w:lang w:val="de-DE"/>
        </w:rPr>
      </w:pP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Navnet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pacing w:val="-4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</w:t>
      </w:r>
      <w:r>
        <w:rPr>
          <w:rFonts w:ascii="Calibri" w:eastAsia="Times New Roman" w:hAnsi="Calibri" w:cs="Times New Roman"/>
          <w:color w:val="231F1F"/>
          <w:sz w:val="16"/>
          <w:szCs w:val="16"/>
          <w:lang w:val="de-DE"/>
        </w:rPr>
        <w:t>å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pacing w:val="-3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dennes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repr</w:t>
      </w:r>
      <w:r>
        <w:rPr>
          <w:rFonts w:ascii="Calibri" w:eastAsia="Times New Roman" w:hAnsi="Calibri" w:cs="Times New Roman"/>
          <w:color w:val="231F1F"/>
          <w:sz w:val="16"/>
          <w:szCs w:val="16"/>
          <w:lang w:val="de-DE"/>
        </w:rPr>
        <w:t>æ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sentant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</w:t>
      </w:r>
      <w:r w:rsidRPr="0035611A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w w:val="141"/>
          <w:sz w:val="16"/>
          <w:szCs w:val="16"/>
          <w:lang w:val="de-DE"/>
        </w:rPr>
        <w:t>.............................................................................................</w:t>
      </w:r>
      <w:r w:rsidRPr="0035611A">
        <w:rPr>
          <w:rFonts w:ascii="Times New Roman" w:eastAsia="Times New Roman" w:hAnsi="Times New Roman" w:cs="Times New Roman"/>
          <w:color w:val="231F1F"/>
          <w:spacing w:val="8"/>
          <w:w w:val="141"/>
          <w:sz w:val="16"/>
          <w:szCs w:val="16"/>
          <w:lang w:val="de-DE"/>
        </w:rPr>
        <w:t>.</w:t>
      </w:r>
      <w:r w:rsidRPr="0035611A"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de-DE"/>
        </w:rPr>
        <w:t xml:space="preserve">.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Funktion</w:t>
      </w:r>
      <w:r w:rsidRPr="0035611A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  <w:lang w:val="de-DE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titel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/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stilling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): </w:t>
      </w:r>
      <w:r w:rsidRPr="0035611A">
        <w:rPr>
          <w:rFonts w:ascii="Times New Roman" w:eastAsia="Times New Roman" w:hAnsi="Times New Roman" w:cs="Times New Roman"/>
          <w:color w:val="231F1F"/>
          <w:w w:val="142"/>
          <w:sz w:val="16"/>
          <w:szCs w:val="16"/>
          <w:lang w:val="de-DE"/>
        </w:rPr>
        <w:t>.......................................................................................................</w:t>
      </w:r>
      <w:r w:rsidRPr="0035611A">
        <w:rPr>
          <w:rFonts w:ascii="Times New Roman" w:eastAsia="Times New Roman" w:hAnsi="Times New Roman" w:cs="Times New Roman"/>
          <w:color w:val="231F1F"/>
          <w:spacing w:val="8"/>
          <w:w w:val="142"/>
          <w:sz w:val="16"/>
          <w:szCs w:val="16"/>
          <w:lang w:val="de-DE"/>
        </w:rPr>
        <w:t>.</w:t>
      </w:r>
      <w:r w:rsidRPr="0035611A"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de-DE"/>
        </w:rPr>
        <w:t xml:space="preserve">.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Sagsnummer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: </w:t>
      </w:r>
      <w:r w:rsidRPr="0035611A">
        <w:rPr>
          <w:rFonts w:ascii="Times New Roman" w:eastAsia="Times New Roman" w:hAnsi="Times New Roman" w:cs="Times New Roman"/>
          <w:color w:val="231F1F"/>
          <w:w w:val="142"/>
          <w:sz w:val="16"/>
          <w:szCs w:val="16"/>
          <w:lang w:val="de-DE"/>
        </w:rPr>
        <w:t>..................................................................................................................</w:t>
      </w:r>
      <w:r w:rsidRPr="0035611A">
        <w:rPr>
          <w:rFonts w:ascii="Times New Roman" w:eastAsia="Times New Roman" w:hAnsi="Times New Roman" w:cs="Times New Roman"/>
          <w:color w:val="231F1F"/>
          <w:spacing w:val="8"/>
          <w:w w:val="142"/>
          <w:sz w:val="16"/>
          <w:szCs w:val="16"/>
          <w:lang w:val="de-DE"/>
        </w:rPr>
        <w:t>.</w:t>
      </w:r>
      <w:r w:rsidRPr="0035611A"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de-DE"/>
        </w:rPr>
        <w:t xml:space="preserve">.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Adresse:</w:t>
      </w:r>
      <w:r w:rsidRPr="0035611A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w w:val="142"/>
          <w:sz w:val="16"/>
          <w:szCs w:val="16"/>
          <w:lang w:val="de-DE"/>
        </w:rPr>
        <w:t>........................................................................................................................</w:t>
      </w:r>
      <w:r w:rsidRPr="0035611A">
        <w:rPr>
          <w:rFonts w:ascii="Times New Roman" w:eastAsia="Times New Roman" w:hAnsi="Times New Roman" w:cs="Times New Roman"/>
          <w:color w:val="231F1F"/>
          <w:spacing w:val="8"/>
          <w:w w:val="142"/>
          <w:sz w:val="16"/>
          <w:szCs w:val="16"/>
          <w:lang w:val="de-DE"/>
        </w:rPr>
        <w:t>.</w:t>
      </w:r>
      <w:r w:rsidRPr="0035611A"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de-DE"/>
        </w:rPr>
        <w:t>.</w:t>
      </w:r>
      <w:r w:rsidR="00095CD3"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de-DE"/>
        </w:rPr>
        <w:t>....</w:t>
      </w:r>
    </w:p>
    <w:p w:rsidR="00A05EE5" w:rsidRPr="0035611A" w:rsidRDefault="00A05EE5">
      <w:pPr>
        <w:spacing w:before="2" w:after="0" w:line="120" w:lineRule="exact"/>
        <w:rPr>
          <w:sz w:val="12"/>
          <w:szCs w:val="12"/>
          <w:lang w:val="de-DE"/>
        </w:rPr>
      </w:pPr>
    </w:p>
    <w:p w:rsidR="00A05EE5" w:rsidRPr="0035611A" w:rsidRDefault="00A05EE5">
      <w:pPr>
        <w:spacing w:after="0" w:line="200" w:lineRule="exact"/>
        <w:rPr>
          <w:sz w:val="20"/>
          <w:szCs w:val="20"/>
          <w:lang w:val="de-DE"/>
        </w:rPr>
      </w:pPr>
    </w:p>
    <w:p w:rsidR="00095CD3" w:rsidRDefault="0035611A" w:rsidP="00095CD3">
      <w:pPr>
        <w:spacing w:after="0" w:line="413" w:lineRule="auto"/>
        <w:ind w:left="1573" w:right="110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proofErr w:type="gramStart"/>
      <w:r w:rsidRP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Tlf</w:t>
      </w:r>
      <w:proofErr w:type="spellEnd"/>
      <w:r w:rsidRP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.:</w:t>
      </w:r>
      <w:proofErr w:type="gramEnd"/>
      <w:r w:rsidRP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landekode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</w:t>
      </w:r>
      <w:r w:rsidRP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(</w:t>
      </w:r>
      <w:proofErr w:type="spellStart"/>
      <w:r w:rsidRP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lokalt</w:t>
      </w:r>
      <w:proofErr w:type="spellEnd"/>
      <w:r w:rsidRP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omr</w:t>
      </w:r>
      <w:r w:rsidRP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denummer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) </w:t>
      </w:r>
      <w:r w:rsidRP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( ...)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</w:t>
      </w:r>
      <w:r w:rsid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</w:t>
      </w:r>
      <w:r w:rsidRP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</w:t>
      </w:r>
      <w:r w:rsid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</w:t>
      </w:r>
    </w:p>
    <w:p w:rsidR="00095CD3" w:rsidRDefault="0035611A" w:rsidP="00095CD3">
      <w:pPr>
        <w:spacing w:after="0" w:line="413" w:lineRule="auto"/>
        <w:ind w:left="1573" w:right="110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Telefax: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landekode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</w:t>
      </w:r>
      <w:r w:rsidRP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lokalt</w:t>
      </w:r>
      <w:proofErr w:type="spellEnd"/>
      <w:r w:rsidRP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omr</w:t>
      </w:r>
      <w:r w:rsidRP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denummer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) </w:t>
      </w:r>
      <w:r w:rsidRP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(...)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</w:t>
      </w:r>
      <w:r w:rsidRP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</w:t>
      </w:r>
      <w:r w:rsid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</w:t>
      </w:r>
      <w:r w:rsidRP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</w:t>
      </w:r>
      <w:r w:rsid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</w:t>
      </w:r>
    </w:p>
    <w:p w:rsidR="00095CD3" w:rsidRDefault="0035611A" w:rsidP="00095CD3">
      <w:pPr>
        <w:spacing w:after="0" w:line="413" w:lineRule="auto"/>
        <w:ind w:left="1573" w:right="110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E-post:</w:t>
      </w:r>
      <w:r w:rsidRP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.......................................................................................</w:t>
      </w:r>
      <w:r w:rsid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</w:t>
      </w:r>
      <w:r w:rsidRP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</w:t>
      </w:r>
      <w:r w:rsid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..............................................................</w:t>
      </w:r>
    </w:p>
    <w:p w:rsidR="00A05EE5" w:rsidRDefault="0035611A" w:rsidP="00095CD3">
      <w:pPr>
        <w:spacing w:after="0" w:line="413" w:lineRule="auto"/>
        <w:ind w:left="1573" w:right="110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De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sprog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P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</w:t>
      </w:r>
      <w:r w:rsidRP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proofErr w:type="spellEnd"/>
      <w:r w:rsidRP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hvilke</w:t>
      </w:r>
      <w:proofErr w:type="spellEnd"/>
      <w:r w:rsidRP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deter</w:t>
      </w:r>
      <w:proofErr w:type="spellEnd"/>
      <w:r w:rsidRP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muligt</w:t>
      </w:r>
      <w:proofErr w:type="spellEnd"/>
      <w:r w:rsidRP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at</w:t>
      </w:r>
      <w:r w:rsidRP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kommunikere</w:t>
      </w:r>
      <w:proofErr w:type="spellEnd"/>
      <w:r w:rsidRP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med</w:t>
      </w:r>
      <w:proofErr w:type="spellEnd"/>
      <w:r w:rsidRP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P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udstedende</w:t>
      </w:r>
      <w:proofErr w:type="spellEnd"/>
      <w:r w:rsidRP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judicielle</w:t>
      </w:r>
      <w:proofErr w:type="spellEnd"/>
      <w:r w:rsidRP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myndighed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: </w:t>
      </w:r>
      <w:r w:rsidRP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</w:t>
      </w:r>
      <w:r w:rsid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</w:t>
      </w:r>
      <w:r w:rsidRP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  <w:r w:rsid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</w:t>
      </w:r>
    </w:p>
    <w:p w:rsidR="00095CD3" w:rsidRPr="00095CD3" w:rsidRDefault="00095CD3" w:rsidP="00095CD3">
      <w:pPr>
        <w:spacing w:after="0" w:line="413" w:lineRule="auto"/>
        <w:ind w:left="1573" w:right="110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……………………………………………………………………………………………………………………………….</w:t>
      </w:r>
    </w:p>
    <w:p w:rsidR="00A05EE5" w:rsidRPr="0035611A" w:rsidRDefault="00A05EE5">
      <w:pPr>
        <w:spacing w:after="0" w:line="200" w:lineRule="exact"/>
        <w:rPr>
          <w:sz w:val="20"/>
          <w:szCs w:val="20"/>
          <w:lang w:val="de-DE"/>
        </w:rPr>
      </w:pPr>
    </w:p>
    <w:p w:rsidR="00A05EE5" w:rsidRDefault="0035611A" w:rsidP="00095CD3">
      <w:pPr>
        <w:spacing w:after="0" w:line="251" w:lineRule="auto"/>
        <w:ind w:left="1573" w:right="110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Navn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og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adresse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mv.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person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skal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kontaktes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herunder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kommunikationssprog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fremt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deter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nødvendigt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med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yderligere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oplysninger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fuldbyrdelse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kendelsen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med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henblik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praktiske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tilrettelæggelse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overf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ø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rslen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afbevismaterialet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(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hvis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det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er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relevant): </w:t>
      </w:r>
      <w:r w:rsidRP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</w:t>
      </w:r>
      <w:r w:rsidR="00095CD3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</w:t>
      </w:r>
    </w:p>
    <w:p w:rsidR="00095CD3" w:rsidRPr="00095CD3" w:rsidRDefault="00095CD3" w:rsidP="00095CD3">
      <w:pPr>
        <w:spacing w:after="0" w:line="251" w:lineRule="auto"/>
        <w:ind w:left="1573" w:right="110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</w:t>
      </w:r>
      <w:r w:rsid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..………………………………………………………………………………………………………………………………</w:t>
      </w:r>
    </w:p>
    <w:p w:rsidR="003A6359" w:rsidRDefault="003A6359">
      <w:pPr>
        <w:spacing w:after="0" w:line="251" w:lineRule="auto"/>
        <w:ind w:left="1573" w:right="1267"/>
        <w:jc w:val="both"/>
        <w:rPr>
          <w:rFonts w:ascii="Times New Roman" w:eastAsia="Times New Roman" w:hAnsi="Times New Roman" w:cs="Times New Roman"/>
          <w:sz w:val="16"/>
          <w:szCs w:val="16"/>
          <w:lang w:val="de-DE"/>
        </w:rPr>
      </w:pPr>
    </w:p>
    <w:p w:rsidR="00A05EE5" w:rsidRPr="0035611A" w:rsidRDefault="00A05EE5">
      <w:pPr>
        <w:spacing w:after="0" w:line="200" w:lineRule="exact"/>
        <w:rPr>
          <w:sz w:val="20"/>
          <w:szCs w:val="20"/>
          <w:lang w:val="de-DE"/>
        </w:rPr>
      </w:pPr>
    </w:p>
    <w:p w:rsidR="00A05EE5" w:rsidRPr="0035611A" w:rsidRDefault="00A05EE5">
      <w:pPr>
        <w:spacing w:after="0" w:line="200" w:lineRule="exact"/>
        <w:rPr>
          <w:sz w:val="20"/>
          <w:szCs w:val="20"/>
          <w:lang w:val="de-DE"/>
        </w:rPr>
      </w:pPr>
    </w:p>
    <w:p w:rsidR="00A05EE5" w:rsidRPr="0035611A" w:rsidRDefault="00A05EE5">
      <w:pPr>
        <w:spacing w:after="0" w:line="200" w:lineRule="exact"/>
        <w:rPr>
          <w:sz w:val="20"/>
          <w:szCs w:val="20"/>
          <w:lang w:val="de-DE"/>
        </w:rPr>
      </w:pPr>
    </w:p>
    <w:p w:rsidR="00A05EE5" w:rsidRPr="0035611A" w:rsidRDefault="00A05EE5">
      <w:pPr>
        <w:spacing w:after="0" w:line="200" w:lineRule="exact"/>
        <w:rPr>
          <w:sz w:val="20"/>
          <w:szCs w:val="20"/>
          <w:lang w:val="de-DE"/>
        </w:rPr>
      </w:pPr>
    </w:p>
    <w:p w:rsidR="00A05EE5" w:rsidRPr="0035611A" w:rsidRDefault="00A05EE5">
      <w:pPr>
        <w:spacing w:before="4" w:after="0" w:line="240" w:lineRule="exact"/>
        <w:rPr>
          <w:sz w:val="24"/>
          <w:szCs w:val="24"/>
          <w:lang w:val="de-DE"/>
        </w:rPr>
      </w:pPr>
    </w:p>
    <w:p w:rsidR="00A05EE5" w:rsidRPr="00752EC9" w:rsidRDefault="0035611A" w:rsidP="00752EC9">
      <w:pPr>
        <w:spacing w:after="0" w:line="253" w:lineRule="auto"/>
        <w:ind w:left="1576" w:right="1104" w:hanging="259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b)  </w:t>
      </w:r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Pr="00752EC9">
        <w:rPr>
          <w:rFonts w:ascii="Times New Roman" w:eastAsia="Times New Roman" w:hAnsi="Times New Roman" w:cs="Times New Roman"/>
          <w:color w:val="231F1F"/>
          <w:spacing w:val="-2"/>
          <w:sz w:val="16"/>
          <w:szCs w:val="16"/>
          <w:lang w:val="de-DE"/>
        </w:rPr>
        <w:t xml:space="preserve"> </w:t>
      </w:r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kompetente</w:t>
      </w:r>
      <w:r w:rsidRPr="00752EC9">
        <w:rPr>
          <w:rFonts w:ascii="Times New Roman" w:eastAsia="Times New Roman" w:hAnsi="Times New Roman" w:cs="Times New Roman"/>
          <w:color w:val="231F1F"/>
          <w:spacing w:val="31"/>
          <w:sz w:val="16"/>
          <w:szCs w:val="16"/>
          <w:lang w:val="de-DE"/>
        </w:rPr>
        <w:t xml:space="preserve"> </w:t>
      </w:r>
      <w:proofErr w:type="spellStart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myndighed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pacing w:val="9"/>
          <w:sz w:val="16"/>
          <w:szCs w:val="16"/>
          <w:lang w:val="de-DE"/>
        </w:rPr>
        <w:t xml:space="preserve"> </w:t>
      </w:r>
      <w:proofErr w:type="spellStart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fuldbyrdelsen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indefrysningskendelsen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den </w:t>
      </w:r>
      <w:proofErr w:type="spellStart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stat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hvor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kendelsen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er </w:t>
      </w:r>
      <w:proofErr w:type="spellStart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afsagt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såfremt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denne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myndighed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ikke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er den </w:t>
      </w:r>
      <w:proofErr w:type="spellStart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samme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som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den, der er </w:t>
      </w:r>
      <w:proofErr w:type="spellStart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anført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</w:t>
      </w:r>
      <w:proofErr w:type="spellStart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litra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a):</w:t>
      </w:r>
    </w:p>
    <w:p w:rsidR="00A05EE5" w:rsidRPr="00752EC9" w:rsidRDefault="00A05EE5" w:rsidP="00752EC9">
      <w:pPr>
        <w:spacing w:before="3" w:after="0" w:line="120" w:lineRule="exact"/>
        <w:ind w:right="1104"/>
        <w:jc w:val="both"/>
        <w:rPr>
          <w:rFonts w:ascii="Times New Roman" w:hAnsi="Times New Roman" w:cs="Times New Roman"/>
          <w:sz w:val="12"/>
          <w:szCs w:val="12"/>
          <w:lang w:val="de-DE"/>
        </w:rPr>
      </w:pPr>
    </w:p>
    <w:p w:rsidR="00A05EE5" w:rsidRDefault="0035611A" w:rsidP="00752EC9">
      <w:pPr>
        <w:spacing w:after="0" w:line="240" w:lineRule="auto"/>
        <w:ind w:left="1580" w:right="110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Officiel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betegnelse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 ..............................................................................................................</w:t>
      </w:r>
      <w:r w:rsid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</w:t>
      </w:r>
    </w:p>
    <w:p w:rsidR="00752EC9" w:rsidRPr="00752EC9" w:rsidRDefault="00752EC9" w:rsidP="00752EC9">
      <w:pPr>
        <w:spacing w:after="0" w:line="240" w:lineRule="auto"/>
        <w:ind w:left="1580" w:right="110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………………………………………………………………………………………………………………………………..</w:t>
      </w:r>
    </w:p>
    <w:p w:rsidR="00A05EE5" w:rsidRPr="0035611A" w:rsidRDefault="00A05EE5">
      <w:pPr>
        <w:spacing w:after="0" w:line="200" w:lineRule="exact"/>
        <w:rPr>
          <w:sz w:val="20"/>
          <w:szCs w:val="20"/>
          <w:lang w:val="de-DE"/>
        </w:rPr>
      </w:pPr>
    </w:p>
    <w:p w:rsidR="00A05EE5" w:rsidRPr="0035611A" w:rsidRDefault="00A05EE5">
      <w:pPr>
        <w:spacing w:before="10" w:after="0" w:line="240" w:lineRule="exact"/>
        <w:rPr>
          <w:sz w:val="24"/>
          <w:szCs w:val="24"/>
          <w:lang w:val="de-DE"/>
        </w:rPr>
      </w:pPr>
    </w:p>
    <w:p w:rsidR="00A05EE5" w:rsidRPr="0035611A" w:rsidRDefault="0035611A">
      <w:pPr>
        <w:spacing w:after="0" w:line="413" w:lineRule="auto"/>
        <w:ind w:left="1573" w:right="1286"/>
        <w:jc w:val="both"/>
        <w:rPr>
          <w:rFonts w:ascii="Times New Roman" w:eastAsia="Times New Roman" w:hAnsi="Times New Roman" w:cs="Times New Roman"/>
          <w:sz w:val="16"/>
          <w:szCs w:val="16"/>
          <w:lang w:val="de-DE"/>
        </w:rPr>
      </w:pP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Navnet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pacing w:val="-4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</w:t>
      </w:r>
      <w:r>
        <w:rPr>
          <w:rFonts w:ascii="Calibri" w:eastAsia="Times New Roman" w:hAnsi="Calibri" w:cs="Times New Roman"/>
          <w:color w:val="231F1F"/>
          <w:sz w:val="16"/>
          <w:szCs w:val="16"/>
          <w:lang w:val="de-DE"/>
        </w:rPr>
        <w:t>å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pacing w:val="-3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dennes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pacing w:val="6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repr</w:t>
      </w:r>
      <w:r w:rsidR="00152F8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æ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sentant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</w:t>
      </w:r>
      <w:r w:rsidRPr="0035611A">
        <w:rPr>
          <w:rFonts w:ascii="Times New Roman" w:eastAsia="Times New Roman" w:hAnsi="Times New Roman" w:cs="Times New Roman"/>
          <w:color w:val="231F1F"/>
          <w:spacing w:val="19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w w:val="141"/>
          <w:sz w:val="16"/>
          <w:szCs w:val="16"/>
          <w:lang w:val="de-DE"/>
        </w:rPr>
        <w:t>.............................................................................................</w:t>
      </w:r>
      <w:r w:rsidRPr="0035611A">
        <w:rPr>
          <w:rFonts w:ascii="Times New Roman" w:eastAsia="Times New Roman" w:hAnsi="Times New Roman" w:cs="Times New Roman"/>
          <w:color w:val="231F1F"/>
          <w:spacing w:val="8"/>
          <w:w w:val="141"/>
          <w:sz w:val="16"/>
          <w:szCs w:val="16"/>
          <w:lang w:val="de-DE"/>
        </w:rPr>
        <w:t>.</w:t>
      </w:r>
      <w:r w:rsidRPr="0035611A"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de-DE"/>
        </w:rPr>
        <w:t xml:space="preserve">.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Funktion</w:t>
      </w:r>
      <w:r w:rsidRPr="0035611A">
        <w:rPr>
          <w:rFonts w:ascii="Times New Roman" w:eastAsia="Times New Roman" w:hAnsi="Times New Roman" w:cs="Times New Roman"/>
          <w:color w:val="231F1F"/>
          <w:spacing w:val="10"/>
          <w:sz w:val="16"/>
          <w:szCs w:val="16"/>
          <w:lang w:val="de-DE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titel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/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stilling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): </w:t>
      </w:r>
      <w:r w:rsidRPr="0035611A">
        <w:rPr>
          <w:rFonts w:ascii="Times New Roman" w:eastAsia="Times New Roman" w:hAnsi="Times New Roman" w:cs="Times New Roman"/>
          <w:color w:val="231F1F"/>
          <w:w w:val="142"/>
          <w:sz w:val="16"/>
          <w:szCs w:val="16"/>
          <w:lang w:val="de-DE"/>
        </w:rPr>
        <w:t>.......................................................................................................</w:t>
      </w:r>
      <w:r w:rsidRPr="0035611A">
        <w:rPr>
          <w:rFonts w:ascii="Times New Roman" w:eastAsia="Times New Roman" w:hAnsi="Times New Roman" w:cs="Times New Roman"/>
          <w:color w:val="231F1F"/>
          <w:spacing w:val="8"/>
          <w:w w:val="142"/>
          <w:sz w:val="16"/>
          <w:szCs w:val="16"/>
          <w:lang w:val="de-DE"/>
        </w:rPr>
        <w:t>.</w:t>
      </w:r>
      <w:r w:rsidRPr="0035611A"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de-DE"/>
        </w:rPr>
        <w:t xml:space="preserve">.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Sagsnummer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: </w:t>
      </w:r>
      <w:r w:rsidRPr="0035611A">
        <w:rPr>
          <w:rFonts w:ascii="Times New Roman" w:eastAsia="Times New Roman" w:hAnsi="Times New Roman" w:cs="Times New Roman"/>
          <w:color w:val="231F1F"/>
          <w:w w:val="142"/>
          <w:sz w:val="16"/>
          <w:szCs w:val="16"/>
          <w:lang w:val="de-DE"/>
        </w:rPr>
        <w:t>..................................................................................................................</w:t>
      </w:r>
      <w:r w:rsidRPr="0035611A">
        <w:rPr>
          <w:rFonts w:ascii="Times New Roman" w:eastAsia="Times New Roman" w:hAnsi="Times New Roman" w:cs="Times New Roman"/>
          <w:color w:val="231F1F"/>
          <w:spacing w:val="8"/>
          <w:w w:val="142"/>
          <w:sz w:val="16"/>
          <w:szCs w:val="16"/>
          <w:lang w:val="de-DE"/>
        </w:rPr>
        <w:t>.</w:t>
      </w:r>
      <w:r w:rsidRPr="0035611A"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de-DE"/>
        </w:rPr>
        <w:t xml:space="preserve">.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Adresse:</w:t>
      </w:r>
      <w:r w:rsidRPr="0035611A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w w:val="142"/>
          <w:sz w:val="16"/>
          <w:szCs w:val="16"/>
          <w:lang w:val="de-DE"/>
        </w:rPr>
        <w:t>........................................................................................................................</w:t>
      </w:r>
      <w:r w:rsidRPr="0035611A">
        <w:rPr>
          <w:rFonts w:ascii="Times New Roman" w:eastAsia="Times New Roman" w:hAnsi="Times New Roman" w:cs="Times New Roman"/>
          <w:color w:val="231F1F"/>
          <w:spacing w:val="8"/>
          <w:w w:val="142"/>
          <w:sz w:val="16"/>
          <w:szCs w:val="16"/>
          <w:lang w:val="de-DE"/>
        </w:rPr>
        <w:t>.</w:t>
      </w:r>
      <w:r w:rsidRPr="0035611A"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de-DE"/>
        </w:rPr>
        <w:t>.</w:t>
      </w:r>
      <w:r w:rsidR="00752EC9"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de-DE"/>
        </w:rPr>
        <w:t>.</w:t>
      </w:r>
    </w:p>
    <w:p w:rsidR="00D620CF" w:rsidRDefault="0035611A" w:rsidP="00752EC9">
      <w:pPr>
        <w:spacing w:before="69" w:after="0"/>
        <w:ind w:left="1573" w:right="1104"/>
        <w:jc w:val="both"/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de-DE"/>
        </w:rPr>
      </w:pPr>
      <w:proofErr w:type="spellStart"/>
      <w:proofErr w:type="gram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Tlf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.:</w:t>
      </w:r>
      <w:proofErr w:type="gram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landekode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(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lokalt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omr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denummer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) 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( ...)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</w:t>
      </w:r>
      <w:r w:rsid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</w:t>
      </w:r>
    </w:p>
    <w:p w:rsidR="00A05EE5" w:rsidRPr="00D620CF" w:rsidRDefault="0035611A" w:rsidP="00752EC9">
      <w:pPr>
        <w:spacing w:before="69" w:after="0"/>
        <w:ind w:left="1573" w:right="110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Telefax: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landekode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lokalt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omr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denummer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) 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gram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 ...</w:t>
      </w:r>
      <w:proofErr w:type="gram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</w:t>
      </w:r>
      <w:r w:rsid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</w:t>
      </w:r>
    </w:p>
    <w:p w:rsidR="00A05EE5" w:rsidRDefault="00A05EE5" w:rsidP="00752EC9">
      <w:pPr>
        <w:spacing w:before="6" w:after="0" w:line="130" w:lineRule="exact"/>
        <w:ind w:right="1104"/>
        <w:jc w:val="both"/>
        <w:rPr>
          <w:sz w:val="13"/>
          <w:szCs w:val="13"/>
        </w:rPr>
      </w:pPr>
    </w:p>
    <w:p w:rsidR="00752EC9" w:rsidRDefault="0035611A" w:rsidP="00752EC9">
      <w:pPr>
        <w:spacing w:after="0" w:line="413" w:lineRule="auto"/>
        <w:ind w:left="1573" w:right="1104" w:firstLine="4"/>
        <w:jc w:val="both"/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de-DE"/>
        </w:rPr>
      </w:pP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E-post:</w:t>
      </w:r>
      <w:r w:rsidRPr="0035611A">
        <w:rPr>
          <w:rFonts w:ascii="Times New Roman" w:eastAsia="Times New Roman" w:hAnsi="Times New Roman" w:cs="Times New Roman"/>
          <w:color w:val="231F1F"/>
          <w:spacing w:val="-4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w w:val="142"/>
          <w:sz w:val="16"/>
          <w:szCs w:val="16"/>
          <w:lang w:val="de-DE"/>
        </w:rPr>
        <w:t>..........................................................................................................................</w:t>
      </w:r>
      <w:r w:rsidRPr="0035611A">
        <w:rPr>
          <w:rFonts w:ascii="Times New Roman" w:eastAsia="Times New Roman" w:hAnsi="Times New Roman" w:cs="Times New Roman"/>
          <w:color w:val="231F1F"/>
          <w:spacing w:val="8"/>
          <w:w w:val="142"/>
          <w:sz w:val="16"/>
          <w:szCs w:val="16"/>
          <w:lang w:val="de-DE"/>
        </w:rPr>
        <w:t>.</w:t>
      </w:r>
      <w:r w:rsidRPr="0035611A"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de-DE"/>
        </w:rPr>
        <w:t>.</w:t>
      </w:r>
      <w:r w:rsidR="00752EC9"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de-DE"/>
        </w:rPr>
        <w:t>..</w:t>
      </w:r>
    </w:p>
    <w:p w:rsidR="00A05EE5" w:rsidRPr="00752EC9" w:rsidRDefault="0035611A" w:rsidP="00752EC9">
      <w:pPr>
        <w:spacing w:after="0" w:line="413" w:lineRule="auto"/>
        <w:ind w:left="1573" w:right="110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De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sprog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</w:t>
      </w:r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hvilke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deter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muligt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at</w:t>
      </w:r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kommunikere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med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 kompetente</w:t>
      </w:r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myndighed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fuldbyrdelsen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</w:t>
      </w:r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</w:t>
      </w:r>
      <w:r w:rsid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</w:t>
      </w:r>
    </w:p>
    <w:p w:rsidR="00A05EE5" w:rsidRPr="0035611A" w:rsidRDefault="00A05EE5">
      <w:pPr>
        <w:spacing w:before="2" w:after="0" w:line="120" w:lineRule="exact"/>
        <w:rPr>
          <w:sz w:val="12"/>
          <w:szCs w:val="12"/>
          <w:lang w:val="de-DE"/>
        </w:rPr>
      </w:pPr>
    </w:p>
    <w:p w:rsidR="00A05EE5" w:rsidRPr="0035611A" w:rsidRDefault="00A05EE5">
      <w:pPr>
        <w:spacing w:after="0" w:line="200" w:lineRule="exact"/>
        <w:rPr>
          <w:sz w:val="20"/>
          <w:szCs w:val="20"/>
          <w:lang w:val="de-DE"/>
        </w:rPr>
      </w:pPr>
    </w:p>
    <w:p w:rsidR="00A05EE5" w:rsidRDefault="0035611A" w:rsidP="00752EC9">
      <w:pPr>
        <w:spacing w:after="0" w:line="251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Navn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og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adresse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mv.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den 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person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skal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kontaktes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herunder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kommunikationssprog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fremt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deter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nødvendigt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med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yderligere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oplysninger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fuldbyrdelse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kendelsen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med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henblik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praktiske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tilrettelæggelse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overf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ø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rslen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afbevismaterialet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(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hvis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det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er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relevant): 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</w:t>
      </w:r>
      <w:r w:rsid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.....................................................................................</w:t>
      </w:r>
    </w:p>
    <w:p w:rsidR="00752EC9" w:rsidRDefault="00752EC9" w:rsidP="00752EC9">
      <w:pPr>
        <w:spacing w:after="0" w:line="251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………………………………………………………………………………………………………………………………..</w:t>
      </w:r>
    </w:p>
    <w:p w:rsidR="00752EC9" w:rsidRDefault="00752EC9">
      <w:pPr>
        <w:spacing w:after="0" w:line="251" w:lineRule="auto"/>
        <w:ind w:left="1573" w:right="126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A05EE5" w:rsidRPr="0035611A" w:rsidRDefault="00A05EE5">
      <w:pPr>
        <w:spacing w:before="4" w:after="0" w:line="120" w:lineRule="exact"/>
        <w:rPr>
          <w:sz w:val="12"/>
          <w:szCs w:val="12"/>
          <w:lang w:val="de-DE"/>
        </w:rPr>
      </w:pPr>
    </w:p>
    <w:p w:rsidR="00752EC9" w:rsidRDefault="00752EC9">
      <w:pPr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br w:type="page"/>
      </w:r>
    </w:p>
    <w:p w:rsidR="00A05EE5" w:rsidRPr="0035611A" w:rsidRDefault="00A05EE5">
      <w:pPr>
        <w:spacing w:after="0" w:line="200" w:lineRule="exact"/>
        <w:rPr>
          <w:sz w:val="20"/>
          <w:szCs w:val="20"/>
          <w:lang w:val="de-DE"/>
        </w:rPr>
      </w:pPr>
    </w:p>
    <w:p w:rsidR="00A05EE5" w:rsidRPr="0035611A" w:rsidRDefault="00A05EE5">
      <w:pPr>
        <w:spacing w:after="0" w:line="200" w:lineRule="exact"/>
        <w:rPr>
          <w:sz w:val="20"/>
          <w:szCs w:val="20"/>
          <w:lang w:val="de-DE"/>
        </w:rPr>
      </w:pPr>
    </w:p>
    <w:p w:rsidR="00A05EE5" w:rsidRPr="00D620CF" w:rsidRDefault="0035611A" w:rsidP="00752EC9">
      <w:pPr>
        <w:spacing w:before="39" w:after="0" w:line="253" w:lineRule="auto"/>
        <w:ind w:left="1573" w:right="1124" w:hanging="252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c) 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Udfyldes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litra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a)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og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b),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udfyldes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ligeledes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æ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rv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æ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rende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litra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at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angive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hvilken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to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myndigheder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skal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kontaktes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begge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skal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kontaktes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..................................................................................</w:t>
      </w:r>
      <w:r w:rsid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</w:t>
      </w:r>
    </w:p>
    <w:p w:rsidR="00A05EE5" w:rsidRPr="00752EC9" w:rsidRDefault="00A05EE5">
      <w:pPr>
        <w:spacing w:before="3" w:after="0" w:line="120" w:lineRule="exact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A05EE5" w:rsidRPr="00D620CF" w:rsidRDefault="00D05D4E" w:rsidP="003A6359">
      <w:pPr>
        <w:spacing w:after="0" w:line="240" w:lineRule="auto"/>
        <w:ind w:left="1601" w:right="604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-11793504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A6359" w:rsidRPr="00D620CF">
            <w:rPr>
              <w:rFonts w:ascii="Times New Roman" w:eastAsia="Times New Roman" w:hAnsi="Times New Roman" w:cs="Times New Roman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3A6359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myndighed</w:t>
      </w:r>
      <w:proofErr w:type="spellEnd"/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er</w:t>
      </w:r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anf</w:t>
      </w:r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ø</w:t>
      </w:r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rt</w:t>
      </w:r>
      <w:proofErr w:type="spellEnd"/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</w:t>
      </w:r>
      <w:proofErr w:type="spellStart"/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litra</w:t>
      </w:r>
      <w:proofErr w:type="spellEnd"/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a)</w:t>
      </w:r>
    </w:p>
    <w:p w:rsidR="00A05EE5" w:rsidRPr="00D620CF" w:rsidRDefault="00A05EE5">
      <w:pPr>
        <w:spacing w:before="3" w:after="0" w:line="130" w:lineRule="exact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A05EE5" w:rsidRPr="00D620CF" w:rsidRDefault="00D05D4E">
      <w:pPr>
        <w:spacing w:after="0" w:line="240" w:lineRule="auto"/>
        <w:ind w:left="1601" w:right="6032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8785154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A6359" w:rsidRPr="00D620CF">
            <w:rPr>
              <w:rFonts w:ascii="Times New Roman" w:eastAsia="Times New Roman" w:hAnsi="Times New Roman" w:cs="Times New Roman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3A6359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myndighed</w:t>
      </w:r>
      <w:proofErr w:type="spellEnd"/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er</w:t>
      </w:r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anf</w:t>
      </w:r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ø</w:t>
      </w:r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rt</w:t>
      </w:r>
      <w:proofErr w:type="spellEnd"/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</w:t>
      </w:r>
      <w:proofErr w:type="spellStart"/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litra</w:t>
      </w:r>
      <w:proofErr w:type="spellEnd"/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b)</w:t>
      </w:r>
    </w:p>
    <w:p w:rsidR="00A05EE5" w:rsidRPr="0035611A" w:rsidRDefault="00A05EE5">
      <w:pPr>
        <w:spacing w:after="0" w:line="200" w:lineRule="exact"/>
        <w:rPr>
          <w:sz w:val="20"/>
          <w:szCs w:val="20"/>
          <w:lang w:val="de-DE"/>
        </w:rPr>
      </w:pPr>
    </w:p>
    <w:p w:rsidR="00A05EE5" w:rsidRPr="0035611A" w:rsidRDefault="00A05EE5">
      <w:pPr>
        <w:spacing w:after="0" w:line="200" w:lineRule="exact"/>
        <w:rPr>
          <w:sz w:val="20"/>
          <w:szCs w:val="20"/>
          <w:lang w:val="de-DE"/>
        </w:rPr>
      </w:pPr>
    </w:p>
    <w:p w:rsidR="00A05EE5" w:rsidRPr="0035611A" w:rsidRDefault="00A05EE5">
      <w:pPr>
        <w:spacing w:before="18" w:after="0" w:line="200" w:lineRule="exact"/>
        <w:rPr>
          <w:sz w:val="20"/>
          <w:szCs w:val="20"/>
          <w:lang w:val="de-DE"/>
        </w:rPr>
      </w:pPr>
    </w:p>
    <w:p w:rsidR="00A05EE5" w:rsidRPr="00752EC9" w:rsidRDefault="0035611A" w:rsidP="00D620CF">
      <w:pPr>
        <w:spacing w:after="0" w:line="248" w:lineRule="auto"/>
        <w:ind w:left="1576" w:right="1270" w:hanging="256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d) 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</w:t>
      </w:r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fremt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er</w:t>
      </w:r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udpeget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en</w:t>
      </w:r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central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myndighed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til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varetagelse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overf</w:t>
      </w:r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ø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rslen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og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administrative 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modtagelse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indefrysningskendelser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g</w:t>
      </w:r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æ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lder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kun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Irland</w:t>
      </w:r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og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Det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Forenede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Kongerige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):</w:t>
      </w:r>
    </w:p>
    <w:p w:rsidR="00A05EE5" w:rsidRPr="00752EC9" w:rsidRDefault="00A05EE5">
      <w:pPr>
        <w:spacing w:before="6" w:after="0" w:line="120" w:lineRule="exact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752EC9" w:rsidRDefault="0035611A" w:rsidP="007A313B">
      <w:pPr>
        <w:spacing w:after="0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152F8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Navnet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52F8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</w:t>
      </w:r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proofErr w:type="spellEnd"/>
      <w:r w:rsidRPr="00152F8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den</w:t>
      </w:r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52F8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centrale</w:t>
      </w:r>
      <w:proofErr w:type="spellEnd"/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152F8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myndighed</w:t>
      </w:r>
      <w:proofErr w:type="spellEnd"/>
      <w:r w:rsidRPr="00152F85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: </w:t>
      </w:r>
      <w:r w:rsidRPr="00752EC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...........................................................................................</w:t>
      </w:r>
      <w:r w:rsid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</w:t>
      </w:r>
    </w:p>
    <w:p w:rsidR="007A313B" w:rsidRDefault="007A313B" w:rsidP="007A313B">
      <w:pPr>
        <w:spacing w:after="0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</w:t>
      </w:r>
    </w:p>
    <w:p w:rsidR="00D620CF" w:rsidRDefault="0035611A" w:rsidP="007A313B">
      <w:pPr>
        <w:spacing w:after="0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de-DE"/>
        </w:rPr>
      </w:pP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Kontaktperson,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hvis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en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dan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fi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des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(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titel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/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stilling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og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navn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):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</w:t>
      </w:r>
      <w:r w:rsidR="007A313B"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de-DE"/>
        </w:rPr>
        <w:t>.........................</w:t>
      </w:r>
    </w:p>
    <w:p w:rsidR="007A313B" w:rsidRDefault="007A313B" w:rsidP="007A313B">
      <w:pPr>
        <w:spacing w:after="0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de-DE"/>
        </w:rPr>
        <w:t>……………………………………………………………………………………………………..</w:t>
      </w:r>
    </w:p>
    <w:p w:rsidR="00A05EE5" w:rsidRDefault="0035611A" w:rsidP="007A313B">
      <w:pPr>
        <w:spacing w:after="0"/>
        <w:ind w:left="1573" w:right="1124"/>
        <w:jc w:val="both"/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de-DE"/>
        </w:rPr>
      </w:pP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Adresse:</w:t>
      </w:r>
      <w:r w:rsidRPr="0035611A">
        <w:rPr>
          <w:rFonts w:ascii="Times New Roman" w:eastAsia="Times New Roman" w:hAnsi="Times New Roman" w:cs="Times New Roman"/>
          <w:color w:val="231F1F"/>
          <w:spacing w:val="17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w w:val="142"/>
          <w:sz w:val="16"/>
          <w:szCs w:val="16"/>
          <w:lang w:val="de-DE"/>
        </w:rPr>
        <w:t>........................................................................................................................</w:t>
      </w:r>
      <w:r w:rsidRPr="0035611A">
        <w:rPr>
          <w:rFonts w:ascii="Times New Roman" w:eastAsia="Times New Roman" w:hAnsi="Times New Roman" w:cs="Times New Roman"/>
          <w:color w:val="231F1F"/>
          <w:spacing w:val="8"/>
          <w:w w:val="142"/>
          <w:sz w:val="16"/>
          <w:szCs w:val="16"/>
          <w:lang w:val="de-DE"/>
        </w:rPr>
        <w:t>.</w:t>
      </w:r>
      <w:r w:rsidRPr="0035611A"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de-DE"/>
        </w:rPr>
        <w:t>.</w:t>
      </w:r>
      <w:r w:rsidR="007A313B"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de-DE"/>
        </w:rPr>
        <w:t>...</w:t>
      </w:r>
    </w:p>
    <w:p w:rsidR="007A313B" w:rsidRPr="0035611A" w:rsidRDefault="007A313B" w:rsidP="007A313B">
      <w:pPr>
        <w:spacing w:after="0"/>
        <w:ind w:left="1573" w:right="1124"/>
        <w:jc w:val="both"/>
        <w:rPr>
          <w:rFonts w:ascii="Times New Roman" w:eastAsia="Times New Roman" w:hAnsi="Times New Roman" w:cs="Times New Roman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w w:val="125"/>
          <w:sz w:val="16"/>
          <w:szCs w:val="16"/>
          <w:lang w:val="de-DE"/>
        </w:rPr>
        <w:t>……………………………………………………………………………………………………..</w:t>
      </w:r>
    </w:p>
    <w:p w:rsidR="007A313B" w:rsidRDefault="0035611A" w:rsidP="007A313B">
      <w:pPr>
        <w:spacing w:before="15" w:after="0" w:line="413" w:lineRule="auto"/>
        <w:ind w:left="1573" w:right="1124" w:firstLine="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Sagsnummer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: </w:t>
      </w:r>
      <w:r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...................................................................................................................</w:t>
      </w:r>
      <w:r w:rsid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</w:t>
      </w:r>
    </w:p>
    <w:p w:rsidR="00D620CF" w:rsidRDefault="0035611A">
      <w:pPr>
        <w:spacing w:before="15" w:after="0" w:line="413" w:lineRule="auto"/>
        <w:ind w:left="1573" w:right="1306" w:firstLine="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proofErr w:type="gram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Tlf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.:</w:t>
      </w:r>
      <w:proofErr w:type="gram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landekode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(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lokalt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omr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denummer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) 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.....................................................................................</w:t>
      </w:r>
      <w:r w:rsid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</w:t>
      </w:r>
    </w:p>
    <w:p w:rsidR="00D620CF" w:rsidRPr="007A313B" w:rsidRDefault="0035611A">
      <w:pPr>
        <w:spacing w:before="15" w:after="0" w:line="413" w:lineRule="auto"/>
        <w:ind w:left="1573" w:right="1306" w:firstLine="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Telefax: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landekode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lokalt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omr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denummer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)  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</w:t>
      </w:r>
      <w:r w:rsid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</w:t>
      </w:r>
    </w:p>
    <w:p w:rsidR="00A05EE5" w:rsidRPr="007A313B" w:rsidRDefault="0035611A" w:rsidP="007A313B">
      <w:pPr>
        <w:spacing w:before="15" w:after="0" w:line="413" w:lineRule="auto"/>
        <w:ind w:left="1573" w:right="1306" w:firstLine="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E-post:</w:t>
      </w:r>
      <w:r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............................................................................................................................</w:t>
      </w:r>
      <w:r w:rsid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</w:t>
      </w:r>
    </w:p>
    <w:p w:rsidR="00A05EE5" w:rsidRPr="0035611A" w:rsidRDefault="00A05EE5">
      <w:pPr>
        <w:spacing w:after="0" w:line="200" w:lineRule="exact"/>
        <w:rPr>
          <w:sz w:val="20"/>
          <w:szCs w:val="20"/>
          <w:lang w:val="de-DE"/>
        </w:rPr>
      </w:pPr>
    </w:p>
    <w:p w:rsidR="00A05EE5" w:rsidRPr="0035611A" w:rsidRDefault="00A05EE5">
      <w:pPr>
        <w:spacing w:before="10" w:after="0" w:line="280" w:lineRule="exact"/>
        <w:rPr>
          <w:sz w:val="28"/>
          <w:szCs w:val="28"/>
          <w:lang w:val="de-DE"/>
        </w:rPr>
      </w:pPr>
    </w:p>
    <w:p w:rsidR="00A05EE5" w:rsidRPr="007A313B" w:rsidRDefault="0035611A" w:rsidP="007A313B">
      <w:pPr>
        <w:spacing w:after="0" w:line="240" w:lineRule="auto"/>
        <w:ind w:left="131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e)  </w:t>
      </w:r>
      <w:r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Indefrysningskendelsen</w:t>
      </w:r>
      <w:proofErr w:type="spellEnd"/>
      <w:r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</w:t>
      </w:r>
    </w:p>
    <w:p w:rsidR="00A05EE5" w:rsidRPr="007A313B" w:rsidRDefault="00A05EE5" w:rsidP="007A313B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A05EE5" w:rsidRPr="00D620CF" w:rsidRDefault="0035611A" w:rsidP="007A313B">
      <w:pPr>
        <w:spacing w:after="0" w:line="240" w:lineRule="auto"/>
        <w:ind w:left="158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1.    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Dato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og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eventuelt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sagsnummer</w:t>
      </w:r>
      <w:proofErr w:type="spellEnd"/>
    </w:p>
    <w:p w:rsidR="00A05EE5" w:rsidRPr="00D620CF" w:rsidRDefault="00A05EE5" w:rsidP="007A313B">
      <w:pPr>
        <w:spacing w:before="6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A05EE5" w:rsidRPr="00D620CF" w:rsidRDefault="0035611A" w:rsidP="007A313B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2.    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Form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let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med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kendelsen</w:t>
      </w:r>
      <w:proofErr w:type="spellEnd"/>
    </w:p>
    <w:p w:rsidR="00A05EE5" w:rsidRPr="00D620CF" w:rsidRDefault="00A05EE5" w:rsidP="007A313B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A05EE5" w:rsidRPr="00D620CF" w:rsidRDefault="0035611A" w:rsidP="007A313B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2.1. 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Efterf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ø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lgende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konfiskation</w:t>
      </w:r>
      <w:proofErr w:type="spellEnd"/>
    </w:p>
    <w:p w:rsidR="00A05EE5" w:rsidRPr="00D620CF" w:rsidRDefault="00A05EE5" w:rsidP="007A313B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A05EE5" w:rsidRPr="00D620CF" w:rsidRDefault="0035611A" w:rsidP="007A313B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2.2. 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Sikring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bevismateriale</w:t>
      </w:r>
      <w:proofErr w:type="spellEnd"/>
    </w:p>
    <w:p w:rsidR="00A05EE5" w:rsidRPr="00D620CF" w:rsidRDefault="00A05EE5" w:rsidP="007A313B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A05EE5" w:rsidRPr="00D620CF" w:rsidRDefault="0035611A" w:rsidP="007A313B">
      <w:pPr>
        <w:tabs>
          <w:tab w:val="left" w:pos="1900"/>
        </w:tabs>
        <w:spacing w:after="0" w:line="253" w:lineRule="auto"/>
        <w:ind w:left="1911" w:right="1124" w:hanging="320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3.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ab/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Beskrivelse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de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formalia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og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procedurer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, der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skal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overholdes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ved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fuldbyrdelsen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en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indefrysningskendelse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bevismateriale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(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hvis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det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er relevant)</w:t>
      </w:r>
    </w:p>
    <w:p w:rsidR="00A05EE5" w:rsidRPr="00D620CF" w:rsidRDefault="00A05EE5" w:rsidP="007A313B">
      <w:pPr>
        <w:spacing w:before="9" w:after="0" w:line="14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A05EE5" w:rsidRDefault="00A05EE5">
      <w:pPr>
        <w:spacing w:after="0" w:line="200" w:lineRule="exact"/>
        <w:rPr>
          <w:sz w:val="20"/>
          <w:szCs w:val="20"/>
        </w:rPr>
      </w:pPr>
    </w:p>
    <w:p w:rsidR="00A05EE5" w:rsidRDefault="00A05EE5">
      <w:pPr>
        <w:spacing w:after="0" w:line="200" w:lineRule="exact"/>
        <w:rPr>
          <w:sz w:val="20"/>
          <w:szCs w:val="20"/>
        </w:rPr>
      </w:pPr>
    </w:p>
    <w:p w:rsidR="00A05EE5" w:rsidRPr="007A313B" w:rsidRDefault="00152F85" w:rsidP="007A313B">
      <w:pPr>
        <w:spacing w:after="0" w:line="240" w:lineRule="auto"/>
        <w:ind w:left="131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3A6359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f)</w:t>
      </w:r>
      <w:r w:rsidRPr="0035611A">
        <w:rPr>
          <w:rFonts w:ascii="Times New Roman" w:eastAsia="Times New Roman" w:hAnsi="Times New Roman" w:cs="Times New Roman"/>
          <w:color w:val="231F1F"/>
          <w:w w:val="54"/>
          <w:lang w:val="de-DE"/>
        </w:rPr>
        <w:t xml:space="preserve">  </w:t>
      </w:r>
      <w:r w:rsidRPr="0035611A">
        <w:rPr>
          <w:rFonts w:ascii="Times New Roman" w:eastAsia="Times New Roman" w:hAnsi="Times New Roman" w:cs="Times New Roman"/>
          <w:color w:val="231F1F"/>
          <w:spacing w:val="28"/>
          <w:w w:val="54"/>
          <w:lang w:val="de-DE"/>
        </w:rPr>
        <w:t xml:space="preserve"> </w:t>
      </w:r>
      <w:proofErr w:type="spellStart"/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Oplysninger</w:t>
      </w:r>
      <w:proofErr w:type="spellEnd"/>
      <w:r w:rsidR="0035611A"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="0035611A"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</w:t>
      </w:r>
      <w:r w:rsidR="0035611A"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formuegoder</w:t>
      </w:r>
      <w:proofErr w:type="spellEnd"/>
      <w:r w:rsidR="0035611A"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  <w:r w:rsidR="0035611A"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det</w:t>
      </w:r>
      <w:proofErr w:type="spellEnd"/>
      <w:r w:rsidR="0035611A"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bevismateriale</w:t>
      </w:r>
      <w:proofErr w:type="spellEnd"/>
      <w:r w:rsidR="0035611A"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</w:t>
      </w:r>
      <w:proofErr w:type="spellStart"/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fuldbyrdelsesstaten</w:t>
      </w:r>
      <w:proofErr w:type="spellEnd"/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="0035611A"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="0035611A"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er</w:t>
      </w:r>
      <w:r w:rsidR="0035611A"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omhandlet</w:t>
      </w:r>
      <w:proofErr w:type="spellEnd"/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611A"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</w:t>
      </w:r>
      <w:proofErr w:type="spellStart"/>
      <w:r w:rsidR="0035611A"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indefrysnings</w:t>
      </w:r>
      <w:proofErr w:type="spellEnd"/>
      <w:r w:rsidR="0035611A"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­</w:t>
      </w:r>
    </w:p>
    <w:p w:rsidR="00A05EE5" w:rsidRPr="007A313B" w:rsidRDefault="0035611A" w:rsidP="007A313B">
      <w:pPr>
        <w:spacing w:after="0" w:line="181" w:lineRule="exact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kendelsen</w:t>
      </w:r>
      <w:proofErr w:type="spellEnd"/>
      <w:r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</w:t>
      </w:r>
    </w:p>
    <w:p w:rsidR="00A05EE5" w:rsidRPr="007A313B" w:rsidRDefault="00A05EE5">
      <w:pPr>
        <w:spacing w:before="3" w:after="0" w:line="130" w:lineRule="exact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A05EE5" w:rsidRPr="007A313B" w:rsidRDefault="0035611A" w:rsidP="007A313B">
      <w:pPr>
        <w:tabs>
          <w:tab w:val="left" w:pos="9356"/>
        </w:tabs>
        <w:spacing w:after="0" w:line="240" w:lineRule="auto"/>
        <w:ind w:left="1576" w:right="4462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Beskrivelse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formuegoderne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  <w:r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bevismaterialet</w:t>
      </w:r>
      <w:proofErr w:type="spellEnd"/>
      <w:r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og</w:t>
      </w:r>
      <w:proofErr w:type="spellEnd"/>
      <w:r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lokalisering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</w:t>
      </w:r>
    </w:p>
    <w:p w:rsidR="00A05EE5" w:rsidRPr="007A313B" w:rsidRDefault="00A05EE5" w:rsidP="007A313B">
      <w:pPr>
        <w:tabs>
          <w:tab w:val="left" w:pos="9356"/>
        </w:tabs>
        <w:spacing w:before="3" w:after="0" w:line="130" w:lineRule="exact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A05EE5" w:rsidRPr="007A313B" w:rsidRDefault="0035611A" w:rsidP="007A313B">
      <w:pPr>
        <w:tabs>
          <w:tab w:val="left" w:pos="9356"/>
        </w:tabs>
        <w:spacing w:after="0" w:line="248" w:lineRule="auto"/>
        <w:ind w:left="2084" w:right="1280" w:hanging="49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1.  </w:t>
      </w:r>
      <w:r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a)  </w:t>
      </w:r>
      <w:r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Præcis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beskrivelse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formuegoderne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og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hvis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deter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relevant,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det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maksimale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bel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ø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ø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ges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inddrevet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hvis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et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dant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maksimalt</w:t>
      </w:r>
      <w:proofErr w:type="spellEnd"/>
      <w:r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bel</w:t>
      </w:r>
      <w:r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ø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</w:t>
      </w:r>
      <w:proofErr w:type="spellEnd"/>
      <w:r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er</w:t>
      </w:r>
      <w:r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fastsat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og</w:t>
      </w:r>
      <w:proofErr w:type="spellEnd"/>
      <w:r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det</w:t>
      </w:r>
      <w:proofErr w:type="spellEnd"/>
      <w:r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drejer</w:t>
      </w:r>
      <w:proofErr w:type="spellEnd"/>
      <w:r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sig</w:t>
      </w:r>
      <w:proofErr w:type="spellEnd"/>
      <w:r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indefrysning</w:t>
      </w:r>
      <w:proofErr w:type="spellEnd"/>
      <w:r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</w:t>
      </w:r>
      <w:proofErr w:type="spellEnd"/>
      <w:r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</w:t>
      </w:r>
      <w:r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æ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rdien</w:t>
      </w:r>
      <w:proofErr w:type="spellEnd"/>
      <w:r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</w:t>
      </w:r>
      <w:proofErr w:type="spellEnd"/>
      <w:r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udbytte</w:t>
      </w:r>
      <w:proofErr w:type="spellEnd"/>
      <w:r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</w:t>
      </w:r>
    </w:p>
    <w:p w:rsidR="00A05EE5" w:rsidRPr="007A313B" w:rsidRDefault="00A05EE5" w:rsidP="007A313B">
      <w:pPr>
        <w:tabs>
          <w:tab w:val="left" w:pos="9356"/>
        </w:tabs>
        <w:spacing w:before="10" w:after="0" w:line="120" w:lineRule="exact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A05EE5" w:rsidRPr="00D620CF" w:rsidRDefault="007A313B" w:rsidP="007A313B">
      <w:pPr>
        <w:tabs>
          <w:tab w:val="left" w:pos="9356"/>
        </w:tabs>
        <w:spacing w:after="0" w:line="240" w:lineRule="auto"/>
        <w:ind w:left="1796" w:right="607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611A"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</w:t>
      </w:r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)   </w:t>
      </w:r>
      <w:proofErr w:type="spellStart"/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Præcis</w:t>
      </w:r>
      <w:proofErr w:type="spellEnd"/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angivelse</w:t>
      </w:r>
      <w:proofErr w:type="spellEnd"/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</w:t>
      </w:r>
      <w:proofErr w:type="spellEnd"/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bevismaterialet</w:t>
      </w:r>
      <w:proofErr w:type="spellEnd"/>
    </w:p>
    <w:p w:rsidR="00A05EE5" w:rsidRPr="00D620CF" w:rsidRDefault="00A05EE5" w:rsidP="007A313B">
      <w:pPr>
        <w:tabs>
          <w:tab w:val="left" w:pos="9356"/>
        </w:tabs>
        <w:spacing w:before="3" w:after="0" w:line="130" w:lineRule="exact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A05EE5" w:rsidRPr="007A313B" w:rsidRDefault="007A313B" w:rsidP="007A313B">
      <w:pPr>
        <w:tabs>
          <w:tab w:val="left" w:pos="9356"/>
        </w:tabs>
        <w:spacing w:after="0" w:line="248" w:lineRule="auto"/>
        <w:ind w:left="1828" w:right="1282" w:hanging="245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2.  </w:t>
      </w:r>
      <w:proofErr w:type="spellStart"/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Præcis</w:t>
      </w:r>
      <w:proofErr w:type="spellEnd"/>
      <w:r w:rsidR="0035611A"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angivelse</w:t>
      </w:r>
      <w:proofErr w:type="spellEnd"/>
      <w:r w:rsidR="0035611A"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</w:t>
      </w:r>
      <w:proofErr w:type="spellEnd"/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="0035611A"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hvor</w:t>
      </w:r>
      <w:proofErr w:type="spellEnd"/>
      <w:r w:rsidR="0035611A"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formuegoderne</w:t>
      </w:r>
      <w:proofErr w:type="spellEnd"/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611A"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  <w:r w:rsidR="0035611A"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bevismaterialet</w:t>
      </w:r>
      <w:proofErr w:type="spellEnd"/>
      <w:r w:rsidR="0035611A"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befinder</w:t>
      </w:r>
      <w:proofErr w:type="spellEnd"/>
      <w:r w:rsidR="0035611A"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sig</w:t>
      </w:r>
      <w:proofErr w:type="spellEnd"/>
      <w:r w:rsidR="0035611A"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</w:t>
      </w:r>
      <w:proofErr w:type="spellStart"/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hvis</w:t>
      </w:r>
      <w:proofErr w:type="spellEnd"/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stedet</w:t>
      </w:r>
      <w:proofErr w:type="spellEnd"/>
      <w:r w:rsidR="0035611A"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er</w:t>
      </w:r>
      <w:r w:rsidR="0035611A"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ukendt</w:t>
      </w:r>
      <w:proofErr w:type="spellEnd"/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="0035611A"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det</w:t>
      </w:r>
      <w:proofErr w:type="spellEnd"/>
      <w:r w:rsidR="0035611A"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seneste</w:t>
      </w:r>
      <w:proofErr w:type="spellEnd"/>
      <w:r w:rsidR="0035611A"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kendte</w:t>
      </w:r>
      <w:proofErr w:type="spellEnd"/>
      <w:r w:rsidR="0035611A" w:rsidRP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sted</w:t>
      </w:r>
      <w:proofErr w:type="spellEnd"/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</w:t>
      </w:r>
    </w:p>
    <w:p w:rsidR="00A05EE5" w:rsidRPr="007A313B" w:rsidRDefault="00A05EE5" w:rsidP="007A313B">
      <w:pPr>
        <w:tabs>
          <w:tab w:val="left" w:pos="9356"/>
        </w:tabs>
        <w:spacing w:before="6" w:after="0" w:line="120" w:lineRule="exact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A05EE5" w:rsidRDefault="0035611A" w:rsidP="007A313B">
      <w:pPr>
        <w:tabs>
          <w:tab w:val="left" w:pos="9356"/>
        </w:tabs>
        <w:spacing w:after="0" w:line="251" w:lineRule="auto"/>
        <w:ind w:left="1825" w:right="1271" w:hanging="23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3. 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Angivelse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den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part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, der har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</w:t>
      </w:r>
      <w:r w:rsidR="007A313B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rmuegoderne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bevismaterialet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sin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varetægt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den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kendte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faktiske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ejer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heraf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hvis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denne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ikke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er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identisk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med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den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person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, der er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mistænkt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dømt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lovovertrædelsen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(alt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efter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gældende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lov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den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stat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hvor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kendelsen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er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afsagt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</w:t>
      </w:r>
    </w:p>
    <w:p w:rsidR="007A313B" w:rsidRPr="00D620CF" w:rsidRDefault="007A313B" w:rsidP="007A313B">
      <w:pPr>
        <w:tabs>
          <w:tab w:val="left" w:pos="10480"/>
          <w:tab w:val="left" w:pos="12191"/>
        </w:tabs>
        <w:spacing w:after="0" w:line="251" w:lineRule="auto"/>
        <w:ind w:left="1825" w:right="1124" w:hanging="23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ab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A6359" w:rsidRDefault="003A6359" w:rsidP="007A313B">
      <w:pPr>
        <w:tabs>
          <w:tab w:val="left" w:pos="9356"/>
        </w:tabs>
        <w:spacing w:after="0" w:line="251" w:lineRule="auto"/>
        <w:ind w:left="1825" w:right="1271" w:hanging="23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A05EE5" w:rsidRDefault="00A05EE5">
      <w:pPr>
        <w:spacing w:before="4" w:after="0" w:line="120" w:lineRule="exact"/>
        <w:rPr>
          <w:sz w:val="12"/>
          <w:szCs w:val="12"/>
          <w:lang w:val="de-DE"/>
        </w:rPr>
      </w:pPr>
    </w:p>
    <w:p w:rsidR="007A313B" w:rsidRDefault="007A313B">
      <w:pPr>
        <w:spacing w:before="4" w:after="0" w:line="120" w:lineRule="exact"/>
        <w:rPr>
          <w:sz w:val="12"/>
          <w:szCs w:val="12"/>
          <w:lang w:val="de-DE"/>
        </w:rPr>
      </w:pPr>
    </w:p>
    <w:p w:rsidR="007A313B" w:rsidRDefault="007A313B">
      <w:pPr>
        <w:spacing w:before="4" w:after="0" w:line="120" w:lineRule="exact"/>
        <w:rPr>
          <w:sz w:val="12"/>
          <w:szCs w:val="12"/>
          <w:lang w:val="de-DE"/>
        </w:rPr>
      </w:pPr>
    </w:p>
    <w:p w:rsidR="007A313B" w:rsidRDefault="007A313B">
      <w:pPr>
        <w:spacing w:before="4" w:after="0" w:line="120" w:lineRule="exact"/>
        <w:rPr>
          <w:sz w:val="12"/>
          <w:szCs w:val="12"/>
          <w:lang w:val="de-DE"/>
        </w:rPr>
      </w:pPr>
    </w:p>
    <w:p w:rsidR="007A313B" w:rsidRDefault="007A313B">
      <w:pPr>
        <w:spacing w:before="4" w:after="0" w:line="120" w:lineRule="exact"/>
        <w:rPr>
          <w:sz w:val="12"/>
          <w:szCs w:val="12"/>
          <w:lang w:val="de-DE"/>
        </w:rPr>
      </w:pPr>
    </w:p>
    <w:p w:rsidR="007A313B" w:rsidRDefault="007A313B">
      <w:pPr>
        <w:spacing w:before="4" w:after="0" w:line="120" w:lineRule="exact"/>
        <w:rPr>
          <w:sz w:val="12"/>
          <w:szCs w:val="12"/>
          <w:lang w:val="de-DE"/>
        </w:rPr>
      </w:pPr>
    </w:p>
    <w:p w:rsidR="007A313B" w:rsidRDefault="007A313B">
      <w:pPr>
        <w:spacing w:before="4" w:after="0" w:line="120" w:lineRule="exact"/>
        <w:rPr>
          <w:sz w:val="12"/>
          <w:szCs w:val="12"/>
          <w:lang w:val="de-DE"/>
        </w:rPr>
      </w:pPr>
    </w:p>
    <w:p w:rsidR="007A313B" w:rsidRDefault="007A313B">
      <w:pPr>
        <w:spacing w:before="4" w:after="0" w:line="120" w:lineRule="exact"/>
        <w:rPr>
          <w:sz w:val="12"/>
          <w:szCs w:val="12"/>
          <w:lang w:val="de-DE"/>
        </w:rPr>
      </w:pPr>
    </w:p>
    <w:p w:rsidR="007A313B" w:rsidRDefault="007A313B">
      <w:pPr>
        <w:spacing w:before="4" w:after="0" w:line="120" w:lineRule="exact"/>
        <w:rPr>
          <w:sz w:val="12"/>
          <w:szCs w:val="12"/>
          <w:lang w:val="de-DE"/>
        </w:rPr>
      </w:pPr>
    </w:p>
    <w:p w:rsidR="007A313B" w:rsidRDefault="007A313B">
      <w:pPr>
        <w:spacing w:before="4" w:after="0" w:line="120" w:lineRule="exact"/>
        <w:rPr>
          <w:sz w:val="12"/>
          <w:szCs w:val="12"/>
          <w:lang w:val="de-DE"/>
        </w:rPr>
      </w:pPr>
    </w:p>
    <w:p w:rsidR="007A313B" w:rsidRDefault="007A313B">
      <w:pPr>
        <w:spacing w:before="4" w:after="0" w:line="120" w:lineRule="exact"/>
        <w:rPr>
          <w:sz w:val="12"/>
          <w:szCs w:val="12"/>
          <w:lang w:val="de-DE"/>
        </w:rPr>
      </w:pPr>
    </w:p>
    <w:p w:rsidR="007A313B" w:rsidRDefault="007A313B">
      <w:pPr>
        <w:spacing w:before="4" w:after="0" w:line="120" w:lineRule="exact"/>
        <w:rPr>
          <w:sz w:val="12"/>
          <w:szCs w:val="12"/>
          <w:lang w:val="de-DE"/>
        </w:rPr>
      </w:pPr>
    </w:p>
    <w:p w:rsidR="007A313B" w:rsidRDefault="007A313B">
      <w:pPr>
        <w:spacing w:before="4" w:after="0" w:line="120" w:lineRule="exact"/>
        <w:rPr>
          <w:sz w:val="12"/>
          <w:szCs w:val="12"/>
          <w:lang w:val="de-DE"/>
        </w:rPr>
      </w:pPr>
    </w:p>
    <w:p w:rsidR="007A313B" w:rsidRDefault="007A313B">
      <w:pPr>
        <w:spacing w:before="4" w:after="0" w:line="120" w:lineRule="exact"/>
        <w:rPr>
          <w:sz w:val="12"/>
          <w:szCs w:val="12"/>
          <w:lang w:val="de-DE"/>
        </w:rPr>
      </w:pPr>
    </w:p>
    <w:p w:rsidR="007A313B" w:rsidRDefault="007A313B">
      <w:pPr>
        <w:spacing w:before="4" w:after="0" w:line="120" w:lineRule="exact"/>
        <w:rPr>
          <w:sz w:val="12"/>
          <w:szCs w:val="12"/>
          <w:lang w:val="de-DE"/>
        </w:rPr>
      </w:pPr>
    </w:p>
    <w:p w:rsidR="007A313B" w:rsidRDefault="007A313B">
      <w:pPr>
        <w:spacing w:before="4" w:after="0" w:line="120" w:lineRule="exact"/>
        <w:rPr>
          <w:sz w:val="12"/>
          <w:szCs w:val="12"/>
          <w:lang w:val="de-DE"/>
        </w:rPr>
      </w:pPr>
    </w:p>
    <w:p w:rsidR="007A313B" w:rsidRPr="0035611A" w:rsidRDefault="007A313B">
      <w:pPr>
        <w:spacing w:before="4" w:after="0" w:line="120" w:lineRule="exact"/>
        <w:rPr>
          <w:sz w:val="12"/>
          <w:szCs w:val="12"/>
          <w:lang w:val="de-DE"/>
        </w:rPr>
      </w:pPr>
    </w:p>
    <w:p w:rsidR="003A6359" w:rsidRDefault="003A6359">
      <w:pPr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br w:type="page"/>
      </w:r>
    </w:p>
    <w:p w:rsidR="00A05EE5" w:rsidRPr="0035611A" w:rsidRDefault="00A05EE5">
      <w:pPr>
        <w:spacing w:after="0" w:line="200" w:lineRule="exact"/>
        <w:rPr>
          <w:sz w:val="20"/>
          <w:szCs w:val="20"/>
          <w:lang w:val="de-DE"/>
        </w:rPr>
      </w:pPr>
    </w:p>
    <w:p w:rsidR="00A05EE5" w:rsidRPr="0035611A" w:rsidRDefault="00A05EE5">
      <w:pPr>
        <w:spacing w:after="0" w:line="200" w:lineRule="exact"/>
        <w:rPr>
          <w:sz w:val="20"/>
          <w:szCs w:val="20"/>
          <w:lang w:val="de-DE"/>
        </w:rPr>
      </w:pPr>
    </w:p>
    <w:p w:rsidR="00A05EE5" w:rsidRPr="00326030" w:rsidRDefault="0035611A" w:rsidP="00326030">
      <w:pPr>
        <w:spacing w:before="39" w:after="0" w:line="251" w:lineRule="auto"/>
        <w:ind w:left="1569" w:right="1124" w:hanging="256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g) 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Oplysninger</w:t>
      </w:r>
      <w:proofErr w:type="spellEnd"/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den/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de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fysiske</w:t>
      </w:r>
      <w:proofErr w:type="spellEnd"/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(1)</w:t>
      </w:r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juridiske</w:t>
      </w:r>
      <w:proofErr w:type="spellEnd"/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(2)</w:t>
      </w:r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person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(er),</w:t>
      </w:r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er</w:t>
      </w:r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mist</w:t>
      </w:r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æ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nkt</w:t>
      </w:r>
      <w:proofErr w:type="spellEnd"/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</w:t>
      </w:r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ø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mt</w:t>
      </w:r>
      <w:proofErr w:type="spellEnd"/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</w:t>
      </w:r>
      <w:proofErr w:type="spellEnd"/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lovovertr</w:t>
      </w:r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æ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delsen</w:t>
      </w:r>
      <w:proofErr w:type="spellEnd"/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(alt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efter</w:t>
      </w:r>
      <w:proofErr w:type="spellEnd"/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g</w:t>
      </w:r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æ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ldende</w:t>
      </w:r>
      <w:proofErr w:type="spellEnd"/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lov</w:t>
      </w:r>
      <w:proofErr w:type="spellEnd"/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stat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hvor</w:t>
      </w:r>
      <w:proofErr w:type="spellEnd"/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kendelsen</w:t>
      </w:r>
      <w:proofErr w:type="spellEnd"/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er</w:t>
      </w:r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afsagt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</w:t>
      </w:r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/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og</w:t>
      </w:r>
      <w:proofErr w:type="spellEnd"/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den/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</w:t>
      </w:r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person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(er),</w:t>
      </w:r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som</w:t>
      </w:r>
      <w:proofErr w:type="spellEnd"/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kendelsen</w:t>
      </w:r>
      <w:proofErr w:type="spellEnd"/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indefrysning</w:t>
      </w:r>
      <w:proofErr w:type="spellEnd"/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vedr</w:t>
      </w:r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ø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rer</w:t>
      </w:r>
      <w:proofErr w:type="spellEnd"/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hvis</w:t>
      </w:r>
      <w:proofErr w:type="spellEnd"/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</w:t>
      </w:r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foreligger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):</w:t>
      </w:r>
    </w:p>
    <w:p w:rsidR="00A05EE5" w:rsidRPr="00326030" w:rsidRDefault="00A05EE5" w:rsidP="00326030">
      <w:pPr>
        <w:spacing w:before="9" w:after="0" w:line="22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A05EE5" w:rsidRPr="00D620CF" w:rsidRDefault="00326030" w:rsidP="00326030">
      <w:pPr>
        <w:spacing w:after="0" w:line="240" w:lineRule="auto"/>
        <w:ind w:left="158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1.  </w:t>
      </w:r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Fysiske</w:t>
      </w:r>
      <w:proofErr w:type="spellEnd"/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personer</w:t>
      </w:r>
      <w:proofErr w:type="spellEnd"/>
    </w:p>
    <w:p w:rsidR="00A05EE5" w:rsidRPr="00326030" w:rsidRDefault="00A05EE5" w:rsidP="00326030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326030" w:rsidRDefault="0035611A" w:rsidP="00326030">
      <w:pPr>
        <w:spacing w:after="0" w:line="413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Efternavn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: </w:t>
      </w:r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........................................................................................................................</w:t>
      </w:r>
      <w:r w:rsid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</w:t>
      </w:r>
    </w:p>
    <w:p w:rsidR="00326030" w:rsidRDefault="0035611A" w:rsidP="00326030">
      <w:pPr>
        <w:spacing w:after="0" w:line="413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Fornavn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(e):</w:t>
      </w:r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.......................................................................................................................</w:t>
      </w:r>
      <w:r w:rsid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</w:t>
      </w:r>
    </w:p>
    <w:p w:rsidR="00326030" w:rsidRDefault="0035611A" w:rsidP="00326030">
      <w:pPr>
        <w:spacing w:after="0" w:line="413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Eventuelt</w:t>
      </w:r>
      <w:proofErr w:type="spellEnd"/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pigenavn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</w:t>
      </w:r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.............................................................................................................</w:t>
      </w:r>
      <w:r w:rsid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</w:t>
      </w:r>
    </w:p>
    <w:p w:rsidR="00326030" w:rsidRDefault="0035611A" w:rsidP="00326030">
      <w:pPr>
        <w:spacing w:after="0" w:line="413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Eventuelt</w:t>
      </w:r>
      <w:proofErr w:type="spellEnd"/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kaldenavn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</w:t>
      </w:r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............................................................................................................</w:t>
      </w:r>
      <w:r w:rsid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</w:t>
      </w:r>
    </w:p>
    <w:p w:rsidR="00326030" w:rsidRDefault="0035611A" w:rsidP="00326030">
      <w:pPr>
        <w:spacing w:after="0" w:line="413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</w:t>
      </w:r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ø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: </w:t>
      </w:r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..............................................................................................................................</w:t>
      </w:r>
      <w:r w:rsid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</w:t>
      </w:r>
    </w:p>
    <w:p w:rsidR="00A05EE5" w:rsidRPr="00326030" w:rsidRDefault="0035611A" w:rsidP="00326030">
      <w:pPr>
        <w:spacing w:after="0" w:line="360" w:lineRule="auto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Nationalitet</w:t>
      </w:r>
      <w:proofErr w:type="spellEnd"/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</w:t>
      </w:r>
      <w:r w:rsid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…………………………………………………………………………………………………………………</w:t>
      </w:r>
    </w:p>
    <w:p w:rsidR="00A05EE5" w:rsidRPr="00326030" w:rsidRDefault="0035611A" w:rsidP="00326030">
      <w:pPr>
        <w:spacing w:before="5" w:after="0" w:line="36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</w:t>
      </w:r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ø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dselsdato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</w:t>
      </w:r>
      <w:r w:rsid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…………………………………………………………………………………………………………………</w:t>
      </w:r>
    </w:p>
    <w:p w:rsidR="00326030" w:rsidRDefault="0035611A" w:rsidP="00326030">
      <w:pPr>
        <w:spacing w:after="0" w:line="360" w:lineRule="auto"/>
        <w:ind w:left="1576" w:right="1124" w:hanging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</w:t>
      </w:r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ø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dested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</w:t>
      </w:r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.........................................................................................................................</w:t>
      </w:r>
      <w:r w:rsid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</w:t>
      </w:r>
    </w:p>
    <w:p w:rsidR="00A05EE5" w:rsidRDefault="0035611A" w:rsidP="00326030">
      <w:pPr>
        <w:spacing w:after="0" w:line="360" w:lineRule="auto"/>
        <w:ind w:left="1576" w:right="1124" w:hanging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Bopæl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og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/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kendt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adresse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.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Hvis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adressen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er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ukendt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anf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ø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res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sidst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kendte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</w:t>
      </w:r>
      <w:r w:rsid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</w:t>
      </w:r>
    </w:p>
    <w:p w:rsidR="00A05EE5" w:rsidRPr="00326030" w:rsidRDefault="00326030" w:rsidP="00326030">
      <w:pPr>
        <w:spacing w:after="0" w:line="360" w:lineRule="auto"/>
        <w:ind w:left="1576" w:right="1124" w:hanging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………………………………………………………………………………………………………………………………..</w:t>
      </w:r>
    </w:p>
    <w:p w:rsidR="00A05EE5" w:rsidRDefault="0035611A" w:rsidP="00326030">
      <w:pPr>
        <w:spacing w:after="0" w:line="360" w:lineRule="auto"/>
        <w:ind w:left="1580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Sprog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som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vedkommende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forst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(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hvis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dette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des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):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</w:t>
      </w:r>
      <w:r w:rsid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</w:t>
      </w:r>
    </w:p>
    <w:p w:rsidR="00A05EE5" w:rsidRPr="00326030" w:rsidRDefault="00326030" w:rsidP="00326030">
      <w:pPr>
        <w:spacing w:after="0" w:line="360" w:lineRule="auto"/>
        <w:ind w:left="1580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………………………………………………………………………………………………………………………………..</w:t>
      </w:r>
    </w:p>
    <w:p w:rsidR="00A05EE5" w:rsidRPr="0035611A" w:rsidRDefault="00A05EE5">
      <w:pPr>
        <w:spacing w:after="0" w:line="200" w:lineRule="exact"/>
        <w:rPr>
          <w:sz w:val="20"/>
          <w:szCs w:val="20"/>
          <w:lang w:val="de-DE"/>
        </w:rPr>
      </w:pPr>
    </w:p>
    <w:p w:rsidR="00A05EE5" w:rsidRPr="00326030" w:rsidRDefault="0035611A" w:rsidP="00326030">
      <w:pPr>
        <w:tabs>
          <w:tab w:val="left" w:pos="9356"/>
        </w:tabs>
        <w:spacing w:after="0" w:line="240" w:lineRule="auto"/>
        <w:ind w:left="1583" w:right="7076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2.   </w:t>
      </w:r>
      <w:proofErr w:type="spellStart"/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Juridiske</w:t>
      </w:r>
      <w:proofErr w:type="spellEnd"/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personer</w:t>
      </w:r>
      <w:proofErr w:type="spellEnd"/>
    </w:p>
    <w:p w:rsidR="00A05EE5" w:rsidRPr="00326030" w:rsidRDefault="00A05EE5" w:rsidP="00326030">
      <w:pPr>
        <w:tabs>
          <w:tab w:val="left" w:pos="9356"/>
        </w:tabs>
        <w:spacing w:before="3" w:after="0" w:line="130" w:lineRule="exact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326030" w:rsidRDefault="0035611A" w:rsidP="00326030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Navn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: </w:t>
      </w:r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............................................................................................................................</w:t>
      </w:r>
      <w:r w:rsid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</w:t>
      </w:r>
    </w:p>
    <w:p w:rsidR="00326030" w:rsidRDefault="0035611A" w:rsidP="00326030">
      <w:pPr>
        <w:tabs>
          <w:tab w:val="left" w:pos="12191"/>
        </w:tabs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Kategori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: </w:t>
      </w:r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........................................................................................................................</w:t>
      </w:r>
      <w:r w:rsid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</w:t>
      </w:r>
    </w:p>
    <w:p w:rsidR="00326030" w:rsidRDefault="0035611A" w:rsidP="00326030">
      <w:pPr>
        <w:tabs>
          <w:tab w:val="left" w:pos="12191"/>
        </w:tabs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Registreringsnummer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: </w:t>
      </w:r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.........................................................................................................</w:t>
      </w:r>
      <w:r w:rsid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</w:t>
      </w:r>
    </w:p>
    <w:p w:rsidR="00A05EE5" w:rsidRPr="00326030" w:rsidRDefault="0035611A" w:rsidP="00326030">
      <w:pPr>
        <w:tabs>
          <w:tab w:val="left" w:pos="12191"/>
        </w:tabs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Officielt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hjemsted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</w:t>
      </w:r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...............................................................................................................</w:t>
      </w:r>
      <w:r w:rsid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</w:t>
      </w:r>
    </w:p>
    <w:p w:rsidR="00A05EE5" w:rsidRPr="0035611A" w:rsidRDefault="00A05EE5">
      <w:pPr>
        <w:spacing w:before="5" w:after="0" w:line="180" w:lineRule="exact"/>
        <w:rPr>
          <w:sz w:val="18"/>
          <w:szCs w:val="18"/>
          <w:lang w:val="de-DE"/>
        </w:rPr>
      </w:pPr>
    </w:p>
    <w:p w:rsidR="00A05EE5" w:rsidRPr="0035611A" w:rsidRDefault="00A05EE5">
      <w:pPr>
        <w:spacing w:after="0" w:line="200" w:lineRule="exact"/>
        <w:rPr>
          <w:sz w:val="20"/>
          <w:szCs w:val="20"/>
          <w:lang w:val="de-DE"/>
        </w:rPr>
      </w:pPr>
    </w:p>
    <w:p w:rsidR="00A05EE5" w:rsidRPr="0035611A" w:rsidRDefault="00A05EE5">
      <w:pPr>
        <w:spacing w:after="0" w:line="200" w:lineRule="exact"/>
        <w:rPr>
          <w:sz w:val="20"/>
          <w:szCs w:val="20"/>
          <w:lang w:val="de-DE"/>
        </w:rPr>
      </w:pPr>
    </w:p>
    <w:p w:rsidR="00A05EE5" w:rsidRPr="0035611A" w:rsidRDefault="00A05EE5">
      <w:pPr>
        <w:spacing w:after="0" w:line="200" w:lineRule="exact"/>
        <w:rPr>
          <w:sz w:val="20"/>
          <w:szCs w:val="20"/>
          <w:lang w:val="de-DE"/>
        </w:rPr>
      </w:pPr>
    </w:p>
    <w:p w:rsidR="00A05EE5" w:rsidRPr="0035611A" w:rsidRDefault="00A05EE5">
      <w:pPr>
        <w:spacing w:after="0" w:line="200" w:lineRule="exact"/>
        <w:rPr>
          <w:sz w:val="20"/>
          <w:szCs w:val="20"/>
          <w:lang w:val="de-DE"/>
        </w:rPr>
      </w:pPr>
    </w:p>
    <w:p w:rsidR="00326030" w:rsidRDefault="0035611A" w:rsidP="00326030">
      <w:pPr>
        <w:spacing w:after="0" w:line="410" w:lineRule="atLeast"/>
        <w:ind w:left="1573" w:right="1124" w:hanging="256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h)  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Foranstaltninger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som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fuldbyrdelsesstaten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skal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tr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æ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ffe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efter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fuldbyrdelse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indefrysningskendelsen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: </w:t>
      </w:r>
    </w:p>
    <w:p w:rsidR="00A05EE5" w:rsidRPr="00D620CF" w:rsidRDefault="0035611A" w:rsidP="00326030">
      <w:pPr>
        <w:spacing w:after="0" w:line="410" w:lineRule="atLeast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Konfiskation</w:t>
      </w:r>
    </w:p>
    <w:p w:rsidR="00A05EE5" w:rsidRPr="00326030" w:rsidRDefault="00A05EE5" w:rsidP="00326030">
      <w:pPr>
        <w:spacing w:before="6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A05EE5" w:rsidRPr="00D620CF" w:rsidRDefault="0035611A" w:rsidP="00326030">
      <w:pPr>
        <w:spacing w:after="0" w:line="240" w:lineRule="auto"/>
        <w:ind w:left="158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1.1.     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Formuegoderne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bevares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fuldbyrdelsesstaten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med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henblik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senere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konfiskation</w:t>
      </w:r>
      <w:proofErr w:type="spellEnd"/>
    </w:p>
    <w:p w:rsidR="00A05EE5" w:rsidRPr="00D620CF" w:rsidRDefault="00A05EE5" w:rsidP="00326030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A05EE5" w:rsidRPr="00D620CF" w:rsidRDefault="0035611A" w:rsidP="00326030">
      <w:pPr>
        <w:spacing w:after="0" w:line="248" w:lineRule="auto"/>
        <w:ind w:left="2087" w:right="1124" w:hanging="500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1.1.1. 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Vedlagt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ø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lger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anmodning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fuldbyrdelse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en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konfiskationskendelse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er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afsagt</w:t>
      </w:r>
      <w:proofErr w:type="spellEnd"/>
      <w:r w:rsid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udstedelsesstaten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(dato)</w:t>
      </w:r>
    </w:p>
    <w:p w:rsidR="00A05EE5" w:rsidRPr="00D620CF" w:rsidRDefault="00A05EE5" w:rsidP="00326030">
      <w:pPr>
        <w:spacing w:before="6" w:after="0" w:line="12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A05EE5" w:rsidRPr="00D620CF" w:rsidRDefault="0035611A" w:rsidP="00326030">
      <w:pPr>
        <w:spacing w:after="0" w:line="240" w:lineRule="auto"/>
        <w:ind w:left="158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1.1.2.  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Vedlagt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ø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lger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anmodning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konfiskation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fuldbyrdelsesstaten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og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efterf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ø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lgende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fuldbyrdelse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afkendelsen</w:t>
      </w:r>
      <w:proofErr w:type="spellEnd"/>
    </w:p>
    <w:p w:rsidR="00A05EE5" w:rsidRPr="00D620CF" w:rsidRDefault="00A05EE5" w:rsidP="00326030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A05EE5" w:rsidRPr="00D620CF" w:rsidRDefault="0035611A" w:rsidP="00326030">
      <w:pPr>
        <w:spacing w:after="0" w:line="474" w:lineRule="auto"/>
        <w:ind w:left="1573" w:right="1124" w:firstLine="1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1.1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3.  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Forventet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dato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forel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æ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ggelse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1.1.1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1.1.2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æ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vnte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anmodning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</w:p>
    <w:p w:rsidR="00A05EE5" w:rsidRPr="00D620CF" w:rsidRDefault="0035611A" w:rsidP="00326030">
      <w:pPr>
        <w:spacing w:before="6" w:after="0" w:line="240" w:lineRule="auto"/>
        <w:ind w:left="1580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Sikring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bevismateriale</w:t>
      </w:r>
      <w:proofErr w:type="spellEnd"/>
    </w:p>
    <w:p w:rsidR="00A05EE5" w:rsidRPr="00326030" w:rsidRDefault="00A05EE5" w:rsidP="00326030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A05EE5" w:rsidRPr="00326030" w:rsidRDefault="0035611A" w:rsidP="00326030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2.1.     </w:t>
      </w:r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Formuegoderne</w:t>
      </w:r>
      <w:proofErr w:type="spellEnd"/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skal</w:t>
      </w:r>
      <w:proofErr w:type="spellEnd"/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overf</w:t>
      </w:r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ø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res</w:t>
      </w:r>
      <w:proofErr w:type="spellEnd"/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til</w:t>
      </w:r>
      <w:proofErr w:type="spellEnd"/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udstedelsesstaten</w:t>
      </w:r>
      <w:proofErr w:type="spellEnd"/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med</w:t>
      </w:r>
      <w:proofErr w:type="spellEnd"/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henblik</w:t>
      </w:r>
      <w:proofErr w:type="spellEnd"/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</w:t>
      </w:r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proofErr w:type="spellEnd"/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anvendelse</w:t>
      </w:r>
      <w:proofErr w:type="spellEnd"/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som</w:t>
      </w:r>
      <w:proofErr w:type="spellEnd"/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bevismateriale</w:t>
      </w:r>
      <w:proofErr w:type="spellEnd"/>
    </w:p>
    <w:p w:rsidR="00A05EE5" w:rsidRPr="00326030" w:rsidRDefault="00A05EE5" w:rsidP="00326030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A05EE5" w:rsidRPr="00326030" w:rsidRDefault="0035611A" w:rsidP="00326030">
      <w:pPr>
        <w:spacing w:after="0" w:line="469" w:lineRule="auto"/>
        <w:ind w:left="1573" w:right="1124" w:firstLine="11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2.1.1.  </w:t>
      </w:r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Vedlagt</w:t>
      </w:r>
      <w:proofErr w:type="spellEnd"/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</w:t>
      </w:r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ø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lger</w:t>
      </w:r>
      <w:proofErr w:type="spellEnd"/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en</w:t>
      </w:r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anmodning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overf</w:t>
      </w:r>
      <w:r w:rsidRPr="00326030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ø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rsel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</w:p>
    <w:p w:rsidR="00A05EE5" w:rsidRPr="00D620CF" w:rsidRDefault="0035611A" w:rsidP="00326030">
      <w:pPr>
        <w:spacing w:before="10"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2.2.     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Formuegoderne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skal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live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fuldbyrdelsesstaten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med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henblik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efterf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ø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lgende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anvendelse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som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bevismate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­</w:t>
      </w:r>
    </w:p>
    <w:p w:rsidR="00A05EE5" w:rsidRPr="00D620CF" w:rsidRDefault="0035611A" w:rsidP="00326030">
      <w:pPr>
        <w:spacing w:before="10" w:after="0" w:line="240" w:lineRule="auto"/>
        <w:ind w:left="2084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riale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udstedelsesstaten</w:t>
      </w:r>
      <w:proofErr w:type="spellEnd"/>
    </w:p>
    <w:p w:rsidR="00A05EE5" w:rsidRPr="00326030" w:rsidRDefault="00A05EE5" w:rsidP="00326030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A05EE5" w:rsidRDefault="0035611A" w:rsidP="00326030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2.2.2.  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Forventet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dato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forelæggelse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den i 2.1.1 </w:t>
      </w:r>
      <w:proofErr w:type="spellStart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nævnte</w:t>
      </w:r>
      <w:proofErr w:type="spellEnd"/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26030"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anmodning.....................................................................</w:t>
      </w:r>
    </w:p>
    <w:p w:rsidR="00326030" w:rsidRDefault="00326030" w:rsidP="00326030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A05EE5" w:rsidRDefault="00A05EE5">
      <w:pPr>
        <w:spacing w:before="4" w:after="0" w:line="120" w:lineRule="exact"/>
        <w:rPr>
          <w:sz w:val="12"/>
          <w:szCs w:val="12"/>
        </w:rPr>
      </w:pPr>
    </w:p>
    <w:p w:rsidR="00326030" w:rsidRDefault="00326030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A05EE5" w:rsidRDefault="00A05EE5">
      <w:pPr>
        <w:spacing w:after="0" w:line="200" w:lineRule="exact"/>
        <w:rPr>
          <w:sz w:val="20"/>
          <w:szCs w:val="20"/>
        </w:rPr>
      </w:pPr>
    </w:p>
    <w:p w:rsidR="00A05EE5" w:rsidRDefault="00A05EE5">
      <w:pPr>
        <w:spacing w:after="0" w:line="200" w:lineRule="exact"/>
        <w:rPr>
          <w:sz w:val="20"/>
          <w:szCs w:val="20"/>
        </w:rPr>
      </w:pPr>
    </w:p>
    <w:p w:rsidR="00A05EE5" w:rsidRPr="00D05D4E" w:rsidRDefault="0035611A" w:rsidP="00D05D4E">
      <w:pPr>
        <w:spacing w:before="39" w:after="0" w:line="240" w:lineRule="auto"/>
        <w:ind w:left="1321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i)   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Lovovertr</w:t>
      </w:r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æ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delser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</w:t>
      </w:r>
    </w:p>
    <w:p w:rsidR="00A05EE5" w:rsidRDefault="0035611A" w:rsidP="00D05D4E">
      <w:pPr>
        <w:spacing w:before="93" w:after="0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Beskrivelse</w:t>
      </w:r>
      <w:proofErr w:type="spellEnd"/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afbegrundelsen</w:t>
      </w:r>
      <w:proofErr w:type="spellEnd"/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</w:t>
      </w:r>
      <w:proofErr w:type="spellEnd"/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kendelsen</w:t>
      </w:r>
      <w:proofErr w:type="spellEnd"/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samt</w:t>
      </w:r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en</w:t>
      </w:r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kort</w:t>
      </w:r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fremstilling</w:t>
      </w:r>
      <w:proofErr w:type="spellEnd"/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</w:t>
      </w:r>
      <w:proofErr w:type="spellEnd"/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</w:t>
      </w:r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faktiske</w:t>
      </w:r>
      <w:proofErr w:type="spellEnd"/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omst</w:t>
      </w:r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æ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ndigheder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som</w:t>
      </w:r>
      <w:proofErr w:type="spellEnd"/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</w:t>
      </w:r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foreligger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</w:t>
      </w:r>
      <w:proofErr w:type="spellEnd"/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judicielle</w:t>
      </w:r>
      <w:proofErr w:type="spellEnd"/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myndighed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har</w:t>
      </w:r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afsagt</w:t>
      </w:r>
      <w:proofErr w:type="spellEnd"/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kendelsen</w:t>
      </w:r>
      <w:proofErr w:type="spellEnd"/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og</w:t>
      </w:r>
      <w:proofErr w:type="spellEnd"/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udstedt</w:t>
      </w:r>
      <w:proofErr w:type="spellEnd"/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attesten</w:t>
      </w:r>
      <w:proofErr w:type="spellEnd"/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</w:t>
      </w:r>
    </w:p>
    <w:p w:rsidR="00D05D4E" w:rsidRDefault="00D05D4E" w:rsidP="00D05D4E">
      <w:pPr>
        <w:spacing w:after="0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</w:t>
      </w:r>
      <w:r w:rsid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….</w:t>
      </w:r>
    </w:p>
    <w:p w:rsidR="00D05D4E" w:rsidRDefault="00D05D4E" w:rsidP="00D05D4E">
      <w:pPr>
        <w:spacing w:after="0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.…………………………………………………………………………………………………………………………</w:t>
      </w:r>
      <w:r w:rsid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</w:t>
      </w:r>
    </w:p>
    <w:p w:rsidR="00A05EE5" w:rsidRPr="00D05D4E" w:rsidRDefault="00D05D4E" w:rsidP="00D05D4E">
      <w:pPr>
        <w:spacing w:after="0"/>
        <w:ind w:left="1573" w:right="1124" w:firstLine="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</w:t>
      </w:r>
      <w:r w:rsid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…….</w:t>
      </w:r>
    </w:p>
    <w:p w:rsidR="00A05EE5" w:rsidRPr="00D05D4E" w:rsidRDefault="00A05EE5" w:rsidP="00A353AD">
      <w:pPr>
        <w:spacing w:after="0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A05EE5" w:rsidRPr="00D05D4E" w:rsidRDefault="00A05EE5" w:rsidP="00A353AD">
      <w:pPr>
        <w:spacing w:after="0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A05EE5" w:rsidRPr="00D05D4E" w:rsidRDefault="00A05EE5" w:rsidP="00A353AD">
      <w:pPr>
        <w:spacing w:before="19" w:after="0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A05EE5" w:rsidRDefault="0035611A" w:rsidP="00A353AD">
      <w:pPr>
        <w:spacing w:after="0"/>
        <w:ind w:left="1569" w:right="1124" w:firstLine="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Lovovertr</w:t>
      </w:r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æ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delsens</w:t>
      </w:r>
      <w:proofErr w:type="spellEnd"/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lovovertr</w:t>
      </w:r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æ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delsernes</w:t>
      </w:r>
      <w:proofErr w:type="spellEnd"/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karakter</w:t>
      </w:r>
      <w:proofErr w:type="spellEnd"/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og</w:t>
      </w:r>
      <w:proofErr w:type="spellEnd"/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retlige</w:t>
      </w:r>
      <w:proofErr w:type="spellEnd"/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beskrivelse</w:t>
      </w:r>
      <w:proofErr w:type="spellEnd"/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samt</w:t>
      </w:r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relevante</w:t>
      </w:r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retsforskrift</w:t>
      </w:r>
      <w:proofErr w:type="spellEnd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/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lov</w:t>
      </w:r>
      <w:proofErr w:type="spellEnd"/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på</w:t>
      </w:r>
      <w:proofErr w:type="spellEnd"/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grundlag</w:t>
      </w:r>
      <w:proofErr w:type="spellEnd"/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</w:t>
      </w:r>
      <w:proofErr w:type="spellEnd"/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hvilken</w:t>
      </w:r>
      <w:proofErr w:type="spellEnd"/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indefrysningskendelsen</w:t>
      </w:r>
      <w:proofErr w:type="spellEnd"/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blev</w:t>
      </w:r>
      <w:proofErr w:type="spellEnd"/>
      <w:r w:rsidRP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afsagt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</w:t>
      </w:r>
    </w:p>
    <w:p w:rsidR="00A353AD" w:rsidRDefault="00D05D4E" w:rsidP="00A353AD">
      <w:pPr>
        <w:spacing w:after="0"/>
        <w:ind w:left="1569" w:right="1124" w:firstLine="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</w:t>
      </w:r>
      <w:r w:rsid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</w:t>
      </w:r>
    </w:p>
    <w:p w:rsidR="00A353AD" w:rsidRDefault="00A353AD" w:rsidP="00A353AD">
      <w:pPr>
        <w:spacing w:after="0"/>
        <w:ind w:left="1569" w:right="1124" w:firstLine="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  <w:r w:rsid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  <w:r w:rsid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</w:t>
      </w:r>
    </w:p>
    <w:p w:rsidR="00A353AD" w:rsidRDefault="00D05D4E" w:rsidP="00A353AD">
      <w:pPr>
        <w:spacing w:after="0"/>
        <w:ind w:left="1569" w:right="1124" w:firstLine="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</w:t>
      </w:r>
      <w:r w:rsid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</w:t>
      </w:r>
      <w:r w:rsid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</w:p>
    <w:p w:rsidR="00D05D4E" w:rsidRPr="00D05D4E" w:rsidRDefault="00A353AD" w:rsidP="00A353AD">
      <w:pPr>
        <w:spacing w:after="0"/>
        <w:ind w:left="1569" w:right="1124" w:firstLine="7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  <w:r w:rsidR="00D05D4E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……….</w:t>
      </w:r>
    </w:p>
    <w:p w:rsidR="00A05EE5" w:rsidRPr="00D05D4E" w:rsidRDefault="00A05EE5">
      <w:pPr>
        <w:spacing w:before="8" w:after="0" w:line="160" w:lineRule="exact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A05EE5" w:rsidRPr="0035611A" w:rsidRDefault="00A05EE5">
      <w:pPr>
        <w:spacing w:after="0" w:line="200" w:lineRule="exact"/>
        <w:rPr>
          <w:sz w:val="20"/>
          <w:szCs w:val="20"/>
          <w:lang w:val="de-DE"/>
        </w:rPr>
      </w:pPr>
    </w:p>
    <w:p w:rsidR="00A05EE5" w:rsidRPr="0035611A" w:rsidRDefault="00A05EE5">
      <w:pPr>
        <w:spacing w:after="0" w:line="200" w:lineRule="exact"/>
        <w:rPr>
          <w:sz w:val="20"/>
          <w:szCs w:val="20"/>
          <w:lang w:val="de-DE"/>
        </w:rPr>
      </w:pPr>
    </w:p>
    <w:p w:rsidR="00A05EE5" w:rsidRPr="0035611A" w:rsidRDefault="00A05EE5">
      <w:pPr>
        <w:spacing w:after="0" w:line="200" w:lineRule="exact"/>
        <w:rPr>
          <w:sz w:val="20"/>
          <w:szCs w:val="20"/>
          <w:lang w:val="de-DE"/>
        </w:rPr>
      </w:pPr>
    </w:p>
    <w:p w:rsidR="00A05EE5" w:rsidRPr="0035611A" w:rsidRDefault="00A05EE5">
      <w:pPr>
        <w:spacing w:after="0" w:line="200" w:lineRule="exact"/>
        <w:rPr>
          <w:sz w:val="20"/>
          <w:szCs w:val="20"/>
          <w:lang w:val="de-DE"/>
        </w:rPr>
      </w:pPr>
    </w:p>
    <w:p w:rsidR="00A05EE5" w:rsidRPr="0035611A" w:rsidRDefault="00A05EE5">
      <w:pPr>
        <w:spacing w:after="0" w:line="200" w:lineRule="exact"/>
        <w:rPr>
          <w:sz w:val="20"/>
          <w:szCs w:val="20"/>
          <w:lang w:val="de-DE"/>
        </w:rPr>
      </w:pPr>
    </w:p>
    <w:p w:rsidR="00A05EE5" w:rsidRPr="0035611A" w:rsidRDefault="00A05EE5">
      <w:pPr>
        <w:spacing w:after="0" w:line="200" w:lineRule="exact"/>
        <w:rPr>
          <w:sz w:val="20"/>
          <w:szCs w:val="20"/>
          <w:lang w:val="de-DE"/>
        </w:rPr>
      </w:pPr>
    </w:p>
    <w:p w:rsidR="00A05EE5" w:rsidRPr="00A353AD" w:rsidRDefault="0035611A" w:rsidP="00A353AD">
      <w:pPr>
        <w:spacing w:after="0" w:line="240" w:lineRule="auto"/>
        <w:ind w:left="1843" w:right="1124" w:hanging="256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1.  </w:t>
      </w:r>
      <w:r w:rsidRPr="00D620CF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Har </w:t>
      </w:r>
      <w:proofErr w:type="spellStart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ovennævnte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lovovertrædelse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(r) </w:t>
      </w:r>
      <w:proofErr w:type="spellStart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forbindelse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til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en </w:t>
      </w:r>
      <w:proofErr w:type="spellStart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flere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følgende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strafbare </w:t>
      </w:r>
      <w:proofErr w:type="spellStart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handlinger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markeres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dette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så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vidt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sådanne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handlinger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</w:t>
      </w:r>
      <w:proofErr w:type="spellStart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udstedelsesstaten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kan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medføre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frihedsstraf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på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mindst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tre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år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</w:t>
      </w:r>
    </w:p>
    <w:p w:rsidR="00A05EE5" w:rsidRPr="00A353AD" w:rsidRDefault="00D05D4E" w:rsidP="00A353AD">
      <w:pPr>
        <w:spacing w:before="240"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19153497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047" w:rsidRPr="00A353AD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D620CF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deltagelse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en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kriminel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organisation</w:t>
      </w:r>
      <w:proofErr w:type="spellEnd"/>
    </w:p>
    <w:p w:rsidR="00A05EE5" w:rsidRPr="00A353AD" w:rsidRDefault="00D05D4E" w:rsidP="00A353AD">
      <w:pPr>
        <w:spacing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-9149356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047" w:rsidRPr="00A353AD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terrorisme</w:t>
      </w:r>
      <w:proofErr w:type="spellEnd"/>
    </w:p>
    <w:p w:rsidR="00A05EE5" w:rsidRPr="00A353AD" w:rsidRDefault="00D05D4E" w:rsidP="00A353AD">
      <w:pPr>
        <w:spacing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11338329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047" w:rsidRPr="00A353AD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menneskehandel</w:t>
      </w:r>
      <w:proofErr w:type="spellEnd"/>
    </w:p>
    <w:p w:rsidR="00A05EE5" w:rsidRPr="00A353AD" w:rsidRDefault="00D05D4E" w:rsidP="00A353AD">
      <w:pPr>
        <w:spacing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-8948083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620CF" w:rsidRPr="00A353AD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seksuel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udnyttelse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børn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og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børnepornografi</w:t>
      </w:r>
      <w:proofErr w:type="spellEnd"/>
    </w:p>
    <w:p w:rsidR="00A05EE5" w:rsidRPr="00A353AD" w:rsidRDefault="00D05D4E" w:rsidP="00A353AD">
      <w:pPr>
        <w:spacing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-16074250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047" w:rsidRPr="00A353AD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ulovlig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handel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med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narkotika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og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psykotrope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stoffer</w:t>
      </w:r>
      <w:proofErr w:type="spellEnd"/>
    </w:p>
    <w:p w:rsidR="00A05EE5" w:rsidRPr="00A353AD" w:rsidRDefault="00D05D4E" w:rsidP="00A353AD">
      <w:pPr>
        <w:spacing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-21239122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047" w:rsidRPr="00A353AD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ulovlig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handel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med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våben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ammunition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og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eksplosive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stoffer</w:t>
      </w:r>
      <w:proofErr w:type="spellEnd"/>
    </w:p>
    <w:p w:rsidR="00A05EE5" w:rsidRPr="00A353AD" w:rsidRDefault="00D05D4E" w:rsidP="00A353AD">
      <w:pPr>
        <w:spacing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-11381073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047" w:rsidRPr="00A353AD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bestikkelse</w:t>
      </w:r>
      <w:proofErr w:type="spellEnd"/>
    </w:p>
    <w:p w:rsidR="00A05EE5" w:rsidRPr="00A353AD" w:rsidRDefault="00D05D4E" w:rsidP="00A353AD">
      <w:pPr>
        <w:spacing w:after="0" w:line="240" w:lineRule="auto"/>
        <w:ind w:left="2127" w:right="1124" w:hanging="270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-49869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047" w:rsidRPr="00A353AD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D620CF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svig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herunder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svig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, der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skader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De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Europæiske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Fællesskabers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finansielle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interesser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som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omhandlet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konven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-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tionen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26.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juli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199 5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beskyttelse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De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Europæiske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Fællesskabers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finansielle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interesser</w:t>
      </w:r>
      <w:proofErr w:type="spellEnd"/>
    </w:p>
    <w:p w:rsidR="00A05EE5" w:rsidRPr="00A353AD" w:rsidRDefault="00D05D4E" w:rsidP="00A353AD">
      <w:pPr>
        <w:spacing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17023640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047" w:rsidRPr="00A353AD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hvidvaskning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udbyttet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fra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strafbart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forhold</w:t>
      </w:r>
      <w:proofErr w:type="spellEnd"/>
    </w:p>
    <w:p w:rsidR="00A05EE5" w:rsidRPr="00A353AD" w:rsidRDefault="00D05D4E" w:rsidP="00A353AD">
      <w:pPr>
        <w:spacing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-19911594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047" w:rsidRPr="00A353AD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D620CF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falskmøntneri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herunder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forfalskning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euroen</w:t>
      </w:r>
      <w:proofErr w:type="spellEnd"/>
    </w:p>
    <w:p w:rsidR="00A05EE5" w:rsidRPr="00A353AD" w:rsidRDefault="00D05D4E" w:rsidP="00A353AD">
      <w:pPr>
        <w:spacing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-3159595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047" w:rsidRPr="00A353AD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edb-kriminalitet</w:t>
      </w:r>
      <w:proofErr w:type="spellEnd"/>
    </w:p>
    <w:p w:rsidR="00A05EE5" w:rsidRPr="00A353AD" w:rsidRDefault="00D05D4E" w:rsidP="00A353AD">
      <w:pPr>
        <w:spacing w:after="0" w:line="240" w:lineRule="auto"/>
        <w:ind w:left="2127" w:right="1124" w:hanging="270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10289074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353AD">
            <w:rPr>
              <w:rFonts w:ascii="MS Gothic" w:eastAsia="MS Gothic" w:hAnsi="MS Gothic" w:cs="Times New Roman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miljøkriminalitet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herunder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ulovlig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handel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med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truede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dyrearter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og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ulovlig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handel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med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truede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plantearter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og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træsorter</w:t>
      </w:r>
      <w:proofErr w:type="spellEnd"/>
    </w:p>
    <w:p w:rsidR="00A05EE5" w:rsidRPr="00A353AD" w:rsidRDefault="00D05D4E" w:rsidP="00A353AD">
      <w:pPr>
        <w:spacing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-4032977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047" w:rsidRPr="00A353AD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menneskesmugling</w:t>
      </w:r>
      <w:proofErr w:type="spellEnd"/>
    </w:p>
    <w:p w:rsidR="00D620CF" w:rsidRPr="00A353AD" w:rsidRDefault="00D05D4E" w:rsidP="00A353AD">
      <w:pPr>
        <w:spacing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-14889353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047" w:rsidRPr="00A353AD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D620CF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forsætligt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manddrab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grov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legemsbeskadigelse</w:t>
      </w:r>
      <w:proofErr w:type="spellEnd"/>
    </w:p>
    <w:p w:rsidR="00D620CF" w:rsidRPr="00A353AD" w:rsidRDefault="00D05D4E" w:rsidP="00A353AD">
      <w:pPr>
        <w:spacing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-7549673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047" w:rsidRPr="00A353AD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ulovlig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handel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med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menneskevæv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og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D620CF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–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organer</w:t>
      </w:r>
      <w:proofErr w:type="spellEnd"/>
    </w:p>
    <w:p w:rsidR="00D620CF" w:rsidRPr="00A353AD" w:rsidRDefault="00D05D4E" w:rsidP="00A353AD">
      <w:pPr>
        <w:spacing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-8231932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047" w:rsidRPr="00A353AD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bortførelse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frihedsbemvelse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og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gidseltagning</w:t>
      </w:r>
      <w:proofErr w:type="spellEnd"/>
    </w:p>
    <w:p w:rsidR="00A05EE5" w:rsidRPr="00A353AD" w:rsidRDefault="00D05D4E" w:rsidP="00A353AD">
      <w:pPr>
        <w:spacing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-1598599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047" w:rsidRPr="00A353AD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racisme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og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fremmedhad</w:t>
      </w:r>
      <w:proofErr w:type="spellEnd"/>
    </w:p>
    <w:p w:rsidR="00A05EE5" w:rsidRPr="00A353AD" w:rsidRDefault="00D05D4E" w:rsidP="00A353AD">
      <w:pPr>
        <w:spacing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20902584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047" w:rsidRPr="00A353AD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D620CF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organiseret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væbnet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røveri</w:t>
      </w:r>
      <w:proofErr w:type="spellEnd"/>
    </w:p>
    <w:p w:rsidR="00A05EE5" w:rsidRPr="00A353AD" w:rsidRDefault="00D05D4E" w:rsidP="00A353AD">
      <w:pPr>
        <w:spacing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5973061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047" w:rsidRPr="00A353AD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ulovlig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handel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med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kulturgoder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,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herunder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antikviteter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og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kunstgenstande</w:t>
      </w:r>
      <w:proofErr w:type="spellEnd"/>
    </w:p>
    <w:p w:rsidR="00A05EE5" w:rsidRPr="00A353AD" w:rsidRDefault="00D05D4E" w:rsidP="00A353AD">
      <w:pPr>
        <w:spacing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-14675762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047" w:rsidRPr="00A353AD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bedrageri</w:t>
      </w:r>
      <w:proofErr w:type="spellEnd"/>
    </w:p>
    <w:p w:rsidR="00A05EE5" w:rsidRPr="00A353AD" w:rsidRDefault="00D05D4E" w:rsidP="00A353AD">
      <w:pPr>
        <w:spacing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16485450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047" w:rsidRPr="00A353AD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D620CF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afkrævning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B22047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</w:t>
      </w:r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beskyttelsespenge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og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pengeafpresning</w:t>
      </w:r>
      <w:proofErr w:type="spellEnd"/>
    </w:p>
    <w:p w:rsidR="00A05EE5" w:rsidRPr="00A353AD" w:rsidRDefault="00D05D4E" w:rsidP="00A353AD">
      <w:pPr>
        <w:spacing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-8904919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047" w:rsidRPr="00A353AD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D620CF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efterligninger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og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fremstilling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piratudgaver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produkter</w:t>
      </w:r>
      <w:proofErr w:type="spellEnd"/>
    </w:p>
    <w:p w:rsidR="00A05EE5" w:rsidRPr="00A353AD" w:rsidRDefault="00D05D4E" w:rsidP="00A353AD">
      <w:pPr>
        <w:spacing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19757189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047" w:rsidRPr="00A353AD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D620CF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forfalskning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officielle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dokumenter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og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ulovlig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handel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med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sådanne</w:t>
      </w:r>
      <w:proofErr w:type="spellEnd"/>
    </w:p>
    <w:p w:rsidR="00A05EE5" w:rsidRPr="00A353AD" w:rsidRDefault="00D05D4E" w:rsidP="00A353AD">
      <w:pPr>
        <w:spacing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-4339004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047" w:rsidRPr="00A353AD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D620CF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forfalskning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betalingsmidler</w:t>
      </w:r>
      <w:proofErr w:type="spellEnd"/>
    </w:p>
    <w:p w:rsidR="00A05EE5" w:rsidRPr="00A353AD" w:rsidRDefault="00D05D4E" w:rsidP="00A353AD">
      <w:pPr>
        <w:spacing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783431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047" w:rsidRPr="00A353AD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ulovlig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handel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med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hormonpræparater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og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andre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vækstfremmende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stoffer</w:t>
      </w:r>
      <w:proofErr w:type="spellEnd"/>
    </w:p>
    <w:p w:rsidR="00A05EE5" w:rsidRPr="00A353AD" w:rsidRDefault="00D05D4E" w:rsidP="00A353AD">
      <w:pPr>
        <w:spacing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12216318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047" w:rsidRPr="00A353AD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ulovlig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handel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med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nukleare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og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radioaktive materialer</w:t>
      </w:r>
    </w:p>
    <w:p w:rsidR="00A05EE5" w:rsidRPr="00A353AD" w:rsidRDefault="00D05D4E" w:rsidP="00A353AD">
      <w:pPr>
        <w:spacing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-3639887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047" w:rsidRPr="00A353AD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handel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med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stjålne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motorkøretøjer</w:t>
      </w:r>
      <w:proofErr w:type="spellEnd"/>
    </w:p>
    <w:p w:rsidR="00A05EE5" w:rsidRPr="00A353AD" w:rsidRDefault="00D05D4E" w:rsidP="00A353AD">
      <w:pPr>
        <w:spacing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3668078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047" w:rsidRPr="00A353AD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DC3F98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voldtægt</w:t>
      </w:r>
      <w:proofErr w:type="spellEnd"/>
    </w:p>
    <w:p w:rsidR="00A05EE5" w:rsidRPr="00A353AD" w:rsidRDefault="00D05D4E" w:rsidP="00A353AD">
      <w:pPr>
        <w:spacing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13433513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047" w:rsidRPr="00A353AD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brandstiftelse</w:t>
      </w:r>
      <w:proofErr w:type="spellEnd"/>
    </w:p>
    <w:p w:rsidR="00A05EE5" w:rsidRPr="00A353AD" w:rsidRDefault="00D05D4E" w:rsidP="00A353AD">
      <w:pPr>
        <w:spacing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-880052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047" w:rsidRPr="00A353AD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DC3F98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strafbare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handlinger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omfattet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Den Internationale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Straffedomstols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straffemyndighed</w:t>
      </w:r>
      <w:proofErr w:type="spellEnd"/>
    </w:p>
    <w:p w:rsidR="00A05EE5" w:rsidRPr="00A353AD" w:rsidRDefault="00D05D4E" w:rsidP="00A353AD">
      <w:pPr>
        <w:spacing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-12328449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047" w:rsidRPr="00A353AD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DC3F98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skibs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-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flykapring</w:t>
      </w:r>
      <w:proofErr w:type="spellEnd"/>
    </w:p>
    <w:p w:rsidR="00A05EE5" w:rsidRPr="00A353AD" w:rsidRDefault="00D05D4E" w:rsidP="00A353AD">
      <w:pPr>
        <w:spacing w:after="0" w:line="240" w:lineRule="auto"/>
        <w:ind w:left="185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sdt>
        <w:sdtPr>
          <w:rPr>
            <w:rFonts w:ascii="Times New Roman" w:eastAsia="Times New Roman" w:hAnsi="Times New Roman" w:cs="Times New Roman"/>
            <w:color w:val="231F1F"/>
            <w:sz w:val="16"/>
            <w:szCs w:val="16"/>
            <w:lang w:val="de-DE"/>
          </w:rPr>
          <w:id w:val="-4965031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047" w:rsidRPr="00A353AD">
            <w:rPr>
              <w:rFonts w:ascii="MS Mincho" w:eastAsia="MS Mincho" w:hAnsi="MS Mincho" w:cs="MS Mincho" w:hint="eastAsia"/>
              <w:color w:val="231F1F"/>
              <w:sz w:val="16"/>
              <w:szCs w:val="16"/>
              <w:lang w:val="de-DE"/>
            </w:rPr>
            <w:t>☐</w:t>
          </w:r>
        </w:sdtContent>
      </w:sdt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sabotage</w:t>
      </w:r>
      <w:proofErr w:type="spellEnd"/>
    </w:p>
    <w:p w:rsidR="00A05EE5" w:rsidRPr="0035611A" w:rsidRDefault="00A05EE5" w:rsidP="00A353AD">
      <w:pPr>
        <w:spacing w:before="1" w:after="0" w:line="240" w:lineRule="auto"/>
        <w:rPr>
          <w:sz w:val="15"/>
          <w:szCs w:val="15"/>
          <w:lang w:val="de-DE"/>
        </w:rPr>
      </w:pPr>
    </w:p>
    <w:p w:rsidR="00A05EE5" w:rsidRPr="00DC3F98" w:rsidRDefault="0035611A" w:rsidP="00A353AD">
      <w:pPr>
        <w:spacing w:after="0" w:line="240" w:lineRule="auto"/>
        <w:ind w:left="158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2.  </w:t>
      </w:r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Detaljeret</w:t>
      </w:r>
      <w:proofErr w:type="spellEnd"/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beskrivelse</w:t>
      </w:r>
      <w:proofErr w:type="spellEnd"/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</w:t>
      </w:r>
      <w:proofErr w:type="spellEnd"/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</w:t>
      </w:r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beg</w:t>
      </w:r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ede</w:t>
      </w:r>
      <w:proofErr w:type="spellEnd"/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overtr</w:t>
      </w:r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æ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delser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ikke</w:t>
      </w:r>
      <w:proofErr w:type="spellEnd"/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</w:t>
      </w:r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ø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rer</w:t>
      </w:r>
      <w:proofErr w:type="spellEnd"/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ind</w:t>
      </w:r>
      <w:proofErr w:type="spellEnd"/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under</w:t>
      </w:r>
      <w:proofErr w:type="spellEnd"/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lovovertr</w:t>
      </w:r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æ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delserne</w:t>
      </w:r>
      <w:proofErr w:type="spellEnd"/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punkt</w:t>
      </w:r>
    </w:p>
    <w:p w:rsidR="00A05EE5" w:rsidRDefault="0035611A" w:rsidP="00DC3F98">
      <w:pPr>
        <w:spacing w:before="7" w:after="0" w:line="240" w:lineRule="auto"/>
        <w:ind w:left="1843" w:right="-20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1:</w:t>
      </w:r>
    </w:p>
    <w:p w:rsidR="00A353AD" w:rsidRDefault="00A353AD" w:rsidP="00A353AD">
      <w:pPr>
        <w:spacing w:before="7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</w:t>
      </w:r>
    </w:p>
    <w:p w:rsidR="00A353AD" w:rsidRDefault="00A353AD" w:rsidP="00A353AD">
      <w:pPr>
        <w:spacing w:before="7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</w:t>
      </w:r>
    </w:p>
    <w:p w:rsidR="00A353AD" w:rsidRPr="00DC3F98" w:rsidRDefault="00A353AD" w:rsidP="00A353AD">
      <w:pPr>
        <w:spacing w:before="7" w:after="0" w:line="240" w:lineRule="auto"/>
        <w:ind w:left="184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</w:t>
      </w:r>
    </w:p>
    <w:p w:rsidR="003A6359" w:rsidRDefault="003A6359" w:rsidP="00A353AD">
      <w:pPr>
        <w:spacing w:before="7" w:after="0" w:line="240" w:lineRule="auto"/>
        <w:ind w:left="1843" w:right="1124"/>
        <w:rPr>
          <w:rFonts w:ascii="Times New Roman" w:eastAsia="Times New Roman" w:hAnsi="Times New Roman" w:cs="Times New Roman"/>
          <w:color w:val="231F1F"/>
          <w:w w:val="108"/>
          <w:sz w:val="16"/>
          <w:szCs w:val="16"/>
          <w:lang w:val="de-DE"/>
        </w:rPr>
      </w:pPr>
    </w:p>
    <w:p w:rsidR="00A05EE5" w:rsidRPr="0035611A" w:rsidRDefault="00A05EE5">
      <w:pPr>
        <w:spacing w:before="4" w:after="0" w:line="120" w:lineRule="exact"/>
        <w:rPr>
          <w:sz w:val="12"/>
          <w:szCs w:val="12"/>
          <w:lang w:val="de-DE"/>
        </w:rPr>
      </w:pPr>
    </w:p>
    <w:p w:rsidR="003A6359" w:rsidRDefault="003A6359">
      <w:pPr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br w:type="page"/>
      </w:r>
    </w:p>
    <w:p w:rsidR="00A05EE5" w:rsidRPr="0035611A" w:rsidRDefault="00A05EE5">
      <w:pPr>
        <w:spacing w:after="0" w:line="200" w:lineRule="exact"/>
        <w:rPr>
          <w:sz w:val="20"/>
          <w:szCs w:val="20"/>
          <w:lang w:val="de-DE"/>
        </w:rPr>
      </w:pPr>
    </w:p>
    <w:p w:rsidR="00A05EE5" w:rsidRPr="0035611A" w:rsidRDefault="00A05EE5">
      <w:pPr>
        <w:spacing w:after="0" w:line="200" w:lineRule="exact"/>
        <w:rPr>
          <w:sz w:val="20"/>
          <w:szCs w:val="20"/>
          <w:lang w:val="de-DE"/>
        </w:rPr>
      </w:pPr>
    </w:p>
    <w:p w:rsidR="00A05EE5" w:rsidRPr="00A353AD" w:rsidRDefault="00A353AD" w:rsidP="00A353AD">
      <w:pPr>
        <w:spacing w:before="39" w:after="0" w:line="413" w:lineRule="auto"/>
        <w:ind w:left="1576" w:right="1124" w:hanging="270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j)  </w:t>
      </w:r>
      <w:proofErr w:type="spellStart"/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Parternes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mulige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retsmidler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mod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kendelsen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</w:t>
      </w:r>
      <w:proofErr w:type="spellStart"/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udstedelsesstaten</w:t>
      </w:r>
      <w:proofErr w:type="spellEnd"/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herunder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bona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fida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tredjemand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: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Beskrivelse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retsmidlerne</w:t>
      </w:r>
      <w:proofErr w:type="spellEnd"/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herunder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hvilke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skridt</w:t>
      </w:r>
      <w:proofErr w:type="spellEnd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er</w:t>
      </w:r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nødvendige</w:t>
      </w:r>
      <w:proofErr w:type="spellEnd"/>
    </w:p>
    <w:p w:rsidR="00A05EE5" w:rsidRPr="00A353AD" w:rsidRDefault="0035611A" w:rsidP="00A353AD">
      <w:pPr>
        <w:spacing w:before="8"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Domstol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hvilken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sagen</w:t>
      </w:r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kan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indbringes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Oplysninger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hvem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kan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indbringe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sagen </w:t>
      </w:r>
      <w:proofErr w:type="spellStart"/>
      <w:r w:rsidR="00317044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</w:t>
      </w:r>
      <w:r w:rsidR="00317044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æ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refristen</w:t>
      </w:r>
      <w:proofErr w:type="spellEnd"/>
    </w:p>
    <w:p w:rsidR="00A05EE5" w:rsidRPr="00A353AD" w:rsidRDefault="0035611A" w:rsidP="00A353AD">
      <w:pPr>
        <w:spacing w:before="5" w:after="0" w:line="248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Myndighed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udstedelsesstaten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kan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give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yderligere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oplysninger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procedurerne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17044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</w:t>
      </w:r>
      <w:r w:rsidR="00317044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æ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re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kendelsen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i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udstedelsesstaten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og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hvorvidt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17044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retshj</w:t>
      </w:r>
      <w:r w:rsidR="00317044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æ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lp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og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17044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overs</w:t>
      </w:r>
      <w:r w:rsidR="00317044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æ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ttelse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17044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</w:t>
      </w:r>
      <w:r w:rsidR="00317044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til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17044"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rå</w:t>
      </w:r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dighed</w:t>
      </w:r>
      <w:proofErr w:type="spellEnd"/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</w:t>
      </w:r>
    </w:p>
    <w:p w:rsidR="00A05EE5" w:rsidRPr="00A353AD" w:rsidRDefault="00A05EE5" w:rsidP="00A353AD">
      <w:pPr>
        <w:spacing w:before="6" w:after="0" w:line="12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A05EE5" w:rsidRPr="00A353AD" w:rsidRDefault="0035611A" w:rsidP="00A353AD">
      <w:pPr>
        <w:spacing w:after="0" w:line="2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Navn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</w:t>
      </w:r>
    </w:p>
    <w:p w:rsidR="00A05EE5" w:rsidRPr="00A353AD" w:rsidRDefault="00A05EE5" w:rsidP="00A353AD">
      <w:pPr>
        <w:spacing w:before="6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A05EE5" w:rsidRPr="00DC3F98" w:rsidRDefault="0035611A" w:rsidP="00A353AD">
      <w:pPr>
        <w:spacing w:after="0" w:line="240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Kontaktperson</w:t>
      </w:r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(</w:t>
      </w:r>
      <w:proofErr w:type="spellStart"/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hvis</w:t>
      </w:r>
      <w:proofErr w:type="spellEnd"/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deter</w:t>
      </w:r>
      <w:proofErr w:type="spellEnd"/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relevant):</w:t>
      </w:r>
    </w:p>
    <w:p w:rsidR="00A05EE5" w:rsidRPr="00A353AD" w:rsidRDefault="00A05EE5" w:rsidP="00A353AD">
      <w:pPr>
        <w:spacing w:before="3" w:after="0" w:line="130" w:lineRule="exact"/>
        <w:ind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A353AD" w:rsidRDefault="0035611A" w:rsidP="00A353AD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Adresse: </w:t>
      </w:r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..........................................................................................................................</w:t>
      </w:r>
      <w:r w:rsid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</w:t>
      </w:r>
    </w:p>
    <w:p w:rsidR="00DC3F98" w:rsidRDefault="0035611A" w:rsidP="00A353AD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proofErr w:type="gramStart"/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Tlf</w:t>
      </w:r>
      <w:proofErr w:type="spellEnd"/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.:</w:t>
      </w:r>
      <w:proofErr w:type="gramEnd"/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landekode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</w:t>
      </w:r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(</w:t>
      </w:r>
      <w:proofErr w:type="spellStart"/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lokalt</w:t>
      </w:r>
      <w:proofErr w:type="spellEnd"/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17044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omr</w:t>
      </w:r>
      <w:r w:rsidR="00317044"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denummer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) </w:t>
      </w:r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.....................................................................................</w:t>
      </w:r>
      <w:r w:rsid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</w:t>
      </w:r>
    </w:p>
    <w:p w:rsidR="00DC3F98" w:rsidRPr="00A353AD" w:rsidRDefault="0035611A" w:rsidP="00A353AD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Telefax: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landekode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</w:t>
      </w:r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lokalt</w:t>
      </w:r>
      <w:proofErr w:type="spellEnd"/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17044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omr</w:t>
      </w:r>
      <w:r w:rsidR="00317044"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å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denummer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)  </w:t>
      </w:r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</w:t>
      </w:r>
      <w:r w:rsid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</w:t>
      </w:r>
    </w:p>
    <w:p w:rsidR="00A05EE5" w:rsidRPr="00A353AD" w:rsidRDefault="0035611A" w:rsidP="00A353AD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E-post:</w:t>
      </w:r>
      <w:r w:rsidRP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............................................................................................................................</w:t>
      </w:r>
      <w:r w:rsidR="00A353AD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</w:t>
      </w:r>
    </w:p>
    <w:p w:rsidR="00A05EE5" w:rsidRPr="00A353AD" w:rsidRDefault="00A05EE5">
      <w:pPr>
        <w:spacing w:after="0" w:line="200" w:lineRule="exact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A05EE5" w:rsidRPr="00463527" w:rsidRDefault="00A05EE5">
      <w:pPr>
        <w:spacing w:after="0" w:line="200" w:lineRule="exact"/>
        <w:rPr>
          <w:rFonts w:ascii="Times New Roman" w:hAnsi="Times New Roman" w:cs="Times New Roman"/>
          <w:sz w:val="16"/>
          <w:szCs w:val="16"/>
          <w:lang w:val="de-DE"/>
        </w:rPr>
      </w:pPr>
    </w:p>
    <w:p w:rsidR="00A05EE5" w:rsidRPr="00463527" w:rsidRDefault="00A05EE5">
      <w:pPr>
        <w:spacing w:after="0" w:line="200" w:lineRule="exact"/>
        <w:rPr>
          <w:rFonts w:ascii="Times New Roman" w:hAnsi="Times New Roman" w:cs="Times New Roman"/>
          <w:sz w:val="16"/>
          <w:szCs w:val="16"/>
          <w:lang w:val="de-DE"/>
        </w:rPr>
      </w:pPr>
    </w:p>
    <w:p w:rsidR="00A05EE5" w:rsidRPr="00463527" w:rsidRDefault="00A05EE5">
      <w:pPr>
        <w:spacing w:before="10" w:after="0" w:line="280" w:lineRule="exact"/>
        <w:rPr>
          <w:rFonts w:ascii="Times New Roman" w:hAnsi="Times New Roman" w:cs="Times New Roman"/>
          <w:sz w:val="16"/>
          <w:szCs w:val="16"/>
          <w:lang w:val="de-DE"/>
        </w:rPr>
      </w:pPr>
    </w:p>
    <w:p w:rsidR="00A05EE5" w:rsidRPr="00DC3F98" w:rsidRDefault="0035611A" w:rsidP="00463527">
      <w:pPr>
        <w:spacing w:after="0" w:line="240" w:lineRule="auto"/>
        <w:ind w:left="1317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k)   Andre </w:t>
      </w:r>
      <w:proofErr w:type="spellStart"/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forhold</w:t>
      </w:r>
      <w:proofErr w:type="spellEnd"/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af</w:t>
      </w:r>
      <w:proofErr w:type="spellEnd"/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relevans</w:t>
      </w:r>
      <w:proofErr w:type="spellEnd"/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for</w:t>
      </w:r>
      <w:proofErr w:type="spellEnd"/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sagen (fakultative </w:t>
      </w:r>
      <w:proofErr w:type="spellStart"/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oplysninger</w:t>
      </w:r>
      <w:proofErr w:type="spellEnd"/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): ..............................................................</w:t>
      </w:r>
      <w:r w:rsidR="00463527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</w:t>
      </w:r>
    </w:p>
    <w:p w:rsidR="00A05EE5" w:rsidRDefault="00A05EE5">
      <w:pPr>
        <w:spacing w:after="0" w:line="200" w:lineRule="exact"/>
        <w:rPr>
          <w:sz w:val="20"/>
          <w:szCs w:val="20"/>
        </w:rPr>
      </w:pPr>
    </w:p>
    <w:p w:rsidR="00A05EE5" w:rsidRDefault="00A05EE5">
      <w:pPr>
        <w:spacing w:after="0" w:line="200" w:lineRule="exact"/>
        <w:rPr>
          <w:sz w:val="20"/>
          <w:szCs w:val="20"/>
        </w:rPr>
      </w:pPr>
    </w:p>
    <w:p w:rsidR="00A05EE5" w:rsidRDefault="00A05EE5">
      <w:pPr>
        <w:spacing w:after="0" w:line="200" w:lineRule="exact"/>
        <w:rPr>
          <w:sz w:val="20"/>
          <w:szCs w:val="20"/>
        </w:rPr>
      </w:pPr>
    </w:p>
    <w:p w:rsidR="00A05EE5" w:rsidRDefault="00A05EE5">
      <w:pPr>
        <w:spacing w:after="0" w:line="200" w:lineRule="exact"/>
        <w:rPr>
          <w:sz w:val="20"/>
          <w:szCs w:val="20"/>
        </w:rPr>
      </w:pPr>
    </w:p>
    <w:p w:rsidR="00A05EE5" w:rsidRDefault="00A05EE5">
      <w:pPr>
        <w:spacing w:after="0" w:line="200" w:lineRule="exact"/>
        <w:rPr>
          <w:sz w:val="20"/>
          <w:szCs w:val="20"/>
        </w:rPr>
      </w:pPr>
    </w:p>
    <w:p w:rsidR="00A05EE5" w:rsidRDefault="00A05EE5">
      <w:pPr>
        <w:spacing w:after="0" w:line="200" w:lineRule="exact"/>
        <w:rPr>
          <w:sz w:val="20"/>
          <w:szCs w:val="20"/>
        </w:rPr>
      </w:pPr>
    </w:p>
    <w:p w:rsidR="00A05EE5" w:rsidRDefault="00A05EE5">
      <w:pPr>
        <w:spacing w:after="0" w:line="200" w:lineRule="exact"/>
        <w:rPr>
          <w:sz w:val="20"/>
          <w:szCs w:val="20"/>
        </w:rPr>
      </w:pPr>
    </w:p>
    <w:p w:rsidR="00A05EE5" w:rsidRDefault="00A05EE5">
      <w:pPr>
        <w:spacing w:before="8" w:after="0" w:line="240" w:lineRule="exact"/>
        <w:rPr>
          <w:sz w:val="24"/>
          <w:szCs w:val="24"/>
        </w:rPr>
      </w:pPr>
    </w:p>
    <w:p w:rsidR="00A05EE5" w:rsidRPr="00DC3F98" w:rsidRDefault="00463527">
      <w:pPr>
        <w:spacing w:after="0" w:line="240" w:lineRule="auto"/>
        <w:ind w:left="1317" w:right="-20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463527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1</w:t>
      </w: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)   </w:t>
      </w:r>
      <w:proofErr w:type="spellStart"/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Kendelsen</w:t>
      </w:r>
      <w:proofErr w:type="spellEnd"/>
      <w:r w:rsidR="0035611A"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er</w:t>
      </w:r>
      <w:r w:rsidR="0035611A"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vedlagt</w:t>
      </w:r>
      <w:proofErr w:type="spellEnd"/>
      <w:r w:rsidR="0035611A"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denne</w:t>
      </w:r>
      <w:proofErr w:type="spellEnd"/>
      <w:r w:rsidR="0035611A"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5611A"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attest</w:t>
      </w:r>
      <w:proofErr w:type="spellEnd"/>
      <w:r w:rsidR="0035611A"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</w:t>
      </w:r>
    </w:p>
    <w:p w:rsidR="00A05EE5" w:rsidRPr="00DC3F98" w:rsidRDefault="00A05EE5">
      <w:pPr>
        <w:spacing w:before="3" w:after="0" w:line="130" w:lineRule="exact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A05EE5" w:rsidRDefault="0035611A" w:rsidP="00463527">
      <w:pPr>
        <w:spacing w:after="0" w:line="258" w:lineRule="auto"/>
        <w:ind w:left="1560" w:right="1124" w:firstLine="13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</w:t>
      </w:r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udstedende</w:t>
      </w:r>
      <w:proofErr w:type="spellEnd"/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judicielle</w:t>
      </w:r>
      <w:proofErr w:type="spellEnd"/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myndigheds</w:t>
      </w:r>
      <w:proofErr w:type="spellEnd"/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17044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og</w:t>
      </w:r>
      <w:proofErr w:type="spellEnd"/>
      <w:r w:rsidR="00317044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/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eller</w:t>
      </w:r>
      <w:proofErr w:type="spellEnd"/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dennes</w:t>
      </w:r>
      <w:proofErr w:type="spellEnd"/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17044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repr</w:t>
      </w:r>
      <w:r w:rsidR="00317044"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æ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sentants</w:t>
      </w:r>
      <w:proofErr w:type="spellEnd"/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underskrift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der</w:t>
      </w:r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="00317044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bekr</w:t>
      </w:r>
      <w:r w:rsidR="00317044"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æ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fter</w:t>
      </w:r>
      <w:proofErr w:type="spellEnd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,</w:t>
      </w:r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at</w:t>
      </w:r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attestens</w:t>
      </w:r>
      <w:proofErr w:type="spellEnd"/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indhold</w:t>
      </w:r>
      <w:proofErr w:type="spellEnd"/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r w:rsidRPr="0035611A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er</w:t>
      </w:r>
      <w:r w:rsidRPr="00DC3F98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korrekt:</w:t>
      </w:r>
    </w:p>
    <w:p w:rsidR="00A05EE5" w:rsidRPr="00463527" w:rsidRDefault="00463527" w:rsidP="00463527">
      <w:pPr>
        <w:spacing w:after="0" w:line="258" w:lineRule="auto"/>
        <w:ind w:left="1560" w:right="1124" w:firstLine="13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………………………………………………………………………………………………………………………………..</w:t>
      </w:r>
    </w:p>
    <w:p w:rsidR="00A05EE5" w:rsidRPr="00463527" w:rsidRDefault="00A05EE5">
      <w:pPr>
        <w:spacing w:before="16" w:after="0" w:line="220" w:lineRule="exact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</w:p>
    <w:p w:rsidR="00463527" w:rsidRDefault="0035611A" w:rsidP="00463527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463527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Navn</w:t>
      </w:r>
      <w:proofErr w:type="spellEnd"/>
      <w:r w:rsidRPr="00463527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: .............................................................................................................................</w:t>
      </w:r>
      <w:r w:rsidR="00463527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</w:t>
      </w:r>
    </w:p>
    <w:p w:rsidR="00463527" w:rsidRDefault="0035611A" w:rsidP="00463527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463527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Funktion </w:t>
      </w:r>
      <w:r w:rsidR="00317044" w:rsidRPr="00463527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(title/</w:t>
      </w:r>
      <w:proofErr w:type="spellStart"/>
      <w:r w:rsidRPr="00463527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stilling</w:t>
      </w:r>
      <w:proofErr w:type="spellEnd"/>
      <w:r w:rsidRPr="00463527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): ........................................................................................................</w:t>
      </w:r>
      <w:r w:rsidR="00463527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</w:t>
      </w:r>
    </w:p>
    <w:p w:rsidR="00463527" w:rsidRDefault="0035611A" w:rsidP="00463527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r w:rsidRPr="00463527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Dato: ............................................................................................................................</w:t>
      </w:r>
      <w:r w:rsidR="00463527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.....................................................</w:t>
      </w:r>
      <w:bookmarkStart w:id="0" w:name="_GoBack"/>
      <w:bookmarkEnd w:id="0"/>
    </w:p>
    <w:p w:rsidR="00A05EE5" w:rsidRPr="00463527" w:rsidRDefault="0035611A" w:rsidP="00463527">
      <w:pPr>
        <w:spacing w:after="0" w:line="413" w:lineRule="auto"/>
        <w:ind w:left="1573" w:right="1124"/>
        <w:jc w:val="both"/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</w:pPr>
      <w:proofErr w:type="spellStart"/>
      <w:r w:rsidRPr="00463527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Officielt</w:t>
      </w:r>
      <w:proofErr w:type="spellEnd"/>
      <w:r w:rsidRPr="00463527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Stempel (</w:t>
      </w:r>
      <w:proofErr w:type="spellStart"/>
      <w:r w:rsidRPr="00463527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hvis</w:t>
      </w:r>
      <w:proofErr w:type="spellEnd"/>
      <w:r w:rsidRPr="00463527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et </w:t>
      </w:r>
      <w:proofErr w:type="spellStart"/>
      <w:r w:rsidR="00317044" w:rsidRPr="00463527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så</w:t>
      </w:r>
      <w:r w:rsidRPr="00463527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dant</w:t>
      </w:r>
      <w:proofErr w:type="spellEnd"/>
      <w:r w:rsidRPr="00463527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 xml:space="preserve"> </w:t>
      </w:r>
      <w:proofErr w:type="spellStart"/>
      <w:r w:rsidRPr="00463527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findes</w:t>
      </w:r>
      <w:proofErr w:type="spellEnd"/>
      <w:r w:rsidRPr="00463527">
        <w:rPr>
          <w:rFonts w:ascii="Times New Roman" w:eastAsia="Times New Roman" w:hAnsi="Times New Roman" w:cs="Times New Roman"/>
          <w:color w:val="231F1F"/>
          <w:sz w:val="16"/>
          <w:szCs w:val="16"/>
          <w:lang w:val="de-DE"/>
        </w:rPr>
        <w:t>)</w:t>
      </w:r>
    </w:p>
    <w:sectPr w:rsidR="00A05EE5" w:rsidRPr="00463527" w:rsidSect="00A05EE5">
      <w:headerReference w:type="even" r:id="rId8"/>
      <w:headerReference w:type="default" r:id="rId9"/>
      <w:pgSz w:w="11920" w:h="16840"/>
      <w:pgMar w:top="1260" w:right="720" w:bottom="280" w:left="720" w:header="99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3AD" w:rsidRDefault="00A353AD" w:rsidP="00A05EE5">
      <w:pPr>
        <w:spacing w:after="0" w:line="240" w:lineRule="auto"/>
      </w:pPr>
      <w:r>
        <w:separator/>
      </w:r>
    </w:p>
  </w:endnote>
  <w:endnote w:type="continuationSeparator" w:id="0">
    <w:p w:rsidR="00A353AD" w:rsidRDefault="00A353AD" w:rsidP="00A05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3AD" w:rsidRDefault="00A353AD" w:rsidP="00A05EE5">
      <w:pPr>
        <w:spacing w:after="0" w:line="240" w:lineRule="auto"/>
      </w:pPr>
      <w:r>
        <w:separator/>
      </w:r>
    </w:p>
  </w:footnote>
  <w:footnote w:type="continuationSeparator" w:id="0">
    <w:p w:rsidR="00A353AD" w:rsidRDefault="00A353AD" w:rsidP="00A05E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3AD" w:rsidRDefault="00A353AD">
    <w:pPr>
      <w:spacing w:after="0" w:line="200" w:lineRule="exact"/>
      <w:rPr>
        <w:sz w:val="20"/>
        <w:szCs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71040" behindDoc="1" locked="0" layoutInCell="1" allowOverlap="1" wp14:anchorId="162092CD" wp14:editId="7AAC7B44">
              <wp:simplePos x="0" y="0"/>
              <wp:positionH relativeFrom="page">
                <wp:posOffset>1477617</wp:posOffset>
              </wp:positionH>
              <wp:positionV relativeFrom="page">
                <wp:posOffset>622852</wp:posOffset>
              </wp:positionV>
              <wp:extent cx="3240157" cy="185531"/>
              <wp:effectExtent l="0" t="0" r="17780" b="508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0157" cy="18553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53AD" w:rsidRDefault="00A353AD" w:rsidP="00752EC9">
                          <w:pPr>
                            <w:spacing w:after="0" w:line="204" w:lineRule="exact"/>
                            <w:ind w:right="-47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DA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ab/>
                            <w:t xml:space="preserve">        Den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23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Europ</w:t>
                          </w:r>
                          <w:r>
                            <w:rPr>
                              <w:rFonts w:ascii="Calibri" w:eastAsia="Times New Roman" w:hAnsi="Calibri" w:cs="Times New Roman"/>
                              <w:color w:val="231F1F"/>
                              <w:spacing w:val="8"/>
                              <w:sz w:val="18"/>
                              <w:szCs w:val="18"/>
                            </w:rPr>
                            <w:t>æ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iske</w:t>
                          </w:r>
                          <w:proofErr w:type="spellEnd"/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45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Unions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18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02"/>
                              <w:sz w:val="18"/>
                              <w:szCs w:val="18"/>
                            </w:rPr>
                            <w:t>Tidende</w:t>
                          </w:r>
                          <w:proofErr w:type="spellEnd"/>
                        </w:p>
                        <w:p w:rsidR="00A353AD" w:rsidRPr="00752EC9" w:rsidRDefault="00A353AD" w:rsidP="00752EC9">
                          <w:pPr>
                            <w:spacing w:after="0" w:line="204" w:lineRule="exact"/>
                            <w:ind w:right="-47"/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16.35pt;margin-top:49.05pt;width:255.15pt;height:14.6pt;z-index:-25164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" filled="f" stroked="f">
              <v:textbox inset="0,0,0,0">
                <w:txbxContent>
                  <w:p w:rsidR="007A313B" w:rsidRDefault="007A313B" w:rsidP="00752EC9">
                    <w:pPr>
                      <w:spacing w:after="0" w:line="204" w:lineRule="exact"/>
                      <w:ind w:right="-47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DA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ab/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ab/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ab/>
                      <w:t xml:space="preserve">        Den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pacing w:val="23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Europ</w:t>
                    </w:r>
                    <w:r>
                      <w:rPr>
                        <w:rFonts w:ascii="Calibri" w:eastAsia="Times New Roman" w:hAnsi="Calibri" w:cs="Times New Roman"/>
                        <w:color w:val="231F1F"/>
                        <w:spacing w:val="8"/>
                        <w:sz w:val="18"/>
                        <w:szCs w:val="18"/>
                      </w:rPr>
                      <w:t>æ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iske</w:t>
                    </w:r>
                    <w:proofErr w:type="spellEnd"/>
                    <w:r>
                      <w:rPr>
                        <w:rFonts w:ascii="Times New Roman" w:eastAsia="Times New Roman" w:hAnsi="Times New Roman" w:cs="Times New Roman"/>
                        <w:color w:val="231F1F"/>
                        <w:spacing w:val="45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Unions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pacing w:val="18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color w:val="231F1F"/>
                        <w:w w:val="102"/>
                        <w:sz w:val="18"/>
                        <w:szCs w:val="18"/>
                      </w:rPr>
                      <w:t>Tidende</w:t>
                    </w:r>
                    <w:proofErr w:type="spellEnd"/>
                  </w:p>
                  <w:p w:rsidR="007A313B" w:rsidRPr="00752EC9" w:rsidRDefault="007A313B" w:rsidP="00752EC9">
                    <w:pPr>
                      <w:spacing w:after="0" w:line="204" w:lineRule="exact"/>
                      <w:ind w:right="-47"/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67968" behindDoc="1" locked="0" layoutInCell="1" allowOverlap="1" wp14:anchorId="4601D3C4" wp14:editId="4F25EDFA">
              <wp:simplePos x="0" y="0"/>
              <wp:positionH relativeFrom="page">
                <wp:posOffset>530225</wp:posOffset>
              </wp:positionH>
              <wp:positionV relativeFrom="page">
                <wp:posOffset>808990</wp:posOffset>
              </wp:positionV>
              <wp:extent cx="6501765" cy="1270"/>
              <wp:effectExtent l="6350" t="8890" r="6985" b="8890"/>
              <wp:wrapNone/>
              <wp:docPr id="9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1765" cy="1270"/>
                        <a:chOff x="835" y="1274"/>
                        <a:chExt cx="10239" cy="2"/>
                      </a:xfrm>
                    </wpg:grpSpPr>
                    <wps:wsp>
                      <wps:cNvPr id="10" name="Freeform 5"/>
                      <wps:cNvSpPr>
                        <a:spLocks/>
                      </wps:cNvSpPr>
                      <wps:spPr bwMode="auto">
                        <a:xfrm>
                          <a:off x="835" y="1274"/>
                          <a:ext cx="10239" cy="2"/>
                        </a:xfrm>
                        <a:custGeom>
                          <a:avLst/>
                          <a:gdLst>
                            <a:gd name="T0" fmla="+- 0 835 835"/>
                            <a:gd name="T1" fmla="*/ T0 w 10239"/>
                            <a:gd name="T2" fmla="+- 0 11074 835"/>
                            <a:gd name="T3" fmla="*/ T2 w 10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39">
                              <a:moveTo>
                                <a:pt x="0" y="0"/>
                              </a:moveTo>
                              <a:lnTo>
                                <a:pt x="10239" y="0"/>
                              </a:lnTo>
                            </a:path>
                          </a:pathLst>
                        </a:custGeom>
                        <a:noFill/>
                        <a:ln w="9142">
                          <a:solidFill>
                            <a:srgbClr val="1F1C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41.75pt;margin-top:63.7pt;width:511.95pt;height:.1pt;z-index:-251648512;mso-position-horizontal-relative:page;mso-position-vertical-relative:page" coordorigin="835,1274" coordsize="1023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">
              <v:shape id="Freeform 5" o:spid="_x0000_s1027" style="position:absolute;left:835;top:1274;width:10239;height:2;visibility:visible;mso-wrap-style:square;v-text-anchor:top" coordsize="1023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Sb7sUA&#10;AADbAAAADwAAAGRycy9kb3ducmV2LnhtbESPzW7CQAyE70h9h5Ur9QYbeoiqwILaShAurfhpObtZ&#10;N4mS9UbZhaRvXx+QuNma8czn5Xp0rbpSH2rPBuazBBRx4W3NpYGv02b6AipEZIutZzLwRwHWq4fJ&#10;EjPrBz7Q9RhLJSEcMjRQxdhlWoeiIodh5jti0X597zDK2pfa9jhIuGv1c5Kk2mHN0lBhR+8VFc3x&#10;4gx85Ofm5xTyz03a7L+H/G17TudbY54ex9cFqEhjvJtv1zsr+EIvv8gAe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tJvuxQAAANsAAAAPAAAAAAAAAAAAAAAAAJgCAABkcnMv&#10;ZG93bnJldi54bWxQSwUGAAAAAAQABAD1AAAAigMAAAAA&#10;" path="m,l10239,e" filled="f" strokecolor="#1f1c1f" strokeweight=".25394mm">
                <v:path arrowok="t" o:connecttype="custom" o:connectlocs="0,0;10239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8992" behindDoc="1" locked="0" layoutInCell="1" allowOverlap="1" wp14:anchorId="7D277F9C" wp14:editId="6F57842C">
              <wp:simplePos x="0" y="0"/>
              <wp:positionH relativeFrom="page">
                <wp:posOffset>6587490</wp:posOffset>
              </wp:positionH>
              <wp:positionV relativeFrom="page">
                <wp:posOffset>621665</wp:posOffset>
              </wp:positionV>
              <wp:extent cx="460375" cy="146050"/>
              <wp:effectExtent l="0" t="2540" r="635" b="381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037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53AD" w:rsidRDefault="00A353AD">
                          <w:pPr>
                            <w:spacing w:after="0" w:line="214" w:lineRule="exact"/>
                            <w:ind w:left="20" w:right="-48"/>
                            <w:rPr>
                              <w:rFonts w:ascii="Times New Roman" w:eastAsia="Times New Roman" w:hAnsi="Times New Roman" w:cs="Times New Roman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03"/>
                              <w:sz w:val="19"/>
                              <w:szCs w:val="19"/>
                            </w:rPr>
                            <w:t>2.8.2003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518.7pt;margin-top:48.95pt;width:36.25pt;height:11.5pt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" filled="f" stroked="f">
              <v:textbox inset="0,0,0,0">
                <w:txbxContent>
                  <w:p w:rsidR="007A313B" w:rsidRDefault="007A313B">
                    <w:pPr>
                      <w:spacing w:after="0" w:line="214" w:lineRule="exact"/>
                      <w:ind w:left="20" w:right="-48"/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color w:val="231F1F"/>
                        <w:w w:val="103"/>
                        <w:sz w:val="19"/>
                        <w:szCs w:val="19"/>
                      </w:rPr>
                      <w:t>2.8.2003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70016" behindDoc="1" locked="0" layoutInCell="1" allowOverlap="1" wp14:anchorId="0B76799C" wp14:editId="5B23FF41">
              <wp:simplePos x="0" y="0"/>
              <wp:positionH relativeFrom="page">
                <wp:posOffset>521970</wp:posOffset>
              </wp:positionH>
              <wp:positionV relativeFrom="page">
                <wp:posOffset>636270</wp:posOffset>
              </wp:positionV>
              <wp:extent cx="495300" cy="133350"/>
              <wp:effectExtent l="0" t="0" r="1905" b="1905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300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53AD" w:rsidRDefault="00A353AD">
                          <w:pPr>
                            <w:spacing w:after="0" w:line="194" w:lineRule="exact"/>
                            <w:ind w:left="20" w:right="-20"/>
                            <w:rPr>
                              <w:rFonts w:ascii="Times New Roman" w:eastAsia="Times New Roman" w:hAnsi="Times New Roman" w:cs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24"/>
                              <w:sz w:val="17"/>
                              <w:szCs w:val="17"/>
                            </w:rPr>
                            <w:t>L196/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25"/>
                              <w:sz w:val="17"/>
                              <w:szCs w:val="1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63527">
                            <w:rPr>
                              <w:rFonts w:ascii="Times New Roman" w:eastAsia="Times New Roman" w:hAnsi="Times New Roman" w:cs="Times New Roman"/>
                              <w:noProof/>
                              <w:color w:val="231F1F"/>
                              <w:w w:val="125"/>
                              <w:sz w:val="17"/>
                              <w:szCs w:val="17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41.1pt;margin-top:50.1pt;width:39pt;height:10.5pt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" filled="f" stroked="f">
              <v:textbox inset="0,0,0,0">
                <w:txbxContent>
                  <w:p w:rsidR="00A353AD" w:rsidRDefault="00A353AD">
                    <w:pPr>
                      <w:spacing w:after="0" w:line="194" w:lineRule="exact"/>
                      <w:ind w:left="20" w:right="-20"/>
                      <w:rPr>
                        <w:rFonts w:ascii="Times New Roman" w:eastAsia="Times New Roman" w:hAnsi="Times New Roman" w:cs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color w:val="231F1F"/>
                        <w:w w:val="124"/>
                        <w:sz w:val="17"/>
                        <w:szCs w:val="17"/>
                      </w:rPr>
                      <w:t>L196/</w:t>
                    </w: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w w:val="125"/>
                        <w:sz w:val="17"/>
                        <w:szCs w:val="17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63527">
                      <w:rPr>
                        <w:rFonts w:ascii="Times New Roman" w:eastAsia="Times New Roman" w:hAnsi="Times New Roman" w:cs="Times New Roman"/>
                        <w:noProof/>
                        <w:color w:val="231F1F"/>
                        <w:w w:val="125"/>
                        <w:sz w:val="17"/>
                        <w:szCs w:val="17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3AD" w:rsidRDefault="00A353AD">
    <w:pPr>
      <w:spacing w:after="0" w:line="200" w:lineRule="exact"/>
      <w:rPr>
        <w:sz w:val="20"/>
        <w:szCs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5920" behindDoc="1" locked="0" layoutInCell="1" allowOverlap="1" wp14:anchorId="0F04598D" wp14:editId="34EC3025">
              <wp:simplePos x="0" y="0"/>
              <wp:positionH relativeFrom="page">
                <wp:posOffset>1417983</wp:posOffset>
              </wp:positionH>
              <wp:positionV relativeFrom="page">
                <wp:posOffset>629478</wp:posOffset>
              </wp:positionV>
              <wp:extent cx="3577700" cy="179705"/>
              <wp:effectExtent l="0" t="0" r="3810" b="10795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77700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53AD" w:rsidRDefault="00A353AD" w:rsidP="00752EC9">
                          <w:pPr>
                            <w:spacing w:after="0" w:line="204" w:lineRule="exact"/>
                            <w:ind w:right="-47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DA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ab/>
                            <w:t xml:space="preserve">        Den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23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Europ</w:t>
                          </w:r>
                          <w:r>
                            <w:rPr>
                              <w:rFonts w:ascii="Calibri" w:eastAsia="Times New Roman" w:hAnsi="Calibri" w:cs="Times New Roman"/>
                              <w:color w:val="231F1F"/>
                              <w:spacing w:val="8"/>
                              <w:sz w:val="18"/>
                              <w:szCs w:val="18"/>
                            </w:rPr>
                            <w:t>æ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iske</w:t>
                          </w:r>
                          <w:proofErr w:type="spellEnd"/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45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z w:val="18"/>
                              <w:szCs w:val="18"/>
                            </w:rPr>
                            <w:t>Unions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spacing w:val="18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02"/>
                              <w:sz w:val="18"/>
                              <w:szCs w:val="18"/>
                            </w:rPr>
                            <w:t>Tidende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margin-left:111.65pt;margin-top:49.55pt;width:281.7pt;height:14.15pt;z-index:-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" filled="f" stroked="f">
              <v:textbox inset="0,0,0,0">
                <w:txbxContent>
                  <w:p w:rsidR="007A313B" w:rsidRDefault="007A313B" w:rsidP="00752EC9">
                    <w:pPr>
                      <w:spacing w:after="0" w:line="204" w:lineRule="exact"/>
                      <w:ind w:right="-47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DA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ab/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ab/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ab/>
                      <w:t xml:space="preserve">        Den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pacing w:val="23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Europ</w:t>
                    </w:r>
                    <w:r>
                      <w:rPr>
                        <w:rFonts w:ascii="Calibri" w:eastAsia="Times New Roman" w:hAnsi="Calibri" w:cs="Times New Roman"/>
                        <w:color w:val="231F1F"/>
                        <w:spacing w:val="8"/>
                        <w:sz w:val="18"/>
                        <w:szCs w:val="18"/>
                      </w:rPr>
                      <w:t>æ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iske</w:t>
                    </w:r>
                    <w:proofErr w:type="spellEnd"/>
                    <w:r>
                      <w:rPr>
                        <w:rFonts w:ascii="Times New Roman" w:eastAsia="Times New Roman" w:hAnsi="Times New Roman" w:cs="Times New Roman"/>
                        <w:color w:val="231F1F"/>
                        <w:spacing w:val="45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z w:val="18"/>
                        <w:szCs w:val="18"/>
                      </w:rPr>
                      <w:t>Unions</w:t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spacing w:val="18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color w:val="231F1F"/>
                        <w:w w:val="102"/>
                        <w:sz w:val="18"/>
                        <w:szCs w:val="18"/>
                      </w:rPr>
                      <w:t>Tidende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63872" behindDoc="1" locked="0" layoutInCell="1" allowOverlap="1" wp14:anchorId="63FFBE93" wp14:editId="653F0403">
              <wp:simplePos x="0" y="0"/>
              <wp:positionH relativeFrom="page">
                <wp:posOffset>530225</wp:posOffset>
              </wp:positionH>
              <wp:positionV relativeFrom="page">
                <wp:posOffset>808990</wp:posOffset>
              </wp:positionV>
              <wp:extent cx="6501765" cy="1270"/>
              <wp:effectExtent l="6350" t="8890" r="6985" b="8890"/>
              <wp:wrapNone/>
              <wp:docPr id="4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1765" cy="1270"/>
                        <a:chOff x="835" y="1274"/>
                        <a:chExt cx="10239" cy="2"/>
                      </a:xfrm>
                    </wpg:grpSpPr>
                    <wps:wsp>
                      <wps:cNvPr id="5" name="Freeform 10"/>
                      <wps:cNvSpPr>
                        <a:spLocks/>
                      </wps:cNvSpPr>
                      <wps:spPr bwMode="auto">
                        <a:xfrm>
                          <a:off x="835" y="1274"/>
                          <a:ext cx="10239" cy="2"/>
                        </a:xfrm>
                        <a:custGeom>
                          <a:avLst/>
                          <a:gdLst>
                            <a:gd name="T0" fmla="+- 0 835 835"/>
                            <a:gd name="T1" fmla="*/ T0 w 10239"/>
                            <a:gd name="T2" fmla="+- 0 11074 835"/>
                            <a:gd name="T3" fmla="*/ T2 w 10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39">
                              <a:moveTo>
                                <a:pt x="0" y="0"/>
                              </a:moveTo>
                              <a:lnTo>
                                <a:pt x="10239" y="0"/>
                              </a:lnTo>
                            </a:path>
                          </a:pathLst>
                        </a:custGeom>
                        <a:noFill/>
                        <a:ln w="9142">
                          <a:solidFill>
                            <a:srgbClr val="1F1C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" o:spid="_x0000_s1026" style="position:absolute;margin-left:41.75pt;margin-top:63.7pt;width:511.95pt;height:.1pt;z-index:-251652608;mso-position-horizontal-relative:page;mso-position-vertical-relative:page" coordorigin="835,1274" coordsize="1023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">
              <v:shape id="Freeform 10" o:spid="_x0000_s1027" style="position:absolute;left:835;top:1274;width:10239;height:2;visibility:visible;mso-wrap-style:square;v-text-anchor:top" coordsize="1023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K/pcMA&#10;AADaAAAADwAAAGRycy9kb3ducmV2LnhtbESPT2vCQBTE7wW/w/KE3upGoaFEV1FB46Wl/j0/s88k&#10;JPs2ZFeTfvtuoeBxmJnfMLNFb2rxoNaVlhWMRxEI4szqknMFp+Pm7QOE88gaa8uk4IccLOaDlxkm&#10;2na8p8fB5yJA2CWooPC+SaR0WUEG3cg2xMG72dagD7LNpW6xC3BTy0kUxdJgyWGhwIbWBWXV4W4U&#10;fKaX6np06dcmrr7PXbraXuLxVqnXYb+cgvDU+2f4v73TCt7h70q4A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0K/pcMAAADaAAAADwAAAAAAAAAAAAAAAACYAgAAZHJzL2Rv&#10;d25yZXYueG1sUEsFBgAAAAAEAAQA9QAAAIgDAAAAAA==&#10;" path="m,l10239,e" filled="f" strokecolor="#1f1c1f" strokeweight=".25394mm">
                <v:path arrowok="t" o:connecttype="custom" o:connectlocs="0,0;10239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3D89D589" wp14:editId="6BD1B891">
              <wp:simplePos x="0" y="0"/>
              <wp:positionH relativeFrom="page">
                <wp:posOffset>528955</wp:posOffset>
              </wp:positionH>
              <wp:positionV relativeFrom="page">
                <wp:posOffset>621665</wp:posOffset>
              </wp:positionV>
              <wp:extent cx="460375" cy="146050"/>
              <wp:effectExtent l="0" t="2540" r="1270" b="3810"/>
              <wp:wrapNone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037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53AD" w:rsidRDefault="00A353AD">
                          <w:pPr>
                            <w:spacing w:after="0" w:line="214" w:lineRule="exact"/>
                            <w:ind w:left="20" w:right="-48"/>
                            <w:rPr>
                              <w:rFonts w:ascii="Times New Roman" w:eastAsia="Times New Roman" w:hAnsi="Times New Roman" w:cs="Times New Roman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03"/>
                              <w:sz w:val="19"/>
                              <w:szCs w:val="19"/>
                            </w:rPr>
                            <w:t>2.8.2003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30" type="#_x0000_t202" style="position:absolute;margin-left:41.65pt;margin-top:48.95pt;width:36.25pt;height:11.5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" filled="f" stroked="f">
              <v:textbox inset="0,0,0,0">
                <w:txbxContent>
                  <w:p w:rsidR="007A313B" w:rsidRDefault="007A313B">
                    <w:pPr>
                      <w:spacing w:after="0" w:line="214" w:lineRule="exact"/>
                      <w:ind w:left="20" w:right="-48"/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color w:val="231F1F"/>
                        <w:w w:val="103"/>
                        <w:sz w:val="19"/>
                        <w:szCs w:val="19"/>
                      </w:rPr>
                      <w:t>2.8.2003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6944" behindDoc="1" locked="0" layoutInCell="1" allowOverlap="1" wp14:anchorId="67A27DAC" wp14:editId="5FBC1802">
              <wp:simplePos x="0" y="0"/>
              <wp:positionH relativeFrom="page">
                <wp:posOffset>6567170</wp:posOffset>
              </wp:positionH>
              <wp:positionV relativeFrom="page">
                <wp:posOffset>626110</wp:posOffset>
              </wp:positionV>
              <wp:extent cx="495935" cy="146050"/>
              <wp:effectExtent l="4445" t="0" r="4445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9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53AD" w:rsidRDefault="00A353AD">
                          <w:pPr>
                            <w:spacing w:after="0" w:line="214" w:lineRule="exact"/>
                            <w:ind w:left="20" w:right="-20"/>
                            <w:rPr>
                              <w:rFonts w:ascii="Times New Roman" w:eastAsia="Times New Roman" w:hAnsi="Times New Roman" w:cs="Times New Roman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11"/>
                              <w:sz w:val="19"/>
                              <w:szCs w:val="19"/>
                            </w:rPr>
                            <w:t>L196/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1F"/>
                              <w:w w:val="112"/>
                              <w:sz w:val="19"/>
                              <w:szCs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63527">
                            <w:rPr>
                              <w:rFonts w:ascii="Times New Roman" w:eastAsia="Times New Roman" w:hAnsi="Times New Roman" w:cs="Times New Roman"/>
                              <w:noProof/>
                              <w:color w:val="231F1F"/>
                              <w:w w:val="112"/>
                              <w:sz w:val="19"/>
                              <w:szCs w:val="19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1" type="#_x0000_t202" style="position:absolute;margin-left:517.1pt;margin-top:49.3pt;width:39.05pt;height:11.5pt;z-index:-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" filled="f" stroked="f">
              <v:textbox inset="0,0,0,0">
                <w:txbxContent>
                  <w:p w:rsidR="00A353AD" w:rsidRDefault="00A353AD">
                    <w:pPr>
                      <w:spacing w:after="0" w:line="214" w:lineRule="exact"/>
                      <w:ind w:left="20" w:right="-20"/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color w:val="231F1F"/>
                        <w:w w:val="111"/>
                        <w:sz w:val="19"/>
                        <w:szCs w:val="19"/>
                      </w:rPr>
                      <w:t>L196/</w:t>
                    </w: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  <w:color w:val="231F1F"/>
                        <w:w w:val="112"/>
                        <w:sz w:val="19"/>
                        <w:szCs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63527">
                      <w:rPr>
                        <w:rFonts w:ascii="Times New Roman" w:eastAsia="Times New Roman" w:hAnsi="Times New Roman" w:cs="Times New Roman"/>
                        <w:noProof/>
                        <w:color w:val="231F1F"/>
                        <w:w w:val="112"/>
                        <w:sz w:val="19"/>
                        <w:szCs w:val="19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hideSpellingErrors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EE5"/>
    <w:rsid w:val="00095CD3"/>
    <w:rsid w:val="00152F85"/>
    <w:rsid w:val="00240390"/>
    <w:rsid w:val="00317044"/>
    <w:rsid w:val="00326030"/>
    <w:rsid w:val="0035611A"/>
    <w:rsid w:val="003A6359"/>
    <w:rsid w:val="00463527"/>
    <w:rsid w:val="004F3822"/>
    <w:rsid w:val="006C5555"/>
    <w:rsid w:val="006F7120"/>
    <w:rsid w:val="00752EC9"/>
    <w:rsid w:val="007A313B"/>
    <w:rsid w:val="00A05EE5"/>
    <w:rsid w:val="00A353AD"/>
    <w:rsid w:val="00A7087A"/>
    <w:rsid w:val="00B22047"/>
    <w:rsid w:val="00C87FD0"/>
    <w:rsid w:val="00CF429A"/>
    <w:rsid w:val="00D05D4E"/>
    <w:rsid w:val="00D620CF"/>
    <w:rsid w:val="00DC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561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611A"/>
  </w:style>
  <w:style w:type="paragraph" w:styleId="Header">
    <w:name w:val="header"/>
    <w:basedOn w:val="Normal"/>
    <w:link w:val="HeaderChar"/>
    <w:uiPriority w:val="99"/>
    <w:unhideWhenUsed/>
    <w:rsid w:val="003561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611A"/>
  </w:style>
  <w:style w:type="paragraph" w:styleId="BalloonText">
    <w:name w:val="Balloon Text"/>
    <w:basedOn w:val="Normal"/>
    <w:link w:val="BalloonTextChar"/>
    <w:uiPriority w:val="99"/>
    <w:semiHidden/>
    <w:unhideWhenUsed/>
    <w:rsid w:val="00152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F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561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611A"/>
  </w:style>
  <w:style w:type="paragraph" w:styleId="Header">
    <w:name w:val="header"/>
    <w:basedOn w:val="Normal"/>
    <w:link w:val="HeaderChar"/>
    <w:uiPriority w:val="99"/>
    <w:unhideWhenUsed/>
    <w:rsid w:val="003561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611A"/>
  </w:style>
  <w:style w:type="paragraph" w:styleId="BalloonText">
    <w:name w:val="Balloon Text"/>
    <w:basedOn w:val="Normal"/>
    <w:link w:val="BalloonTextChar"/>
    <w:uiPriority w:val="99"/>
    <w:semiHidden/>
    <w:unhideWhenUsed/>
    <w:rsid w:val="00152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urojust Document" ma:contentTypeID="0x01010060E811F4364848C5AF33A5C5D17EA69D00C38BBC0D1B3C1742B619EAD3E8AABA90" ma:contentTypeVersion="0" ma:contentTypeDescription="Content type for the Eurojust documents." ma:contentTypeScope="" ma:versionID="d2845bb2e4737fcaa4522518cca8d763">
  <xsd:schema xmlns:xsd="http://www.w3.org/2001/XMLSchema" xmlns:xs="http://www.w3.org/2001/XMLSchema" xmlns:p="http://schemas.microsoft.com/office/2006/metadata/properties" xmlns:ns2="50372fa8-5d44-4429-9962-2348b828af58" targetNamespace="http://schemas.microsoft.com/office/2006/metadata/properties" ma:root="true" ma:fieldsID="070e4a722c3067e5d083bfb74f26fbf0" ns2:_="">
    <xsd:import namespace="50372fa8-5d44-4429-9962-2348b828af58"/>
    <xsd:element name="properties">
      <xsd:complexType>
        <xsd:sequence>
          <xsd:element name="documentManagement">
            <xsd:complexType>
              <xsd:all>
                <xsd:element ref="ns2:DocLanguage"/>
                <xsd:element ref="ns2:Doc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72fa8-5d44-4429-9962-2348b828af58" elementFormDefault="qualified">
    <xsd:import namespace="http://schemas.microsoft.com/office/2006/documentManagement/types"/>
    <xsd:import namespace="http://schemas.microsoft.com/office/infopath/2007/PartnerControls"/>
    <xsd:element name="DocLanguage" ma:index="8" ma:displayName="Document Language" ma:default="en" ma:format="Dropdown" ma:internalName="DocLanguage">
      <xsd:simpleType>
        <xsd:restriction base="dms:Choice">
          <xsd:enumeration value="bg"/>
          <xsd:enumeration value="cs"/>
          <xsd:enumeration value="da"/>
          <xsd:enumeration value="de"/>
          <xsd:enumeration value="el"/>
          <xsd:enumeration value="en"/>
          <xsd:enumeration value="es"/>
          <xsd:enumeration value="et"/>
          <xsd:enumeration value="fi"/>
          <xsd:enumeration value="fr"/>
          <xsd:enumeration value="ga"/>
          <xsd:enumeration value="hu"/>
          <xsd:enumeration value="hr"/>
          <xsd:enumeration value="it"/>
          <xsd:enumeration value="lt"/>
          <xsd:enumeration value="lu"/>
          <xsd:enumeration value="lv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sv"/>
        </xsd:restriction>
      </xsd:simpleType>
    </xsd:element>
    <xsd:element name="DocDescription" ma:index="9" nillable="true" ma:displayName="Document Description" ma:internalName="DocDescription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escription xmlns="50372fa8-5d44-4429-9962-2348b828af58" xsi:nil="true"/>
    <DocLanguage xmlns="50372fa8-5d44-4429-9962-2348b828af58">da</DocLanguage>
  </documentManagement>
</p:properties>
</file>

<file path=customXml/itemProps1.xml><?xml version="1.0" encoding="utf-8"?>
<ds:datastoreItem xmlns:ds="http://schemas.openxmlformats.org/officeDocument/2006/customXml" ds:itemID="{8AEAA349-9EFB-4C2C-B452-CEDC6B995165}"/>
</file>

<file path=customXml/itemProps2.xml><?xml version="1.0" encoding="utf-8"?>
<ds:datastoreItem xmlns:ds="http://schemas.openxmlformats.org/officeDocument/2006/customXml" ds:itemID="{D9B548EA-5949-4AB7-A63D-4897DD9D0484}"/>
</file>

<file path=customXml/itemProps3.xml><?xml version="1.0" encoding="utf-8"?>
<ds:datastoreItem xmlns:ds="http://schemas.openxmlformats.org/officeDocument/2006/customXml" ds:itemID="{EC39A64C-B5C7-498A-8003-F823B4A59E0A}"/>
</file>

<file path=customXml/itemProps4.xml><?xml version="1.0" encoding="utf-8"?>
<ds:datastoreItem xmlns:ds="http://schemas.openxmlformats.org/officeDocument/2006/customXml" ds:itemID="{08A41590-3E38-4385-AC8F-E8CAA3684A66}"/>
</file>

<file path=docProps/app.xml><?xml version="1.0" encoding="utf-8"?>
<Properties xmlns="http://schemas.openxmlformats.org/officeDocument/2006/extended-properties" xmlns:vt="http://schemas.openxmlformats.org/officeDocument/2006/docPropsVTypes">
  <Template>3C031FD</Template>
  <TotalTime>0</TotalTime>
  <Pages>5</Pages>
  <Words>2353</Words>
  <Characters>13413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31134 45..45</vt:lpstr>
    </vt:vector>
  </TitlesOfParts>
  <Company>EUROJUST</Company>
  <LinksUpToDate>false</LinksUpToDate>
  <CharactersWithSpaces>15735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Freezing and confiscation - 2003 certificate - DA version</dc:title>
  <dc:creator>Lischewski, I.</dc:creator>
  <cp:lastModifiedBy>Eurojust</cp:lastModifiedBy>
  <cp:revision>2</cp:revision>
  <cp:lastPrinted>2014-03-14T13:00:00Z</cp:lastPrinted>
  <dcterms:created xsi:type="dcterms:W3CDTF">2014-05-14T15:34:00Z</dcterms:created>
  <dcterms:modified xsi:type="dcterms:W3CDTF">2014-05-14T15:34:00Z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2003-08-01T00:00:00Z</vt:filetime>
  </property>
  <property fmtid="{D5CDD505-2E9C-101B-9397-08002B2CF9AE}" pid="3" name="LastSaved">
    <vt:filetime>2014-02-06T00:00:00Z</vt:filetime>
  </property>
  <property fmtid="{D5CDD505-2E9C-101B-9397-08002B2CF9AE}" pid="4" name="ContentTypeId">
    <vt:lpwstr>0x01010060E811F4364848C5AF33A5C5D17EA69D00C38BBC0D1B3C1742B619EAD3E8AABA90</vt:lpwstr>
  </property>
</Properties>
</file>